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3969"/>
        <w:gridCol w:w="3260"/>
        <w:gridCol w:w="2410"/>
      </w:tblGrid>
      <w:tr w:rsidR="0083797B" w14:paraId="5E5DBC02" w14:textId="77777777" w:rsidTr="00660768">
        <w:trPr>
          <w:trHeight w:val="1843"/>
        </w:trPr>
        <w:tc>
          <w:tcPr>
            <w:tcW w:w="3969" w:type="dxa"/>
          </w:tcPr>
          <w:p w14:paraId="4526A31C" w14:textId="77777777" w:rsidR="0083797B" w:rsidRDefault="0083797B"/>
        </w:tc>
        <w:tc>
          <w:tcPr>
            <w:tcW w:w="3260" w:type="dxa"/>
          </w:tcPr>
          <w:p w14:paraId="764C3E5D" w14:textId="77777777" w:rsidR="0083797B" w:rsidRDefault="0083797B"/>
        </w:tc>
        <w:tc>
          <w:tcPr>
            <w:tcW w:w="2410" w:type="dxa"/>
          </w:tcPr>
          <w:p w14:paraId="660163C7" w14:textId="77777777" w:rsidR="0083797B" w:rsidRDefault="0083797B">
            <w:pPr>
              <w:pStyle w:val="a9"/>
            </w:pPr>
          </w:p>
        </w:tc>
      </w:tr>
      <w:tr w:rsidR="0083797B" w14:paraId="154079F7" w14:textId="77777777" w:rsidTr="00660768">
        <w:trPr>
          <w:cantSplit/>
          <w:trHeight w:val="995"/>
        </w:trPr>
        <w:tc>
          <w:tcPr>
            <w:tcW w:w="3969" w:type="dxa"/>
          </w:tcPr>
          <w:p w14:paraId="4D027616" w14:textId="4149083C" w:rsidR="0083797B" w:rsidRPr="00927523" w:rsidRDefault="00927523" w:rsidP="00660768">
            <w:pPr>
              <w:pStyle w:val="af4"/>
              <w:spacing w:before="120"/>
              <w:rPr>
                <w:szCs w:val="24"/>
              </w:rPr>
            </w:pPr>
            <w:bookmarkStart w:id="0" w:name="Дата"/>
            <w:bookmarkEnd w:id="0"/>
            <w:r>
              <w:rPr>
                <w:szCs w:val="24"/>
              </w:rPr>
              <w:t>25 августа 2021 года</w:t>
            </w:r>
          </w:p>
        </w:tc>
        <w:tc>
          <w:tcPr>
            <w:tcW w:w="3260" w:type="dxa"/>
          </w:tcPr>
          <w:p w14:paraId="72791044" w14:textId="77777777" w:rsidR="0083797B" w:rsidRDefault="0083797B" w:rsidP="00660768">
            <w:pPr>
              <w:spacing w:before="120"/>
            </w:pPr>
          </w:p>
        </w:tc>
        <w:tc>
          <w:tcPr>
            <w:tcW w:w="2410" w:type="dxa"/>
          </w:tcPr>
          <w:p w14:paraId="2971FE96" w14:textId="29CDC9FA" w:rsidR="0083797B" w:rsidRPr="00927523" w:rsidRDefault="00927523" w:rsidP="006529FC">
            <w:pPr>
              <w:pStyle w:val="a9"/>
              <w:spacing w:before="120"/>
              <w:ind w:firstLine="1026"/>
              <w:jc w:val="center"/>
              <w:rPr>
                <w:szCs w:val="24"/>
              </w:rPr>
            </w:pPr>
            <w:bookmarkStart w:id="1" w:name="Номер"/>
            <w:bookmarkEnd w:id="1"/>
            <w:r>
              <w:rPr>
                <w:szCs w:val="24"/>
              </w:rPr>
              <w:t>238</w:t>
            </w:r>
          </w:p>
        </w:tc>
      </w:tr>
      <w:tr w:rsidR="0083797B" w14:paraId="6F549BBE" w14:textId="77777777" w:rsidTr="00660768">
        <w:trPr>
          <w:trHeight w:val="298"/>
        </w:trPr>
        <w:tc>
          <w:tcPr>
            <w:tcW w:w="3969" w:type="dxa"/>
          </w:tcPr>
          <w:p w14:paraId="6593B86B" w14:textId="77777777" w:rsidR="00C0135E" w:rsidRPr="0062320A" w:rsidRDefault="00C0135E" w:rsidP="00C0135E">
            <w:pPr>
              <w:pStyle w:val="a9"/>
            </w:pPr>
            <w:bookmarkStart w:id="2" w:name="Тема"/>
            <w:bookmarkEnd w:id="2"/>
            <w:r w:rsidRPr="0062320A">
              <w:t xml:space="preserve">О внесении изменений и                                                                  </w:t>
            </w:r>
          </w:p>
          <w:p w14:paraId="6F16C9D8" w14:textId="77777777" w:rsidR="00C0135E" w:rsidRPr="0062320A" w:rsidRDefault="00C0135E" w:rsidP="00BA233F">
            <w:pPr>
              <w:pStyle w:val="a9"/>
              <w:ind w:right="-108"/>
            </w:pPr>
            <w:r w:rsidRPr="0062320A">
              <w:t xml:space="preserve">дополнений в решение                                                                </w:t>
            </w:r>
          </w:p>
          <w:p w14:paraId="2573140C" w14:textId="5B3B63D9" w:rsidR="0083797B" w:rsidRPr="0062320A" w:rsidRDefault="00C0135E" w:rsidP="00B50ECA">
            <w:pPr>
              <w:pStyle w:val="a9"/>
              <w:rPr>
                <w:sz w:val="24"/>
                <w:szCs w:val="24"/>
              </w:rPr>
            </w:pPr>
            <w:r w:rsidRPr="0062320A">
              <w:t>Совета депутатов</w:t>
            </w:r>
            <w:r w:rsidR="00B50ECA">
              <w:t xml:space="preserve"> </w:t>
            </w:r>
            <w:proofErr w:type="spellStart"/>
            <w:r w:rsidRPr="0062320A">
              <w:t>Балахнинского</w:t>
            </w:r>
            <w:proofErr w:type="spellEnd"/>
            <w:r w:rsidRPr="0062320A">
              <w:t xml:space="preserve"> муниципального округа</w:t>
            </w:r>
            <w:r w:rsidR="00B50ECA">
              <w:t xml:space="preserve">         </w:t>
            </w:r>
            <w:r w:rsidRPr="0062320A">
              <w:t xml:space="preserve">от 17.12.2020 № 96 «О бюджете Балахнинского муниципального округа на 2021 год и на плановый </w:t>
            </w:r>
            <w:r w:rsidR="00B50ECA">
              <w:t xml:space="preserve"> </w:t>
            </w:r>
            <w:r w:rsidRPr="0062320A">
              <w:t xml:space="preserve">период 2022 и 2023 годов» </w:t>
            </w:r>
            <w:r w:rsidR="00B50ECA">
              <w:t xml:space="preserve">    </w:t>
            </w:r>
            <w:bookmarkStart w:id="3" w:name="_GoBack"/>
            <w:bookmarkEnd w:id="3"/>
            <w:r w:rsidRPr="0062320A">
              <w:rPr>
                <w:szCs w:val="28"/>
              </w:rPr>
              <w:t xml:space="preserve">(в редакции решения Совета депутатов от </w:t>
            </w:r>
            <w:r w:rsidR="0062320A" w:rsidRPr="0062320A">
              <w:rPr>
                <w:szCs w:val="28"/>
              </w:rPr>
              <w:t>17</w:t>
            </w:r>
            <w:r w:rsidRPr="0062320A">
              <w:rPr>
                <w:szCs w:val="28"/>
              </w:rPr>
              <w:t>.0</w:t>
            </w:r>
            <w:r w:rsidR="0062320A" w:rsidRPr="0062320A">
              <w:rPr>
                <w:szCs w:val="28"/>
              </w:rPr>
              <w:t>6</w:t>
            </w:r>
            <w:r w:rsidRPr="0062320A">
              <w:rPr>
                <w:szCs w:val="28"/>
              </w:rPr>
              <w:t>.2021 №</w:t>
            </w:r>
            <w:r w:rsidR="0062320A" w:rsidRPr="0062320A">
              <w:rPr>
                <w:szCs w:val="28"/>
              </w:rPr>
              <w:t>222</w:t>
            </w:r>
            <w:r w:rsidRPr="0062320A">
              <w:rPr>
                <w:szCs w:val="28"/>
              </w:rPr>
              <w:t>)</w:t>
            </w:r>
          </w:p>
        </w:tc>
        <w:tc>
          <w:tcPr>
            <w:tcW w:w="3260" w:type="dxa"/>
          </w:tcPr>
          <w:p w14:paraId="4AD4E793" w14:textId="77777777" w:rsidR="0083797B" w:rsidRPr="0062320A" w:rsidRDefault="0083797B"/>
        </w:tc>
        <w:tc>
          <w:tcPr>
            <w:tcW w:w="2410" w:type="dxa"/>
          </w:tcPr>
          <w:p w14:paraId="64C4DCB9" w14:textId="25D5CC52" w:rsidR="0083797B" w:rsidRPr="00EC6513" w:rsidRDefault="0083797B"/>
        </w:tc>
      </w:tr>
    </w:tbl>
    <w:p w14:paraId="1BE7AF80" w14:textId="77777777" w:rsidR="0083797B" w:rsidRDefault="0083797B">
      <w:pPr>
        <w:sectPr w:rsidR="0083797B" w:rsidSect="0066076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7" w:h="16840" w:code="9"/>
          <w:pgMar w:top="-1701" w:right="567" w:bottom="-731" w:left="1134" w:header="567" w:footer="720" w:gutter="0"/>
          <w:cols w:space="720"/>
          <w:formProt w:val="0"/>
          <w:titlePg/>
        </w:sectPr>
      </w:pPr>
    </w:p>
    <w:p w14:paraId="2244957F" w14:textId="77777777" w:rsidR="0083797B" w:rsidRPr="00C0135E" w:rsidRDefault="0083797B">
      <w:pPr>
        <w:rPr>
          <w:sz w:val="24"/>
          <w:szCs w:val="24"/>
        </w:rPr>
      </w:pPr>
    </w:p>
    <w:p w14:paraId="3C27F45E" w14:textId="77777777" w:rsidR="00660768" w:rsidRPr="00C0135E" w:rsidRDefault="00660768">
      <w:pPr>
        <w:rPr>
          <w:sz w:val="24"/>
          <w:szCs w:val="24"/>
        </w:rPr>
      </w:pPr>
    </w:p>
    <w:p w14:paraId="63D67BB5" w14:textId="77777777" w:rsidR="0083797B" w:rsidRPr="00660768" w:rsidRDefault="0083797B">
      <w:pPr>
        <w:rPr>
          <w:sz w:val="24"/>
          <w:szCs w:val="24"/>
        </w:rPr>
      </w:pPr>
    </w:p>
    <w:p w14:paraId="3654CC7C" w14:textId="77777777" w:rsidR="0083797B" w:rsidRDefault="0083797B">
      <w:pPr>
        <w:sectPr w:rsidR="0083797B" w:rsidSect="00B1543B">
          <w:type w:val="continuous"/>
          <w:pgSz w:w="11907" w:h="16840" w:code="9"/>
          <w:pgMar w:top="-1985" w:right="567" w:bottom="-731" w:left="1134" w:header="568" w:footer="720" w:gutter="0"/>
          <w:cols w:space="720"/>
          <w:titlePg/>
        </w:sectPr>
      </w:pPr>
    </w:p>
    <w:p w14:paraId="703674E7" w14:textId="77777777" w:rsidR="008C5E96" w:rsidRDefault="008C5E96" w:rsidP="00BA233F">
      <w:pPr>
        <w:pStyle w:val="11"/>
        <w:ind w:firstLine="709"/>
        <w:jc w:val="both"/>
      </w:pPr>
      <w:bookmarkStart w:id="4" w:name="Содержание"/>
      <w:bookmarkEnd w:id="4"/>
    </w:p>
    <w:p w14:paraId="742FBAD9" w14:textId="77777777" w:rsidR="008C5E96" w:rsidRDefault="008C5E96" w:rsidP="00BA233F">
      <w:pPr>
        <w:pStyle w:val="11"/>
        <w:ind w:firstLine="709"/>
        <w:jc w:val="both"/>
      </w:pPr>
    </w:p>
    <w:p w14:paraId="550CBD5A" w14:textId="6DB8ACB4" w:rsidR="00BA233F" w:rsidRPr="00BA233F" w:rsidRDefault="00BA233F" w:rsidP="00BA233F">
      <w:pPr>
        <w:pStyle w:val="11"/>
        <w:ind w:firstLine="709"/>
        <w:jc w:val="both"/>
      </w:pPr>
      <w:r w:rsidRPr="00BA233F">
        <w:t>На основании пункта 2 статьи 83 Бюджетного коде</w:t>
      </w:r>
      <w:r w:rsidR="006F2754">
        <w:t>кса Российской Федерации, стат</w:t>
      </w:r>
      <w:r w:rsidR="00D04EA8">
        <w:t>ей</w:t>
      </w:r>
      <w:r w:rsidRPr="00BA233F">
        <w:t xml:space="preserve"> </w:t>
      </w:r>
      <w:r w:rsidRPr="006F2754">
        <w:t>1</w:t>
      </w:r>
      <w:r w:rsidR="006F2754" w:rsidRPr="006F2754">
        <w:t>3</w:t>
      </w:r>
      <w:r w:rsidRPr="006F2754">
        <w:t>,</w:t>
      </w:r>
      <w:r w:rsidR="006F2754" w:rsidRPr="006F2754">
        <w:t xml:space="preserve"> </w:t>
      </w:r>
      <w:r w:rsidRPr="006F2754">
        <w:t>3</w:t>
      </w:r>
      <w:r w:rsidR="006F2754" w:rsidRPr="006F2754">
        <w:t>7</w:t>
      </w:r>
      <w:r w:rsidRPr="00BA233F">
        <w:t xml:space="preserve"> Положения о бюджетном процессе в </w:t>
      </w:r>
      <w:r w:rsidR="006F2754">
        <w:t xml:space="preserve">Балахнинском </w:t>
      </w:r>
      <w:r w:rsidRPr="00BA233F">
        <w:t xml:space="preserve">муниципальном </w:t>
      </w:r>
      <w:r w:rsidR="006F2754">
        <w:t>округе</w:t>
      </w:r>
      <w:r w:rsidRPr="00BA233F">
        <w:t xml:space="preserve"> Нижегородской области, утвержденного решением </w:t>
      </w:r>
      <w:r w:rsidR="006F2754">
        <w:t xml:space="preserve">Совета депутатов </w:t>
      </w:r>
      <w:r w:rsidRPr="00BA233F">
        <w:t xml:space="preserve">от </w:t>
      </w:r>
      <w:r w:rsidR="006F2754">
        <w:t>22</w:t>
      </w:r>
      <w:r w:rsidRPr="00BA233F">
        <w:t>.</w:t>
      </w:r>
      <w:r w:rsidR="006F2754">
        <w:t>10</w:t>
      </w:r>
      <w:r w:rsidRPr="00BA233F">
        <w:t>.20</w:t>
      </w:r>
      <w:r w:rsidR="006F2754">
        <w:t>20</w:t>
      </w:r>
      <w:r w:rsidRPr="00BA233F">
        <w:t>г. №</w:t>
      </w:r>
      <w:r w:rsidR="00D04EA8">
        <w:t xml:space="preserve"> </w:t>
      </w:r>
      <w:r w:rsidR="006F2754">
        <w:t>40</w:t>
      </w:r>
      <w:r w:rsidRPr="00BA233F">
        <w:t>,</w:t>
      </w:r>
    </w:p>
    <w:p w14:paraId="64C9054D" w14:textId="77777777" w:rsidR="00BA233F" w:rsidRDefault="00BA233F" w:rsidP="00BA233F">
      <w:pPr>
        <w:pStyle w:val="11"/>
        <w:ind w:firstLine="709"/>
        <w:jc w:val="center"/>
        <w:rPr>
          <w:b/>
        </w:rPr>
      </w:pPr>
    </w:p>
    <w:p w14:paraId="6E3582F1" w14:textId="70C9B782" w:rsidR="00C0135E" w:rsidRPr="00BA233F" w:rsidRDefault="00C0135E" w:rsidP="00BA233F">
      <w:pPr>
        <w:pStyle w:val="11"/>
        <w:ind w:firstLine="709"/>
        <w:jc w:val="center"/>
        <w:rPr>
          <w:b/>
        </w:rPr>
      </w:pPr>
      <w:r w:rsidRPr="00BA233F">
        <w:rPr>
          <w:b/>
        </w:rPr>
        <w:t>С</w:t>
      </w:r>
      <w:r w:rsidR="00BA233F" w:rsidRPr="00BA233F">
        <w:rPr>
          <w:b/>
        </w:rPr>
        <w:t>ОВЕТ</w:t>
      </w:r>
      <w:r w:rsidRPr="00BA233F">
        <w:rPr>
          <w:b/>
        </w:rPr>
        <w:t xml:space="preserve"> </w:t>
      </w:r>
      <w:r w:rsidR="00BA233F" w:rsidRPr="00BA233F">
        <w:rPr>
          <w:b/>
        </w:rPr>
        <w:t>ДЕПУТАТОВ</w:t>
      </w:r>
      <w:r w:rsidRPr="00BA233F">
        <w:rPr>
          <w:b/>
        </w:rPr>
        <w:t xml:space="preserve"> РЕШИЛ:</w:t>
      </w:r>
    </w:p>
    <w:p w14:paraId="15ED45D9" w14:textId="77777777" w:rsidR="00C0135E" w:rsidRPr="00F05051" w:rsidRDefault="00C0135E" w:rsidP="00C0135E">
      <w:pPr>
        <w:pStyle w:val="11"/>
      </w:pPr>
    </w:p>
    <w:p w14:paraId="4A9D57B2" w14:textId="48EFFAC9" w:rsidR="00C0135E" w:rsidRPr="00611DB3" w:rsidRDefault="00C0135E" w:rsidP="00C0135E">
      <w:pPr>
        <w:pStyle w:val="11"/>
        <w:jc w:val="both"/>
      </w:pPr>
      <w:r w:rsidRPr="00611DB3">
        <w:t>1. Внести в решение Совета депутатов Балахнинского муниципального округа от 17.12.2020 № 96 «О бюджете Балахнинского муниципального округа на 2021 год и на плановый период 2022 и 2023 годов» (</w:t>
      </w:r>
      <w:r w:rsidRPr="00611DB3">
        <w:rPr>
          <w:szCs w:val="28"/>
        </w:rPr>
        <w:t xml:space="preserve">в редакции решения Совета депутатов от </w:t>
      </w:r>
      <w:r w:rsidR="00611DB3" w:rsidRPr="00611DB3">
        <w:rPr>
          <w:szCs w:val="28"/>
        </w:rPr>
        <w:t>17</w:t>
      </w:r>
      <w:r w:rsidRPr="00611DB3">
        <w:rPr>
          <w:szCs w:val="28"/>
        </w:rPr>
        <w:t>.0</w:t>
      </w:r>
      <w:r w:rsidR="00611DB3" w:rsidRPr="00611DB3">
        <w:rPr>
          <w:szCs w:val="28"/>
        </w:rPr>
        <w:t>6</w:t>
      </w:r>
      <w:r w:rsidRPr="00611DB3">
        <w:rPr>
          <w:szCs w:val="28"/>
        </w:rPr>
        <w:t>.2021 №</w:t>
      </w:r>
      <w:r w:rsidR="00611DB3" w:rsidRPr="00611DB3">
        <w:rPr>
          <w:szCs w:val="28"/>
        </w:rPr>
        <w:t>222</w:t>
      </w:r>
      <w:r w:rsidRPr="00611DB3">
        <w:rPr>
          <w:szCs w:val="28"/>
        </w:rPr>
        <w:t xml:space="preserve">) </w:t>
      </w:r>
      <w:r w:rsidRPr="00611DB3">
        <w:t>следующие изменения и дополнения:</w:t>
      </w:r>
    </w:p>
    <w:p w14:paraId="113A148B" w14:textId="77777777" w:rsidR="00C0135E" w:rsidRPr="00797FD3" w:rsidRDefault="00C0135E" w:rsidP="00C0135E">
      <w:pPr>
        <w:pStyle w:val="11"/>
        <w:jc w:val="both"/>
        <w:rPr>
          <w:highlight w:val="yellow"/>
        </w:rPr>
      </w:pPr>
      <w:r w:rsidRPr="00797FD3">
        <w:rPr>
          <w:highlight w:val="yellow"/>
        </w:rPr>
        <w:t xml:space="preserve">   </w:t>
      </w:r>
    </w:p>
    <w:p w14:paraId="7C32D9E8" w14:textId="77777777" w:rsidR="00C0135E" w:rsidRPr="00611DB3" w:rsidRDefault="00C0135E" w:rsidP="00C0135E">
      <w:pPr>
        <w:pStyle w:val="11"/>
        <w:ind w:firstLine="709"/>
        <w:jc w:val="both"/>
      </w:pPr>
      <w:r w:rsidRPr="00611DB3">
        <w:t>1.1. пункт 1 изложить в следующей редакции:</w:t>
      </w:r>
    </w:p>
    <w:p w14:paraId="45DE8913" w14:textId="77777777" w:rsidR="00C0135E" w:rsidRPr="00B04C36" w:rsidRDefault="00C0135E" w:rsidP="00C0135E">
      <w:pPr>
        <w:pStyle w:val="11"/>
        <w:jc w:val="both"/>
      </w:pPr>
    </w:p>
    <w:p w14:paraId="053D780C" w14:textId="77777777" w:rsidR="00C0135E" w:rsidRPr="00B04C36" w:rsidRDefault="00C0135E" w:rsidP="00C0135E">
      <w:pPr>
        <w:pStyle w:val="11"/>
        <w:ind w:firstLine="709"/>
        <w:jc w:val="both"/>
      </w:pPr>
      <w:r w:rsidRPr="00B04C36">
        <w:t>«1. Утвердить основные характеристики бюджета Балахнинского муниципального округа на 2021 год:</w:t>
      </w:r>
    </w:p>
    <w:p w14:paraId="2233052E" w14:textId="38F155C7" w:rsidR="00C0135E" w:rsidRPr="00B04C36" w:rsidRDefault="00C0135E" w:rsidP="00C0135E">
      <w:pPr>
        <w:pStyle w:val="11"/>
        <w:ind w:firstLine="709"/>
        <w:jc w:val="both"/>
      </w:pPr>
      <w:r w:rsidRPr="00B04C36">
        <w:t xml:space="preserve">         - общий объем доходов в сумме </w:t>
      </w:r>
      <w:r w:rsidR="00703D79">
        <w:t>2 417 525,3</w:t>
      </w:r>
      <w:r w:rsidRPr="00B04C36">
        <w:t xml:space="preserve"> тыс. рублей;</w:t>
      </w:r>
    </w:p>
    <w:p w14:paraId="1A5A7E9E" w14:textId="41B64BF0" w:rsidR="00C0135E" w:rsidRPr="00CE7E55" w:rsidRDefault="00C0135E" w:rsidP="00C0135E">
      <w:pPr>
        <w:pStyle w:val="11"/>
        <w:ind w:firstLine="709"/>
        <w:jc w:val="both"/>
        <w:rPr>
          <w:color w:val="000000"/>
        </w:rPr>
      </w:pPr>
      <w:r w:rsidRPr="00CE7E55">
        <w:rPr>
          <w:color w:val="000000"/>
        </w:rPr>
        <w:t xml:space="preserve">         - общий объем расходов в сумме 2 4</w:t>
      </w:r>
      <w:r w:rsidR="00CE7E55" w:rsidRPr="00CE7E55">
        <w:rPr>
          <w:color w:val="000000"/>
        </w:rPr>
        <w:t>7</w:t>
      </w:r>
      <w:r w:rsidRPr="00CE7E55">
        <w:rPr>
          <w:color w:val="000000"/>
        </w:rPr>
        <w:t>2 </w:t>
      </w:r>
      <w:r w:rsidR="00CE7E55" w:rsidRPr="00CE7E55">
        <w:rPr>
          <w:color w:val="000000"/>
        </w:rPr>
        <w:t>456</w:t>
      </w:r>
      <w:r w:rsidRPr="00CE7E55">
        <w:rPr>
          <w:color w:val="000000"/>
        </w:rPr>
        <w:t xml:space="preserve">, </w:t>
      </w:r>
      <w:r w:rsidR="00CE7E55" w:rsidRPr="00CE7E55">
        <w:rPr>
          <w:color w:val="000000"/>
        </w:rPr>
        <w:t>9</w:t>
      </w:r>
      <w:r w:rsidR="00114C2B">
        <w:rPr>
          <w:color w:val="000000"/>
        </w:rPr>
        <w:t xml:space="preserve"> </w:t>
      </w:r>
      <w:r w:rsidRPr="00CE7E55">
        <w:rPr>
          <w:color w:val="000000"/>
        </w:rPr>
        <w:t>тыс. рублей;</w:t>
      </w:r>
    </w:p>
    <w:p w14:paraId="1CB84320" w14:textId="20B6E6D8" w:rsidR="00C0135E" w:rsidRPr="00CE7E55" w:rsidRDefault="00C0135E" w:rsidP="00C0135E">
      <w:pPr>
        <w:pStyle w:val="11"/>
        <w:ind w:firstLine="709"/>
        <w:jc w:val="both"/>
        <w:rPr>
          <w:color w:val="000000"/>
        </w:rPr>
      </w:pPr>
      <w:r w:rsidRPr="00D04EA8">
        <w:t xml:space="preserve">         - размер дефицита</w:t>
      </w:r>
      <w:r w:rsidRPr="00CE7E55">
        <w:rPr>
          <w:color w:val="000000"/>
        </w:rPr>
        <w:t xml:space="preserve"> в сумме 54 </w:t>
      </w:r>
      <w:r w:rsidR="00CE7E55" w:rsidRPr="00CE7E55">
        <w:rPr>
          <w:color w:val="000000"/>
        </w:rPr>
        <w:t>931</w:t>
      </w:r>
      <w:r w:rsidRPr="00CE7E55">
        <w:rPr>
          <w:color w:val="000000"/>
        </w:rPr>
        <w:t>,</w:t>
      </w:r>
      <w:r w:rsidR="00CE7E55" w:rsidRPr="00CE7E55">
        <w:rPr>
          <w:color w:val="000000"/>
        </w:rPr>
        <w:t>6</w:t>
      </w:r>
      <w:r w:rsidRPr="00CE7E55">
        <w:rPr>
          <w:color w:val="000000"/>
        </w:rPr>
        <w:t xml:space="preserve"> тыс. рублей</w:t>
      </w:r>
      <w:proofErr w:type="gramStart"/>
      <w:r w:rsidRPr="00CE7E55">
        <w:rPr>
          <w:color w:val="000000"/>
        </w:rPr>
        <w:t>.»;</w:t>
      </w:r>
      <w:proofErr w:type="gramEnd"/>
    </w:p>
    <w:p w14:paraId="41AE8EA8" w14:textId="0F13C4C2" w:rsidR="006B4FDC" w:rsidRPr="006B4FDC" w:rsidRDefault="00C0135E" w:rsidP="00C0135E">
      <w:pPr>
        <w:ind w:firstLine="709"/>
        <w:jc w:val="both"/>
        <w:rPr>
          <w:szCs w:val="28"/>
        </w:rPr>
      </w:pPr>
      <w:r w:rsidRPr="006B4FDC">
        <w:rPr>
          <w:szCs w:val="28"/>
        </w:rPr>
        <w:lastRenderedPageBreak/>
        <w:t>1.</w:t>
      </w:r>
      <w:r w:rsidR="00A66ABD">
        <w:rPr>
          <w:szCs w:val="28"/>
          <w:lang w:val="en-US"/>
        </w:rPr>
        <w:t>2</w:t>
      </w:r>
      <w:r w:rsidRPr="006B4FDC">
        <w:rPr>
          <w:szCs w:val="28"/>
        </w:rPr>
        <w:t>. приложение 1</w:t>
      </w:r>
      <w:r w:rsidR="006B4FDC" w:rsidRPr="006B4FDC">
        <w:rPr>
          <w:szCs w:val="28"/>
        </w:rPr>
        <w:t>:</w:t>
      </w:r>
    </w:p>
    <w:p w14:paraId="7CC94B15" w14:textId="77777777" w:rsidR="006B4FDC" w:rsidRDefault="006B4FDC" w:rsidP="00C0135E">
      <w:pPr>
        <w:ind w:firstLine="709"/>
        <w:jc w:val="both"/>
        <w:rPr>
          <w:szCs w:val="28"/>
          <w:highlight w:val="yellow"/>
        </w:rPr>
      </w:pPr>
    </w:p>
    <w:tbl>
      <w:tblPr>
        <w:tblW w:w="1031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9"/>
        <w:gridCol w:w="2714"/>
        <w:gridCol w:w="6743"/>
      </w:tblGrid>
      <w:tr w:rsidR="00BC7CE4" w:rsidRPr="0029606D" w14:paraId="7BFC077C" w14:textId="77777777" w:rsidTr="00EC6513">
        <w:trPr>
          <w:tblHeader/>
        </w:trPr>
        <w:tc>
          <w:tcPr>
            <w:tcW w:w="859" w:type="dxa"/>
          </w:tcPr>
          <w:p w14:paraId="4A5E53BC" w14:textId="77777777" w:rsidR="00BC7CE4" w:rsidRPr="0029606D" w:rsidRDefault="00BC7CE4" w:rsidP="00EC6513">
            <w:pPr>
              <w:ind w:right="-109" w:firstLine="0"/>
              <w:jc w:val="center"/>
              <w:rPr>
                <w:b/>
                <w:sz w:val="24"/>
                <w:szCs w:val="24"/>
              </w:rPr>
            </w:pPr>
            <w:r w:rsidRPr="0029606D">
              <w:rPr>
                <w:b/>
                <w:sz w:val="24"/>
                <w:szCs w:val="24"/>
              </w:rPr>
              <w:t>Ведомство</w:t>
            </w:r>
          </w:p>
        </w:tc>
        <w:tc>
          <w:tcPr>
            <w:tcW w:w="2714" w:type="dxa"/>
            <w:vAlign w:val="center"/>
          </w:tcPr>
          <w:p w14:paraId="1FBF40EB" w14:textId="77777777" w:rsidR="00BC7CE4" w:rsidRPr="0029606D" w:rsidRDefault="00BC7CE4" w:rsidP="00EC6513">
            <w:pPr>
              <w:ind w:right="-101" w:firstLine="0"/>
              <w:jc w:val="center"/>
              <w:rPr>
                <w:b/>
                <w:sz w:val="24"/>
                <w:szCs w:val="24"/>
              </w:rPr>
            </w:pPr>
            <w:r w:rsidRPr="0029606D">
              <w:rPr>
                <w:b/>
                <w:sz w:val="24"/>
                <w:szCs w:val="24"/>
              </w:rPr>
              <w:t>Код бюджетной классификации РФ</w:t>
            </w:r>
          </w:p>
        </w:tc>
        <w:tc>
          <w:tcPr>
            <w:tcW w:w="6743" w:type="dxa"/>
            <w:vAlign w:val="center"/>
          </w:tcPr>
          <w:p w14:paraId="072A4740" w14:textId="77777777" w:rsidR="00BC7CE4" w:rsidRPr="0029606D" w:rsidRDefault="00BC7CE4" w:rsidP="00EC6513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9606D">
              <w:rPr>
                <w:b/>
                <w:sz w:val="24"/>
                <w:szCs w:val="24"/>
              </w:rPr>
              <w:t>Администраторы доходов</w:t>
            </w:r>
          </w:p>
        </w:tc>
      </w:tr>
      <w:tr w:rsidR="00BC7CE4" w:rsidRPr="0029606D" w14:paraId="12A768B5" w14:textId="77777777" w:rsidTr="00EC6513">
        <w:trPr>
          <w:tblHeader/>
        </w:trPr>
        <w:tc>
          <w:tcPr>
            <w:tcW w:w="859" w:type="dxa"/>
            <w:vAlign w:val="bottom"/>
          </w:tcPr>
          <w:p w14:paraId="66D3CD9D" w14:textId="1798F950" w:rsidR="00BC7CE4" w:rsidRPr="00BC7CE4" w:rsidRDefault="00BC7CE4" w:rsidP="00BC7CE4">
            <w:pPr>
              <w:ind w:right="-109" w:firstLine="0"/>
              <w:jc w:val="center"/>
              <w:rPr>
                <w:bCs/>
                <w:sz w:val="24"/>
                <w:szCs w:val="24"/>
              </w:rPr>
            </w:pPr>
            <w:r w:rsidRPr="0029606D">
              <w:rPr>
                <w:b/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bottom"/>
          </w:tcPr>
          <w:p w14:paraId="6683F8BE" w14:textId="77777777" w:rsidR="00BC7CE4" w:rsidRPr="00BC7CE4" w:rsidRDefault="00BC7CE4" w:rsidP="00BC7CE4">
            <w:pPr>
              <w:ind w:right="-101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743" w:type="dxa"/>
            <w:vAlign w:val="center"/>
          </w:tcPr>
          <w:p w14:paraId="6FEA82C3" w14:textId="123EFE19" w:rsidR="00BC7CE4" w:rsidRPr="00BC7CE4" w:rsidRDefault="00BC7CE4" w:rsidP="007631BC">
            <w:pPr>
              <w:ind w:firstLine="0"/>
              <w:rPr>
                <w:bCs/>
                <w:sz w:val="24"/>
                <w:szCs w:val="24"/>
              </w:rPr>
            </w:pPr>
            <w:r w:rsidRPr="0029606D">
              <w:rPr>
                <w:b/>
                <w:sz w:val="24"/>
                <w:szCs w:val="24"/>
              </w:rPr>
              <w:t>Администрация Балахнинского муниципального округа Нижегородской области</w:t>
            </w:r>
          </w:p>
        </w:tc>
      </w:tr>
      <w:tr w:rsidR="00E41370" w:rsidRPr="0029606D" w14:paraId="3A53E404" w14:textId="77777777" w:rsidTr="00EC6513">
        <w:trPr>
          <w:tblHeader/>
        </w:trPr>
        <w:tc>
          <w:tcPr>
            <w:tcW w:w="859" w:type="dxa"/>
          </w:tcPr>
          <w:p w14:paraId="684FFE0A" w14:textId="77777777" w:rsidR="002103DA" w:rsidRDefault="002103DA" w:rsidP="00BC7CE4">
            <w:pPr>
              <w:ind w:right="-109" w:firstLine="0"/>
              <w:jc w:val="center"/>
              <w:rPr>
                <w:bCs/>
                <w:sz w:val="24"/>
                <w:szCs w:val="24"/>
              </w:rPr>
            </w:pPr>
          </w:p>
          <w:p w14:paraId="0C8FC2B8" w14:textId="3E589B70" w:rsidR="00E41370" w:rsidRDefault="00E41370" w:rsidP="00BC7CE4">
            <w:pPr>
              <w:ind w:right="-109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center"/>
          </w:tcPr>
          <w:p w14:paraId="59521E13" w14:textId="77777777" w:rsidR="002103DA" w:rsidRDefault="002103DA" w:rsidP="00BC7CE4">
            <w:pPr>
              <w:ind w:right="-101" w:firstLine="0"/>
              <w:jc w:val="center"/>
              <w:rPr>
                <w:bCs/>
                <w:sz w:val="24"/>
                <w:szCs w:val="24"/>
              </w:rPr>
            </w:pPr>
          </w:p>
          <w:p w14:paraId="022DCD83" w14:textId="755BAEE9" w:rsidR="00E41370" w:rsidRDefault="00875A5E" w:rsidP="00BC7CE4">
            <w:pPr>
              <w:ind w:right="-101" w:firstLine="0"/>
              <w:jc w:val="center"/>
              <w:rPr>
                <w:bCs/>
                <w:sz w:val="24"/>
                <w:szCs w:val="24"/>
              </w:rPr>
            </w:pPr>
            <w:r w:rsidRPr="00875A5E">
              <w:rPr>
                <w:bCs/>
                <w:sz w:val="24"/>
                <w:szCs w:val="24"/>
              </w:rPr>
              <w:t>2 02 29999 14 0220 150</w:t>
            </w:r>
          </w:p>
        </w:tc>
        <w:tc>
          <w:tcPr>
            <w:tcW w:w="6743" w:type="dxa"/>
            <w:vAlign w:val="center"/>
          </w:tcPr>
          <w:p w14:paraId="3231C4B3" w14:textId="79ADD5D5" w:rsidR="00E41370" w:rsidRPr="00BC7CE4" w:rsidRDefault="00392D8B" w:rsidP="007631BC">
            <w:pPr>
              <w:ind w:firstLine="0"/>
              <w:rPr>
                <w:bCs/>
                <w:sz w:val="24"/>
                <w:szCs w:val="24"/>
              </w:rPr>
            </w:pPr>
            <w:r w:rsidRPr="00392D8B">
              <w:rPr>
                <w:bCs/>
                <w:sz w:val="24"/>
                <w:szCs w:val="24"/>
              </w:rPr>
              <w:t>Субсидии на реализацию проекта инициативного бюджетирования «Вам решать!»</w:t>
            </w:r>
          </w:p>
        </w:tc>
      </w:tr>
      <w:tr w:rsidR="00BC7CE4" w:rsidRPr="0029606D" w14:paraId="5EC1035F" w14:textId="77777777" w:rsidTr="00EC6513">
        <w:trPr>
          <w:tblHeader/>
        </w:trPr>
        <w:tc>
          <w:tcPr>
            <w:tcW w:w="859" w:type="dxa"/>
          </w:tcPr>
          <w:p w14:paraId="298BA83A" w14:textId="77777777" w:rsidR="002103DA" w:rsidRDefault="002103DA" w:rsidP="00BC7CE4">
            <w:pPr>
              <w:ind w:right="-109" w:firstLine="0"/>
              <w:jc w:val="center"/>
              <w:rPr>
                <w:bCs/>
                <w:sz w:val="24"/>
                <w:szCs w:val="24"/>
              </w:rPr>
            </w:pPr>
          </w:p>
          <w:p w14:paraId="31A47A91" w14:textId="77777777" w:rsidR="002103DA" w:rsidRDefault="002103DA" w:rsidP="00BC7CE4">
            <w:pPr>
              <w:ind w:right="-109" w:firstLine="0"/>
              <w:jc w:val="center"/>
              <w:rPr>
                <w:bCs/>
                <w:sz w:val="24"/>
                <w:szCs w:val="24"/>
              </w:rPr>
            </w:pPr>
          </w:p>
          <w:p w14:paraId="19CADEF6" w14:textId="6DC174A3" w:rsidR="00BC7CE4" w:rsidRPr="00BC7CE4" w:rsidRDefault="00985FCB" w:rsidP="00BC7CE4">
            <w:pPr>
              <w:ind w:right="-109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center"/>
          </w:tcPr>
          <w:p w14:paraId="0891EE9D" w14:textId="77777777" w:rsidR="002103DA" w:rsidRDefault="002103DA" w:rsidP="00BC7CE4">
            <w:pPr>
              <w:ind w:right="-101" w:firstLine="0"/>
              <w:jc w:val="center"/>
              <w:rPr>
                <w:bCs/>
                <w:sz w:val="24"/>
                <w:szCs w:val="24"/>
              </w:rPr>
            </w:pPr>
          </w:p>
          <w:p w14:paraId="63124D88" w14:textId="77777777" w:rsidR="002103DA" w:rsidRDefault="002103DA" w:rsidP="00BC7CE4">
            <w:pPr>
              <w:ind w:right="-101" w:firstLine="0"/>
              <w:jc w:val="center"/>
              <w:rPr>
                <w:bCs/>
                <w:sz w:val="24"/>
                <w:szCs w:val="24"/>
              </w:rPr>
            </w:pPr>
          </w:p>
          <w:p w14:paraId="16D85079" w14:textId="617BBD19" w:rsidR="00BC7CE4" w:rsidRPr="00BC7CE4" w:rsidRDefault="005772E2" w:rsidP="00BC7CE4">
            <w:pPr>
              <w:ind w:right="-101" w:firstLine="0"/>
              <w:jc w:val="center"/>
              <w:rPr>
                <w:bCs/>
                <w:sz w:val="24"/>
                <w:szCs w:val="24"/>
              </w:rPr>
            </w:pPr>
            <w:r w:rsidRPr="005772E2">
              <w:rPr>
                <w:bCs/>
                <w:sz w:val="24"/>
                <w:szCs w:val="24"/>
              </w:rPr>
              <w:t>2 04 04020 14 0000 150</w:t>
            </w:r>
          </w:p>
        </w:tc>
        <w:tc>
          <w:tcPr>
            <w:tcW w:w="6743" w:type="dxa"/>
            <w:vAlign w:val="center"/>
          </w:tcPr>
          <w:p w14:paraId="0393F8EB" w14:textId="215CEFA7" w:rsidR="00BC7CE4" w:rsidRPr="00BC7CE4" w:rsidRDefault="005772E2" w:rsidP="007631BC">
            <w:pPr>
              <w:ind w:firstLine="0"/>
              <w:rPr>
                <w:bCs/>
                <w:sz w:val="24"/>
                <w:szCs w:val="24"/>
              </w:rPr>
            </w:pPr>
            <w:r w:rsidRPr="005772E2">
              <w:rPr>
                <w:bCs/>
                <w:sz w:val="24"/>
                <w:szCs w:val="24"/>
              </w:rPr>
              <w:t>Поступления от денежных пожертвований, предоставляемых негосударственными организациями получателям средств бюджетов муниципальных округов</w:t>
            </w:r>
          </w:p>
        </w:tc>
      </w:tr>
      <w:tr w:rsidR="00BC7CE4" w:rsidRPr="0029606D" w14:paraId="707B1C58" w14:textId="77777777" w:rsidTr="00EC6513">
        <w:trPr>
          <w:tblHeader/>
        </w:trPr>
        <w:tc>
          <w:tcPr>
            <w:tcW w:w="859" w:type="dxa"/>
          </w:tcPr>
          <w:p w14:paraId="6D1A1500" w14:textId="77777777" w:rsidR="00620975" w:rsidRDefault="00620975" w:rsidP="00BC7CE4">
            <w:pPr>
              <w:ind w:right="-109" w:firstLine="0"/>
              <w:jc w:val="center"/>
              <w:rPr>
                <w:bCs/>
                <w:sz w:val="24"/>
                <w:szCs w:val="24"/>
              </w:rPr>
            </w:pPr>
          </w:p>
          <w:p w14:paraId="707054BD" w14:textId="77777777" w:rsidR="00620975" w:rsidRDefault="00620975" w:rsidP="00BC7CE4">
            <w:pPr>
              <w:ind w:right="-109" w:firstLine="0"/>
              <w:jc w:val="center"/>
              <w:rPr>
                <w:bCs/>
                <w:sz w:val="24"/>
                <w:szCs w:val="24"/>
              </w:rPr>
            </w:pPr>
          </w:p>
          <w:p w14:paraId="7C705B2A" w14:textId="77777777" w:rsidR="00620975" w:rsidRDefault="00620975" w:rsidP="00BC7CE4">
            <w:pPr>
              <w:ind w:right="-109" w:firstLine="0"/>
              <w:jc w:val="center"/>
              <w:rPr>
                <w:bCs/>
                <w:sz w:val="24"/>
                <w:szCs w:val="24"/>
              </w:rPr>
            </w:pPr>
          </w:p>
          <w:p w14:paraId="5BD1455E" w14:textId="77777777" w:rsidR="00620975" w:rsidRDefault="00620975" w:rsidP="00BC7CE4">
            <w:pPr>
              <w:ind w:right="-109" w:firstLine="0"/>
              <w:jc w:val="center"/>
              <w:rPr>
                <w:bCs/>
                <w:sz w:val="24"/>
                <w:szCs w:val="24"/>
              </w:rPr>
            </w:pPr>
          </w:p>
          <w:p w14:paraId="76310046" w14:textId="7D66622D" w:rsidR="00BC7CE4" w:rsidRPr="00BC7CE4" w:rsidRDefault="00773AE6" w:rsidP="00BC7CE4">
            <w:pPr>
              <w:ind w:right="-109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center"/>
          </w:tcPr>
          <w:p w14:paraId="075F2872" w14:textId="77777777" w:rsidR="00620975" w:rsidRDefault="00620975" w:rsidP="00BC7CE4">
            <w:pPr>
              <w:ind w:right="-101" w:firstLine="0"/>
              <w:jc w:val="center"/>
              <w:rPr>
                <w:bCs/>
                <w:sz w:val="24"/>
                <w:szCs w:val="24"/>
              </w:rPr>
            </w:pPr>
          </w:p>
          <w:p w14:paraId="4373468D" w14:textId="77777777" w:rsidR="00620975" w:rsidRDefault="00620975" w:rsidP="00BC7CE4">
            <w:pPr>
              <w:ind w:right="-101" w:firstLine="0"/>
              <w:jc w:val="center"/>
              <w:rPr>
                <w:bCs/>
                <w:sz w:val="24"/>
                <w:szCs w:val="24"/>
              </w:rPr>
            </w:pPr>
          </w:p>
          <w:p w14:paraId="4C1E5961" w14:textId="77777777" w:rsidR="00620975" w:rsidRDefault="00620975" w:rsidP="00BC7CE4">
            <w:pPr>
              <w:ind w:right="-101" w:firstLine="0"/>
              <w:jc w:val="center"/>
              <w:rPr>
                <w:bCs/>
                <w:sz w:val="24"/>
                <w:szCs w:val="24"/>
              </w:rPr>
            </w:pPr>
          </w:p>
          <w:p w14:paraId="19994DC8" w14:textId="77777777" w:rsidR="00620975" w:rsidRDefault="00620975" w:rsidP="00BC7CE4">
            <w:pPr>
              <w:ind w:right="-101" w:firstLine="0"/>
              <w:jc w:val="center"/>
              <w:rPr>
                <w:bCs/>
                <w:sz w:val="24"/>
                <w:szCs w:val="24"/>
              </w:rPr>
            </w:pPr>
          </w:p>
          <w:p w14:paraId="50E46548" w14:textId="4357C7D0" w:rsidR="00BC7CE4" w:rsidRPr="00BC7CE4" w:rsidRDefault="00620975" w:rsidP="00BC7CE4">
            <w:pPr>
              <w:ind w:right="-101" w:firstLine="0"/>
              <w:jc w:val="center"/>
              <w:rPr>
                <w:bCs/>
                <w:sz w:val="24"/>
                <w:szCs w:val="24"/>
              </w:rPr>
            </w:pPr>
            <w:r w:rsidRPr="00620975">
              <w:rPr>
                <w:bCs/>
                <w:sz w:val="24"/>
                <w:szCs w:val="24"/>
              </w:rPr>
              <w:t>2 19 25304 14 0000 150</w:t>
            </w:r>
          </w:p>
        </w:tc>
        <w:tc>
          <w:tcPr>
            <w:tcW w:w="6743" w:type="dxa"/>
            <w:vAlign w:val="center"/>
          </w:tcPr>
          <w:p w14:paraId="650E4BB4" w14:textId="6EB5ECA7" w:rsidR="00BC7CE4" w:rsidRPr="00BC7CE4" w:rsidRDefault="00620975" w:rsidP="007631BC">
            <w:pPr>
              <w:ind w:firstLine="0"/>
              <w:rPr>
                <w:bCs/>
                <w:sz w:val="24"/>
                <w:szCs w:val="24"/>
              </w:rPr>
            </w:pPr>
            <w:r w:rsidRPr="00620975">
              <w:rPr>
                <w:bCs/>
                <w:sz w:val="24"/>
                <w:szCs w:val="24"/>
              </w:rPr>
              <w:t>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муниципальных округов</w:t>
            </w:r>
          </w:p>
        </w:tc>
      </w:tr>
      <w:tr w:rsidR="00D16A08" w:rsidRPr="0029606D" w14:paraId="71F05BD1" w14:textId="77777777" w:rsidTr="00EC6513">
        <w:trPr>
          <w:tblHeader/>
        </w:trPr>
        <w:tc>
          <w:tcPr>
            <w:tcW w:w="859" w:type="dxa"/>
          </w:tcPr>
          <w:p w14:paraId="0561345C" w14:textId="77777777" w:rsidR="00316AA1" w:rsidRDefault="00316AA1" w:rsidP="00BC7CE4">
            <w:pPr>
              <w:ind w:right="-109" w:firstLine="0"/>
              <w:jc w:val="center"/>
              <w:rPr>
                <w:bCs/>
                <w:sz w:val="24"/>
                <w:szCs w:val="24"/>
              </w:rPr>
            </w:pPr>
          </w:p>
          <w:p w14:paraId="29373CE3" w14:textId="77777777" w:rsidR="00316AA1" w:rsidRDefault="00316AA1" w:rsidP="00BC7CE4">
            <w:pPr>
              <w:ind w:right="-109" w:firstLine="0"/>
              <w:jc w:val="center"/>
              <w:rPr>
                <w:bCs/>
                <w:sz w:val="24"/>
                <w:szCs w:val="24"/>
              </w:rPr>
            </w:pPr>
          </w:p>
          <w:p w14:paraId="53D4F103" w14:textId="77777777" w:rsidR="00316AA1" w:rsidRDefault="00316AA1" w:rsidP="00BC7CE4">
            <w:pPr>
              <w:ind w:right="-109" w:firstLine="0"/>
              <w:jc w:val="center"/>
              <w:rPr>
                <w:bCs/>
                <w:sz w:val="24"/>
                <w:szCs w:val="24"/>
              </w:rPr>
            </w:pPr>
          </w:p>
          <w:p w14:paraId="418D7890" w14:textId="77777777" w:rsidR="00316AA1" w:rsidRDefault="00316AA1" w:rsidP="00BC7CE4">
            <w:pPr>
              <w:ind w:right="-109" w:firstLine="0"/>
              <w:jc w:val="center"/>
              <w:rPr>
                <w:bCs/>
                <w:sz w:val="24"/>
                <w:szCs w:val="24"/>
              </w:rPr>
            </w:pPr>
          </w:p>
          <w:p w14:paraId="3107A2E2" w14:textId="2B2EE82B" w:rsidR="00D16A08" w:rsidRDefault="000F65AB" w:rsidP="00BC7CE4">
            <w:pPr>
              <w:ind w:right="-109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center"/>
          </w:tcPr>
          <w:p w14:paraId="0C94DB2F" w14:textId="77777777" w:rsidR="00316AA1" w:rsidRDefault="00316AA1" w:rsidP="00BC7CE4">
            <w:pPr>
              <w:ind w:right="-101" w:firstLine="0"/>
              <w:jc w:val="center"/>
              <w:rPr>
                <w:bCs/>
                <w:sz w:val="24"/>
                <w:szCs w:val="24"/>
              </w:rPr>
            </w:pPr>
          </w:p>
          <w:p w14:paraId="09FCF850" w14:textId="77777777" w:rsidR="00316AA1" w:rsidRDefault="00316AA1" w:rsidP="00BC7CE4">
            <w:pPr>
              <w:ind w:right="-101" w:firstLine="0"/>
              <w:jc w:val="center"/>
              <w:rPr>
                <w:bCs/>
                <w:sz w:val="24"/>
                <w:szCs w:val="24"/>
              </w:rPr>
            </w:pPr>
          </w:p>
          <w:p w14:paraId="41AAD3E4" w14:textId="77777777" w:rsidR="00316AA1" w:rsidRDefault="00316AA1" w:rsidP="00BC7CE4">
            <w:pPr>
              <w:ind w:right="-101" w:firstLine="0"/>
              <w:jc w:val="center"/>
              <w:rPr>
                <w:bCs/>
                <w:sz w:val="24"/>
                <w:szCs w:val="24"/>
              </w:rPr>
            </w:pPr>
          </w:p>
          <w:p w14:paraId="0C893586" w14:textId="77777777" w:rsidR="00316AA1" w:rsidRDefault="00316AA1" w:rsidP="00BC7CE4">
            <w:pPr>
              <w:ind w:right="-101" w:firstLine="0"/>
              <w:jc w:val="center"/>
              <w:rPr>
                <w:bCs/>
                <w:sz w:val="24"/>
                <w:szCs w:val="24"/>
              </w:rPr>
            </w:pPr>
          </w:p>
          <w:p w14:paraId="0D007818" w14:textId="518F9663" w:rsidR="00D16A08" w:rsidRDefault="000F65AB" w:rsidP="00BC7CE4">
            <w:pPr>
              <w:ind w:right="-101" w:firstLine="0"/>
              <w:jc w:val="center"/>
              <w:rPr>
                <w:bCs/>
                <w:sz w:val="24"/>
                <w:szCs w:val="24"/>
              </w:rPr>
            </w:pPr>
            <w:r w:rsidRPr="000F65AB">
              <w:rPr>
                <w:bCs/>
                <w:sz w:val="24"/>
                <w:szCs w:val="24"/>
              </w:rPr>
              <w:t>2 19 45303 14 0000 150</w:t>
            </w:r>
          </w:p>
        </w:tc>
        <w:tc>
          <w:tcPr>
            <w:tcW w:w="6743" w:type="dxa"/>
            <w:vAlign w:val="center"/>
          </w:tcPr>
          <w:p w14:paraId="660BE8D7" w14:textId="613241C6" w:rsidR="00D16A08" w:rsidRPr="00BC7CE4" w:rsidRDefault="000F65AB" w:rsidP="007631BC">
            <w:pPr>
              <w:ind w:firstLine="0"/>
              <w:rPr>
                <w:bCs/>
                <w:sz w:val="24"/>
                <w:szCs w:val="24"/>
              </w:rPr>
            </w:pPr>
            <w:r w:rsidRPr="000F65AB">
              <w:rPr>
                <w:bCs/>
                <w:sz w:val="24"/>
                <w:szCs w:val="24"/>
              </w:rPr>
              <w:t>Возврат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муниципальных округов</w:t>
            </w:r>
          </w:p>
        </w:tc>
      </w:tr>
    </w:tbl>
    <w:p w14:paraId="60AFF006" w14:textId="5152540C" w:rsidR="00C0135E" w:rsidRDefault="00C0135E" w:rsidP="00C0135E">
      <w:pPr>
        <w:ind w:firstLine="709"/>
        <w:jc w:val="both"/>
        <w:rPr>
          <w:szCs w:val="28"/>
          <w:highlight w:val="yellow"/>
        </w:rPr>
      </w:pPr>
    </w:p>
    <w:p w14:paraId="759A9B5B" w14:textId="3C5C2E6E" w:rsidR="006B4FDC" w:rsidRPr="006B4FDC" w:rsidRDefault="00C0135E" w:rsidP="00C0135E">
      <w:pPr>
        <w:ind w:firstLine="709"/>
        <w:jc w:val="both"/>
        <w:rPr>
          <w:szCs w:val="28"/>
        </w:rPr>
      </w:pPr>
      <w:r w:rsidRPr="006B4FDC">
        <w:rPr>
          <w:szCs w:val="28"/>
        </w:rPr>
        <w:t>1.</w:t>
      </w:r>
      <w:r w:rsidR="00062C52">
        <w:rPr>
          <w:szCs w:val="28"/>
          <w:lang w:val="en-US"/>
        </w:rPr>
        <w:t>3</w:t>
      </w:r>
      <w:r w:rsidRPr="006B4FDC">
        <w:rPr>
          <w:szCs w:val="28"/>
        </w:rPr>
        <w:t>. приложение 3</w:t>
      </w:r>
      <w:r w:rsidR="006B4FDC" w:rsidRPr="006B4FDC">
        <w:rPr>
          <w:szCs w:val="28"/>
        </w:rPr>
        <w:t>:</w:t>
      </w:r>
    </w:p>
    <w:p w14:paraId="06F12FB7" w14:textId="77777777" w:rsidR="006B4FDC" w:rsidRDefault="006B4FDC" w:rsidP="00C0135E">
      <w:pPr>
        <w:ind w:firstLine="709"/>
        <w:jc w:val="both"/>
        <w:rPr>
          <w:szCs w:val="28"/>
          <w:highlight w:val="yellow"/>
        </w:rPr>
      </w:pPr>
    </w:p>
    <w:tbl>
      <w:tblPr>
        <w:tblW w:w="10682" w:type="dxa"/>
        <w:jc w:val="center"/>
        <w:tblLook w:val="04A0" w:firstRow="1" w:lastRow="0" w:firstColumn="1" w:lastColumn="0" w:noHBand="0" w:noVBand="1"/>
      </w:tblPr>
      <w:tblGrid>
        <w:gridCol w:w="2620"/>
        <w:gridCol w:w="3684"/>
        <w:gridCol w:w="1417"/>
        <w:gridCol w:w="1480"/>
        <w:gridCol w:w="1481"/>
      </w:tblGrid>
      <w:tr w:rsidR="009E7A28" w:rsidRPr="009E7A28" w14:paraId="269EAC60" w14:textId="77777777" w:rsidTr="00C44417">
        <w:trPr>
          <w:cantSplit/>
          <w:trHeight w:val="579"/>
          <w:tblHeader/>
          <w:jc w:val="center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06401" w14:textId="77777777" w:rsidR="00460331" w:rsidRPr="009E7A28" w:rsidRDefault="00460331" w:rsidP="00EC651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E7A28">
              <w:rPr>
                <w:b/>
                <w:bCs/>
                <w:sz w:val="24"/>
                <w:szCs w:val="24"/>
              </w:rPr>
              <w:t xml:space="preserve">Код бюджетной классификации доходов </w:t>
            </w:r>
          </w:p>
        </w:tc>
        <w:tc>
          <w:tcPr>
            <w:tcW w:w="36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95C5F" w14:textId="77777777" w:rsidR="00460331" w:rsidRPr="009E7A28" w:rsidRDefault="00460331" w:rsidP="00EC651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E7A28">
              <w:rPr>
                <w:b/>
                <w:bCs/>
                <w:sz w:val="24"/>
                <w:szCs w:val="24"/>
              </w:rPr>
              <w:t xml:space="preserve">Наименование доходов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97277" w14:textId="77777777" w:rsidR="00460331" w:rsidRPr="009E7A28" w:rsidRDefault="00460331" w:rsidP="00EC651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E7A28">
              <w:rPr>
                <w:b/>
                <w:bCs/>
                <w:sz w:val="24"/>
                <w:szCs w:val="24"/>
              </w:rPr>
              <w:t>2021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923C9" w14:textId="77777777" w:rsidR="00460331" w:rsidRPr="009E7A28" w:rsidRDefault="00460331" w:rsidP="00EC651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E7A28">
              <w:rPr>
                <w:b/>
                <w:bCs/>
                <w:sz w:val="24"/>
                <w:szCs w:val="24"/>
              </w:rPr>
              <w:t>2022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EA6B8" w14:textId="77777777" w:rsidR="00460331" w:rsidRPr="009E7A28" w:rsidRDefault="00460331" w:rsidP="00EC651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E7A28">
              <w:rPr>
                <w:b/>
                <w:bCs/>
                <w:sz w:val="24"/>
                <w:szCs w:val="24"/>
              </w:rPr>
              <w:t>2023</w:t>
            </w:r>
          </w:p>
        </w:tc>
      </w:tr>
      <w:tr w:rsidR="005964B9" w:rsidRPr="005964B9" w14:paraId="513543F1" w14:textId="77777777" w:rsidTr="00C44417">
        <w:trPr>
          <w:cantSplit/>
          <w:trHeight w:val="649"/>
          <w:jc w:val="center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5BF46" w14:textId="77777777" w:rsidR="00460331" w:rsidRPr="005964B9" w:rsidRDefault="00460331" w:rsidP="00EC651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964B9">
              <w:rPr>
                <w:b/>
                <w:bCs/>
                <w:sz w:val="24"/>
                <w:szCs w:val="24"/>
              </w:rPr>
              <w:t>1 13 00000 00 0000 000</w:t>
            </w:r>
          </w:p>
        </w:tc>
        <w:tc>
          <w:tcPr>
            <w:tcW w:w="3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07AEE2" w14:textId="77777777" w:rsidR="00460331" w:rsidRPr="005964B9" w:rsidRDefault="00460331" w:rsidP="00EC6513">
            <w:pPr>
              <w:ind w:firstLine="0"/>
              <w:rPr>
                <w:b/>
                <w:bCs/>
                <w:sz w:val="24"/>
                <w:szCs w:val="24"/>
              </w:rPr>
            </w:pPr>
            <w:r w:rsidRPr="005964B9">
              <w:rPr>
                <w:b/>
                <w:bCs/>
                <w:sz w:val="24"/>
                <w:szCs w:val="24"/>
              </w:rPr>
              <w:t>1.8. Доходы от оказания платных услуг (работ) и компенсации затрат государства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CCCE65" w14:textId="48584192" w:rsidR="00460331" w:rsidRPr="005964B9" w:rsidRDefault="005F42A7" w:rsidP="00EC651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964B9">
              <w:rPr>
                <w:b/>
                <w:bCs/>
                <w:sz w:val="24"/>
                <w:szCs w:val="24"/>
              </w:rPr>
              <w:t>10 715,6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6DEAC" w14:textId="77777777" w:rsidR="00460331" w:rsidRPr="005964B9" w:rsidRDefault="00460331" w:rsidP="00EC651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964B9">
              <w:rPr>
                <w:b/>
                <w:bCs/>
                <w:sz w:val="24"/>
                <w:szCs w:val="24"/>
              </w:rPr>
              <w:t>657,4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92822" w14:textId="77777777" w:rsidR="00460331" w:rsidRPr="005964B9" w:rsidRDefault="00460331" w:rsidP="00EC651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964B9">
              <w:rPr>
                <w:b/>
                <w:bCs/>
                <w:sz w:val="24"/>
                <w:szCs w:val="24"/>
              </w:rPr>
              <w:t>683,7</w:t>
            </w:r>
          </w:p>
        </w:tc>
      </w:tr>
      <w:tr w:rsidR="005964B9" w:rsidRPr="005964B9" w14:paraId="7E195733" w14:textId="77777777" w:rsidTr="00C44417">
        <w:trPr>
          <w:cantSplit/>
          <w:trHeight w:val="469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7C591C" w14:textId="77777777" w:rsidR="00460331" w:rsidRPr="005964B9" w:rsidRDefault="00460331" w:rsidP="00EC6513">
            <w:pPr>
              <w:ind w:firstLine="0"/>
              <w:jc w:val="center"/>
              <w:rPr>
                <w:sz w:val="24"/>
                <w:szCs w:val="24"/>
              </w:rPr>
            </w:pPr>
            <w:r w:rsidRPr="005964B9">
              <w:rPr>
                <w:sz w:val="24"/>
                <w:szCs w:val="24"/>
              </w:rPr>
              <w:t>1 13 02994 14 0000 130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733181" w14:textId="77777777" w:rsidR="00460331" w:rsidRPr="005964B9" w:rsidRDefault="00460331" w:rsidP="00EC6513">
            <w:pPr>
              <w:ind w:firstLine="0"/>
              <w:rPr>
                <w:sz w:val="24"/>
                <w:szCs w:val="24"/>
              </w:rPr>
            </w:pPr>
            <w:r w:rsidRPr="005964B9">
              <w:rPr>
                <w:sz w:val="24"/>
                <w:szCs w:val="24"/>
              </w:rPr>
              <w:t>1.8.1. Прочие доходы от компенсации затрат бюджетов муниципальных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3F13C1" w14:textId="30C1CDE1" w:rsidR="00460331" w:rsidRPr="005964B9" w:rsidRDefault="005964B9" w:rsidP="00EC6513">
            <w:pPr>
              <w:ind w:firstLine="0"/>
              <w:jc w:val="center"/>
              <w:rPr>
                <w:sz w:val="24"/>
                <w:szCs w:val="24"/>
              </w:rPr>
            </w:pPr>
            <w:r w:rsidRPr="005964B9">
              <w:rPr>
                <w:sz w:val="24"/>
                <w:szCs w:val="24"/>
              </w:rPr>
              <w:t>10 715,6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5B08D" w14:textId="77777777" w:rsidR="00460331" w:rsidRPr="005964B9" w:rsidRDefault="00460331" w:rsidP="00EC6513">
            <w:pPr>
              <w:ind w:firstLine="0"/>
              <w:jc w:val="center"/>
              <w:rPr>
                <w:sz w:val="24"/>
                <w:szCs w:val="24"/>
              </w:rPr>
            </w:pPr>
            <w:r w:rsidRPr="005964B9">
              <w:rPr>
                <w:sz w:val="24"/>
                <w:szCs w:val="24"/>
              </w:rPr>
              <w:t>657,4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2D81C" w14:textId="77777777" w:rsidR="00460331" w:rsidRPr="005964B9" w:rsidRDefault="00460331" w:rsidP="00EC6513">
            <w:pPr>
              <w:ind w:firstLine="0"/>
              <w:jc w:val="center"/>
              <w:rPr>
                <w:sz w:val="24"/>
                <w:szCs w:val="24"/>
              </w:rPr>
            </w:pPr>
            <w:r w:rsidRPr="005964B9">
              <w:rPr>
                <w:sz w:val="24"/>
                <w:szCs w:val="24"/>
              </w:rPr>
              <w:t>683,7</w:t>
            </w:r>
          </w:p>
        </w:tc>
      </w:tr>
      <w:tr w:rsidR="0099154C" w:rsidRPr="0099154C" w14:paraId="6E1788D6" w14:textId="77777777" w:rsidTr="00C44417">
        <w:trPr>
          <w:cantSplit/>
          <w:trHeight w:val="525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80D19" w14:textId="77777777" w:rsidR="00460331" w:rsidRPr="0099154C" w:rsidRDefault="00460331" w:rsidP="00EC651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9154C">
              <w:rPr>
                <w:b/>
                <w:bCs/>
                <w:sz w:val="24"/>
                <w:szCs w:val="24"/>
              </w:rPr>
              <w:t>1 16 00000 00 0000 000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CB3C7F" w14:textId="77777777" w:rsidR="00460331" w:rsidRPr="0099154C" w:rsidRDefault="00460331" w:rsidP="00EC6513">
            <w:pPr>
              <w:ind w:firstLine="0"/>
              <w:rPr>
                <w:b/>
                <w:bCs/>
                <w:sz w:val="24"/>
                <w:szCs w:val="24"/>
              </w:rPr>
            </w:pPr>
            <w:r w:rsidRPr="0099154C">
              <w:rPr>
                <w:b/>
                <w:bCs/>
                <w:sz w:val="24"/>
                <w:szCs w:val="24"/>
              </w:rPr>
              <w:t>1.10. Штрафы, санкции, возмещение ущерба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DC8165" w14:textId="79D0B07A" w:rsidR="00460331" w:rsidRPr="0099154C" w:rsidRDefault="0099154C" w:rsidP="00EC651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9154C">
              <w:rPr>
                <w:b/>
                <w:bCs/>
                <w:sz w:val="24"/>
                <w:szCs w:val="24"/>
              </w:rPr>
              <w:t>11 947,8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5CCE72" w14:textId="77777777" w:rsidR="00460331" w:rsidRPr="0099154C" w:rsidRDefault="00460331" w:rsidP="00EC651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9154C">
              <w:rPr>
                <w:b/>
                <w:bCs/>
                <w:sz w:val="24"/>
                <w:szCs w:val="24"/>
              </w:rPr>
              <w:t>5 299,5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89B37" w14:textId="77777777" w:rsidR="00460331" w:rsidRPr="0099154C" w:rsidRDefault="00460331" w:rsidP="00EC651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9154C">
              <w:rPr>
                <w:b/>
                <w:bCs/>
                <w:sz w:val="24"/>
                <w:szCs w:val="24"/>
              </w:rPr>
              <w:t>5 511,3</w:t>
            </w:r>
          </w:p>
        </w:tc>
      </w:tr>
      <w:tr w:rsidR="00F165D6" w:rsidRPr="00F165D6" w14:paraId="239C2431" w14:textId="77777777" w:rsidTr="00C44417">
        <w:trPr>
          <w:cantSplit/>
          <w:trHeight w:val="1410"/>
          <w:jc w:val="center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61D84" w14:textId="77777777" w:rsidR="00460331" w:rsidRPr="00F165D6" w:rsidRDefault="00460331" w:rsidP="00EC6513">
            <w:pPr>
              <w:ind w:firstLine="0"/>
              <w:jc w:val="center"/>
              <w:rPr>
                <w:sz w:val="24"/>
                <w:szCs w:val="24"/>
              </w:rPr>
            </w:pPr>
            <w:r w:rsidRPr="00F165D6">
              <w:rPr>
                <w:sz w:val="24"/>
                <w:szCs w:val="24"/>
              </w:rPr>
              <w:t>1 16 10123 01 0000 140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473CC6" w14:textId="77777777" w:rsidR="00460331" w:rsidRPr="00F165D6" w:rsidRDefault="00460331" w:rsidP="00EC6513">
            <w:pPr>
              <w:ind w:firstLine="0"/>
              <w:rPr>
                <w:sz w:val="24"/>
                <w:szCs w:val="24"/>
              </w:rPr>
            </w:pPr>
            <w:r w:rsidRPr="00F165D6">
              <w:rPr>
                <w:sz w:val="24"/>
                <w:szCs w:val="24"/>
              </w:rPr>
              <w:t>1.10.18.Доходы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F36075" w14:textId="5967AE0F" w:rsidR="00460331" w:rsidRPr="00F165D6" w:rsidRDefault="00F165D6" w:rsidP="00EC6513">
            <w:pPr>
              <w:ind w:firstLine="0"/>
              <w:jc w:val="center"/>
              <w:rPr>
                <w:sz w:val="24"/>
                <w:szCs w:val="24"/>
              </w:rPr>
            </w:pPr>
            <w:r w:rsidRPr="00F165D6">
              <w:rPr>
                <w:sz w:val="24"/>
                <w:szCs w:val="24"/>
              </w:rPr>
              <w:t>10 812,9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C82AE4" w14:textId="77777777" w:rsidR="00460331" w:rsidRPr="00F165D6" w:rsidRDefault="00460331" w:rsidP="00EC6513">
            <w:pPr>
              <w:ind w:firstLine="0"/>
              <w:jc w:val="center"/>
              <w:rPr>
                <w:sz w:val="24"/>
                <w:szCs w:val="24"/>
              </w:rPr>
            </w:pPr>
            <w:r w:rsidRPr="00F165D6">
              <w:rPr>
                <w:sz w:val="24"/>
                <w:szCs w:val="24"/>
              </w:rPr>
              <w:t>4 119,2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2441F" w14:textId="77777777" w:rsidR="00460331" w:rsidRPr="00F165D6" w:rsidRDefault="00460331" w:rsidP="00EC6513">
            <w:pPr>
              <w:ind w:firstLine="0"/>
              <w:jc w:val="center"/>
              <w:rPr>
                <w:sz w:val="24"/>
                <w:szCs w:val="24"/>
              </w:rPr>
            </w:pPr>
            <w:r w:rsidRPr="00F165D6">
              <w:rPr>
                <w:sz w:val="24"/>
                <w:szCs w:val="24"/>
              </w:rPr>
              <w:t>4 284,0</w:t>
            </w:r>
          </w:p>
        </w:tc>
      </w:tr>
      <w:tr w:rsidR="00D824F1" w:rsidRPr="00D824F1" w14:paraId="28782F16" w14:textId="77777777" w:rsidTr="006F2754">
        <w:trPr>
          <w:cantSplit/>
          <w:trHeight w:val="28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495FC" w14:textId="77777777" w:rsidR="00460331" w:rsidRPr="00D824F1" w:rsidRDefault="00460331" w:rsidP="00EC651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824F1">
              <w:rPr>
                <w:b/>
                <w:bCs/>
                <w:sz w:val="24"/>
                <w:szCs w:val="24"/>
              </w:rPr>
              <w:t>2 00 00000 00 0000 000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A99BF" w14:textId="77777777" w:rsidR="00460331" w:rsidRPr="00D824F1" w:rsidRDefault="00460331" w:rsidP="00EC6513">
            <w:pPr>
              <w:ind w:firstLine="0"/>
              <w:rPr>
                <w:b/>
                <w:bCs/>
                <w:sz w:val="24"/>
                <w:szCs w:val="24"/>
              </w:rPr>
            </w:pPr>
            <w:r w:rsidRPr="00D824F1">
              <w:rPr>
                <w:b/>
                <w:bCs/>
                <w:sz w:val="24"/>
                <w:szCs w:val="24"/>
              </w:rPr>
              <w:t>2. Безвозмездные поступления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590CE1" w14:textId="2B03EC0C" w:rsidR="00460331" w:rsidRPr="00D824F1" w:rsidRDefault="00C44417" w:rsidP="00EC651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824F1">
              <w:rPr>
                <w:b/>
                <w:bCs/>
                <w:sz w:val="24"/>
                <w:szCs w:val="24"/>
              </w:rPr>
              <w:t>1</w:t>
            </w:r>
            <w:r w:rsidR="00AB75DB">
              <w:rPr>
                <w:b/>
                <w:bCs/>
                <w:sz w:val="24"/>
                <w:szCs w:val="24"/>
              </w:rPr>
              <w:t> 545 387,9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4FDB12" w14:textId="77777777" w:rsidR="00460331" w:rsidRPr="00D824F1" w:rsidRDefault="00460331" w:rsidP="00EC651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824F1">
              <w:rPr>
                <w:b/>
                <w:bCs/>
                <w:sz w:val="24"/>
                <w:szCs w:val="24"/>
              </w:rPr>
              <w:t>1 189 436,4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941862" w14:textId="77777777" w:rsidR="00460331" w:rsidRPr="00D824F1" w:rsidRDefault="00460331" w:rsidP="00EC651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824F1">
              <w:rPr>
                <w:b/>
                <w:bCs/>
                <w:sz w:val="24"/>
                <w:szCs w:val="24"/>
              </w:rPr>
              <w:t>1 070 818,5</w:t>
            </w:r>
          </w:p>
        </w:tc>
      </w:tr>
      <w:tr w:rsidR="000909FE" w:rsidRPr="000909FE" w14:paraId="15965671" w14:textId="77777777" w:rsidTr="006F2754">
        <w:trPr>
          <w:cantSplit/>
          <w:trHeight w:val="623"/>
          <w:jc w:val="center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B31D69" w14:textId="77777777" w:rsidR="00460331" w:rsidRPr="000909FE" w:rsidRDefault="00460331" w:rsidP="00EC651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909FE">
              <w:rPr>
                <w:b/>
                <w:bCs/>
                <w:sz w:val="24"/>
                <w:szCs w:val="24"/>
              </w:rPr>
              <w:lastRenderedPageBreak/>
              <w:t>2 02 00000 00 0000 000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C0462" w14:textId="77777777" w:rsidR="00460331" w:rsidRPr="000909FE" w:rsidRDefault="00460331" w:rsidP="00EC6513">
            <w:pPr>
              <w:ind w:firstLine="0"/>
              <w:rPr>
                <w:b/>
                <w:bCs/>
                <w:sz w:val="24"/>
                <w:szCs w:val="24"/>
              </w:rPr>
            </w:pPr>
            <w:r w:rsidRPr="000909FE">
              <w:rPr>
                <w:b/>
                <w:bCs/>
                <w:sz w:val="24"/>
                <w:szCs w:val="24"/>
              </w:rPr>
              <w:t>2.1 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C10922" w14:textId="5619504F" w:rsidR="00460331" w:rsidRPr="000909FE" w:rsidRDefault="00D67DCA" w:rsidP="00EC651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1 550 058,0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88158D" w14:textId="77777777" w:rsidR="00460331" w:rsidRPr="000909FE" w:rsidRDefault="00460331" w:rsidP="00EC651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909FE">
              <w:rPr>
                <w:b/>
                <w:bCs/>
                <w:sz w:val="24"/>
                <w:szCs w:val="24"/>
              </w:rPr>
              <w:t>1 189 436,4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AF7E8B" w14:textId="77777777" w:rsidR="00460331" w:rsidRPr="000909FE" w:rsidRDefault="00460331" w:rsidP="00EC651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909FE">
              <w:rPr>
                <w:b/>
                <w:bCs/>
                <w:sz w:val="24"/>
                <w:szCs w:val="24"/>
              </w:rPr>
              <w:t>1 070 818,5</w:t>
            </w:r>
          </w:p>
        </w:tc>
      </w:tr>
      <w:tr w:rsidR="000909FE" w:rsidRPr="000909FE" w14:paraId="71B36F17" w14:textId="77777777" w:rsidTr="006F2754">
        <w:trPr>
          <w:cantSplit/>
          <w:trHeight w:val="810"/>
          <w:jc w:val="center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8997A" w14:textId="77777777" w:rsidR="00460331" w:rsidRPr="000909FE" w:rsidRDefault="00460331" w:rsidP="00EC651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909FE">
              <w:rPr>
                <w:b/>
                <w:bCs/>
                <w:sz w:val="24"/>
                <w:szCs w:val="24"/>
              </w:rPr>
              <w:t>2 02 20000 00 0000 150</w:t>
            </w:r>
          </w:p>
        </w:tc>
        <w:tc>
          <w:tcPr>
            <w:tcW w:w="3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84C180" w14:textId="7BF7130F" w:rsidR="00460331" w:rsidRPr="000909FE" w:rsidRDefault="00460331" w:rsidP="00EC6513">
            <w:pPr>
              <w:ind w:firstLine="0"/>
              <w:rPr>
                <w:b/>
                <w:bCs/>
                <w:sz w:val="24"/>
                <w:szCs w:val="24"/>
              </w:rPr>
            </w:pPr>
            <w:r w:rsidRPr="000909FE">
              <w:rPr>
                <w:b/>
                <w:bCs/>
                <w:sz w:val="24"/>
                <w:szCs w:val="24"/>
              </w:rPr>
              <w:t>2.1.2. 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001FB9" w14:textId="4B33B1A2" w:rsidR="00460331" w:rsidRPr="000909FE" w:rsidRDefault="00D67DCA" w:rsidP="00EC651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502 942,6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CDB5FA" w14:textId="77777777" w:rsidR="00460331" w:rsidRPr="000909FE" w:rsidRDefault="00460331" w:rsidP="00EC651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909FE">
              <w:rPr>
                <w:b/>
                <w:bCs/>
                <w:sz w:val="24"/>
                <w:szCs w:val="24"/>
              </w:rPr>
              <w:t>225 156,3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B1363" w14:textId="77777777" w:rsidR="00460331" w:rsidRPr="000909FE" w:rsidRDefault="00460331" w:rsidP="00EC651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909FE">
              <w:rPr>
                <w:b/>
                <w:bCs/>
                <w:sz w:val="24"/>
                <w:szCs w:val="24"/>
              </w:rPr>
              <w:t>173 646,1</w:t>
            </w:r>
          </w:p>
        </w:tc>
      </w:tr>
      <w:tr w:rsidR="00EC64B9" w:rsidRPr="00EC64B9" w14:paraId="3D840427" w14:textId="77777777" w:rsidTr="00C44417">
        <w:trPr>
          <w:cantSplit/>
          <w:trHeight w:val="1095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B9B30E" w14:textId="77777777" w:rsidR="00460331" w:rsidRPr="00EC64B9" w:rsidRDefault="00460331" w:rsidP="00EC6513">
            <w:pPr>
              <w:ind w:firstLine="0"/>
              <w:jc w:val="center"/>
              <w:rPr>
                <w:sz w:val="24"/>
                <w:szCs w:val="24"/>
              </w:rPr>
            </w:pPr>
            <w:r w:rsidRPr="00EC64B9">
              <w:rPr>
                <w:sz w:val="24"/>
                <w:szCs w:val="24"/>
              </w:rPr>
              <w:t>2 02 20077 14 0220 150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6D090" w14:textId="77777777" w:rsidR="00460331" w:rsidRPr="00EC64B9" w:rsidRDefault="00460331" w:rsidP="00EC6513">
            <w:pPr>
              <w:ind w:firstLine="0"/>
              <w:rPr>
                <w:sz w:val="24"/>
                <w:szCs w:val="24"/>
              </w:rPr>
            </w:pPr>
            <w:r w:rsidRPr="00EC64B9">
              <w:rPr>
                <w:sz w:val="24"/>
                <w:szCs w:val="24"/>
              </w:rPr>
              <w:t>2.1.2.1. Субсидии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4C1227" w14:textId="7D732449" w:rsidR="00460331" w:rsidRPr="00EC64B9" w:rsidRDefault="000909FE" w:rsidP="00EC6513">
            <w:pPr>
              <w:ind w:firstLine="0"/>
              <w:jc w:val="center"/>
              <w:rPr>
                <w:sz w:val="24"/>
                <w:szCs w:val="24"/>
              </w:rPr>
            </w:pPr>
            <w:r w:rsidRPr="00EC64B9">
              <w:rPr>
                <w:sz w:val="24"/>
                <w:szCs w:val="24"/>
              </w:rPr>
              <w:t>1 028,9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16D77" w14:textId="77777777" w:rsidR="00460331" w:rsidRPr="00EC64B9" w:rsidRDefault="00460331" w:rsidP="00EC6513">
            <w:pPr>
              <w:ind w:firstLine="0"/>
              <w:jc w:val="center"/>
              <w:rPr>
                <w:sz w:val="24"/>
                <w:szCs w:val="24"/>
              </w:rPr>
            </w:pPr>
            <w:r w:rsidRPr="00EC64B9">
              <w:rPr>
                <w:sz w:val="24"/>
                <w:szCs w:val="24"/>
              </w:rPr>
              <w:t>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1151E" w14:textId="77777777" w:rsidR="00460331" w:rsidRPr="00EC64B9" w:rsidRDefault="00460331" w:rsidP="00EC6513">
            <w:pPr>
              <w:ind w:firstLine="0"/>
              <w:jc w:val="center"/>
              <w:rPr>
                <w:sz w:val="24"/>
                <w:szCs w:val="24"/>
              </w:rPr>
            </w:pPr>
            <w:r w:rsidRPr="00EC64B9">
              <w:rPr>
                <w:sz w:val="24"/>
                <w:szCs w:val="24"/>
              </w:rPr>
              <w:t>0,0</w:t>
            </w:r>
          </w:p>
        </w:tc>
      </w:tr>
      <w:tr w:rsidR="00EC64B9" w:rsidRPr="00EC64B9" w14:paraId="172B20C0" w14:textId="77777777" w:rsidTr="00C44417">
        <w:trPr>
          <w:cantSplit/>
          <w:trHeight w:val="795"/>
          <w:jc w:val="center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A02782" w14:textId="77777777" w:rsidR="00460331" w:rsidRPr="00EC64B9" w:rsidRDefault="00460331" w:rsidP="00EC6513">
            <w:pPr>
              <w:ind w:firstLine="0"/>
              <w:jc w:val="center"/>
              <w:rPr>
                <w:sz w:val="24"/>
                <w:szCs w:val="24"/>
              </w:rPr>
            </w:pPr>
            <w:r w:rsidRPr="00EC64B9">
              <w:rPr>
                <w:sz w:val="24"/>
                <w:szCs w:val="24"/>
              </w:rPr>
              <w:t>2 02 20077 14 0220 150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1869CF" w14:textId="77777777" w:rsidR="00460331" w:rsidRPr="00EC64B9" w:rsidRDefault="00460331" w:rsidP="00EC6513">
            <w:pPr>
              <w:ind w:firstLine="0"/>
              <w:rPr>
                <w:sz w:val="24"/>
                <w:szCs w:val="24"/>
              </w:rPr>
            </w:pPr>
            <w:r w:rsidRPr="00EC64B9">
              <w:rPr>
                <w:sz w:val="24"/>
                <w:szCs w:val="24"/>
              </w:rPr>
              <w:t>2.1.2.2.Субсидии на реализацию мероприятий в рамках адресной инвестиционной программы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02441" w14:textId="7D16B000" w:rsidR="00460331" w:rsidRPr="00EC64B9" w:rsidRDefault="000909FE" w:rsidP="00EC6513">
            <w:pPr>
              <w:ind w:firstLine="0"/>
              <w:jc w:val="center"/>
              <w:rPr>
                <w:sz w:val="24"/>
                <w:szCs w:val="24"/>
              </w:rPr>
            </w:pPr>
            <w:r w:rsidRPr="00EC64B9">
              <w:rPr>
                <w:sz w:val="24"/>
                <w:szCs w:val="24"/>
              </w:rPr>
              <w:t>123 717,4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BCDC5" w14:textId="77777777" w:rsidR="00460331" w:rsidRPr="00EC64B9" w:rsidRDefault="00460331" w:rsidP="00EC6513">
            <w:pPr>
              <w:ind w:firstLine="0"/>
              <w:jc w:val="center"/>
              <w:rPr>
                <w:sz w:val="24"/>
                <w:szCs w:val="24"/>
              </w:rPr>
            </w:pPr>
            <w:r w:rsidRPr="00EC64B9">
              <w:rPr>
                <w:sz w:val="24"/>
                <w:szCs w:val="24"/>
              </w:rPr>
              <w:t>33 162,0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1D7A8" w14:textId="77777777" w:rsidR="00460331" w:rsidRPr="00EC64B9" w:rsidRDefault="00460331" w:rsidP="00EC6513">
            <w:pPr>
              <w:ind w:firstLine="0"/>
              <w:jc w:val="center"/>
              <w:rPr>
                <w:sz w:val="24"/>
                <w:szCs w:val="24"/>
              </w:rPr>
            </w:pPr>
            <w:r w:rsidRPr="00EC64B9">
              <w:rPr>
                <w:sz w:val="24"/>
                <w:szCs w:val="24"/>
              </w:rPr>
              <w:t>0,0</w:t>
            </w:r>
          </w:p>
        </w:tc>
      </w:tr>
      <w:tr w:rsidR="009F44B5" w:rsidRPr="009F44B5" w14:paraId="7E36F256" w14:textId="77777777" w:rsidTr="00C44417">
        <w:trPr>
          <w:cantSplit/>
          <w:trHeight w:val="54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DA3202" w14:textId="77777777" w:rsidR="00460331" w:rsidRPr="009F44B5" w:rsidRDefault="00460331" w:rsidP="00EC6513">
            <w:pPr>
              <w:ind w:firstLine="0"/>
              <w:jc w:val="center"/>
              <w:rPr>
                <w:sz w:val="24"/>
                <w:szCs w:val="24"/>
              </w:rPr>
            </w:pPr>
            <w:r w:rsidRPr="009F44B5">
              <w:rPr>
                <w:sz w:val="24"/>
                <w:szCs w:val="24"/>
              </w:rPr>
              <w:t>2 02 25519 14 0110 150</w:t>
            </w:r>
          </w:p>
        </w:tc>
        <w:tc>
          <w:tcPr>
            <w:tcW w:w="36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D4A92" w14:textId="77777777" w:rsidR="00460331" w:rsidRPr="009F44B5" w:rsidRDefault="00460331" w:rsidP="00EC6513">
            <w:pPr>
              <w:ind w:firstLine="0"/>
              <w:rPr>
                <w:sz w:val="24"/>
                <w:szCs w:val="24"/>
              </w:rPr>
            </w:pPr>
            <w:r w:rsidRPr="009F44B5">
              <w:rPr>
                <w:sz w:val="24"/>
                <w:szCs w:val="24"/>
              </w:rPr>
              <w:t>2.1.2.16. Субсидии на поддержку отрасли культуры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E2A6B1" w14:textId="617985CB" w:rsidR="00460331" w:rsidRPr="009F44B5" w:rsidRDefault="00460331" w:rsidP="00EC6513">
            <w:pPr>
              <w:ind w:firstLine="0"/>
              <w:jc w:val="center"/>
              <w:rPr>
                <w:sz w:val="24"/>
                <w:szCs w:val="24"/>
              </w:rPr>
            </w:pPr>
            <w:r w:rsidRPr="009F44B5">
              <w:rPr>
                <w:sz w:val="24"/>
                <w:szCs w:val="24"/>
              </w:rPr>
              <w:t>1 9</w:t>
            </w:r>
            <w:r w:rsidR="009F44B5" w:rsidRPr="009F44B5">
              <w:rPr>
                <w:sz w:val="24"/>
                <w:szCs w:val="24"/>
              </w:rPr>
              <w:t>47</w:t>
            </w:r>
            <w:r w:rsidRPr="009F44B5">
              <w:rPr>
                <w:sz w:val="24"/>
                <w:szCs w:val="24"/>
              </w:rPr>
              <w:t>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1C49F" w14:textId="77777777" w:rsidR="00460331" w:rsidRPr="009F44B5" w:rsidRDefault="00460331" w:rsidP="00EC6513">
            <w:pPr>
              <w:ind w:firstLine="0"/>
              <w:jc w:val="center"/>
              <w:rPr>
                <w:sz w:val="24"/>
                <w:szCs w:val="24"/>
              </w:rPr>
            </w:pPr>
            <w:r w:rsidRPr="009F44B5">
              <w:rPr>
                <w:sz w:val="24"/>
                <w:szCs w:val="24"/>
              </w:rPr>
              <w:t>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0C5F5" w14:textId="77777777" w:rsidR="00460331" w:rsidRPr="009F44B5" w:rsidRDefault="00460331" w:rsidP="00EC6513">
            <w:pPr>
              <w:ind w:firstLine="0"/>
              <w:jc w:val="center"/>
              <w:rPr>
                <w:sz w:val="24"/>
                <w:szCs w:val="24"/>
              </w:rPr>
            </w:pPr>
            <w:r w:rsidRPr="009F44B5">
              <w:rPr>
                <w:sz w:val="24"/>
                <w:szCs w:val="24"/>
              </w:rPr>
              <w:t>0,0</w:t>
            </w:r>
          </w:p>
        </w:tc>
      </w:tr>
      <w:tr w:rsidR="009F44B5" w:rsidRPr="009F44B5" w14:paraId="3040C0A1" w14:textId="77777777" w:rsidTr="00C44417">
        <w:trPr>
          <w:cantSplit/>
          <w:trHeight w:val="420"/>
          <w:jc w:val="center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FBBF23" w14:textId="77777777" w:rsidR="00460331" w:rsidRPr="009F44B5" w:rsidRDefault="00460331" w:rsidP="00EC6513">
            <w:pPr>
              <w:ind w:firstLine="0"/>
              <w:jc w:val="center"/>
              <w:rPr>
                <w:sz w:val="24"/>
                <w:szCs w:val="24"/>
              </w:rPr>
            </w:pPr>
            <w:r w:rsidRPr="009F44B5">
              <w:rPr>
                <w:sz w:val="24"/>
                <w:szCs w:val="24"/>
              </w:rPr>
              <w:t>2 02 25519 14 0220 150</w:t>
            </w:r>
          </w:p>
        </w:tc>
        <w:tc>
          <w:tcPr>
            <w:tcW w:w="3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058CB" w14:textId="77777777" w:rsidR="00460331" w:rsidRPr="009F44B5" w:rsidRDefault="00460331" w:rsidP="00EC6513">
            <w:pPr>
              <w:ind w:firstLine="0"/>
              <w:rPr>
                <w:sz w:val="24"/>
                <w:szCs w:val="24"/>
              </w:rPr>
            </w:pPr>
            <w:r w:rsidRPr="009F44B5">
              <w:rPr>
                <w:sz w:val="24"/>
                <w:szCs w:val="24"/>
              </w:rPr>
              <w:t>2.1.2.17. Субсидии на поддержку отрасли культуры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BB0444" w14:textId="6584F2AE" w:rsidR="00460331" w:rsidRPr="009F44B5" w:rsidRDefault="00460331" w:rsidP="00EC6513">
            <w:pPr>
              <w:ind w:firstLine="0"/>
              <w:jc w:val="center"/>
              <w:rPr>
                <w:sz w:val="24"/>
                <w:szCs w:val="24"/>
              </w:rPr>
            </w:pPr>
            <w:r w:rsidRPr="009F44B5">
              <w:rPr>
                <w:sz w:val="24"/>
                <w:szCs w:val="24"/>
              </w:rPr>
              <w:t>53</w:t>
            </w:r>
            <w:r w:rsidR="009F44B5" w:rsidRPr="009F44B5">
              <w:rPr>
                <w:sz w:val="24"/>
                <w:szCs w:val="24"/>
              </w:rPr>
              <w:t>0</w:t>
            </w:r>
            <w:r w:rsidRPr="009F44B5">
              <w:rPr>
                <w:sz w:val="24"/>
                <w:szCs w:val="24"/>
              </w:rPr>
              <w:t>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F7819" w14:textId="77777777" w:rsidR="00460331" w:rsidRPr="009F44B5" w:rsidRDefault="00460331" w:rsidP="00EC6513">
            <w:pPr>
              <w:ind w:firstLine="0"/>
              <w:jc w:val="center"/>
              <w:rPr>
                <w:sz w:val="24"/>
                <w:szCs w:val="24"/>
              </w:rPr>
            </w:pPr>
            <w:r w:rsidRPr="009F44B5">
              <w:rPr>
                <w:sz w:val="24"/>
                <w:szCs w:val="24"/>
              </w:rPr>
              <w:t>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F42C1" w14:textId="77777777" w:rsidR="00460331" w:rsidRPr="009F44B5" w:rsidRDefault="00460331" w:rsidP="00EC6513">
            <w:pPr>
              <w:ind w:firstLine="0"/>
              <w:jc w:val="center"/>
              <w:rPr>
                <w:sz w:val="24"/>
                <w:szCs w:val="24"/>
              </w:rPr>
            </w:pPr>
            <w:r w:rsidRPr="009F44B5">
              <w:rPr>
                <w:sz w:val="24"/>
                <w:szCs w:val="24"/>
              </w:rPr>
              <w:t>0,0</w:t>
            </w:r>
          </w:p>
        </w:tc>
      </w:tr>
      <w:tr w:rsidR="00631628" w:rsidRPr="00631628" w14:paraId="2CCD7306" w14:textId="77777777" w:rsidTr="00EC6513">
        <w:trPr>
          <w:cantSplit/>
          <w:trHeight w:val="1079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AFD5BA" w14:textId="77777777" w:rsidR="00460331" w:rsidRPr="00631628" w:rsidRDefault="00460331" w:rsidP="00EC6513">
            <w:pPr>
              <w:ind w:firstLine="0"/>
              <w:jc w:val="center"/>
              <w:rPr>
                <w:sz w:val="24"/>
                <w:szCs w:val="24"/>
              </w:rPr>
            </w:pPr>
            <w:r w:rsidRPr="00631628">
              <w:rPr>
                <w:sz w:val="24"/>
                <w:szCs w:val="24"/>
              </w:rPr>
              <w:t>2 02 29999 14 0220 150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A71816" w14:textId="2EE8715A" w:rsidR="00460331" w:rsidRPr="00631628" w:rsidRDefault="00460331" w:rsidP="00EC6513">
            <w:pPr>
              <w:ind w:firstLine="0"/>
              <w:rPr>
                <w:sz w:val="24"/>
                <w:szCs w:val="24"/>
              </w:rPr>
            </w:pPr>
            <w:r w:rsidRPr="00631628">
              <w:rPr>
                <w:sz w:val="24"/>
                <w:szCs w:val="24"/>
              </w:rPr>
              <w:t>2.1.2.2</w:t>
            </w:r>
            <w:r w:rsidR="00D07296" w:rsidRPr="00631628">
              <w:rPr>
                <w:sz w:val="24"/>
                <w:szCs w:val="24"/>
              </w:rPr>
              <w:t>6</w:t>
            </w:r>
            <w:r w:rsidRPr="00631628">
              <w:rPr>
                <w:sz w:val="24"/>
                <w:szCs w:val="24"/>
              </w:rPr>
              <w:t xml:space="preserve">. </w:t>
            </w:r>
            <w:r w:rsidR="00D07296" w:rsidRPr="00631628">
              <w:rPr>
                <w:sz w:val="24"/>
                <w:szCs w:val="24"/>
              </w:rPr>
              <w:t>Субсидии на реализацию проекта инициативного бюджетирования «Вам решать!»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53E3D4" w14:textId="7926130C" w:rsidR="00460331" w:rsidRPr="00631628" w:rsidRDefault="00631628" w:rsidP="00631628">
            <w:pPr>
              <w:ind w:firstLine="0"/>
              <w:jc w:val="center"/>
              <w:rPr>
                <w:sz w:val="24"/>
                <w:szCs w:val="24"/>
              </w:rPr>
            </w:pPr>
            <w:r w:rsidRPr="00631628">
              <w:rPr>
                <w:sz w:val="24"/>
                <w:szCs w:val="24"/>
              </w:rPr>
              <w:t>12 525,7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7FBC7" w14:textId="05A312E9" w:rsidR="00460331" w:rsidRPr="00631628" w:rsidRDefault="00631628" w:rsidP="00631628">
            <w:pPr>
              <w:ind w:firstLine="0"/>
              <w:jc w:val="center"/>
              <w:rPr>
                <w:sz w:val="24"/>
                <w:szCs w:val="24"/>
              </w:rPr>
            </w:pPr>
            <w:r w:rsidRPr="00631628">
              <w:rPr>
                <w:sz w:val="24"/>
                <w:szCs w:val="24"/>
              </w:rPr>
              <w:t>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62F13C" w14:textId="40AC465D" w:rsidR="00460331" w:rsidRPr="00631628" w:rsidRDefault="00631628" w:rsidP="00631628">
            <w:pPr>
              <w:ind w:firstLine="0"/>
              <w:jc w:val="center"/>
              <w:rPr>
                <w:sz w:val="24"/>
                <w:szCs w:val="24"/>
              </w:rPr>
            </w:pPr>
            <w:r w:rsidRPr="00631628">
              <w:rPr>
                <w:sz w:val="24"/>
                <w:szCs w:val="24"/>
              </w:rPr>
              <w:t>0,0</w:t>
            </w:r>
          </w:p>
        </w:tc>
      </w:tr>
      <w:tr w:rsidR="009C4ADA" w:rsidRPr="009C4ADA" w14:paraId="1F5F45E2" w14:textId="77777777" w:rsidTr="00AB75DB">
        <w:trPr>
          <w:cantSplit/>
          <w:trHeight w:val="623"/>
          <w:jc w:val="center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A827B7" w14:textId="3C4E3BA4" w:rsidR="009C4ADA" w:rsidRPr="009C4ADA" w:rsidRDefault="009C4ADA" w:rsidP="00EC6513">
            <w:pPr>
              <w:ind w:firstLine="0"/>
              <w:jc w:val="center"/>
              <w:rPr>
                <w:sz w:val="24"/>
                <w:szCs w:val="24"/>
              </w:rPr>
            </w:pPr>
            <w:r w:rsidRPr="00631628">
              <w:rPr>
                <w:sz w:val="24"/>
                <w:szCs w:val="24"/>
              </w:rPr>
              <w:t>2 02 29999 14 0220 150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08645B" w14:textId="277B51DE" w:rsidR="009C4ADA" w:rsidRPr="009C4ADA" w:rsidRDefault="00AB75DB" w:rsidP="00EC6513">
            <w:pPr>
              <w:ind w:firstLine="0"/>
              <w:rPr>
                <w:sz w:val="24"/>
                <w:szCs w:val="24"/>
              </w:rPr>
            </w:pPr>
            <w:r w:rsidRPr="00AB75DB">
              <w:rPr>
                <w:sz w:val="24"/>
                <w:szCs w:val="24"/>
              </w:rPr>
              <w:t xml:space="preserve">2.1.2.27. Субсидии на </w:t>
            </w:r>
            <w:proofErr w:type="spellStart"/>
            <w:r w:rsidRPr="00AB75DB">
              <w:rPr>
                <w:sz w:val="24"/>
                <w:szCs w:val="24"/>
              </w:rPr>
              <w:t>софинансирование</w:t>
            </w:r>
            <w:proofErr w:type="spellEnd"/>
            <w:r w:rsidRPr="00AB75DB">
              <w:rPr>
                <w:sz w:val="24"/>
                <w:szCs w:val="24"/>
              </w:rPr>
              <w:t xml:space="preserve"> разницы стоимости приобретения (строительства) жилых помещений, сложившейся между их рыночной стоимостью и использованной при расчетах объемов </w:t>
            </w:r>
            <w:proofErr w:type="spellStart"/>
            <w:r w:rsidRPr="00AB75DB">
              <w:rPr>
                <w:sz w:val="24"/>
                <w:szCs w:val="24"/>
              </w:rPr>
              <w:t>софинансирования</w:t>
            </w:r>
            <w:proofErr w:type="spellEnd"/>
            <w:r w:rsidRPr="00AB75DB">
              <w:rPr>
                <w:sz w:val="24"/>
                <w:szCs w:val="24"/>
              </w:rPr>
              <w:t xml:space="preserve"> по действующей региональной адресной программе переселения граждан из аварийного жилищного фонда, и на </w:t>
            </w:r>
            <w:proofErr w:type="spellStart"/>
            <w:r w:rsidRPr="00AB75DB">
              <w:rPr>
                <w:sz w:val="24"/>
                <w:szCs w:val="24"/>
              </w:rPr>
              <w:t>софинансирование</w:t>
            </w:r>
            <w:proofErr w:type="spellEnd"/>
            <w:r w:rsidRPr="00AB75DB">
              <w:rPr>
                <w:sz w:val="24"/>
                <w:szCs w:val="24"/>
              </w:rPr>
              <w:t xml:space="preserve"> разницы между фактической выкупной ценой за изымаемое жилое помещение и ценой, установленной в рамках такой программы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FEDED5" w14:textId="466BEECE" w:rsidR="009C4ADA" w:rsidRPr="009C4ADA" w:rsidRDefault="00AB75DB" w:rsidP="00EC651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9 108,0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B7812B" w14:textId="339F7755" w:rsidR="009C4ADA" w:rsidRPr="009C4ADA" w:rsidRDefault="00AB75DB" w:rsidP="00EC651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E34F21" w14:textId="1E6223B9" w:rsidR="009C4ADA" w:rsidRPr="009C4ADA" w:rsidRDefault="00AB75DB" w:rsidP="00EC651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31628" w:rsidRPr="00631628" w14:paraId="69E569F8" w14:textId="77777777" w:rsidTr="00EC6513">
        <w:trPr>
          <w:cantSplit/>
          <w:trHeight w:val="623"/>
          <w:jc w:val="center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27A0E" w14:textId="77777777" w:rsidR="00460331" w:rsidRPr="00631628" w:rsidRDefault="00460331" w:rsidP="00EC651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31628">
              <w:rPr>
                <w:b/>
                <w:bCs/>
                <w:sz w:val="24"/>
                <w:szCs w:val="24"/>
              </w:rPr>
              <w:lastRenderedPageBreak/>
              <w:t>2 02 30000 00 0000 150</w:t>
            </w:r>
          </w:p>
        </w:tc>
        <w:tc>
          <w:tcPr>
            <w:tcW w:w="3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D152DD" w14:textId="77777777" w:rsidR="00460331" w:rsidRPr="00631628" w:rsidRDefault="00460331" w:rsidP="00EC6513">
            <w:pPr>
              <w:ind w:firstLine="0"/>
              <w:rPr>
                <w:b/>
                <w:bCs/>
                <w:sz w:val="24"/>
                <w:szCs w:val="24"/>
              </w:rPr>
            </w:pPr>
            <w:r w:rsidRPr="00631628">
              <w:rPr>
                <w:b/>
                <w:bCs/>
                <w:sz w:val="24"/>
                <w:szCs w:val="24"/>
              </w:rPr>
              <w:t>2.1.3. Субвенции бюджетам субъектов Российской Федерации и муниципальных образований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64B1B7" w14:textId="2E0EE0DA" w:rsidR="00460331" w:rsidRPr="00631628" w:rsidRDefault="00631628" w:rsidP="00EC651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31628">
              <w:rPr>
                <w:b/>
                <w:bCs/>
                <w:sz w:val="24"/>
                <w:szCs w:val="24"/>
              </w:rPr>
              <w:t>773 920,7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2939E" w14:textId="77777777" w:rsidR="00460331" w:rsidRPr="00631628" w:rsidRDefault="00460331" w:rsidP="00EC651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31628">
              <w:rPr>
                <w:b/>
                <w:bCs/>
                <w:sz w:val="24"/>
                <w:szCs w:val="24"/>
              </w:rPr>
              <w:t>774 622,1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601F2" w14:textId="77777777" w:rsidR="00460331" w:rsidRPr="00631628" w:rsidRDefault="00460331" w:rsidP="00EC651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31628">
              <w:rPr>
                <w:b/>
                <w:bCs/>
                <w:sz w:val="24"/>
                <w:szCs w:val="24"/>
              </w:rPr>
              <w:t>774 628,1</w:t>
            </w:r>
          </w:p>
        </w:tc>
      </w:tr>
      <w:tr w:rsidR="00C87303" w:rsidRPr="00C87303" w14:paraId="2897D8D1" w14:textId="77777777" w:rsidTr="00EC6513">
        <w:trPr>
          <w:cantSplit/>
          <w:trHeight w:val="1136"/>
          <w:jc w:val="center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C92704" w14:textId="77777777" w:rsidR="00460331" w:rsidRPr="00C87303" w:rsidRDefault="00460331" w:rsidP="00EC6513">
            <w:pPr>
              <w:ind w:firstLine="0"/>
              <w:jc w:val="center"/>
              <w:rPr>
                <w:sz w:val="24"/>
                <w:szCs w:val="24"/>
              </w:rPr>
            </w:pPr>
            <w:r w:rsidRPr="00C87303">
              <w:rPr>
                <w:sz w:val="24"/>
                <w:szCs w:val="24"/>
              </w:rPr>
              <w:t>2 02 30024 14 0220 150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AB8AB" w14:textId="77777777" w:rsidR="00460331" w:rsidRPr="00C87303" w:rsidRDefault="00460331" w:rsidP="00EC6513">
            <w:pPr>
              <w:ind w:firstLine="0"/>
              <w:rPr>
                <w:sz w:val="24"/>
                <w:szCs w:val="24"/>
              </w:rPr>
            </w:pPr>
            <w:r w:rsidRPr="00C87303">
              <w:rPr>
                <w:sz w:val="24"/>
                <w:szCs w:val="24"/>
              </w:rPr>
              <w:t>2.1.3.10. Субвенции на возмещение части затрат на приобретение оборудования и техники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BB4766" w14:textId="10267103" w:rsidR="00460331" w:rsidRPr="00C87303" w:rsidRDefault="00460331" w:rsidP="00EC6513">
            <w:pPr>
              <w:ind w:firstLine="0"/>
              <w:jc w:val="center"/>
              <w:rPr>
                <w:sz w:val="24"/>
                <w:szCs w:val="24"/>
              </w:rPr>
            </w:pPr>
            <w:r w:rsidRPr="00C87303">
              <w:rPr>
                <w:sz w:val="24"/>
                <w:szCs w:val="24"/>
              </w:rPr>
              <w:t>1</w:t>
            </w:r>
            <w:r w:rsidR="00C87303" w:rsidRPr="00C87303">
              <w:rPr>
                <w:sz w:val="24"/>
                <w:szCs w:val="24"/>
              </w:rPr>
              <w:t> 437,9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ECE46" w14:textId="77777777" w:rsidR="00460331" w:rsidRPr="00C87303" w:rsidRDefault="00460331" w:rsidP="00EC6513">
            <w:pPr>
              <w:ind w:firstLine="0"/>
              <w:jc w:val="center"/>
              <w:rPr>
                <w:sz w:val="24"/>
                <w:szCs w:val="24"/>
              </w:rPr>
            </w:pPr>
            <w:r w:rsidRPr="00C87303">
              <w:rPr>
                <w:sz w:val="24"/>
                <w:szCs w:val="24"/>
              </w:rPr>
              <w:t>618,9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C3270" w14:textId="77777777" w:rsidR="00460331" w:rsidRPr="00C87303" w:rsidRDefault="00460331" w:rsidP="00EC6513">
            <w:pPr>
              <w:ind w:firstLine="0"/>
              <w:jc w:val="center"/>
              <w:rPr>
                <w:sz w:val="24"/>
                <w:szCs w:val="24"/>
              </w:rPr>
            </w:pPr>
            <w:r w:rsidRPr="00C87303">
              <w:rPr>
                <w:sz w:val="24"/>
                <w:szCs w:val="24"/>
              </w:rPr>
              <w:t>618,9</w:t>
            </w:r>
          </w:p>
        </w:tc>
      </w:tr>
      <w:tr w:rsidR="00377FDF" w:rsidRPr="00377FDF" w14:paraId="7734CBD4" w14:textId="77777777" w:rsidTr="00EC6513">
        <w:trPr>
          <w:cantSplit/>
          <w:trHeight w:val="1380"/>
          <w:jc w:val="center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34E87F" w14:textId="77777777" w:rsidR="00460331" w:rsidRPr="00377FDF" w:rsidRDefault="00460331" w:rsidP="00EC6513">
            <w:pPr>
              <w:ind w:firstLine="0"/>
              <w:jc w:val="center"/>
              <w:rPr>
                <w:sz w:val="24"/>
                <w:szCs w:val="24"/>
              </w:rPr>
            </w:pPr>
            <w:r w:rsidRPr="00377FDF">
              <w:rPr>
                <w:sz w:val="24"/>
                <w:szCs w:val="24"/>
              </w:rPr>
              <w:t>2 02 35135 14 0110 150</w:t>
            </w:r>
          </w:p>
        </w:tc>
        <w:tc>
          <w:tcPr>
            <w:tcW w:w="3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C8203D" w14:textId="20B85C9B" w:rsidR="00460331" w:rsidRPr="00377FDF" w:rsidRDefault="00460331" w:rsidP="00EC6513">
            <w:pPr>
              <w:ind w:firstLine="0"/>
              <w:rPr>
                <w:sz w:val="24"/>
                <w:szCs w:val="24"/>
              </w:rPr>
            </w:pPr>
            <w:r w:rsidRPr="00377FDF">
              <w:rPr>
                <w:sz w:val="24"/>
                <w:szCs w:val="24"/>
              </w:rPr>
              <w:t xml:space="preserve">2.1.3.21. </w:t>
            </w:r>
            <w:r w:rsidR="00377FDF" w:rsidRPr="00377FDF">
              <w:rPr>
                <w:sz w:val="24"/>
                <w:szCs w:val="24"/>
              </w:rPr>
              <w:t>Субвенции на 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97E4E" w14:textId="48281FF0" w:rsidR="00460331" w:rsidRPr="00377FDF" w:rsidRDefault="005A5580" w:rsidP="00EC6513">
            <w:pPr>
              <w:ind w:firstLine="0"/>
              <w:jc w:val="center"/>
              <w:rPr>
                <w:sz w:val="24"/>
                <w:szCs w:val="24"/>
              </w:rPr>
            </w:pPr>
            <w:r w:rsidRPr="00377FDF">
              <w:rPr>
                <w:sz w:val="24"/>
                <w:szCs w:val="24"/>
              </w:rPr>
              <w:t>951,3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F4E60" w14:textId="77777777" w:rsidR="00460331" w:rsidRPr="00377FDF" w:rsidRDefault="00460331" w:rsidP="00EC6513">
            <w:pPr>
              <w:ind w:firstLine="0"/>
              <w:jc w:val="center"/>
              <w:rPr>
                <w:sz w:val="24"/>
                <w:szCs w:val="24"/>
              </w:rPr>
            </w:pPr>
            <w:r w:rsidRPr="00377FDF">
              <w:rPr>
                <w:sz w:val="24"/>
                <w:szCs w:val="24"/>
              </w:rPr>
              <w:t>1 008,9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EA31F" w14:textId="77777777" w:rsidR="00460331" w:rsidRPr="00377FDF" w:rsidRDefault="00460331" w:rsidP="00EC6513">
            <w:pPr>
              <w:ind w:firstLine="0"/>
              <w:jc w:val="center"/>
              <w:rPr>
                <w:sz w:val="24"/>
                <w:szCs w:val="24"/>
              </w:rPr>
            </w:pPr>
            <w:r w:rsidRPr="00377FDF">
              <w:rPr>
                <w:sz w:val="24"/>
                <w:szCs w:val="24"/>
              </w:rPr>
              <w:t>1 051,2</w:t>
            </w:r>
          </w:p>
        </w:tc>
      </w:tr>
      <w:tr w:rsidR="004C7CE8" w:rsidRPr="004C7CE8" w14:paraId="33F8B7DB" w14:textId="77777777" w:rsidTr="00237F94">
        <w:trPr>
          <w:cantSplit/>
          <w:trHeight w:val="1625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7C6FB0" w14:textId="77777777" w:rsidR="00460331" w:rsidRPr="004C7CE8" w:rsidRDefault="00460331" w:rsidP="00EC6513">
            <w:pPr>
              <w:ind w:firstLine="0"/>
              <w:jc w:val="center"/>
              <w:rPr>
                <w:sz w:val="24"/>
                <w:szCs w:val="24"/>
              </w:rPr>
            </w:pPr>
            <w:r w:rsidRPr="004C7CE8">
              <w:rPr>
                <w:sz w:val="24"/>
                <w:szCs w:val="24"/>
              </w:rPr>
              <w:t>2 02 35176 14 0110 150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D58D87" w14:textId="6C93C3BC" w:rsidR="00460331" w:rsidRPr="004C7CE8" w:rsidRDefault="00460331" w:rsidP="00EC6513">
            <w:pPr>
              <w:ind w:firstLine="0"/>
              <w:rPr>
                <w:sz w:val="24"/>
                <w:szCs w:val="24"/>
              </w:rPr>
            </w:pPr>
            <w:r w:rsidRPr="004C7CE8">
              <w:rPr>
                <w:sz w:val="24"/>
                <w:szCs w:val="24"/>
              </w:rPr>
              <w:t xml:space="preserve">2.1.3.22. </w:t>
            </w:r>
            <w:r w:rsidR="001073BD" w:rsidRPr="004C7CE8">
              <w:rPr>
                <w:sz w:val="24"/>
                <w:szCs w:val="24"/>
              </w:rPr>
              <w:t>Субвенции на обеспечение жильем отдельных категорий граждан, установленных ФЗ от 24 ноября 1995г №181-ФЗ "О социальной защите инвалидов в Российской Федерации"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A33EAC" w14:textId="43CEDAC2" w:rsidR="00460331" w:rsidRPr="004C7CE8" w:rsidRDefault="00460331" w:rsidP="00EC6513">
            <w:pPr>
              <w:ind w:firstLine="0"/>
              <w:jc w:val="center"/>
              <w:rPr>
                <w:sz w:val="24"/>
                <w:szCs w:val="24"/>
              </w:rPr>
            </w:pPr>
            <w:r w:rsidRPr="004C7CE8">
              <w:rPr>
                <w:sz w:val="24"/>
                <w:szCs w:val="24"/>
              </w:rPr>
              <w:t>1</w:t>
            </w:r>
            <w:r w:rsidR="005A5580" w:rsidRPr="004C7CE8">
              <w:rPr>
                <w:sz w:val="24"/>
                <w:szCs w:val="24"/>
              </w:rPr>
              <w:t> 902,7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82306" w14:textId="77777777" w:rsidR="00460331" w:rsidRPr="004C7CE8" w:rsidRDefault="00460331" w:rsidP="00EC6513">
            <w:pPr>
              <w:ind w:firstLine="0"/>
              <w:jc w:val="center"/>
              <w:rPr>
                <w:sz w:val="24"/>
                <w:szCs w:val="24"/>
              </w:rPr>
            </w:pPr>
            <w:r w:rsidRPr="004C7CE8">
              <w:rPr>
                <w:sz w:val="24"/>
                <w:szCs w:val="24"/>
              </w:rPr>
              <w:t>1 008,9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49583" w14:textId="77777777" w:rsidR="00460331" w:rsidRPr="004C7CE8" w:rsidRDefault="00460331" w:rsidP="00EC6513">
            <w:pPr>
              <w:ind w:firstLine="0"/>
              <w:jc w:val="center"/>
              <w:rPr>
                <w:sz w:val="24"/>
                <w:szCs w:val="24"/>
              </w:rPr>
            </w:pPr>
            <w:r w:rsidRPr="004C7CE8">
              <w:rPr>
                <w:sz w:val="24"/>
                <w:szCs w:val="24"/>
              </w:rPr>
              <w:t>1 051,2</w:t>
            </w:r>
          </w:p>
        </w:tc>
      </w:tr>
      <w:tr w:rsidR="00F26089" w:rsidRPr="00F26089" w14:paraId="64560451" w14:textId="77777777" w:rsidTr="00BE37BA">
        <w:trPr>
          <w:cantSplit/>
          <w:trHeight w:val="141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42E48" w14:textId="77777777" w:rsidR="00460331" w:rsidRPr="00F26089" w:rsidRDefault="00460331" w:rsidP="00EC6513">
            <w:pPr>
              <w:ind w:firstLine="0"/>
              <w:jc w:val="center"/>
              <w:rPr>
                <w:sz w:val="24"/>
                <w:szCs w:val="24"/>
              </w:rPr>
            </w:pPr>
            <w:r w:rsidRPr="00F26089">
              <w:rPr>
                <w:sz w:val="24"/>
                <w:szCs w:val="24"/>
              </w:rPr>
              <w:t>2 02 35502 14 0110 150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07F9B" w14:textId="77777777" w:rsidR="00460331" w:rsidRPr="00F26089" w:rsidRDefault="00460331" w:rsidP="00EC6513">
            <w:pPr>
              <w:ind w:firstLine="0"/>
              <w:rPr>
                <w:sz w:val="24"/>
                <w:szCs w:val="24"/>
              </w:rPr>
            </w:pPr>
            <w:r w:rsidRPr="00F26089">
              <w:rPr>
                <w:sz w:val="24"/>
                <w:szCs w:val="24"/>
              </w:rPr>
              <w:t>2.1.3.24. Субвенции на обеспечение прироста сельскохозяйственной продукции собственного производства в рамках приоритетных подотраслей агропромышленного комплекса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DC5C75" w14:textId="7881DFC5" w:rsidR="00460331" w:rsidRPr="00F26089" w:rsidRDefault="00F26089" w:rsidP="00EC6513">
            <w:pPr>
              <w:ind w:firstLine="0"/>
              <w:jc w:val="center"/>
              <w:rPr>
                <w:sz w:val="24"/>
                <w:szCs w:val="24"/>
              </w:rPr>
            </w:pPr>
            <w:r w:rsidRPr="00F26089">
              <w:rPr>
                <w:sz w:val="24"/>
                <w:szCs w:val="24"/>
              </w:rPr>
              <w:t>1 176,1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3FE13" w14:textId="77777777" w:rsidR="00460331" w:rsidRPr="00F26089" w:rsidRDefault="00460331" w:rsidP="00EC6513">
            <w:pPr>
              <w:ind w:firstLine="0"/>
              <w:jc w:val="center"/>
              <w:rPr>
                <w:sz w:val="24"/>
                <w:szCs w:val="24"/>
              </w:rPr>
            </w:pPr>
            <w:r w:rsidRPr="00F26089">
              <w:rPr>
                <w:sz w:val="24"/>
                <w:szCs w:val="24"/>
              </w:rPr>
              <w:t>3 569,4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6E543" w14:textId="77777777" w:rsidR="00460331" w:rsidRPr="00F26089" w:rsidRDefault="00460331" w:rsidP="00EC6513">
            <w:pPr>
              <w:ind w:firstLine="0"/>
              <w:jc w:val="center"/>
              <w:rPr>
                <w:sz w:val="24"/>
                <w:szCs w:val="24"/>
              </w:rPr>
            </w:pPr>
            <w:r w:rsidRPr="00F26089">
              <w:rPr>
                <w:sz w:val="24"/>
                <w:szCs w:val="24"/>
              </w:rPr>
              <w:t>3 591,4</w:t>
            </w:r>
          </w:p>
        </w:tc>
      </w:tr>
      <w:tr w:rsidR="00443EEF" w:rsidRPr="00443EEF" w14:paraId="536000E0" w14:textId="77777777" w:rsidTr="00BE37BA">
        <w:trPr>
          <w:cantSplit/>
          <w:trHeight w:val="1185"/>
          <w:jc w:val="center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F0947B" w14:textId="77777777" w:rsidR="00460331" w:rsidRPr="00443EEF" w:rsidRDefault="00460331" w:rsidP="00EC6513">
            <w:pPr>
              <w:ind w:firstLine="0"/>
              <w:jc w:val="center"/>
              <w:rPr>
                <w:sz w:val="24"/>
                <w:szCs w:val="24"/>
              </w:rPr>
            </w:pPr>
            <w:r w:rsidRPr="00443EEF">
              <w:rPr>
                <w:sz w:val="24"/>
                <w:szCs w:val="24"/>
              </w:rPr>
              <w:t>2 02 35502 14 0220 150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D1297" w14:textId="77777777" w:rsidR="00460331" w:rsidRPr="00443EEF" w:rsidRDefault="00460331" w:rsidP="00EC6513">
            <w:pPr>
              <w:ind w:firstLine="0"/>
              <w:rPr>
                <w:sz w:val="24"/>
                <w:szCs w:val="24"/>
              </w:rPr>
            </w:pPr>
            <w:r w:rsidRPr="00443EEF">
              <w:rPr>
                <w:sz w:val="24"/>
                <w:szCs w:val="24"/>
              </w:rPr>
              <w:t>2.1.3.25. Субвенция на обеспечение прироста сельскохозяйственной продукции собственного производства в рамках приоритетных подотраслей агропромышленного комплекса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3F17E0" w14:textId="78A2C8E1" w:rsidR="00460331" w:rsidRPr="00443EEF" w:rsidRDefault="00443EEF" w:rsidP="00EC6513">
            <w:pPr>
              <w:ind w:firstLine="0"/>
              <w:jc w:val="center"/>
              <w:rPr>
                <w:sz w:val="24"/>
                <w:szCs w:val="24"/>
              </w:rPr>
            </w:pPr>
            <w:r w:rsidRPr="00443EEF">
              <w:rPr>
                <w:sz w:val="24"/>
                <w:szCs w:val="24"/>
              </w:rPr>
              <w:t>686,9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3D14D" w14:textId="77777777" w:rsidR="00460331" w:rsidRPr="00443EEF" w:rsidRDefault="00460331" w:rsidP="00EC6513">
            <w:pPr>
              <w:ind w:firstLine="0"/>
              <w:jc w:val="center"/>
              <w:rPr>
                <w:sz w:val="24"/>
                <w:szCs w:val="24"/>
              </w:rPr>
            </w:pPr>
            <w:r w:rsidRPr="00443EEF">
              <w:rPr>
                <w:sz w:val="24"/>
                <w:szCs w:val="24"/>
              </w:rPr>
              <w:t>1 508,5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16A83" w14:textId="77777777" w:rsidR="00460331" w:rsidRPr="00443EEF" w:rsidRDefault="00460331" w:rsidP="00EC6513">
            <w:pPr>
              <w:ind w:firstLine="0"/>
              <w:jc w:val="center"/>
              <w:rPr>
                <w:sz w:val="24"/>
                <w:szCs w:val="24"/>
              </w:rPr>
            </w:pPr>
            <w:r w:rsidRPr="00443EEF">
              <w:rPr>
                <w:sz w:val="24"/>
                <w:szCs w:val="24"/>
              </w:rPr>
              <w:t>1 511,7</w:t>
            </w:r>
          </w:p>
        </w:tc>
      </w:tr>
      <w:tr w:rsidR="00443EEF" w:rsidRPr="00443EEF" w14:paraId="3DFCAF18" w14:textId="77777777" w:rsidTr="00BE37BA">
        <w:trPr>
          <w:cantSplit/>
          <w:trHeight w:val="735"/>
          <w:jc w:val="center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0E70B0" w14:textId="77777777" w:rsidR="00460331" w:rsidRPr="00443EEF" w:rsidRDefault="00460331" w:rsidP="00EC6513">
            <w:pPr>
              <w:ind w:firstLine="0"/>
              <w:jc w:val="center"/>
              <w:rPr>
                <w:sz w:val="24"/>
                <w:szCs w:val="24"/>
              </w:rPr>
            </w:pPr>
            <w:r w:rsidRPr="00443EEF">
              <w:rPr>
                <w:sz w:val="24"/>
                <w:szCs w:val="24"/>
              </w:rPr>
              <w:t>2 02 35508 14 0110 150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5C536" w14:textId="77777777" w:rsidR="00460331" w:rsidRPr="00443EEF" w:rsidRDefault="00460331" w:rsidP="00EC6513">
            <w:pPr>
              <w:ind w:firstLine="0"/>
              <w:rPr>
                <w:sz w:val="24"/>
                <w:szCs w:val="24"/>
              </w:rPr>
            </w:pPr>
            <w:r w:rsidRPr="00443EEF">
              <w:rPr>
                <w:sz w:val="24"/>
                <w:szCs w:val="24"/>
              </w:rPr>
              <w:t>2.1.3.26. Субвенции на возмещение части затрат на поддержку элитного семеноводства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6B8814" w14:textId="79BD3D7A" w:rsidR="00460331" w:rsidRPr="00443EEF" w:rsidRDefault="00443EEF" w:rsidP="00EC6513">
            <w:pPr>
              <w:ind w:firstLine="0"/>
              <w:jc w:val="center"/>
              <w:rPr>
                <w:sz w:val="24"/>
                <w:szCs w:val="24"/>
              </w:rPr>
            </w:pPr>
            <w:r w:rsidRPr="00443EEF">
              <w:rPr>
                <w:sz w:val="24"/>
                <w:szCs w:val="24"/>
              </w:rPr>
              <w:t>281,2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02A7A" w14:textId="77777777" w:rsidR="00460331" w:rsidRPr="00443EEF" w:rsidRDefault="00460331" w:rsidP="00EC6513">
            <w:pPr>
              <w:ind w:firstLine="0"/>
              <w:jc w:val="center"/>
              <w:rPr>
                <w:sz w:val="24"/>
                <w:szCs w:val="24"/>
              </w:rPr>
            </w:pPr>
            <w:r w:rsidRPr="00443EEF">
              <w:rPr>
                <w:sz w:val="24"/>
                <w:szCs w:val="24"/>
              </w:rPr>
              <w:t>352,7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A618A" w14:textId="77777777" w:rsidR="00460331" w:rsidRPr="00443EEF" w:rsidRDefault="00460331" w:rsidP="00EC6513">
            <w:pPr>
              <w:ind w:firstLine="0"/>
              <w:jc w:val="center"/>
              <w:rPr>
                <w:sz w:val="24"/>
                <w:szCs w:val="24"/>
              </w:rPr>
            </w:pPr>
            <w:r w:rsidRPr="00443EEF">
              <w:rPr>
                <w:sz w:val="24"/>
                <w:szCs w:val="24"/>
              </w:rPr>
              <w:t>352,7</w:t>
            </w:r>
          </w:p>
        </w:tc>
      </w:tr>
      <w:tr w:rsidR="00443EEF" w:rsidRPr="00443EEF" w14:paraId="773E6775" w14:textId="77777777" w:rsidTr="00067D21">
        <w:trPr>
          <w:cantSplit/>
          <w:trHeight w:val="645"/>
          <w:jc w:val="center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D5FBE5" w14:textId="77777777" w:rsidR="00460331" w:rsidRPr="00443EEF" w:rsidRDefault="00460331" w:rsidP="00EC6513">
            <w:pPr>
              <w:ind w:firstLine="0"/>
              <w:jc w:val="center"/>
              <w:rPr>
                <w:sz w:val="24"/>
                <w:szCs w:val="24"/>
              </w:rPr>
            </w:pPr>
            <w:r w:rsidRPr="00443EEF">
              <w:rPr>
                <w:sz w:val="24"/>
                <w:szCs w:val="24"/>
              </w:rPr>
              <w:t>2 02 35508 14 0110 150</w:t>
            </w:r>
          </w:p>
        </w:tc>
        <w:tc>
          <w:tcPr>
            <w:tcW w:w="3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D414E" w14:textId="77777777" w:rsidR="00460331" w:rsidRPr="00443EEF" w:rsidRDefault="00460331" w:rsidP="00EC6513">
            <w:pPr>
              <w:ind w:firstLine="0"/>
              <w:rPr>
                <w:sz w:val="24"/>
                <w:szCs w:val="24"/>
              </w:rPr>
            </w:pPr>
            <w:r w:rsidRPr="00443EEF">
              <w:rPr>
                <w:sz w:val="24"/>
                <w:szCs w:val="24"/>
              </w:rPr>
              <w:t>2.1.3.27. Субвенции на возмещение части затрат на поддержку собственного производства молока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2F2141" w14:textId="3BA9D174" w:rsidR="00460331" w:rsidRPr="00443EEF" w:rsidRDefault="00443EEF" w:rsidP="00EC6513">
            <w:pPr>
              <w:ind w:firstLine="0"/>
              <w:jc w:val="center"/>
              <w:rPr>
                <w:sz w:val="24"/>
                <w:szCs w:val="24"/>
              </w:rPr>
            </w:pPr>
            <w:r w:rsidRPr="00443EEF">
              <w:rPr>
                <w:sz w:val="24"/>
                <w:szCs w:val="24"/>
              </w:rPr>
              <w:t>2 068,9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BA53C" w14:textId="77777777" w:rsidR="00460331" w:rsidRPr="00443EEF" w:rsidRDefault="00460331" w:rsidP="00EC6513">
            <w:pPr>
              <w:ind w:firstLine="0"/>
              <w:jc w:val="center"/>
              <w:rPr>
                <w:sz w:val="24"/>
                <w:szCs w:val="24"/>
              </w:rPr>
            </w:pPr>
            <w:r w:rsidRPr="00443EEF">
              <w:rPr>
                <w:sz w:val="24"/>
                <w:szCs w:val="24"/>
              </w:rPr>
              <w:t>1 870,6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EDAD7" w14:textId="77777777" w:rsidR="00460331" w:rsidRPr="00443EEF" w:rsidRDefault="00460331" w:rsidP="00EC6513">
            <w:pPr>
              <w:ind w:firstLine="0"/>
              <w:jc w:val="center"/>
              <w:rPr>
                <w:sz w:val="24"/>
                <w:szCs w:val="24"/>
              </w:rPr>
            </w:pPr>
            <w:r w:rsidRPr="00443EEF">
              <w:rPr>
                <w:sz w:val="24"/>
                <w:szCs w:val="24"/>
              </w:rPr>
              <w:t>1 870,6</w:t>
            </w:r>
          </w:p>
        </w:tc>
      </w:tr>
      <w:tr w:rsidR="00460331" w:rsidRPr="00460331" w14:paraId="71421417" w14:textId="77777777" w:rsidTr="00067D21">
        <w:trPr>
          <w:cantSplit/>
          <w:trHeight w:val="780"/>
          <w:jc w:val="center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13EF49" w14:textId="77777777" w:rsidR="00460331" w:rsidRPr="00067D21" w:rsidRDefault="00460331" w:rsidP="00EC6513">
            <w:pPr>
              <w:ind w:firstLine="0"/>
              <w:jc w:val="center"/>
              <w:rPr>
                <w:sz w:val="24"/>
                <w:szCs w:val="24"/>
              </w:rPr>
            </w:pPr>
            <w:r w:rsidRPr="00067D21">
              <w:rPr>
                <w:sz w:val="24"/>
                <w:szCs w:val="24"/>
              </w:rPr>
              <w:t>2 02 35508 14 0220 150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FA00F" w14:textId="77777777" w:rsidR="00460331" w:rsidRPr="00067D21" w:rsidRDefault="00460331" w:rsidP="00EC6513">
            <w:pPr>
              <w:ind w:firstLine="0"/>
              <w:rPr>
                <w:sz w:val="24"/>
                <w:szCs w:val="24"/>
              </w:rPr>
            </w:pPr>
            <w:r w:rsidRPr="00067D21">
              <w:rPr>
                <w:sz w:val="24"/>
                <w:szCs w:val="24"/>
              </w:rPr>
              <w:t>2.1.3.28. Субвенции на возмещение части затрат на поддержку элитного семеноводства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3C1F70" w14:textId="41E77D3E" w:rsidR="00460331" w:rsidRPr="00067D21" w:rsidRDefault="00443EEF" w:rsidP="00EC6513">
            <w:pPr>
              <w:ind w:firstLine="0"/>
              <w:jc w:val="center"/>
              <w:rPr>
                <w:sz w:val="24"/>
                <w:szCs w:val="24"/>
              </w:rPr>
            </w:pPr>
            <w:r w:rsidRPr="00067D21">
              <w:rPr>
                <w:sz w:val="24"/>
                <w:szCs w:val="24"/>
              </w:rPr>
              <w:t>341,3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EEA2B" w14:textId="77777777" w:rsidR="00460331" w:rsidRPr="00067D21" w:rsidRDefault="00460331" w:rsidP="00EC6513">
            <w:pPr>
              <w:ind w:firstLine="0"/>
              <w:jc w:val="center"/>
              <w:rPr>
                <w:sz w:val="24"/>
                <w:szCs w:val="24"/>
              </w:rPr>
            </w:pPr>
            <w:r w:rsidRPr="00067D21">
              <w:rPr>
                <w:sz w:val="24"/>
                <w:szCs w:val="24"/>
              </w:rPr>
              <w:t>314,0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A75B3" w14:textId="77777777" w:rsidR="00460331" w:rsidRPr="00067D21" w:rsidRDefault="00460331" w:rsidP="00EC6513">
            <w:pPr>
              <w:ind w:firstLine="0"/>
              <w:jc w:val="center"/>
              <w:rPr>
                <w:sz w:val="24"/>
                <w:szCs w:val="24"/>
              </w:rPr>
            </w:pPr>
            <w:r w:rsidRPr="00067D21">
              <w:rPr>
                <w:sz w:val="24"/>
                <w:szCs w:val="24"/>
              </w:rPr>
              <w:t>314,0</w:t>
            </w:r>
          </w:p>
        </w:tc>
      </w:tr>
      <w:tr w:rsidR="00460331" w:rsidRPr="00460331" w14:paraId="42D03050" w14:textId="77777777" w:rsidTr="004A603B">
        <w:trPr>
          <w:cantSplit/>
          <w:trHeight w:val="780"/>
          <w:jc w:val="center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099BD0" w14:textId="77777777" w:rsidR="00460331" w:rsidRPr="00067D21" w:rsidRDefault="00460331" w:rsidP="00EC6513">
            <w:pPr>
              <w:ind w:firstLine="0"/>
              <w:jc w:val="center"/>
              <w:rPr>
                <w:sz w:val="24"/>
                <w:szCs w:val="24"/>
              </w:rPr>
            </w:pPr>
            <w:r w:rsidRPr="00067D21">
              <w:rPr>
                <w:sz w:val="24"/>
                <w:szCs w:val="24"/>
              </w:rPr>
              <w:lastRenderedPageBreak/>
              <w:t>2 02 35508 14 0220 150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B2BF0" w14:textId="77777777" w:rsidR="00460331" w:rsidRPr="00067D21" w:rsidRDefault="00460331" w:rsidP="00EC6513">
            <w:pPr>
              <w:ind w:firstLine="0"/>
              <w:rPr>
                <w:sz w:val="24"/>
                <w:szCs w:val="24"/>
              </w:rPr>
            </w:pPr>
            <w:r w:rsidRPr="00067D21">
              <w:rPr>
                <w:sz w:val="24"/>
                <w:szCs w:val="24"/>
              </w:rPr>
              <w:t>2.1.3.29. Субвенции на возмещение части затрат на поддержку племенного животноводства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C18AEE" w14:textId="65C64D75" w:rsidR="00460331" w:rsidRPr="00067D21" w:rsidRDefault="00443EEF" w:rsidP="00EC6513">
            <w:pPr>
              <w:ind w:firstLine="0"/>
              <w:jc w:val="center"/>
              <w:rPr>
                <w:sz w:val="24"/>
                <w:szCs w:val="24"/>
              </w:rPr>
            </w:pPr>
            <w:r w:rsidRPr="00067D21">
              <w:rPr>
                <w:sz w:val="24"/>
                <w:szCs w:val="24"/>
              </w:rPr>
              <w:t>123,8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B7FF0" w14:textId="77777777" w:rsidR="00460331" w:rsidRPr="00067D21" w:rsidRDefault="00460331" w:rsidP="00EC6513">
            <w:pPr>
              <w:ind w:firstLine="0"/>
              <w:jc w:val="center"/>
              <w:rPr>
                <w:sz w:val="24"/>
                <w:szCs w:val="24"/>
              </w:rPr>
            </w:pPr>
            <w:r w:rsidRPr="00067D21">
              <w:rPr>
                <w:sz w:val="24"/>
                <w:szCs w:val="24"/>
              </w:rPr>
              <w:t>362,0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7EBDD" w14:textId="77777777" w:rsidR="00460331" w:rsidRPr="00067D21" w:rsidRDefault="00460331" w:rsidP="00EC6513">
            <w:pPr>
              <w:ind w:firstLine="0"/>
              <w:jc w:val="center"/>
              <w:rPr>
                <w:sz w:val="24"/>
                <w:szCs w:val="24"/>
              </w:rPr>
            </w:pPr>
            <w:r w:rsidRPr="00067D21">
              <w:rPr>
                <w:sz w:val="24"/>
                <w:szCs w:val="24"/>
              </w:rPr>
              <w:t>362,0</w:t>
            </w:r>
          </w:p>
        </w:tc>
      </w:tr>
      <w:tr w:rsidR="00D67971" w:rsidRPr="00D67971" w14:paraId="3098BA5D" w14:textId="77777777" w:rsidTr="004A603B">
        <w:trPr>
          <w:cantSplit/>
          <w:trHeight w:val="780"/>
          <w:jc w:val="center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A3B4A" w14:textId="77777777" w:rsidR="00460331" w:rsidRPr="00D67971" w:rsidRDefault="00460331" w:rsidP="00EC6513">
            <w:pPr>
              <w:ind w:firstLine="0"/>
              <w:jc w:val="center"/>
              <w:rPr>
                <w:sz w:val="24"/>
                <w:szCs w:val="24"/>
              </w:rPr>
            </w:pPr>
            <w:r w:rsidRPr="00D67971">
              <w:rPr>
                <w:sz w:val="24"/>
                <w:szCs w:val="24"/>
              </w:rPr>
              <w:t>2 02 35508 14 0220 150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151A3" w14:textId="77777777" w:rsidR="00460331" w:rsidRPr="00D67971" w:rsidRDefault="00460331" w:rsidP="00EC6513">
            <w:pPr>
              <w:ind w:firstLine="0"/>
              <w:rPr>
                <w:sz w:val="24"/>
                <w:szCs w:val="24"/>
              </w:rPr>
            </w:pPr>
            <w:r w:rsidRPr="00D67971">
              <w:rPr>
                <w:sz w:val="24"/>
                <w:szCs w:val="24"/>
              </w:rPr>
              <w:t>2.1.3.30. Субвенции на возмещение части затрат на поддержку собственного производства молока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45A632" w14:textId="79D48545" w:rsidR="00460331" w:rsidRPr="00D67971" w:rsidRDefault="00460331" w:rsidP="00EC6513">
            <w:pPr>
              <w:ind w:firstLine="0"/>
              <w:jc w:val="center"/>
              <w:rPr>
                <w:sz w:val="24"/>
                <w:szCs w:val="24"/>
              </w:rPr>
            </w:pPr>
            <w:r w:rsidRPr="00D67971">
              <w:rPr>
                <w:sz w:val="24"/>
                <w:szCs w:val="24"/>
              </w:rPr>
              <w:t>4</w:t>
            </w:r>
            <w:r w:rsidR="00D67971" w:rsidRPr="00D67971">
              <w:rPr>
                <w:sz w:val="24"/>
                <w:szCs w:val="24"/>
              </w:rPr>
              <w:t> 093,6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586B0" w14:textId="77777777" w:rsidR="00460331" w:rsidRPr="00D67971" w:rsidRDefault="00460331" w:rsidP="00EC6513">
            <w:pPr>
              <w:ind w:firstLine="0"/>
              <w:jc w:val="center"/>
              <w:rPr>
                <w:sz w:val="24"/>
                <w:szCs w:val="24"/>
              </w:rPr>
            </w:pPr>
            <w:r w:rsidRPr="00D67971">
              <w:rPr>
                <w:sz w:val="24"/>
                <w:szCs w:val="24"/>
              </w:rPr>
              <w:t>4 341,4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CBC19" w14:textId="77777777" w:rsidR="00460331" w:rsidRPr="00D67971" w:rsidRDefault="00460331" w:rsidP="00EC6513">
            <w:pPr>
              <w:ind w:firstLine="0"/>
              <w:jc w:val="center"/>
              <w:rPr>
                <w:sz w:val="24"/>
                <w:szCs w:val="24"/>
              </w:rPr>
            </w:pPr>
            <w:r w:rsidRPr="00D67971">
              <w:rPr>
                <w:sz w:val="24"/>
                <w:szCs w:val="24"/>
              </w:rPr>
              <w:t>4 341,4</w:t>
            </w:r>
          </w:p>
        </w:tc>
      </w:tr>
      <w:tr w:rsidR="00C31FE8" w:rsidRPr="00C31FE8" w14:paraId="109F1BC4" w14:textId="77777777" w:rsidTr="004A603B">
        <w:trPr>
          <w:cantSplit/>
          <w:trHeight w:val="360"/>
          <w:jc w:val="center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324CDC" w14:textId="77777777" w:rsidR="00460331" w:rsidRPr="00C31FE8" w:rsidRDefault="00460331" w:rsidP="00EC651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31FE8">
              <w:rPr>
                <w:b/>
                <w:bCs/>
                <w:sz w:val="24"/>
                <w:szCs w:val="24"/>
              </w:rPr>
              <w:t>2 02 40000 00 0000 150</w:t>
            </w:r>
          </w:p>
        </w:tc>
        <w:tc>
          <w:tcPr>
            <w:tcW w:w="3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BB9447" w14:textId="77777777" w:rsidR="00460331" w:rsidRPr="00C31FE8" w:rsidRDefault="00460331" w:rsidP="00EC6513">
            <w:pPr>
              <w:ind w:firstLine="0"/>
              <w:rPr>
                <w:b/>
                <w:bCs/>
                <w:sz w:val="24"/>
                <w:szCs w:val="24"/>
              </w:rPr>
            </w:pPr>
            <w:r w:rsidRPr="00C31FE8">
              <w:rPr>
                <w:b/>
                <w:bCs/>
                <w:sz w:val="24"/>
                <w:szCs w:val="24"/>
              </w:rPr>
              <w:t>2.1.4.  Иные межбюджетные трансферты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4211D" w14:textId="10CAE468" w:rsidR="00460331" w:rsidRPr="00C31FE8" w:rsidRDefault="00C31FE8" w:rsidP="00EC651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31FE8">
              <w:rPr>
                <w:b/>
                <w:bCs/>
                <w:sz w:val="24"/>
                <w:szCs w:val="24"/>
              </w:rPr>
              <w:t>46 769,1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72DA6" w14:textId="77777777" w:rsidR="00460331" w:rsidRPr="00C31FE8" w:rsidRDefault="00460331" w:rsidP="00EC651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31FE8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F2A85" w14:textId="77777777" w:rsidR="00460331" w:rsidRPr="00C31FE8" w:rsidRDefault="00460331" w:rsidP="00EC651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31FE8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0F2695" w:rsidRPr="000F2695" w14:paraId="373C7043" w14:textId="77777777" w:rsidTr="00C44417">
        <w:trPr>
          <w:cantSplit/>
          <w:trHeight w:val="96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F8F3F6" w14:textId="77777777" w:rsidR="00460331" w:rsidRPr="000F2695" w:rsidRDefault="00460331" w:rsidP="00EC6513">
            <w:pPr>
              <w:ind w:firstLine="0"/>
              <w:jc w:val="center"/>
              <w:rPr>
                <w:sz w:val="24"/>
                <w:szCs w:val="24"/>
              </w:rPr>
            </w:pPr>
            <w:r w:rsidRPr="000F2695">
              <w:rPr>
                <w:sz w:val="24"/>
                <w:szCs w:val="24"/>
              </w:rPr>
              <w:t>2 02 45160 14 0220 150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40253" w14:textId="77777777" w:rsidR="00460331" w:rsidRPr="000F2695" w:rsidRDefault="00460331" w:rsidP="00EC6513">
            <w:pPr>
              <w:ind w:firstLine="0"/>
              <w:rPr>
                <w:sz w:val="24"/>
                <w:szCs w:val="24"/>
              </w:rPr>
            </w:pPr>
            <w:r w:rsidRPr="000F2695">
              <w:rPr>
                <w:sz w:val="24"/>
                <w:szCs w:val="24"/>
              </w:rPr>
              <w:t>2.1.4.1. Иные межбюджетные трансферты на возмещение части затрат организаций, пострадавших от распространения новой коронавирусной инфекции (COVID-19). на оплату труда работников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CA21D1" w14:textId="1A385D9D" w:rsidR="00460331" w:rsidRPr="000F2695" w:rsidRDefault="000F2695" w:rsidP="00EC6513">
            <w:pPr>
              <w:ind w:firstLine="0"/>
              <w:jc w:val="center"/>
              <w:rPr>
                <w:sz w:val="24"/>
                <w:szCs w:val="24"/>
              </w:rPr>
            </w:pPr>
            <w:r w:rsidRPr="000F2695">
              <w:rPr>
                <w:sz w:val="24"/>
                <w:szCs w:val="24"/>
              </w:rPr>
              <w:t>10 2</w:t>
            </w:r>
            <w:r w:rsidR="00460331" w:rsidRPr="000F2695">
              <w:rPr>
                <w:sz w:val="24"/>
                <w:szCs w:val="24"/>
              </w:rPr>
              <w:t>00,0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00579" w14:textId="77777777" w:rsidR="00460331" w:rsidRPr="000F2695" w:rsidRDefault="00460331" w:rsidP="00EC6513">
            <w:pPr>
              <w:ind w:firstLine="0"/>
              <w:jc w:val="center"/>
              <w:rPr>
                <w:sz w:val="24"/>
                <w:szCs w:val="24"/>
              </w:rPr>
            </w:pPr>
            <w:r w:rsidRPr="000F2695">
              <w:rPr>
                <w:sz w:val="24"/>
                <w:szCs w:val="24"/>
              </w:rPr>
              <w:t>0,0 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ED5CA" w14:textId="77777777" w:rsidR="00460331" w:rsidRPr="000F2695" w:rsidRDefault="00460331" w:rsidP="00EC6513">
            <w:pPr>
              <w:ind w:firstLine="0"/>
              <w:jc w:val="center"/>
              <w:rPr>
                <w:sz w:val="24"/>
                <w:szCs w:val="24"/>
              </w:rPr>
            </w:pPr>
            <w:r w:rsidRPr="000F2695">
              <w:rPr>
                <w:sz w:val="24"/>
                <w:szCs w:val="24"/>
              </w:rPr>
              <w:t>0,0</w:t>
            </w:r>
          </w:p>
        </w:tc>
      </w:tr>
      <w:tr w:rsidR="00896209" w:rsidRPr="00896209" w14:paraId="5A42FCE9" w14:textId="77777777" w:rsidTr="00BE37BA">
        <w:trPr>
          <w:cantSplit/>
          <w:trHeight w:val="1009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AB97ED" w14:textId="77777777" w:rsidR="00460331" w:rsidRPr="00896209" w:rsidRDefault="00460331" w:rsidP="00EC6513">
            <w:pPr>
              <w:ind w:firstLine="0"/>
              <w:jc w:val="center"/>
              <w:rPr>
                <w:sz w:val="24"/>
                <w:szCs w:val="24"/>
              </w:rPr>
            </w:pPr>
            <w:r w:rsidRPr="00896209">
              <w:rPr>
                <w:sz w:val="24"/>
                <w:szCs w:val="24"/>
              </w:rPr>
              <w:t>2 02 45160 14 0220 150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033EA" w14:textId="77777777" w:rsidR="00460331" w:rsidRPr="00896209" w:rsidRDefault="00460331" w:rsidP="00EC6513">
            <w:pPr>
              <w:ind w:firstLine="0"/>
              <w:rPr>
                <w:sz w:val="24"/>
                <w:szCs w:val="24"/>
              </w:rPr>
            </w:pPr>
            <w:r w:rsidRPr="00896209">
              <w:rPr>
                <w:sz w:val="24"/>
                <w:szCs w:val="24"/>
              </w:rPr>
              <w:t>2.1.4.2. Иные межбюджетные трансферты на возмещение затрат организаций, пострадавших от распространения новой коронавирусной инфекции (COVID-19). на оплату коммунальных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048986" w14:textId="4A54ACFA" w:rsidR="00460331" w:rsidRPr="00896209" w:rsidRDefault="00896209" w:rsidP="00EC6513">
            <w:pPr>
              <w:ind w:firstLine="0"/>
              <w:jc w:val="center"/>
              <w:rPr>
                <w:sz w:val="24"/>
                <w:szCs w:val="24"/>
              </w:rPr>
            </w:pPr>
            <w:r w:rsidRPr="00896209">
              <w:rPr>
                <w:sz w:val="24"/>
                <w:szCs w:val="24"/>
              </w:rPr>
              <w:t>4</w:t>
            </w:r>
            <w:r w:rsidR="00460331" w:rsidRPr="00896209">
              <w:rPr>
                <w:sz w:val="24"/>
                <w:szCs w:val="24"/>
              </w:rPr>
              <w:t xml:space="preserve"> 800,0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CBAA4" w14:textId="77777777" w:rsidR="00460331" w:rsidRPr="00896209" w:rsidRDefault="00460331" w:rsidP="00EC6513">
            <w:pPr>
              <w:ind w:firstLine="0"/>
              <w:jc w:val="center"/>
              <w:rPr>
                <w:sz w:val="24"/>
                <w:szCs w:val="24"/>
              </w:rPr>
            </w:pPr>
            <w:r w:rsidRPr="00896209">
              <w:rPr>
                <w:sz w:val="24"/>
                <w:szCs w:val="24"/>
              </w:rPr>
              <w:t> 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0DAB4" w14:textId="77777777" w:rsidR="00460331" w:rsidRPr="00896209" w:rsidRDefault="00460331" w:rsidP="00EC6513">
            <w:pPr>
              <w:ind w:firstLine="0"/>
              <w:jc w:val="center"/>
              <w:rPr>
                <w:sz w:val="24"/>
                <w:szCs w:val="24"/>
              </w:rPr>
            </w:pPr>
            <w:r w:rsidRPr="00896209">
              <w:rPr>
                <w:sz w:val="24"/>
                <w:szCs w:val="24"/>
              </w:rPr>
              <w:t>0,0</w:t>
            </w:r>
          </w:p>
        </w:tc>
      </w:tr>
      <w:tr w:rsidR="00896209" w:rsidRPr="00896209" w14:paraId="72BBB665" w14:textId="77777777" w:rsidTr="00BE37BA">
        <w:trPr>
          <w:cantSplit/>
          <w:trHeight w:val="1350"/>
          <w:jc w:val="center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7DB53B" w14:textId="77777777" w:rsidR="00460331" w:rsidRPr="00896209" w:rsidRDefault="00460331" w:rsidP="00EC6513">
            <w:pPr>
              <w:ind w:firstLine="0"/>
              <w:jc w:val="center"/>
              <w:rPr>
                <w:sz w:val="24"/>
                <w:szCs w:val="24"/>
              </w:rPr>
            </w:pPr>
            <w:r w:rsidRPr="00896209">
              <w:rPr>
                <w:sz w:val="24"/>
                <w:szCs w:val="24"/>
              </w:rPr>
              <w:t>2 02 45160 14 0220 150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E5A38" w14:textId="77777777" w:rsidR="00460331" w:rsidRPr="00896209" w:rsidRDefault="00460331" w:rsidP="00EC6513">
            <w:pPr>
              <w:ind w:firstLine="0"/>
              <w:rPr>
                <w:sz w:val="24"/>
                <w:szCs w:val="24"/>
              </w:rPr>
            </w:pPr>
            <w:r w:rsidRPr="00896209">
              <w:rPr>
                <w:sz w:val="24"/>
                <w:szCs w:val="24"/>
              </w:rPr>
              <w:t>2.1.4.5. 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уровня. Фонд на поддержку территорий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F8029E" w14:textId="0425293C" w:rsidR="00460331" w:rsidRPr="00896209" w:rsidRDefault="00896209" w:rsidP="00EC6513">
            <w:pPr>
              <w:ind w:firstLine="0"/>
              <w:jc w:val="center"/>
              <w:rPr>
                <w:sz w:val="24"/>
                <w:szCs w:val="24"/>
              </w:rPr>
            </w:pPr>
            <w:r w:rsidRPr="00896209">
              <w:rPr>
                <w:sz w:val="24"/>
                <w:szCs w:val="24"/>
              </w:rPr>
              <w:t>2 144,7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92CEE" w14:textId="77777777" w:rsidR="00460331" w:rsidRPr="00896209" w:rsidRDefault="00460331" w:rsidP="00EC6513">
            <w:pPr>
              <w:ind w:firstLine="0"/>
              <w:jc w:val="center"/>
              <w:rPr>
                <w:sz w:val="24"/>
                <w:szCs w:val="24"/>
              </w:rPr>
            </w:pPr>
            <w:r w:rsidRPr="00896209">
              <w:rPr>
                <w:sz w:val="24"/>
                <w:szCs w:val="24"/>
              </w:rPr>
              <w:t>0,0 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D95E2" w14:textId="77777777" w:rsidR="00460331" w:rsidRPr="00896209" w:rsidRDefault="00460331" w:rsidP="00EC6513">
            <w:pPr>
              <w:ind w:firstLine="0"/>
              <w:jc w:val="center"/>
              <w:rPr>
                <w:sz w:val="24"/>
                <w:szCs w:val="24"/>
              </w:rPr>
            </w:pPr>
            <w:r w:rsidRPr="00896209">
              <w:rPr>
                <w:sz w:val="24"/>
                <w:szCs w:val="24"/>
              </w:rPr>
              <w:t>0,0</w:t>
            </w:r>
          </w:p>
        </w:tc>
      </w:tr>
      <w:tr w:rsidR="00896209" w:rsidRPr="00896209" w14:paraId="3C702983" w14:textId="77777777" w:rsidTr="00BE37BA">
        <w:trPr>
          <w:cantSplit/>
          <w:trHeight w:val="1320"/>
          <w:jc w:val="center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E21A5E" w14:textId="21926CDC" w:rsidR="00896209" w:rsidRPr="00896209" w:rsidRDefault="00896209" w:rsidP="00EC6513">
            <w:pPr>
              <w:ind w:firstLine="0"/>
              <w:jc w:val="center"/>
              <w:rPr>
                <w:sz w:val="24"/>
                <w:szCs w:val="24"/>
              </w:rPr>
            </w:pPr>
            <w:r w:rsidRPr="00896209">
              <w:rPr>
                <w:sz w:val="24"/>
                <w:szCs w:val="24"/>
              </w:rPr>
              <w:t>2 02 45160 14 0220 150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A53AD" w14:textId="23F956B8" w:rsidR="00896209" w:rsidRPr="00896209" w:rsidRDefault="00896209" w:rsidP="00EC6513">
            <w:pPr>
              <w:ind w:firstLine="0"/>
              <w:rPr>
                <w:sz w:val="24"/>
                <w:szCs w:val="24"/>
              </w:rPr>
            </w:pPr>
            <w:r w:rsidRPr="00896209">
              <w:rPr>
                <w:sz w:val="24"/>
                <w:szCs w:val="24"/>
              </w:rPr>
              <w:t>2.1.4.6. 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уровня. Средства резервного фонда правительства Нижегородской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08F148" w14:textId="12002EDB" w:rsidR="00896209" w:rsidRPr="00896209" w:rsidRDefault="009613E1" w:rsidP="00EC651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26 431,9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1D4466" w14:textId="4D2EF36F" w:rsidR="00896209" w:rsidRPr="00896209" w:rsidRDefault="009613E1" w:rsidP="00EC651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D5F6F7" w14:textId="5E28233B" w:rsidR="00896209" w:rsidRPr="00896209" w:rsidRDefault="009613E1" w:rsidP="00EC651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06BC0" w:rsidRPr="00B06BC0" w14:paraId="23E9B7D1" w14:textId="77777777" w:rsidTr="00C44417">
        <w:trPr>
          <w:cantSplit/>
          <w:trHeight w:val="1320"/>
          <w:jc w:val="center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142D8" w14:textId="77777777" w:rsidR="00460331" w:rsidRPr="00B06BC0" w:rsidRDefault="00460331" w:rsidP="00EC651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06BC0">
              <w:rPr>
                <w:b/>
                <w:bCs/>
                <w:sz w:val="24"/>
                <w:szCs w:val="24"/>
              </w:rPr>
              <w:lastRenderedPageBreak/>
              <w:t>2 18 00000 00 0000 000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E1F94" w14:textId="77777777" w:rsidR="00460331" w:rsidRPr="00B06BC0" w:rsidRDefault="00460331" w:rsidP="00EC6513">
            <w:pPr>
              <w:ind w:firstLine="0"/>
              <w:rPr>
                <w:b/>
                <w:bCs/>
                <w:sz w:val="24"/>
                <w:szCs w:val="24"/>
              </w:rPr>
            </w:pPr>
            <w:r w:rsidRPr="00B06BC0">
              <w:rPr>
                <w:b/>
                <w:bCs/>
                <w:sz w:val="24"/>
                <w:szCs w:val="24"/>
              </w:rPr>
              <w:t xml:space="preserve">2.2. 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8E32B3" w14:textId="7E43A72E" w:rsidR="00460331" w:rsidRPr="00B06BC0" w:rsidRDefault="00B06BC0" w:rsidP="00EC651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06BC0">
              <w:rPr>
                <w:b/>
                <w:bCs/>
                <w:sz w:val="24"/>
                <w:szCs w:val="24"/>
              </w:rPr>
              <w:t>7 798,9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BF73D" w14:textId="77777777" w:rsidR="00460331" w:rsidRPr="00B06BC0" w:rsidRDefault="00460331" w:rsidP="00EC6513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B06BC0">
              <w:rPr>
                <w:b/>
                <w:sz w:val="24"/>
                <w:szCs w:val="24"/>
              </w:rPr>
              <w:t>0,0 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89C87" w14:textId="77777777" w:rsidR="00460331" w:rsidRPr="00B06BC0" w:rsidRDefault="00460331" w:rsidP="00EC6513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B06BC0">
              <w:rPr>
                <w:b/>
                <w:sz w:val="24"/>
                <w:szCs w:val="24"/>
              </w:rPr>
              <w:t>0,0 </w:t>
            </w:r>
          </w:p>
        </w:tc>
      </w:tr>
      <w:tr w:rsidR="00460331" w:rsidRPr="00460331" w14:paraId="3AF9ABA1" w14:textId="77777777" w:rsidTr="00C44417">
        <w:trPr>
          <w:cantSplit/>
          <w:trHeight w:val="690"/>
          <w:jc w:val="center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3D9F6C" w14:textId="77777777" w:rsidR="00460331" w:rsidRPr="00C52A68" w:rsidRDefault="00460331" w:rsidP="00EC6513">
            <w:pPr>
              <w:ind w:firstLine="0"/>
              <w:jc w:val="center"/>
              <w:rPr>
                <w:sz w:val="24"/>
                <w:szCs w:val="24"/>
              </w:rPr>
            </w:pPr>
            <w:r w:rsidRPr="00C52A68">
              <w:rPr>
                <w:sz w:val="24"/>
                <w:szCs w:val="24"/>
              </w:rPr>
              <w:t>2 18 04010 14 0000 150</w:t>
            </w:r>
          </w:p>
        </w:tc>
        <w:tc>
          <w:tcPr>
            <w:tcW w:w="3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19CB8C" w14:textId="77777777" w:rsidR="00460331" w:rsidRPr="00C52A68" w:rsidRDefault="00460331" w:rsidP="00EC6513">
            <w:pPr>
              <w:ind w:firstLine="0"/>
              <w:rPr>
                <w:sz w:val="24"/>
                <w:szCs w:val="24"/>
              </w:rPr>
            </w:pPr>
            <w:r w:rsidRPr="00C52A68">
              <w:rPr>
                <w:sz w:val="24"/>
                <w:szCs w:val="24"/>
              </w:rPr>
              <w:t>2.2.1. Доходы бюджетов муниципальных округов от возврата бюджетными учреждениями остатков субсидий прошлых лет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A2A77B" w14:textId="68456711" w:rsidR="00460331" w:rsidRPr="00C52A68" w:rsidRDefault="00C52A68" w:rsidP="00EC6513">
            <w:pPr>
              <w:ind w:firstLine="0"/>
              <w:jc w:val="center"/>
              <w:rPr>
                <w:sz w:val="24"/>
                <w:szCs w:val="24"/>
              </w:rPr>
            </w:pPr>
            <w:r w:rsidRPr="00C52A68">
              <w:rPr>
                <w:sz w:val="24"/>
                <w:szCs w:val="24"/>
              </w:rPr>
              <w:t>6 462,7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FE98F" w14:textId="77777777" w:rsidR="00460331" w:rsidRPr="00C52A68" w:rsidRDefault="00460331" w:rsidP="00EC6513">
            <w:pPr>
              <w:ind w:firstLine="0"/>
              <w:jc w:val="center"/>
              <w:rPr>
                <w:sz w:val="24"/>
                <w:szCs w:val="24"/>
              </w:rPr>
            </w:pPr>
            <w:r w:rsidRPr="00C52A68">
              <w:rPr>
                <w:sz w:val="24"/>
                <w:szCs w:val="24"/>
              </w:rPr>
              <w:t>0,0 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FDE8E" w14:textId="77777777" w:rsidR="00460331" w:rsidRPr="00C52A68" w:rsidRDefault="00460331" w:rsidP="00EC6513">
            <w:pPr>
              <w:ind w:firstLine="0"/>
              <w:jc w:val="center"/>
              <w:rPr>
                <w:sz w:val="24"/>
                <w:szCs w:val="24"/>
              </w:rPr>
            </w:pPr>
            <w:r w:rsidRPr="00C52A68">
              <w:rPr>
                <w:sz w:val="24"/>
                <w:szCs w:val="24"/>
              </w:rPr>
              <w:t> 0,0</w:t>
            </w:r>
          </w:p>
        </w:tc>
      </w:tr>
      <w:tr w:rsidR="00460331" w:rsidRPr="00460331" w14:paraId="78CE9895" w14:textId="77777777" w:rsidTr="00C44417">
        <w:trPr>
          <w:cantSplit/>
          <w:trHeight w:val="75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3A0241" w14:textId="77777777" w:rsidR="00460331" w:rsidRPr="00C52A68" w:rsidRDefault="00460331" w:rsidP="00EC6513">
            <w:pPr>
              <w:ind w:firstLine="0"/>
              <w:jc w:val="center"/>
              <w:rPr>
                <w:sz w:val="24"/>
                <w:szCs w:val="24"/>
              </w:rPr>
            </w:pPr>
            <w:r w:rsidRPr="00C52A68">
              <w:rPr>
                <w:sz w:val="24"/>
                <w:szCs w:val="24"/>
              </w:rPr>
              <w:t>2 18 04020 14 0000 150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52506" w14:textId="77777777" w:rsidR="00460331" w:rsidRPr="00C52A68" w:rsidRDefault="00460331" w:rsidP="00EC6513">
            <w:pPr>
              <w:ind w:firstLine="0"/>
              <w:rPr>
                <w:sz w:val="24"/>
                <w:szCs w:val="24"/>
              </w:rPr>
            </w:pPr>
            <w:r w:rsidRPr="00C52A68">
              <w:rPr>
                <w:sz w:val="24"/>
                <w:szCs w:val="24"/>
              </w:rPr>
              <w:t>2.2.2. Доходы бюджетов муниципальных округов от возврата автономными учреждениями остатков субсидий прошлых лет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1A0D80" w14:textId="55BB0489" w:rsidR="00460331" w:rsidRPr="00C52A68" w:rsidRDefault="00C52A68" w:rsidP="00EC6513">
            <w:pPr>
              <w:ind w:firstLine="0"/>
              <w:jc w:val="center"/>
              <w:rPr>
                <w:sz w:val="24"/>
                <w:szCs w:val="24"/>
              </w:rPr>
            </w:pPr>
            <w:r w:rsidRPr="00C52A68">
              <w:rPr>
                <w:sz w:val="24"/>
                <w:szCs w:val="24"/>
              </w:rPr>
              <w:t>1 336,2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4DBCB" w14:textId="77777777" w:rsidR="00460331" w:rsidRPr="00C52A68" w:rsidRDefault="00460331" w:rsidP="00EC6513">
            <w:pPr>
              <w:ind w:firstLine="0"/>
              <w:jc w:val="center"/>
              <w:rPr>
                <w:sz w:val="24"/>
                <w:szCs w:val="24"/>
              </w:rPr>
            </w:pPr>
            <w:r w:rsidRPr="00C52A68">
              <w:rPr>
                <w:sz w:val="24"/>
                <w:szCs w:val="24"/>
              </w:rPr>
              <w:t> 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0AAA0" w14:textId="77777777" w:rsidR="00460331" w:rsidRPr="00C52A68" w:rsidRDefault="00460331" w:rsidP="00EC6513">
            <w:pPr>
              <w:ind w:firstLine="0"/>
              <w:jc w:val="center"/>
              <w:rPr>
                <w:sz w:val="24"/>
                <w:szCs w:val="24"/>
              </w:rPr>
            </w:pPr>
            <w:r w:rsidRPr="00C52A68">
              <w:rPr>
                <w:sz w:val="24"/>
                <w:szCs w:val="24"/>
              </w:rPr>
              <w:t> 0,0</w:t>
            </w:r>
          </w:p>
        </w:tc>
      </w:tr>
      <w:tr w:rsidR="00B94320" w:rsidRPr="00B94320" w14:paraId="69A27A24" w14:textId="77777777" w:rsidTr="00BE37BA">
        <w:trPr>
          <w:cantSplit/>
          <w:trHeight w:val="638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091E1" w14:textId="77777777" w:rsidR="00460331" w:rsidRPr="00B94320" w:rsidRDefault="00460331" w:rsidP="00EC651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94320">
              <w:rPr>
                <w:b/>
                <w:bCs/>
                <w:sz w:val="24"/>
                <w:szCs w:val="24"/>
              </w:rPr>
              <w:t>2 19 00000 00 0000 000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9210D" w14:textId="77777777" w:rsidR="00460331" w:rsidRPr="00B94320" w:rsidRDefault="00460331" w:rsidP="00EC6513">
            <w:pPr>
              <w:ind w:firstLine="0"/>
              <w:rPr>
                <w:b/>
                <w:bCs/>
                <w:sz w:val="24"/>
                <w:szCs w:val="24"/>
              </w:rPr>
            </w:pPr>
            <w:r w:rsidRPr="00B94320">
              <w:rPr>
                <w:b/>
                <w:bCs/>
                <w:sz w:val="24"/>
                <w:szCs w:val="24"/>
              </w:rPr>
              <w:t xml:space="preserve">2.3. Возврат остатков субсидий, субвенций и иных межбюджетных трансфертов, имеющих целевое назначение, прошлых лет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5F865" w14:textId="32EF9D27" w:rsidR="00460331" w:rsidRPr="00B94320" w:rsidRDefault="00460331" w:rsidP="00EC651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94320">
              <w:rPr>
                <w:b/>
                <w:bCs/>
                <w:sz w:val="24"/>
                <w:szCs w:val="24"/>
              </w:rPr>
              <w:t>-</w:t>
            </w:r>
            <w:r w:rsidR="004D2201" w:rsidRPr="00B94320">
              <w:rPr>
                <w:b/>
                <w:bCs/>
                <w:sz w:val="24"/>
                <w:szCs w:val="24"/>
              </w:rPr>
              <w:t xml:space="preserve"> 12 569,0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6FA29" w14:textId="77777777" w:rsidR="00460331" w:rsidRPr="00B94320" w:rsidRDefault="00460331" w:rsidP="00EC651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94320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7A499" w14:textId="77777777" w:rsidR="00460331" w:rsidRPr="00B94320" w:rsidRDefault="00460331" w:rsidP="00EC6513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B94320">
              <w:rPr>
                <w:b/>
                <w:sz w:val="24"/>
                <w:szCs w:val="24"/>
              </w:rPr>
              <w:t>0,0</w:t>
            </w:r>
          </w:p>
        </w:tc>
      </w:tr>
      <w:tr w:rsidR="00725169" w:rsidRPr="00725169" w14:paraId="0BED051A" w14:textId="77777777" w:rsidTr="00BE37BA">
        <w:trPr>
          <w:cantSplit/>
          <w:trHeight w:val="1035"/>
          <w:jc w:val="center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752A31" w14:textId="77777777" w:rsidR="00460331" w:rsidRPr="00725169" w:rsidRDefault="00460331" w:rsidP="00EC6513">
            <w:pPr>
              <w:ind w:firstLine="0"/>
              <w:jc w:val="center"/>
              <w:rPr>
                <w:sz w:val="24"/>
                <w:szCs w:val="24"/>
              </w:rPr>
            </w:pPr>
            <w:r w:rsidRPr="00725169">
              <w:rPr>
                <w:sz w:val="24"/>
                <w:szCs w:val="24"/>
              </w:rPr>
              <w:t>2 19 60010 14 0000 150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E07836" w14:textId="1A963E6B" w:rsidR="00460331" w:rsidRPr="00725169" w:rsidRDefault="00460331" w:rsidP="00EC6513">
            <w:pPr>
              <w:ind w:firstLine="0"/>
              <w:rPr>
                <w:sz w:val="24"/>
                <w:szCs w:val="24"/>
              </w:rPr>
            </w:pPr>
            <w:r w:rsidRPr="00725169">
              <w:rPr>
                <w:sz w:val="24"/>
                <w:szCs w:val="24"/>
              </w:rPr>
              <w:t>2.</w:t>
            </w:r>
            <w:r w:rsidR="00725169" w:rsidRPr="00725169">
              <w:rPr>
                <w:sz w:val="24"/>
                <w:szCs w:val="24"/>
              </w:rPr>
              <w:t>3</w:t>
            </w:r>
            <w:r w:rsidRPr="00725169">
              <w:rPr>
                <w:sz w:val="24"/>
                <w:szCs w:val="24"/>
              </w:rPr>
              <w:t>.3. 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70845D" w14:textId="4D06F3EA" w:rsidR="00460331" w:rsidRPr="00725169" w:rsidRDefault="00460331" w:rsidP="00EC6513">
            <w:pPr>
              <w:ind w:firstLine="0"/>
              <w:jc w:val="center"/>
              <w:rPr>
                <w:sz w:val="24"/>
                <w:szCs w:val="24"/>
              </w:rPr>
            </w:pPr>
            <w:r w:rsidRPr="00725169">
              <w:rPr>
                <w:sz w:val="24"/>
                <w:szCs w:val="24"/>
              </w:rPr>
              <w:t>-</w:t>
            </w:r>
            <w:r w:rsidR="00725169" w:rsidRPr="00725169">
              <w:rPr>
                <w:sz w:val="24"/>
                <w:szCs w:val="24"/>
              </w:rPr>
              <w:t xml:space="preserve"> 5 197,5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2A7F8" w14:textId="77777777" w:rsidR="00460331" w:rsidRPr="00725169" w:rsidRDefault="00460331" w:rsidP="00EC6513">
            <w:pPr>
              <w:ind w:firstLine="0"/>
              <w:jc w:val="center"/>
              <w:rPr>
                <w:sz w:val="24"/>
                <w:szCs w:val="24"/>
              </w:rPr>
            </w:pPr>
            <w:r w:rsidRPr="00725169">
              <w:rPr>
                <w:sz w:val="24"/>
                <w:szCs w:val="24"/>
              </w:rPr>
              <w:t>0,0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2BA2D" w14:textId="77777777" w:rsidR="00460331" w:rsidRPr="00725169" w:rsidRDefault="00460331" w:rsidP="00EC6513">
            <w:pPr>
              <w:ind w:firstLine="0"/>
              <w:jc w:val="center"/>
              <w:rPr>
                <w:sz w:val="24"/>
                <w:szCs w:val="24"/>
              </w:rPr>
            </w:pPr>
            <w:r w:rsidRPr="00725169">
              <w:rPr>
                <w:sz w:val="24"/>
                <w:szCs w:val="24"/>
              </w:rPr>
              <w:t>0,0</w:t>
            </w:r>
          </w:p>
        </w:tc>
      </w:tr>
      <w:tr w:rsidR="00614432" w:rsidRPr="00614432" w14:paraId="6B3272B1" w14:textId="77777777" w:rsidTr="00BE37BA">
        <w:trPr>
          <w:cantSplit/>
          <w:trHeight w:val="465"/>
          <w:jc w:val="center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CA42E6" w14:textId="4B6AAA87" w:rsidR="00614432" w:rsidRPr="00614432" w:rsidRDefault="00614432" w:rsidP="00EC6513">
            <w:pPr>
              <w:ind w:firstLine="0"/>
              <w:rPr>
                <w:sz w:val="24"/>
                <w:szCs w:val="24"/>
              </w:rPr>
            </w:pPr>
            <w:r w:rsidRPr="00614432">
              <w:rPr>
                <w:sz w:val="24"/>
                <w:szCs w:val="24"/>
              </w:rPr>
              <w:t>2 19 45303 14 0000 150</w:t>
            </w:r>
          </w:p>
        </w:tc>
        <w:tc>
          <w:tcPr>
            <w:tcW w:w="3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5463A" w14:textId="4FFA091E" w:rsidR="00614432" w:rsidRPr="00614432" w:rsidRDefault="00614432" w:rsidP="00EC6513">
            <w:pPr>
              <w:ind w:firstLine="0"/>
              <w:rPr>
                <w:sz w:val="24"/>
                <w:szCs w:val="24"/>
              </w:rPr>
            </w:pPr>
            <w:r w:rsidRPr="00614432">
              <w:rPr>
                <w:sz w:val="24"/>
                <w:szCs w:val="24"/>
              </w:rPr>
              <w:t>2.3.4. Возврат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муниципальных округов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3DC4A" w14:textId="7EBDB082" w:rsidR="00614432" w:rsidRPr="00614432" w:rsidRDefault="00FD6D33" w:rsidP="00EC651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- 630,4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F6C5B8" w14:textId="50FDC1F4" w:rsidR="00614432" w:rsidRPr="00614432" w:rsidRDefault="00FD6D33" w:rsidP="00EC651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0BFE95" w14:textId="2A0A83A2" w:rsidR="00614432" w:rsidRPr="00614432" w:rsidRDefault="00FD6D33" w:rsidP="00EC651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14432" w:rsidRPr="00614432" w14:paraId="6C9D2C5B" w14:textId="77777777" w:rsidTr="00614432">
        <w:trPr>
          <w:cantSplit/>
          <w:trHeight w:val="465"/>
          <w:jc w:val="center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308A6B" w14:textId="1F6C6113" w:rsidR="00614432" w:rsidRPr="00614432" w:rsidRDefault="00A11EB2" w:rsidP="00EC6513">
            <w:pPr>
              <w:ind w:firstLine="0"/>
              <w:rPr>
                <w:sz w:val="24"/>
                <w:szCs w:val="24"/>
              </w:rPr>
            </w:pPr>
            <w:r w:rsidRPr="00A11EB2">
              <w:rPr>
                <w:sz w:val="24"/>
                <w:szCs w:val="24"/>
              </w:rPr>
              <w:lastRenderedPageBreak/>
              <w:t>2 19 25304 14 0000 150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B0C0D" w14:textId="02B4FD29" w:rsidR="00614432" w:rsidRPr="00614432" w:rsidRDefault="00614432" w:rsidP="00EC6513">
            <w:pPr>
              <w:ind w:firstLine="0"/>
              <w:rPr>
                <w:sz w:val="24"/>
                <w:szCs w:val="24"/>
              </w:rPr>
            </w:pPr>
            <w:r w:rsidRPr="00614432">
              <w:rPr>
                <w:sz w:val="24"/>
                <w:szCs w:val="24"/>
              </w:rPr>
              <w:t>2.3.5. 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муниципальных округов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4A4A95" w14:textId="2C2BBF5A" w:rsidR="00614432" w:rsidRPr="00614432" w:rsidRDefault="00601B74" w:rsidP="00EC651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- 3 117,8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1BF358" w14:textId="12EBF5C7" w:rsidR="00614432" w:rsidRPr="00614432" w:rsidRDefault="00601B74" w:rsidP="00EC651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53602A" w14:textId="4900FE3A" w:rsidR="00614432" w:rsidRPr="00614432" w:rsidRDefault="00601B74" w:rsidP="00EC651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C02A4" w:rsidRPr="00DB735E" w14:paraId="49E1A987" w14:textId="77777777" w:rsidTr="00614432">
        <w:trPr>
          <w:cantSplit/>
          <w:trHeight w:val="465"/>
          <w:jc w:val="center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8E515D" w14:textId="200D674A" w:rsidR="009C02A4" w:rsidRPr="001778C5" w:rsidRDefault="00DB735E" w:rsidP="00EC6513">
            <w:pPr>
              <w:ind w:firstLine="0"/>
              <w:rPr>
                <w:b/>
                <w:bCs/>
                <w:sz w:val="24"/>
                <w:szCs w:val="24"/>
              </w:rPr>
            </w:pPr>
            <w:r w:rsidRPr="001778C5">
              <w:rPr>
                <w:b/>
                <w:bCs/>
                <w:sz w:val="24"/>
                <w:szCs w:val="24"/>
              </w:rPr>
              <w:t>2 04 00000 00 0000 000</w:t>
            </w:r>
          </w:p>
        </w:tc>
        <w:tc>
          <w:tcPr>
            <w:tcW w:w="3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D443A9" w14:textId="2499FA0D" w:rsidR="009C02A4" w:rsidRPr="001778C5" w:rsidRDefault="00DB735E" w:rsidP="00EC6513">
            <w:pPr>
              <w:ind w:firstLine="0"/>
              <w:rPr>
                <w:b/>
                <w:bCs/>
                <w:sz w:val="24"/>
                <w:szCs w:val="24"/>
              </w:rPr>
            </w:pPr>
            <w:r w:rsidRPr="001778C5">
              <w:rPr>
                <w:b/>
                <w:bCs/>
                <w:sz w:val="24"/>
                <w:szCs w:val="24"/>
              </w:rPr>
              <w:t>2.4. Безвозмездные поступления от негосударственных организаций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34934C" w14:textId="2E662FD5" w:rsidR="009C02A4" w:rsidRPr="001778C5" w:rsidRDefault="00DB735E" w:rsidP="00EC651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778C5">
              <w:rPr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038979" w14:textId="2F7E8E22" w:rsidR="009C02A4" w:rsidRPr="001778C5" w:rsidRDefault="00DB735E" w:rsidP="00EC651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778C5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BDD001" w14:textId="66C895C6" w:rsidR="009C02A4" w:rsidRPr="001778C5" w:rsidRDefault="00DB735E" w:rsidP="00EC651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778C5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9C02A4" w:rsidRPr="00DB735E" w14:paraId="3518BAE0" w14:textId="77777777" w:rsidTr="00614432">
        <w:trPr>
          <w:cantSplit/>
          <w:trHeight w:val="465"/>
          <w:jc w:val="center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8FC248" w14:textId="12E0BE95" w:rsidR="009C02A4" w:rsidRPr="001778C5" w:rsidRDefault="00DB735E" w:rsidP="00EC6513">
            <w:pPr>
              <w:ind w:firstLine="0"/>
              <w:rPr>
                <w:sz w:val="24"/>
                <w:szCs w:val="24"/>
              </w:rPr>
            </w:pPr>
            <w:r w:rsidRPr="001778C5">
              <w:rPr>
                <w:sz w:val="24"/>
                <w:szCs w:val="24"/>
              </w:rPr>
              <w:t>2 04 04020 14 0000 150</w:t>
            </w:r>
          </w:p>
        </w:tc>
        <w:tc>
          <w:tcPr>
            <w:tcW w:w="3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D2A96" w14:textId="28D9A79B" w:rsidR="009C02A4" w:rsidRPr="001778C5" w:rsidRDefault="00DB735E" w:rsidP="00EC6513">
            <w:pPr>
              <w:ind w:firstLine="0"/>
              <w:rPr>
                <w:sz w:val="24"/>
                <w:szCs w:val="24"/>
              </w:rPr>
            </w:pPr>
            <w:r w:rsidRPr="001778C5">
              <w:rPr>
                <w:sz w:val="24"/>
                <w:szCs w:val="24"/>
              </w:rPr>
              <w:t>2.4.1. Поступления от денежных пожертвований, предоставляемых негосударственными организациями получателям средств бюджетов муниципальных округов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F77B95" w14:textId="1A0D1393" w:rsidR="009C02A4" w:rsidRPr="001778C5" w:rsidRDefault="00DB735E" w:rsidP="00EC6513">
            <w:pPr>
              <w:ind w:firstLine="0"/>
              <w:jc w:val="center"/>
              <w:rPr>
                <w:sz w:val="24"/>
                <w:szCs w:val="24"/>
              </w:rPr>
            </w:pPr>
            <w:r w:rsidRPr="001778C5">
              <w:rPr>
                <w:sz w:val="24"/>
                <w:szCs w:val="24"/>
              </w:rPr>
              <w:t>100,0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4CDAB8" w14:textId="57333ED3" w:rsidR="009C02A4" w:rsidRPr="001778C5" w:rsidRDefault="00DB735E" w:rsidP="00EC6513">
            <w:pPr>
              <w:ind w:firstLine="0"/>
              <w:jc w:val="center"/>
              <w:rPr>
                <w:sz w:val="24"/>
                <w:szCs w:val="24"/>
              </w:rPr>
            </w:pPr>
            <w:r w:rsidRPr="001778C5">
              <w:rPr>
                <w:sz w:val="24"/>
                <w:szCs w:val="24"/>
              </w:rPr>
              <w:t>0,0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6FABA4" w14:textId="561D1B98" w:rsidR="009C02A4" w:rsidRPr="001778C5" w:rsidRDefault="00DB735E" w:rsidP="00EC6513">
            <w:pPr>
              <w:ind w:firstLine="0"/>
              <w:jc w:val="center"/>
              <w:rPr>
                <w:sz w:val="24"/>
                <w:szCs w:val="24"/>
              </w:rPr>
            </w:pPr>
            <w:r w:rsidRPr="001778C5">
              <w:rPr>
                <w:sz w:val="24"/>
                <w:szCs w:val="24"/>
              </w:rPr>
              <w:t>0,0</w:t>
            </w:r>
          </w:p>
        </w:tc>
      </w:tr>
      <w:tr w:rsidR="00FA215D" w:rsidRPr="00FA215D" w14:paraId="245CE43D" w14:textId="77777777" w:rsidTr="00614432">
        <w:trPr>
          <w:cantSplit/>
          <w:trHeight w:val="465"/>
          <w:jc w:val="center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E96521" w14:textId="77777777" w:rsidR="00460331" w:rsidRPr="00EC6513" w:rsidRDefault="00460331" w:rsidP="00EC6513">
            <w:pPr>
              <w:ind w:firstLine="0"/>
              <w:rPr>
                <w:b/>
                <w:bCs/>
                <w:sz w:val="24"/>
                <w:szCs w:val="24"/>
              </w:rPr>
            </w:pPr>
            <w:r w:rsidRPr="00EC6513">
              <w:rPr>
                <w:b/>
                <w:bCs/>
                <w:sz w:val="24"/>
                <w:szCs w:val="24"/>
              </w:rPr>
              <w:t xml:space="preserve">ВСЕГО ДОХОДЫ </w:t>
            </w:r>
          </w:p>
        </w:tc>
        <w:tc>
          <w:tcPr>
            <w:tcW w:w="3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95CAE" w14:textId="77777777" w:rsidR="00460331" w:rsidRPr="00FA215D" w:rsidRDefault="00460331" w:rsidP="00EC6513">
            <w:pPr>
              <w:ind w:firstLine="0"/>
              <w:rPr>
                <w:b/>
                <w:bCs/>
                <w:sz w:val="24"/>
                <w:szCs w:val="24"/>
              </w:rPr>
            </w:pPr>
            <w:r w:rsidRPr="00FA215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C57A2A" w14:textId="606ADDF7" w:rsidR="00460331" w:rsidRPr="00FA215D" w:rsidRDefault="00BE37BA" w:rsidP="00EC651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2 417 525,3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ECA04E" w14:textId="77777777" w:rsidR="00460331" w:rsidRPr="00FA215D" w:rsidRDefault="00460331" w:rsidP="00EC651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A215D">
              <w:rPr>
                <w:b/>
                <w:bCs/>
                <w:sz w:val="24"/>
                <w:szCs w:val="24"/>
              </w:rPr>
              <w:t>2 051 703,1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CEC4B2" w14:textId="77777777" w:rsidR="00460331" w:rsidRPr="00FA215D" w:rsidRDefault="00460331" w:rsidP="00EC651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A215D">
              <w:rPr>
                <w:b/>
                <w:bCs/>
                <w:sz w:val="24"/>
                <w:szCs w:val="24"/>
              </w:rPr>
              <w:t>2 043 381,3</w:t>
            </w:r>
          </w:p>
        </w:tc>
      </w:tr>
    </w:tbl>
    <w:p w14:paraId="28C549EE" w14:textId="77777777" w:rsidR="006B4FDC" w:rsidRPr="00797FD3" w:rsidRDefault="006B4FDC" w:rsidP="00C0135E">
      <w:pPr>
        <w:ind w:firstLine="709"/>
        <w:jc w:val="both"/>
        <w:rPr>
          <w:color w:val="FF0000"/>
          <w:szCs w:val="28"/>
          <w:highlight w:val="yellow"/>
        </w:rPr>
      </w:pPr>
    </w:p>
    <w:p w14:paraId="3F0450DB" w14:textId="123ADAFF" w:rsidR="00C0135E" w:rsidRPr="004A603B" w:rsidRDefault="00C0135E" w:rsidP="00C0135E">
      <w:pPr>
        <w:ind w:firstLine="709"/>
        <w:jc w:val="both"/>
        <w:rPr>
          <w:szCs w:val="28"/>
        </w:rPr>
      </w:pPr>
      <w:r w:rsidRPr="004A603B">
        <w:rPr>
          <w:szCs w:val="28"/>
        </w:rPr>
        <w:t xml:space="preserve"> 1.</w:t>
      </w:r>
      <w:r w:rsidR="00062C52" w:rsidRPr="00062C52">
        <w:rPr>
          <w:szCs w:val="28"/>
        </w:rPr>
        <w:t>4</w:t>
      </w:r>
      <w:r w:rsidRPr="004A603B">
        <w:rPr>
          <w:szCs w:val="28"/>
        </w:rPr>
        <w:t>. пункт 7 изложить в следующей редакции:</w:t>
      </w:r>
    </w:p>
    <w:p w14:paraId="239EB8B4" w14:textId="77777777" w:rsidR="00C0135E" w:rsidRPr="00797FD3" w:rsidRDefault="00C0135E" w:rsidP="00C0135E">
      <w:pPr>
        <w:ind w:firstLine="709"/>
        <w:jc w:val="both"/>
        <w:rPr>
          <w:color w:val="FF0000"/>
          <w:szCs w:val="28"/>
          <w:highlight w:val="yellow"/>
        </w:rPr>
      </w:pPr>
    </w:p>
    <w:p w14:paraId="1B208E63" w14:textId="77777777" w:rsidR="00C0135E" w:rsidRPr="00D06B4E" w:rsidRDefault="00C0135E" w:rsidP="00C0135E">
      <w:pPr>
        <w:pStyle w:val="25"/>
        <w:tabs>
          <w:tab w:val="num" w:pos="0"/>
        </w:tabs>
        <w:ind w:firstLine="709"/>
        <w:rPr>
          <w:sz w:val="28"/>
          <w:szCs w:val="28"/>
        </w:rPr>
      </w:pPr>
      <w:r w:rsidRPr="00D06B4E">
        <w:rPr>
          <w:sz w:val="28"/>
          <w:szCs w:val="28"/>
        </w:rPr>
        <w:t>«Утвердить объем безвозмездных поступлений, получаемых из других бюджетов бюджетной системы Российской Федерации:</w:t>
      </w:r>
    </w:p>
    <w:p w14:paraId="4B0319E5" w14:textId="4BE5858D" w:rsidR="00C0135E" w:rsidRPr="00BF0261" w:rsidRDefault="00C0135E" w:rsidP="00C0135E">
      <w:pPr>
        <w:pStyle w:val="25"/>
        <w:tabs>
          <w:tab w:val="num" w:pos="0"/>
        </w:tabs>
        <w:ind w:firstLine="709"/>
        <w:rPr>
          <w:sz w:val="28"/>
          <w:szCs w:val="28"/>
        </w:rPr>
      </w:pPr>
      <w:r w:rsidRPr="00D06B4E">
        <w:rPr>
          <w:sz w:val="28"/>
          <w:szCs w:val="28"/>
        </w:rPr>
        <w:t xml:space="preserve">- на 2021 год в сумме </w:t>
      </w:r>
      <w:r w:rsidR="00EA6885">
        <w:rPr>
          <w:sz w:val="28"/>
          <w:szCs w:val="28"/>
        </w:rPr>
        <w:t>1 550 058,0</w:t>
      </w:r>
      <w:r w:rsidR="00D06B4E" w:rsidRPr="00D06B4E">
        <w:rPr>
          <w:sz w:val="28"/>
          <w:szCs w:val="28"/>
        </w:rPr>
        <w:t xml:space="preserve"> </w:t>
      </w:r>
      <w:r w:rsidRPr="00D06B4E">
        <w:rPr>
          <w:sz w:val="28"/>
          <w:szCs w:val="28"/>
        </w:rPr>
        <w:t xml:space="preserve">тыс. рублей, в том числе объем субсидий, субвенций и иных межбюджетных трансфертов, имеющих целевое назначение, в </w:t>
      </w:r>
      <w:r w:rsidRPr="00BF0261">
        <w:rPr>
          <w:sz w:val="28"/>
          <w:szCs w:val="28"/>
        </w:rPr>
        <w:t xml:space="preserve">сумме </w:t>
      </w:r>
      <w:r w:rsidR="00EA6885">
        <w:rPr>
          <w:sz w:val="28"/>
          <w:szCs w:val="28"/>
        </w:rPr>
        <w:t>1 323 632,4</w:t>
      </w:r>
      <w:r w:rsidRPr="00BF0261">
        <w:rPr>
          <w:sz w:val="28"/>
          <w:szCs w:val="28"/>
        </w:rPr>
        <w:t xml:space="preserve"> </w:t>
      </w:r>
      <w:proofErr w:type="spellStart"/>
      <w:r w:rsidRPr="00BF0261">
        <w:rPr>
          <w:sz w:val="28"/>
          <w:szCs w:val="28"/>
        </w:rPr>
        <w:t>тыс</w:t>
      </w:r>
      <w:proofErr w:type="gramStart"/>
      <w:r w:rsidRPr="00BF0261">
        <w:rPr>
          <w:sz w:val="28"/>
          <w:szCs w:val="28"/>
        </w:rPr>
        <w:t>.р</w:t>
      </w:r>
      <w:proofErr w:type="gramEnd"/>
      <w:r w:rsidRPr="00BF0261">
        <w:rPr>
          <w:sz w:val="28"/>
          <w:szCs w:val="28"/>
        </w:rPr>
        <w:t>ублей</w:t>
      </w:r>
      <w:proofErr w:type="spellEnd"/>
      <w:r w:rsidRPr="00BF0261">
        <w:rPr>
          <w:sz w:val="28"/>
          <w:szCs w:val="28"/>
        </w:rPr>
        <w:t>;</w:t>
      </w:r>
    </w:p>
    <w:p w14:paraId="51054D4B" w14:textId="77777777" w:rsidR="00C0135E" w:rsidRPr="00CB3EC4" w:rsidRDefault="00C0135E" w:rsidP="00C0135E">
      <w:pPr>
        <w:pStyle w:val="25"/>
        <w:tabs>
          <w:tab w:val="num" w:pos="0"/>
        </w:tabs>
        <w:ind w:firstLine="709"/>
        <w:rPr>
          <w:sz w:val="28"/>
          <w:szCs w:val="28"/>
        </w:rPr>
      </w:pPr>
      <w:r w:rsidRPr="00CB3EC4">
        <w:rPr>
          <w:sz w:val="28"/>
          <w:szCs w:val="28"/>
        </w:rPr>
        <w:t xml:space="preserve">- на 2022 год в сумме 1 189 436,4 тыс. рублей, в том числе объем субсидий, субвенций и иных межбюджетных трансфертов, имеющих целевое назначение, в сумме 999 778,4 </w:t>
      </w:r>
      <w:proofErr w:type="spellStart"/>
      <w:r w:rsidRPr="00CB3EC4">
        <w:rPr>
          <w:sz w:val="28"/>
          <w:szCs w:val="28"/>
        </w:rPr>
        <w:t>тыс</w:t>
      </w:r>
      <w:proofErr w:type="gramStart"/>
      <w:r w:rsidRPr="00CB3EC4">
        <w:rPr>
          <w:sz w:val="28"/>
          <w:szCs w:val="28"/>
        </w:rPr>
        <w:t>.р</w:t>
      </w:r>
      <w:proofErr w:type="gramEnd"/>
      <w:r w:rsidRPr="00CB3EC4">
        <w:rPr>
          <w:sz w:val="28"/>
          <w:szCs w:val="28"/>
        </w:rPr>
        <w:t>ублей</w:t>
      </w:r>
      <w:proofErr w:type="spellEnd"/>
      <w:r w:rsidRPr="00CB3EC4">
        <w:rPr>
          <w:sz w:val="28"/>
          <w:szCs w:val="28"/>
        </w:rPr>
        <w:t>;</w:t>
      </w:r>
    </w:p>
    <w:p w14:paraId="53730DB0" w14:textId="44F69B20" w:rsidR="00C0135E" w:rsidRDefault="00C0135E" w:rsidP="00C0135E">
      <w:pPr>
        <w:pStyle w:val="25"/>
        <w:tabs>
          <w:tab w:val="num" w:pos="0"/>
        </w:tabs>
        <w:ind w:firstLine="709"/>
        <w:rPr>
          <w:sz w:val="28"/>
          <w:szCs w:val="28"/>
        </w:rPr>
      </w:pPr>
      <w:r w:rsidRPr="00CB3EC4">
        <w:rPr>
          <w:sz w:val="28"/>
          <w:szCs w:val="28"/>
        </w:rPr>
        <w:t xml:space="preserve">- на 2023 год в сумме 1 070 818,5 тыс. рублей, в том числе объем субсидий, субвенций и иных межбюджетных трансфертов, имеющих целевое назначение, в сумме 948 274,2 </w:t>
      </w:r>
      <w:proofErr w:type="spellStart"/>
      <w:r w:rsidRPr="00CB3EC4">
        <w:rPr>
          <w:sz w:val="28"/>
          <w:szCs w:val="28"/>
        </w:rPr>
        <w:t>тыс</w:t>
      </w:r>
      <w:proofErr w:type="gramStart"/>
      <w:r w:rsidRPr="00CB3EC4">
        <w:rPr>
          <w:sz w:val="28"/>
          <w:szCs w:val="28"/>
        </w:rPr>
        <w:t>.р</w:t>
      </w:r>
      <w:proofErr w:type="gramEnd"/>
      <w:r w:rsidRPr="00CB3EC4">
        <w:rPr>
          <w:sz w:val="28"/>
          <w:szCs w:val="28"/>
        </w:rPr>
        <w:t>ублей</w:t>
      </w:r>
      <w:proofErr w:type="spellEnd"/>
      <w:r w:rsidRPr="00CB3EC4">
        <w:rPr>
          <w:sz w:val="28"/>
          <w:szCs w:val="28"/>
        </w:rPr>
        <w:t>.»;</w:t>
      </w:r>
    </w:p>
    <w:p w14:paraId="43A9F237" w14:textId="69BE0EC8" w:rsidR="00574EAB" w:rsidRDefault="00574EAB" w:rsidP="00C0135E">
      <w:pPr>
        <w:pStyle w:val="25"/>
        <w:tabs>
          <w:tab w:val="num" w:pos="0"/>
        </w:tabs>
        <w:ind w:firstLine="709"/>
        <w:rPr>
          <w:sz w:val="28"/>
          <w:szCs w:val="28"/>
        </w:rPr>
      </w:pPr>
    </w:p>
    <w:p w14:paraId="3B49F097" w14:textId="4943C40D" w:rsidR="00574EAB" w:rsidRDefault="00574EAB" w:rsidP="00574EAB">
      <w:pPr>
        <w:pStyle w:val="25"/>
        <w:tabs>
          <w:tab w:val="num" w:pos="0"/>
        </w:tabs>
        <w:rPr>
          <w:sz w:val="28"/>
          <w:szCs w:val="28"/>
        </w:rPr>
      </w:pPr>
      <w:r>
        <w:rPr>
          <w:sz w:val="28"/>
          <w:szCs w:val="28"/>
        </w:rPr>
        <w:t xml:space="preserve">  1.5. </w:t>
      </w:r>
      <w:r w:rsidR="0081745B" w:rsidRPr="0081745B">
        <w:rPr>
          <w:sz w:val="28"/>
          <w:szCs w:val="28"/>
        </w:rPr>
        <w:t>приложение 4 изложить в следующей редакции</w:t>
      </w:r>
      <w:r>
        <w:rPr>
          <w:sz w:val="28"/>
          <w:szCs w:val="28"/>
        </w:rPr>
        <w:t>:</w:t>
      </w:r>
    </w:p>
    <w:p w14:paraId="47C4FE50" w14:textId="77777777" w:rsidR="0081745B" w:rsidRDefault="0081745B" w:rsidP="00574EAB">
      <w:pPr>
        <w:pStyle w:val="25"/>
        <w:tabs>
          <w:tab w:val="num" w:pos="0"/>
        </w:tabs>
        <w:rPr>
          <w:sz w:val="28"/>
          <w:szCs w:val="28"/>
        </w:rPr>
      </w:pPr>
    </w:p>
    <w:p w14:paraId="16DFDEB7" w14:textId="77777777" w:rsidR="0081745B" w:rsidRDefault="0081745B" w:rsidP="0081745B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Источники финансирования дефицита </w:t>
      </w:r>
    </w:p>
    <w:p w14:paraId="256FD2FF" w14:textId="77777777" w:rsidR="0081745B" w:rsidRDefault="0081745B" w:rsidP="0081745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бюджета Балахнинского муниципального округа</w:t>
      </w:r>
    </w:p>
    <w:p w14:paraId="4DFE432C" w14:textId="77777777" w:rsidR="0081745B" w:rsidRDefault="0081745B" w:rsidP="0081745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2021 год и на плановый </w:t>
      </w:r>
    </w:p>
    <w:p w14:paraId="2E63D437" w14:textId="77777777" w:rsidR="0081745B" w:rsidRDefault="0081745B" w:rsidP="0081745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период 2022 и 2023 годов</w:t>
      </w:r>
    </w:p>
    <w:p w14:paraId="46D104AB" w14:textId="77777777" w:rsidR="0081745B" w:rsidRDefault="0081745B" w:rsidP="0081745B">
      <w:pPr>
        <w:tabs>
          <w:tab w:val="left" w:pos="9214"/>
        </w:tabs>
        <w:jc w:val="right"/>
        <w:rPr>
          <w:szCs w:val="28"/>
        </w:rPr>
      </w:pPr>
      <w:r>
        <w:rPr>
          <w:szCs w:val="28"/>
        </w:rPr>
        <w:t xml:space="preserve"> (тыс. рублей)</w:t>
      </w: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20"/>
        <w:gridCol w:w="1843"/>
        <w:gridCol w:w="1843"/>
        <w:gridCol w:w="1842"/>
      </w:tblGrid>
      <w:tr w:rsidR="0081745B" w14:paraId="54AE2C54" w14:textId="77777777" w:rsidTr="007420CD">
        <w:trPr>
          <w:trHeight w:val="439"/>
          <w:tblHeader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CE0EC" w14:textId="77777777" w:rsidR="0081745B" w:rsidRDefault="0081745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D9E8B" w14:textId="77777777" w:rsidR="0081745B" w:rsidRDefault="0081745B">
            <w:pPr>
              <w:ind w:firstLine="22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2021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8080C" w14:textId="77777777" w:rsidR="0081745B" w:rsidRDefault="0081745B">
            <w:pPr>
              <w:ind w:firstLine="28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2022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98E20" w14:textId="77777777" w:rsidR="0081745B" w:rsidRDefault="0081745B">
            <w:pPr>
              <w:ind w:firstLine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2023 год</w:t>
            </w:r>
          </w:p>
        </w:tc>
      </w:tr>
      <w:tr w:rsidR="0081745B" w14:paraId="37859B13" w14:textId="77777777" w:rsidTr="007420CD">
        <w:trPr>
          <w:trHeight w:val="148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77007" w14:textId="77777777" w:rsidR="0081745B" w:rsidRDefault="0081745B">
            <w:pPr>
              <w:ind w:firstLine="0"/>
              <w:rPr>
                <w:bCs/>
                <w:sz w:val="26"/>
                <w:szCs w:val="26"/>
              </w:rPr>
            </w:pPr>
            <w:r>
              <w:rPr>
                <w:bCs/>
                <w:kern w:val="32"/>
                <w:sz w:val="26"/>
                <w:szCs w:val="26"/>
              </w:rPr>
              <w:t>Разница между привлеченными и погашенными бюджетом муниципального округа в валюте Российской Федерации кредитами кредитных организаций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C18A65" w14:textId="77777777" w:rsidR="0081745B" w:rsidRDefault="0081745B">
            <w:pPr>
              <w:ind w:firstLine="7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kern w:val="32"/>
                <w:sz w:val="26"/>
                <w:szCs w:val="26"/>
              </w:rPr>
              <w:t>60 000,0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E713F8" w14:textId="77777777" w:rsidR="0081745B" w:rsidRDefault="0081745B">
            <w:pPr>
              <w:ind w:firstLine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kern w:val="32"/>
                <w:sz w:val="26"/>
                <w:szCs w:val="26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F5CB4F" w14:textId="77777777" w:rsidR="0081745B" w:rsidRDefault="0081745B">
            <w:pPr>
              <w:ind w:firstLine="19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kern w:val="32"/>
                <w:sz w:val="26"/>
                <w:szCs w:val="26"/>
              </w:rPr>
              <w:t>0,0</w:t>
            </w:r>
          </w:p>
        </w:tc>
      </w:tr>
      <w:tr w:rsidR="0081745B" w14:paraId="6BAF6867" w14:textId="77777777" w:rsidTr="007420CD">
        <w:trPr>
          <w:trHeight w:val="961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AE7AB" w14:textId="77777777" w:rsidR="0081745B" w:rsidRDefault="0081745B">
            <w:pPr>
              <w:ind w:firstLine="0"/>
              <w:rPr>
                <w:bCs/>
                <w:sz w:val="26"/>
                <w:szCs w:val="26"/>
              </w:rPr>
            </w:pPr>
            <w:r>
              <w:rPr>
                <w:bCs/>
                <w:kern w:val="32"/>
                <w:sz w:val="26"/>
                <w:szCs w:val="26"/>
              </w:rPr>
              <w:t xml:space="preserve">Разница между привлеченными и погашенными бюджетом муниципального округа в валюте Российской Федерации бюджетными кредитами, предоставленными бюджету муниципального округа из других бюджетов бюджетной системы Российской Федерации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B654B4" w14:textId="77777777" w:rsidR="0081745B" w:rsidRDefault="0081745B">
            <w:pPr>
              <w:ind w:firstLine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kern w:val="32"/>
                <w:sz w:val="26"/>
                <w:szCs w:val="26"/>
              </w:rPr>
              <w:t>-76 500,0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DC3F1B" w14:textId="77777777" w:rsidR="0081745B" w:rsidRDefault="0081745B">
            <w:pPr>
              <w:ind w:firstLine="28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kern w:val="32"/>
                <w:sz w:val="26"/>
                <w:szCs w:val="26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6DADBF" w14:textId="77777777" w:rsidR="0081745B" w:rsidRDefault="0081745B">
            <w:pPr>
              <w:ind w:left="-107" w:hanging="15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kern w:val="32"/>
                <w:sz w:val="26"/>
                <w:szCs w:val="26"/>
              </w:rPr>
              <w:t>0,0</w:t>
            </w:r>
          </w:p>
        </w:tc>
      </w:tr>
      <w:tr w:rsidR="0081745B" w14:paraId="294FA96A" w14:textId="77777777" w:rsidTr="007420CD">
        <w:trPr>
          <w:trHeight w:val="60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52676" w14:textId="77777777" w:rsidR="0081745B" w:rsidRDefault="0081745B">
            <w:pPr>
              <w:ind w:firstLine="0"/>
              <w:rPr>
                <w:bCs/>
                <w:sz w:val="26"/>
                <w:szCs w:val="26"/>
              </w:rPr>
            </w:pPr>
            <w:r>
              <w:rPr>
                <w:bCs/>
                <w:kern w:val="32"/>
                <w:sz w:val="26"/>
                <w:szCs w:val="26"/>
              </w:rPr>
              <w:t xml:space="preserve">Изменение остатков средств на счетах по учету средств бюджета </w:t>
            </w:r>
            <w:r>
              <w:rPr>
                <w:bCs/>
                <w:sz w:val="26"/>
                <w:szCs w:val="26"/>
              </w:rPr>
              <w:t>в течение соответствующего финансового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E15E33" w14:textId="6E9FE385" w:rsidR="0081745B" w:rsidRDefault="0081745B">
            <w:pPr>
              <w:ind w:firstLine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kern w:val="32"/>
                <w:sz w:val="26"/>
                <w:szCs w:val="26"/>
              </w:rPr>
              <w:t>71 431,6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E7A27E" w14:textId="77777777" w:rsidR="0081745B" w:rsidRDefault="0081745B">
            <w:pPr>
              <w:ind w:firstLine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kern w:val="32"/>
                <w:sz w:val="26"/>
                <w:szCs w:val="26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519F0D" w14:textId="77777777" w:rsidR="0081745B" w:rsidRDefault="0081745B">
            <w:pPr>
              <w:ind w:firstLine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kern w:val="32"/>
                <w:sz w:val="26"/>
                <w:szCs w:val="26"/>
              </w:rPr>
              <w:t>0,0</w:t>
            </w:r>
          </w:p>
        </w:tc>
      </w:tr>
      <w:tr w:rsidR="0081745B" w14:paraId="1BAE9BD3" w14:textId="77777777" w:rsidTr="007420CD">
        <w:trPr>
          <w:trHeight w:val="722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230C5D" w14:textId="77777777" w:rsidR="0081745B" w:rsidRDefault="0081745B">
            <w:pPr>
              <w:ind w:firstLine="0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kern w:val="32"/>
                <w:sz w:val="26"/>
                <w:szCs w:val="26"/>
              </w:rPr>
              <w:t>ВСЕГО источников внутреннего финансирования дефицита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9E4938" w14:textId="6718A2FA" w:rsidR="0081745B" w:rsidRDefault="0081745B">
            <w:pPr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kern w:val="32"/>
                <w:sz w:val="26"/>
                <w:szCs w:val="26"/>
              </w:rPr>
              <w:t>54 931,6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6B9F84" w14:textId="77777777" w:rsidR="0081745B" w:rsidRDefault="0081745B">
            <w:pPr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kern w:val="32"/>
                <w:sz w:val="26"/>
                <w:szCs w:val="26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D3714F" w14:textId="77777777" w:rsidR="0081745B" w:rsidRDefault="0081745B">
            <w:pPr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kern w:val="32"/>
                <w:sz w:val="26"/>
                <w:szCs w:val="26"/>
              </w:rPr>
              <w:t>0,0</w:t>
            </w:r>
          </w:p>
        </w:tc>
      </w:tr>
    </w:tbl>
    <w:p w14:paraId="7FE0F1CD" w14:textId="77777777" w:rsidR="00C0135E" w:rsidRPr="00797FD3" w:rsidRDefault="00C0135E" w:rsidP="00C0135E">
      <w:pPr>
        <w:ind w:firstLine="709"/>
        <w:jc w:val="both"/>
        <w:rPr>
          <w:color w:val="FF0000"/>
          <w:highlight w:val="yellow"/>
        </w:rPr>
      </w:pPr>
    </w:p>
    <w:p w14:paraId="73A92FA5" w14:textId="7A1AE38E" w:rsidR="00C0135E" w:rsidRPr="00062C52" w:rsidRDefault="00C0135E" w:rsidP="00C0135E">
      <w:pPr>
        <w:ind w:firstLine="540"/>
        <w:jc w:val="both"/>
        <w:rPr>
          <w:szCs w:val="28"/>
        </w:rPr>
      </w:pPr>
      <w:r w:rsidRPr="00062C52">
        <w:rPr>
          <w:szCs w:val="28"/>
        </w:rPr>
        <w:t>1.</w:t>
      </w:r>
      <w:r w:rsidR="0081745B">
        <w:rPr>
          <w:szCs w:val="28"/>
        </w:rPr>
        <w:t>6</w:t>
      </w:r>
      <w:r w:rsidRPr="00062C52">
        <w:rPr>
          <w:szCs w:val="28"/>
        </w:rPr>
        <w:t>. в приложении 5:</w:t>
      </w:r>
    </w:p>
    <w:p w14:paraId="56653ECC" w14:textId="77777777" w:rsidR="00C0135E" w:rsidRDefault="00C0135E" w:rsidP="00C0135E">
      <w:pPr>
        <w:ind w:firstLine="540"/>
        <w:jc w:val="both"/>
        <w:rPr>
          <w:color w:val="FF0000"/>
          <w:szCs w:val="28"/>
          <w:highlight w:val="yellow"/>
        </w:rPr>
      </w:pPr>
    </w:p>
    <w:tbl>
      <w:tblPr>
        <w:tblW w:w="1031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657"/>
        <w:gridCol w:w="1701"/>
        <w:gridCol w:w="709"/>
        <w:gridCol w:w="1417"/>
        <w:gridCol w:w="1418"/>
        <w:gridCol w:w="1417"/>
      </w:tblGrid>
      <w:tr w:rsidR="00C0135E" w:rsidRPr="00797FD3" w14:paraId="75E5F29C" w14:textId="77777777" w:rsidTr="00EC6513">
        <w:trPr>
          <w:trHeight w:val="20"/>
          <w:tblHeader/>
        </w:trPr>
        <w:tc>
          <w:tcPr>
            <w:tcW w:w="3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6EE22" w14:textId="77777777" w:rsidR="00C0135E" w:rsidRPr="00CD34CE" w:rsidRDefault="00C0135E" w:rsidP="00EC65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D34CE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418A2F8C" w14:textId="77777777" w:rsidR="00C0135E" w:rsidRPr="00CD34CE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D34CE">
              <w:rPr>
                <w:b/>
                <w:bCs/>
                <w:color w:val="000000"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4ED33E" w14:textId="77777777" w:rsidR="00C0135E" w:rsidRPr="00CD34CE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D34CE">
              <w:rPr>
                <w:b/>
                <w:bCs/>
                <w:color w:val="000000"/>
                <w:sz w:val="22"/>
                <w:szCs w:val="22"/>
              </w:rPr>
              <w:t>2021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AD302" w14:textId="77777777" w:rsidR="00C0135E" w:rsidRPr="00CD34CE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D34CE">
              <w:rPr>
                <w:b/>
                <w:bCs/>
                <w:color w:val="000000"/>
                <w:sz w:val="22"/>
                <w:szCs w:val="22"/>
              </w:rPr>
              <w:t>2022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DB358" w14:textId="77777777" w:rsidR="00C0135E" w:rsidRPr="00CD34CE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D34CE">
              <w:rPr>
                <w:b/>
                <w:bCs/>
                <w:color w:val="000000"/>
                <w:sz w:val="22"/>
                <w:szCs w:val="22"/>
              </w:rPr>
              <w:t>2023 год</w:t>
            </w:r>
          </w:p>
        </w:tc>
      </w:tr>
      <w:tr w:rsidR="00C0135E" w:rsidRPr="00797FD3" w14:paraId="32387A5C" w14:textId="77777777" w:rsidTr="00EC6513">
        <w:trPr>
          <w:trHeight w:val="20"/>
          <w:tblHeader/>
        </w:trPr>
        <w:tc>
          <w:tcPr>
            <w:tcW w:w="3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93AFE" w14:textId="77777777" w:rsidR="00C0135E" w:rsidRPr="00CD34CE" w:rsidRDefault="00C0135E" w:rsidP="00EC6513">
            <w:pPr>
              <w:rPr>
                <w:b/>
                <w:bCs/>
                <w:color w:val="FF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8E08A" w14:textId="77777777" w:rsidR="00C0135E" w:rsidRPr="00CD34CE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D34CE">
              <w:rPr>
                <w:b/>
                <w:bCs/>
                <w:color w:val="000000"/>
                <w:sz w:val="22"/>
                <w:szCs w:val="22"/>
              </w:rPr>
              <w:t>Целевая статья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AE5CD" w14:textId="77777777" w:rsidR="00C0135E" w:rsidRPr="00CD34CE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D34CE">
              <w:rPr>
                <w:b/>
                <w:bCs/>
                <w:color w:val="000000"/>
                <w:sz w:val="22"/>
                <w:szCs w:val="22"/>
              </w:rPr>
              <w:t>Вид расходов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5EB0E1" w14:textId="77777777" w:rsidR="00C0135E" w:rsidRPr="00CD34CE" w:rsidRDefault="00C0135E" w:rsidP="00EC6513">
            <w:pPr>
              <w:rPr>
                <w:b/>
                <w:bCs/>
                <w:color w:val="FF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4858C" w14:textId="77777777" w:rsidR="00C0135E" w:rsidRPr="00CD34CE" w:rsidRDefault="00C0135E" w:rsidP="00EC6513">
            <w:pPr>
              <w:rPr>
                <w:b/>
                <w:bCs/>
                <w:color w:val="FF000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43596" w14:textId="77777777" w:rsidR="00C0135E" w:rsidRPr="00CD34CE" w:rsidRDefault="00C0135E" w:rsidP="00EC6513">
            <w:pPr>
              <w:rPr>
                <w:b/>
                <w:bCs/>
                <w:color w:val="FF0000"/>
              </w:rPr>
            </w:pPr>
          </w:p>
        </w:tc>
      </w:tr>
      <w:tr w:rsidR="00C0135E" w:rsidRPr="00797FD3" w14:paraId="3BE7B761" w14:textId="77777777" w:rsidTr="00EC6513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ADE1C" w14:textId="77777777" w:rsidR="00C0135E" w:rsidRPr="00CD34CE" w:rsidRDefault="00C0135E" w:rsidP="00EC6513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CD34CE">
              <w:rPr>
                <w:b/>
                <w:bCs/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7A4FA" w14:textId="77777777" w:rsidR="00C0135E" w:rsidRPr="00CD34CE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73B0C543" w14:textId="77777777" w:rsidR="00C0135E" w:rsidRPr="00CD34CE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5F8C8F41" w14:textId="77777777" w:rsidR="00C0135E" w:rsidRPr="00CD34CE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2E608A74" w14:textId="77777777" w:rsidR="00C0135E" w:rsidRPr="00CD34CE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D34CE">
              <w:rPr>
                <w:b/>
                <w:bCs/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C55D0" w14:textId="77777777" w:rsidR="00C0135E" w:rsidRPr="00CD34CE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1664E5F4" w14:textId="77777777" w:rsidR="00C0135E" w:rsidRPr="00CD34CE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37D68FDE" w14:textId="77777777" w:rsidR="00C0135E" w:rsidRPr="00CD34CE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3D5A0367" w14:textId="77777777" w:rsidR="00C0135E" w:rsidRPr="00CD34CE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D34CE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415265" w14:textId="595C0101" w:rsidR="00C0135E" w:rsidRPr="00CD34CE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D34CE">
              <w:rPr>
                <w:b/>
                <w:bCs/>
                <w:color w:val="000000"/>
                <w:sz w:val="24"/>
                <w:szCs w:val="24"/>
              </w:rPr>
              <w:t>1 23</w:t>
            </w:r>
            <w:r w:rsidR="00062C52" w:rsidRPr="00CD34CE">
              <w:rPr>
                <w:b/>
                <w:bCs/>
                <w:color w:val="000000"/>
                <w:sz w:val="24"/>
                <w:szCs w:val="24"/>
                <w:lang w:val="en-US"/>
              </w:rPr>
              <w:t>4</w:t>
            </w:r>
            <w:r w:rsidRPr="00CD34C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062C52" w:rsidRPr="00CD34CE">
              <w:rPr>
                <w:b/>
                <w:bCs/>
                <w:color w:val="000000"/>
                <w:sz w:val="24"/>
                <w:szCs w:val="24"/>
                <w:lang w:val="en-US"/>
              </w:rPr>
              <w:t>7</w:t>
            </w:r>
            <w:r w:rsidRPr="00CD34CE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062C52" w:rsidRPr="00CD34CE">
              <w:rPr>
                <w:b/>
                <w:bCs/>
                <w:color w:val="000000"/>
                <w:sz w:val="24"/>
                <w:szCs w:val="24"/>
                <w:lang w:val="en-US"/>
              </w:rPr>
              <w:t>4</w:t>
            </w:r>
            <w:r w:rsidRPr="00CD34CE"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02CD94" w14:textId="77777777" w:rsidR="00C0135E" w:rsidRPr="00CD34CE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D34CE">
              <w:rPr>
                <w:b/>
                <w:bCs/>
                <w:color w:val="000000"/>
                <w:sz w:val="24"/>
                <w:szCs w:val="24"/>
              </w:rPr>
              <w:t>1 222 802,5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554EC" w14:textId="77777777" w:rsidR="00C0135E" w:rsidRPr="00CD34CE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D34CE">
              <w:rPr>
                <w:b/>
                <w:bCs/>
                <w:color w:val="000000"/>
                <w:sz w:val="24"/>
                <w:szCs w:val="24"/>
              </w:rPr>
              <w:t>1 122 763,0</w:t>
            </w:r>
          </w:p>
        </w:tc>
      </w:tr>
      <w:tr w:rsidR="00C0135E" w:rsidRPr="00903C87" w14:paraId="55F29701" w14:textId="77777777" w:rsidTr="00EC6513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E012B" w14:textId="77777777" w:rsidR="00C0135E" w:rsidRPr="00062C52" w:rsidRDefault="00C0135E" w:rsidP="00EC6513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62C52">
              <w:rPr>
                <w:b/>
                <w:bCs/>
                <w:color w:val="000000"/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F85D7" w14:textId="77777777" w:rsidR="00C0135E" w:rsidRPr="00062C52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15BE844A" w14:textId="77777777" w:rsidR="00C0135E" w:rsidRPr="00062C52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48E5D609" w14:textId="77777777" w:rsidR="00C0135E" w:rsidRPr="00062C52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62C52">
              <w:rPr>
                <w:b/>
                <w:bCs/>
                <w:color w:val="000000"/>
                <w:sz w:val="24"/>
                <w:szCs w:val="24"/>
              </w:rPr>
              <w:t>01 2 00 00000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0F83A" w14:textId="77777777" w:rsidR="00C0135E" w:rsidRPr="00062C52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214FA48F" w14:textId="77777777" w:rsidR="00C0135E" w:rsidRPr="00062C52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0768D37A" w14:textId="77777777" w:rsidR="00C0135E" w:rsidRPr="00062C52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62C52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59469" w14:textId="77777777" w:rsidR="00C0135E" w:rsidRPr="00062C52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2E9B569D" w14:textId="77777777" w:rsidR="00C0135E" w:rsidRPr="00062C52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1856900B" w14:textId="77777777" w:rsidR="00C0135E" w:rsidRPr="00062C52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62C52">
              <w:rPr>
                <w:b/>
                <w:bCs/>
                <w:color w:val="000000"/>
                <w:sz w:val="24"/>
                <w:szCs w:val="24"/>
              </w:rPr>
              <w:t>83 062,1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0A2A7" w14:textId="77777777" w:rsidR="00C0135E" w:rsidRPr="00062C52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03CCC467" w14:textId="77777777" w:rsidR="00C0135E" w:rsidRPr="00062C52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61974DD3" w14:textId="77777777" w:rsidR="00C0135E" w:rsidRPr="00062C52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62C52">
              <w:rPr>
                <w:b/>
                <w:bCs/>
                <w:color w:val="000000"/>
                <w:sz w:val="24"/>
                <w:szCs w:val="24"/>
              </w:rPr>
              <w:t>80 412,1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19084" w14:textId="77777777" w:rsidR="00C0135E" w:rsidRPr="00062C52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5F61CAE7" w14:textId="77777777" w:rsidR="00C0135E" w:rsidRPr="00062C52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45B1ED8A" w14:textId="77777777" w:rsidR="00C0135E" w:rsidRPr="00062C52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62C52">
              <w:rPr>
                <w:b/>
                <w:bCs/>
                <w:color w:val="000000"/>
                <w:sz w:val="24"/>
                <w:szCs w:val="24"/>
              </w:rPr>
              <w:t>80 412,1</w:t>
            </w:r>
          </w:p>
        </w:tc>
      </w:tr>
      <w:tr w:rsidR="00C0135E" w:rsidRPr="00903C87" w14:paraId="36ECA62F" w14:textId="77777777" w:rsidTr="00EC6513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7F354" w14:textId="77777777" w:rsidR="00C0135E" w:rsidRPr="00062C52" w:rsidRDefault="00C0135E" w:rsidP="00EC6513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62C52">
              <w:rPr>
                <w:color w:val="000000"/>
                <w:sz w:val="24"/>
                <w:szCs w:val="24"/>
              </w:rPr>
              <w:t>Организация отдыха и оздоровления детей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EC1EC" w14:textId="77777777" w:rsidR="00C0135E" w:rsidRPr="00062C52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4423D7F" w14:textId="77777777" w:rsidR="00C0135E" w:rsidRPr="00062C52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62C52">
              <w:rPr>
                <w:color w:val="000000"/>
                <w:sz w:val="24"/>
                <w:szCs w:val="24"/>
              </w:rPr>
              <w:t>01 2 01 00000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E04E7" w14:textId="77777777" w:rsidR="00C0135E" w:rsidRPr="00062C52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24F14F8" w14:textId="77777777" w:rsidR="00C0135E" w:rsidRPr="00062C52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62C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43C18" w14:textId="77777777" w:rsidR="00C0135E" w:rsidRPr="00062C52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4E241EE" w14:textId="77777777" w:rsidR="00C0135E" w:rsidRPr="00062C52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62C52">
              <w:rPr>
                <w:color w:val="000000"/>
                <w:sz w:val="24"/>
                <w:szCs w:val="24"/>
              </w:rPr>
              <w:t>9 330,8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81FCE" w14:textId="77777777" w:rsidR="00C0135E" w:rsidRPr="00062C52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DB8DB3C" w14:textId="77777777" w:rsidR="00C0135E" w:rsidRPr="00062C52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62C52">
              <w:rPr>
                <w:color w:val="000000"/>
                <w:sz w:val="24"/>
                <w:szCs w:val="24"/>
              </w:rPr>
              <w:t>6 830,8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F4585" w14:textId="77777777" w:rsidR="00C0135E" w:rsidRPr="00062C52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FDAC60C" w14:textId="77777777" w:rsidR="00C0135E" w:rsidRPr="00062C52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62C52">
              <w:rPr>
                <w:color w:val="000000"/>
                <w:sz w:val="24"/>
                <w:szCs w:val="24"/>
              </w:rPr>
              <w:t>6 830,8</w:t>
            </w:r>
          </w:p>
        </w:tc>
      </w:tr>
      <w:tr w:rsidR="00CD34CE" w:rsidRPr="00903C87" w14:paraId="3E446060" w14:textId="77777777" w:rsidTr="00EC6513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01B3D" w14:textId="3B7EACB0" w:rsidR="00CD34CE" w:rsidRPr="00062C52" w:rsidRDefault="00CD34CE" w:rsidP="00CD34CE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62C52">
              <w:rPr>
                <w:sz w:val="24"/>
                <w:szCs w:val="24"/>
              </w:rPr>
              <w:t>Расходы на осуществление выплат на возмещение части расходов по приобретению путевок в загородные оздоровительные лагеря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1B58D" w14:textId="77777777" w:rsidR="00CD34CE" w:rsidRPr="00062C52" w:rsidRDefault="00CD34CE" w:rsidP="00CD34C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C6E9327" w14:textId="77777777" w:rsidR="00CD34CE" w:rsidRPr="00062C52" w:rsidRDefault="00CD34CE" w:rsidP="00CD34C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002B1E1" w14:textId="77777777" w:rsidR="00CD34CE" w:rsidRDefault="00CD34CE" w:rsidP="00CD34C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2BC812B" w14:textId="77777777" w:rsidR="00CD34CE" w:rsidRDefault="00CD34CE" w:rsidP="00CD34C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9100A19" w14:textId="126EE10E" w:rsidR="00CD34CE" w:rsidRPr="00062C52" w:rsidRDefault="00CD34CE" w:rsidP="00CD34C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62C52">
              <w:rPr>
                <w:color w:val="000000"/>
                <w:sz w:val="24"/>
                <w:szCs w:val="24"/>
              </w:rPr>
              <w:t>01 2 01 25</w:t>
            </w:r>
            <w:r w:rsidRPr="00062C52">
              <w:rPr>
                <w:color w:val="000000"/>
                <w:sz w:val="24"/>
                <w:szCs w:val="24"/>
                <w:lang w:val="en-US"/>
              </w:rPr>
              <w:t>21</w:t>
            </w:r>
            <w:r w:rsidRPr="00062C52">
              <w:rPr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02D23" w14:textId="77777777" w:rsidR="00CD34CE" w:rsidRPr="00062C52" w:rsidRDefault="00CD34CE" w:rsidP="00CD34C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FB05935" w14:textId="77777777" w:rsidR="00CD34CE" w:rsidRPr="00062C52" w:rsidRDefault="00CD34CE" w:rsidP="00CD34C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10D8B2F" w14:textId="77777777" w:rsidR="00CD34CE" w:rsidRDefault="00CD34CE" w:rsidP="00CD34C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B3B53F0" w14:textId="77777777" w:rsidR="00CD34CE" w:rsidRDefault="00CD34CE" w:rsidP="00CD34C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B5AF049" w14:textId="1FA154B5" w:rsidR="00CD34CE" w:rsidRPr="00062C52" w:rsidRDefault="00CD34CE" w:rsidP="00CD34C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62C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D6602" w14:textId="77777777" w:rsidR="00CD34CE" w:rsidRDefault="00CD34CE" w:rsidP="00CD34C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51D1E81" w14:textId="77777777" w:rsidR="00CD34CE" w:rsidRDefault="00CD34CE" w:rsidP="00CD34C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CE0DD6B" w14:textId="77777777" w:rsidR="00CD34CE" w:rsidRDefault="00CD34CE" w:rsidP="00CD34C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F5928C4" w14:textId="77777777" w:rsidR="00CD34CE" w:rsidRDefault="00CD34CE" w:rsidP="00CD34C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AC11CE6" w14:textId="499B214B" w:rsidR="00CD34CE" w:rsidRPr="004A55AF" w:rsidRDefault="00CD34CE" w:rsidP="00CD34C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A55AF">
              <w:rPr>
                <w:sz w:val="24"/>
                <w:szCs w:val="24"/>
              </w:rPr>
              <w:t>4 500,0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DB9F8" w14:textId="77777777" w:rsidR="00CD34CE" w:rsidRDefault="00CD34CE" w:rsidP="00CD34C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24DA060" w14:textId="77777777" w:rsidR="00CD34CE" w:rsidRDefault="00CD34CE" w:rsidP="00CD34C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8F1593B" w14:textId="77777777" w:rsidR="00CD34CE" w:rsidRDefault="00CD34CE" w:rsidP="00CD34C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036F95E" w14:textId="77777777" w:rsidR="00CD34CE" w:rsidRDefault="00CD34CE" w:rsidP="00CD34C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9CA6CDF" w14:textId="2DF8E35C" w:rsidR="00CD34CE" w:rsidRPr="00CD34CE" w:rsidRDefault="00CD34CE" w:rsidP="00CD34C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D34CE">
              <w:rPr>
                <w:sz w:val="24"/>
                <w:szCs w:val="24"/>
              </w:rPr>
              <w:t>3 500,0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90C7B" w14:textId="77777777" w:rsidR="00CD34CE" w:rsidRDefault="00CD34CE" w:rsidP="00CD34C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CF06169" w14:textId="77777777" w:rsidR="00CD34CE" w:rsidRDefault="00CD34CE" w:rsidP="00CD34C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EC484FC" w14:textId="77777777" w:rsidR="00CD34CE" w:rsidRDefault="00CD34CE" w:rsidP="00CD34C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5DD7F0E" w14:textId="77777777" w:rsidR="00CD34CE" w:rsidRDefault="00CD34CE" w:rsidP="00CD34C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A404282" w14:textId="442E78CF" w:rsidR="00CD34CE" w:rsidRPr="00CD34CE" w:rsidRDefault="00CD34CE" w:rsidP="00CD34C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D34CE">
              <w:rPr>
                <w:sz w:val="24"/>
                <w:szCs w:val="24"/>
              </w:rPr>
              <w:t>3 500,0</w:t>
            </w:r>
          </w:p>
        </w:tc>
      </w:tr>
      <w:tr w:rsidR="00CD34CE" w:rsidRPr="00903C87" w14:paraId="580C4076" w14:textId="77777777" w:rsidTr="00121F2A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212F9" w14:textId="5B821741" w:rsidR="00CD34CE" w:rsidRPr="00062C52" w:rsidRDefault="00CD34CE" w:rsidP="00CD34CE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62C52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EBAF6" w14:textId="77777777" w:rsidR="00CD34CE" w:rsidRPr="00062C52" w:rsidRDefault="00CD34CE" w:rsidP="00CD34C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F80E301" w14:textId="651B9D04" w:rsidR="00CD34CE" w:rsidRPr="00062C52" w:rsidRDefault="00CD34CE" w:rsidP="00CD34C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62C52">
              <w:rPr>
                <w:color w:val="000000"/>
                <w:sz w:val="24"/>
                <w:szCs w:val="24"/>
              </w:rPr>
              <w:t>01 2 01 25</w:t>
            </w:r>
            <w:r w:rsidRPr="00062C52">
              <w:rPr>
                <w:color w:val="000000"/>
                <w:sz w:val="24"/>
                <w:szCs w:val="24"/>
                <w:lang w:val="en-US"/>
              </w:rPr>
              <w:t>21</w:t>
            </w:r>
            <w:r w:rsidRPr="00062C5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15EA0" w14:textId="77777777" w:rsidR="00CD34CE" w:rsidRPr="00062C52" w:rsidRDefault="00CD34CE" w:rsidP="00CD34C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A3A6D1C" w14:textId="10602115" w:rsidR="00CD34CE" w:rsidRPr="00062C52" w:rsidRDefault="00CD34CE" w:rsidP="00CD34C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062C52">
              <w:rPr>
                <w:color w:val="000000"/>
                <w:sz w:val="24"/>
                <w:szCs w:val="24"/>
                <w:lang w:val="en-US"/>
              </w:rPr>
              <w:t>300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DA807" w14:textId="77777777" w:rsidR="00CD34CE" w:rsidRDefault="00CD34CE" w:rsidP="00CD34C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E789B1F" w14:textId="5D601E77" w:rsidR="00CD34CE" w:rsidRPr="004A55AF" w:rsidRDefault="00CD34CE" w:rsidP="00CD34C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A55AF">
              <w:rPr>
                <w:sz w:val="24"/>
                <w:szCs w:val="24"/>
              </w:rPr>
              <w:t>420,0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282E71" w14:textId="48B44688" w:rsidR="00CD34CE" w:rsidRPr="00CD34CE" w:rsidRDefault="00121F2A" w:rsidP="00CD34C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499600" w14:textId="304D1D63" w:rsidR="00CD34CE" w:rsidRPr="00CD34CE" w:rsidRDefault="00121F2A" w:rsidP="00CD34C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D34CE" w:rsidRPr="00903C87" w14:paraId="4179BADA" w14:textId="77777777" w:rsidTr="00121F2A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1CD20" w14:textId="5D5175FB" w:rsidR="00CD34CE" w:rsidRPr="00062C52" w:rsidRDefault="00CD34CE" w:rsidP="00CD34CE">
            <w:pPr>
              <w:ind w:firstLine="0"/>
              <w:rPr>
                <w:color w:val="000000"/>
                <w:sz w:val="24"/>
                <w:szCs w:val="24"/>
              </w:rPr>
            </w:pPr>
            <w:r w:rsidRPr="00062C5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F731CB" w14:textId="7A1DD7AC" w:rsidR="00CD34CE" w:rsidRPr="00062C52" w:rsidRDefault="00CD34CE" w:rsidP="00CD34CE">
            <w:pPr>
              <w:ind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062C52">
              <w:rPr>
                <w:color w:val="000000"/>
                <w:sz w:val="24"/>
                <w:szCs w:val="24"/>
              </w:rPr>
              <w:t>01 2 0</w:t>
            </w:r>
            <w:r w:rsidRPr="00062C52">
              <w:rPr>
                <w:color w:val="000000"/>
                <w:sz w:val="24"/>
                <w:szCs w:val="24"/>
                <w:lang w:val="en-US"/>
              </w:rPr>
              <w:t>1</w:t>
            </w:r>
            <w:r w:rsidRPr="00062C52">
              <w:rPr>
                <w:color w:val="000000"/>
                <w:sz w:val="24"/>
                <w:szCs w:val="24"/>
              </w:rPr>
              <w:t xml:space="preserve"> </w:t>
            </w:r>
            <w:r w:rsidRPr="00062C52">
              <w:rPr>
                <w:color w:val="000000"/>
                <w:sz w:val="24"/>
                <w:szCs w:val="24"/>
                <w:lang w:val="en-US"/>
              </w:rPr>
              <w:t>25210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3E2B8A" w14:textId="408E7110" w:rsidR="00CD34CE" w:rsidRPr="00062C52" w:rsidRDefault="00CD34CE" w:rsidP="00CD34C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62C52">
              <w:rPr>
                <w:color w:val="000000"/>
                <w:sz w:val="24"/>
                <w:szCs w:val="24"/>
                <w:lang w:val="en-US"/>
              </w:rPr>
              <w:t>6</w:t>
            </w:r>
            <w:r w:rsidRPr="00062C52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818858" w14:textId="77777777" w:rsidR="00CD34CE" w:rsidRDefault="00CD34CE" w:rsidP="00CD34C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4190B18" w14:textId="6B644DFF" w:rsidR="00CD34CE" w:rsidRPr="004A55AF" w:rsidRDefault="00CD34CE" w:rsidP="00CD34C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A55AF">
              <w:rPr>
                <w:sz w:val="24"/>
                <w:szCs w:val="24"/>
              </w:rPr>
              <w:t>2 580,0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E38F56" w14:textId="77777777" w:rsidR="00CD34CE" w:rsidRDefault="00CD34CE" w:rsidP="00CD34C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FCBA03C" w14:textId="468FDD65" w:rsidR="00CD34CE" w:rsidRPr="00CD34CE" w:rsidRDefault="00CD34CE" w:rsidP="00CD34C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D34CE">
              <w:rPr>
                <w:sz w:val="24"/>
                <w:szCs w:val="24"/>
              </w:rPr>
              <w:t>2 000,0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B71AAD" w14:textId="77777777" w:rsidR="00CD34CE" w:rsidRDefault="00CD34CE" w:rsidP="00CD34C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1CF1C33" w14:textId="79B3002D" w:rsidR="00CD34CE" w:rsidRPr="00CD34CE" w:rsidRDefault="00CD34CE" w:rsidP="00CD34C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D34CE">
              <w:rPr>
                <w:sz w:val="24"/>
                <w:szCs w:val="24"/>
              </w:rPr>
              <w:t>2 000,0</w:t>
            </w:r>
          </w:p>
        </w:tc>
      </w:tr>
      <w:tr w:rsidR="00C0135E" w:rsidRPr="00903C87" w14:paraId="4E93BC91" w14:textId="77777777" w:rsidTr="00EC6513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D866A" w14:textId="77777777" w:rsidR="00C0135E" w:rsidRPr="00475283" w:rsidRDefault="00C0135E" w:rsidP="00EC6513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475283">
              <w:rPr>
                <w:b/>
                <w:bCs/>
                <w:color w:val="000000"/>
                <w:sz w:val="24"/>
                <w:szCs w:val="24"/>
              </w:rPr>
              <w:lastRenderedPageBreak/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2A7B48" w14:textId="77777777" w:rsidR="00C0135E" w:rsidRPr="00475283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69C84CC6" w14:textId="77777777" w:rsidR="00C0135E" w:rsidRPr="00475283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44363D0B" w14:textId="77777777" w:rsidR="00C0135E" w:rsidRPr="00475283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75283">
              <w:rPr>
                <w:b/>
                <w:bCs/>
                <w:color w:val="000000"/>
                <w:sz w:val="24"/>
                <w:szCs w:val="24"/>
              </w:rPr>
              <w:t>01 5 00 00000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D0A529" w14:textId="77777777" w:rsidR="00C0135E" w:rsidRPr="00475283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325D11C1" w14:textId="77777777" w:rsidR="00C0135E" w:rsidRPr="00475283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377ED655" w14:textId="77777777" w:rsidR="00C0135E" w:rsidRPr="00475283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7528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13DB8" w14:textId="77777777" w:rsidR="00C0135E" w:rsidRPr="00475283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1CD97039" w14:textId="77777777" w:rsidR="00C0135E" w:rsidRPr="00475283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5CB2ECE8" w14:textId="4BA061F1" w:rsidR="00C0135E" w:rsidRPr="00475283" w:rsidRDefault="00475283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475283">
              <w:rPr>
                <w:b/>
                <w:bCs/>
                <w:color w:val="000000"/>
                <w:sz w:val="24"/>
                <w:szCs w:val="24"/>
                <w:lang w:val="en-US"/>
              </w:rPr>
              <w:t>94 279</w:t>
            </w:r>
            <w:r w:rsidRPr="00475283">
              <w:rPr>
                <w:b/>
                <w:bCs/>
                <w:color w:val="000000"/>
                <w:sz w:val="24"/>
                <w:szCs w:val="24"/>
              </w:rPr>
              <w:t>,</w:t>
            </w:r>
            <w:r w:rsidRPr="00475283">
              <w:rPr>
                <w:b/>
                <w:bCs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774F2" w14:textId="77777777" w:rsidR="00C0135E" w:rsidRPr="00475283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058E3AA4" w14:textId="77777777" w:rsidR="00C0135E" w:rsidRPr="00475283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3C6C4712" w14:textId="77777777" w:rsidR="00C0135E" w:rsidRPr="00475283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75283">
              <w:rPr>
                <w:b/>
                <w:bCs/>
                <w:color w:val="000000"/>
                <w:sz w:val="24"/>
                <w:szCs w:val="24"/>
              </w:rPr>
              <w:t>119 960,9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EF5ECC" w14:textId="77777777" w:rsidR="00C0135E" w:rsidRPr="00475283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1A14891C" w14:textId="77777777" w:rsidR="00C0135E" w:rsidRPr="00475283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20DCB836" w14:textId="77777777" w:rsidR="00C0135E" w:rsidRPr="00475283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75283">
              <w:rPr>
                <w:b/>
                <w:bCs/>
                <w:color w:val="000000"/>
                <w:sz w:val="24"/>
                <w:szCs w:val="24"/>
              </w:rPr>
              <w:t>19 921,4</w:t>
            </w:r>
          </w:p>
        </w:tc>
      </w:tr>
      <w:tr w:rsidR="00C0135E" w:rsidRPr="00903C87" w14:paraId="76CA355C" w14:textId="77777777" w:rsidTr="00EC6513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5F56C" w14:textId="77777777" w:rsidR="00C0135E" w:rsidRPr="00023DDA" w:rsidRDefault="00C0135E" w:rsidP="00EC6513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023DDA">
              <w:rPr>
                <w:color w:val="000000"/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4F58C" w14:textId="77777777" w:rsidR="00C0135E" w:rsidRPr="00023DDA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49CB003" w14:textId="77777777" w:rsidR="00C0135E" w:rsidRPr="00023DDA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A1926C0" w14:textId="77777777" w:rsidR="00C0135E" w:rsidRPr="00023DDA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1F06E6A" w14:textId="77777777" w:rsidR="00C0135E" w:rsidRPr="00023DDA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FC8AA1B" w14:textId="77777777" w:rsidR="00C0135E" w:rsidRPr="00023DDA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032A03A" w14:textId="77777777" w:rsidR="00C0135E" w:rsidRPr="00023DDA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139C9C7" w14:textId="77777777" w:rsidR="00C0135E" w:rsidRPr="00023DDA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0FEC91D" w14:textId="77777777" w:rsidR="00C0135E" w:rsidRPr="00023DDA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9760DA4" w14:textId="77777777" w:rsidR="00C0135E" w:rsidRPr="00023DDA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0F61795" w14:textId="77777777" w:rsidR="00C0135E" w:rsidRPr="00023DDA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BF38D9E" w14:textId="77777777" w:rsidR="00C0135E" w:rsidRPr="00023DDA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98C9BC0" w14:textId="77777777" w:rsidR="00C0135E" w:rsidRPr="00023DDA" w:rsidRDefault="00C0135E" w:rsidP="00EC6513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023DDA">
              <w:rPr>
                <w:color w:val="000000"/>
                <w:sz w:val="24"/>
                <w:szCs w:val="24"/>
              </w:rPr>
              <w:t>01 5 01 00000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FD4D0" w14:textId="77777777" w:rsidR="00C0135E" w:rsidRPr="00023DDA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5D41504" w14:textId="77777777" w:rsidR="00C0135E" w:rsidRPr="00023DDA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437120B" w14:textId="77777777" w:rsidR="00C0135E" w:rsidRPr="00023DDA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FBC16CC" w14:textId="77777777" w:rsidR="00C0135E" w:rsidRPr="00023DDA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DC3720A" w14:textId="77777777" w:rsidR="00C0135E" w:rsidRPr="00023DDA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DFAD2FB" w14:textId="77777777" w:rsidR="00C0135E" w:rsidRPr="00023DDA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A7CCFDB" w14:textId="77777777" w:rsidR="00C0135E" w:rsidRPr="00023DDA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13EFB3F" w14:textId="77777777" w:rsidR="00C0135E" w:rsidRPr="00023DDA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8396EF1" w14:textId="77777777" w:rsidR="00C0135E" w:rsidRPr="00023DDA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E61B8DE" w14:textId="77777777" w:rsidR="00C0135E" w:rsidRPr="00023DDA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5FDE1A9" w14:textId="77777777" w:rsidR="00C0135E" w:rsidRPr="00023DDA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7C6CF0A" w14:textId="77777777" w:rsidR="00C0135E" w:rsidRPr="00023DDA" w:rsidRDefault="00C0135E" w:rsidP="00EC6513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023D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1606A" w14:textId="77777777" w:rsidR="00C0135E" w:rsidRPr="00023DDA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CDC9BAC" w14:textId="77777777" w:rsidR="00C0135E" w:rsidRPr="00023DDA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64CF52A" w14:textId="77777777" w:rsidR="00C0135E" w:rsidRPr="00023DDA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1664AD0" w14:textId="77777777" w:rsidR="00C0135E" w:rsidRPr="00023DDA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C50DF62" w14:textId="77777777" w:rsidR="00C0135E" w:rsidRPr="00023DDA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59699EE" w14:textId="77777777" w:rsidR="00C0135E" w:rsidRPr="00023DDA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D9C0571" w14:textId="77777777" w:rsidR="00C0135E" w:rsidRPr="00023DDA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589B2EA" w14:textId="77777777" w:rsidR="00C0135E" w:rsidRPr="00023DDA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EA1A661" w14:textId="77777777" w:rsidR="00C0135E" w:rsidRPr="00023DDA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A78BC3E" w14:textId="77777777" w:rsidR="00C0135E" w:rsidRPr="00023DDA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4DA6AAC" w14:textId="77777777" w:rsidR="00C0135E" w:rsidRPr="00023DDA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A3AFB4A" w14:textId="14D11E81" w:rsidR="00C0135E" w:rsidRPr="00023DDA" w:rsidRDefault="00023DDA" w:rsidP="00EC6513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023DDA">
              <w:rPr>
                <w:color w:val="000000"/>
                <w:sz w:val="24"/>
                <w:szCs w:val="24"/>
              </w:rPr>
              <w:t>24 419,0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6FF33" w14:textId="77777777" w:rsidR="00C0135E" w:rsidRPr="00023DDA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4394601" w14:textId="77777777" w:rsidR="00C0135E" w:rsidRPr="00023DDA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43F8595" w14:textId="77777777" w:rsidR="00C0135E" w:rsidRPr="00023DDA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3F46A37" w14:textId="77777777" w:rsidR="00C0135E" w:rsidRPr="00023DDA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29B8597" w14:textId="77777777" w:rsidR="00C0135E" w:rsidRPr="00023DDA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360C1E1" w14:textId="77777777" w:rsidR="00C0135E" w:rsidRPr="00023DDA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1FAAE46" w14:textId="77777777" w:rsidR="00C0135E" w:rsidRPr="00023DDA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8FCB5F5" w14:textId="77777777" w:rsidR="00C0135E" w:rsidRPr="00023DDA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1DD3BAA" w14:textId="77777777" w:rsidR="00C0135E" w:rsidRPr="00023DDA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F46C36C" w14:textId="77777777" w:rsidR="00C0135E" w:rsidRPr="00023DDA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8C3D7D5" w14:textId="77777777" w:rsidR="00C0135E" w:rsidRPr="00023DDA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C3BD8CD" w14:textId="77777777" w:rsidR="00C0135E" w:rsidRPr="00023DDA" w:rsidRDefault="00C0135E" w:rsidP="00EC6513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023DDA">
              <w:rPr>
                <w:color w:val="000000"/>
                <w:sz w:val="24"/>
                <w:szCs w:val="24"/>
              </w:rPr>
              <w:t>119 960,9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902D2" w14:textId="77777777" w:rsidR="00C0135E" w:rsidRPr="00023DDA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1EDFDAA" w14:textId="77777777" w:rsidR="00C0135E" w:rsidRPr="00023DDA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229589F" w14:textId="77777777" w:rsidR="00C0135E" w:rsidRPr="00023DDA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7399AF7" w14:textId="77777777" w:rsidR="00C0135E" w:rsidRPr="00023DDA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7FAA8FC" w14:textId="77777777" w:rsidR="00C0135E" w:rsidRPr="00023DDA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6318851" w14:textId="77777777" w:rsidR="00C0135E" w:rsidRPr="00023DDA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5474AD1" w14:textId="77777777" w:rsidR="00C0135E" w:rsidRPr="00023DDA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B0E0108" w14:textId="77777777" w:rsidR="00C0135E" w:rsidRPr="00023DDA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34A3FDD" w14:textId="77777777" w:rsidR="00C0135E" w:rsidRPr="00023DDA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280BE5A" w14:textId="77777777" w:rsidR="00C0135E" w:rsidRPr="00023DDA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0135DF5" w14:textId="77777777" w:rsidR="00C0135E" w:rsidRPr="00023DDA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20862FC" w14:textId="77777777" w:rsidR="00C0135E" w:rsidRPr="00023DDA" w:rsidRDefault="00C0135E" w:rsidP="00EC6513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023DDA">
              <w:rPr>
                <w:color w:val="000000"/>
                <w:sz w:val="24"/>
                <w:szCs w:val="24"/>
              </w:rPr>
              <w:t>19 921,4</w:t>
            </w:r>
          </w:p>
        </w:tc>
      </w:tr>
      <w:tr w:rsidR="00023DDA" w:rsidRPr="00903C87" w14:paraId="288EE6F9" w14:textId="77777777" w:rsidTr="00EC6513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CE650" w14:textId="00D52E9E" w:rsidR="00023DDA" w:rsidRPr="00023DDA" w:rsidRDefault="00023DDA" w:rsidP="00023DDA">
            <w:pPr>
              <w:ind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023DDA">
              <w:rPr>
                <w:sz w:val="24"/>
                <w:szCs w:val="24"/>
              </w:rPr>
              <w:t>Расходы на укрепление материально-технической базы учреждений образований за счет средств фонда на поддержку территорий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F9246" w14:textId="77777777" w:rsidR="00023DDA" w:rsidRDefault="00023DDA" w:rsidP="00023DD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ECF65BE" w14:textId="77777777" w:rsidR="00023DDA" w:rsidRDefault="00023DDA" w:rsidP="00023DD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EF309F3" w14:textId="77777777" w:rsidR="00023DDA" w:rsidRDefault="00023DDA" w:rsidP="00023DD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B69ADE2" w14:textId="77777777" w:rsidR="00023DDA" w:rsidRDefault="00023DDA" w:rsidP="00023DD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2CA4097" w14:textId="0CD17B09" w:rsidR="00023DDA" w:rsidRPr="00023DDA" w:rsidRDefault="00023DDA" w:rsidP="00023DDA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023DDA">
              <w:rPr>
                <w:color w:val="000000"/>
                <w:sz w:val="24"/>
                <w:szCs w:val="24"/>
              </w:rPr>
              <w:t>01 5 01 22000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BBEAE0" w14:textId="77777777" w:rsidR="00023DDA" w:rsidRDefault="00023DDA" w:rsidP="00023DD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D28C5CF" w14:textId="77777777" w:rsidR="00023DDA" w:rsidRDefault="00023DDA" w:rsidP="00023DD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7805650" w14:textId="77777777" w:rsidR="00023DDA" w:rsidRDefault="00023DDA" w:rsidP="00023DD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F68DD08" w14:textId="77777777" w:rsidR="00023DDA" w:rsidRDefault="00023DDA" w:rsidP="00023DD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0B8E31D" w14:textId="217C0F6F" w:rsidR="00023DDA" w:rsidRPr="00023DDA" w:rsidRDefault="00023DDA" w:rsidP="00023DD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23D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4B3083" w14:textId="47156DCF" w:rsidR="00023DDA" w:rsidRPr="00023DDA" w:rsidRDefault="00023DDA" w:rsidP="00023DDA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023DDA">
              <w:rPr>
                <w:bCs/>
                <w:color w:val="000000"/>
                <w:sz w:val="24"/>
                <w:szCs w:val="24"/>
              </w:rPr>
              <w:t>364,8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9789C" w14:textId="77777777" w:rsidR="00023DDA" w:rsidRDefault="00023DDA" w:rsidP="00023DD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3B1C050" w14:textId="77777777" w:rsidR="00023DDA" w:rsidRDefault="00023DDA" w:rsidP="00023DD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F1EA914" w14:textId="77777777" w:rsidR="00023DDA" w:rsidRDefault="00023DDA" w:rsidP="00023DD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53088EA" w14:textId="77777777" w:rsidR="00023DDA" w:rsidRDefault="00023DDA" w:rsidP="00023DD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7CB9AA5" w14:textId="56494D8A" w:rsidR="00023DDA" w:rsidRPr="00023DDA" w:rsidRDefault="00023DDA" w:rsidP="00023DD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23DD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07DCA" w14:textId="77777777" w:rsidR="00023DDA" w:rsidRDefault="00023DDA" w:rsidP="00023DDA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</w:p>
          <w:p w14:paraId="630AF618" w14:textId="77777777" w:rsidR="00023DDA" w:rsidRDefault="00023DDA" w:rsidP="00023DDA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</w:p>
          <w:p w14:paraId="4A4E80EF" w14:textId="77777777" w:rsidR="00023DDA" w:rsidRDefault="00023DDA" w:rsidP="00023DDA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</w:p>
          <w:p w14:paraId="02661F99" w14:textId="77777777" w:rsidR="00023DDA" w:rsidRDefault="00023DDA" w:rsidP="00023DDA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</w:p>
          <w:p w14:paraId="0B5DCD05" w14:textId="40B532AE" w:rsidR="00023DDA" w:rsidRPr="00023DDA" w:rsidRDefault="00023DDA" w:rsidP="00023DDA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023DDA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23DDA" w:rsidRPr="00903C87" w14:paraId="6F61EC74" w14:textId="77777777" w:rsidTr="00EC6513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FB41A" w14:textId="0D6A118F" w:rsidR="00023DDA" w:rsidRPr="00023DDA" w:rsidRDefault="00023DDA" w:rsidP="00023DDA">
            <w:pPr>
              <w:ind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023DD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228D3" w14:textId="77777777" w:rsidR="00023DDA" w:rsidRDefault="00023DDA" w:rsidP="00023DDA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  <w:p w14:paraId="6F32964E" w14:textId="77777777" w:rsidR="00023DDA" w:rsidRPr="00023DDA" w:rsidRDefault="00023DDA" w:rsidP="00023DDA">
            <w:pPr>
              <w:rPr>
                <w:sz w:val="24"/>
                <w:szCs w:val="24"/>
                <w:highlight w:val="yellow"/>
              </w:rPr>
            </w:pPr>
          </w:p>
          <w:p w14:paraId="09CD55F5" w14:textId="77777777" w:rsidR="00023DDA" w:rsidRDefault="00023DDA" w:rsidP="00023DDA">
            <w:pPr>
              <w:ind w:firstLine="0"/>
              <w:rPr>
                <w:sz w:val="24"/>
                <w:szCs w:val="24"/>
              </w:rPr>
            </w:pPr>
          </w:p>
          <w:p w14:paraId="1FBBBF2C" w14:textId="5CB7949E" w:rsidR="00023DDA" w:rsidRPr="00023DDA" w:rsidRDefault="00023DDA" w:rsidP="00023DDA">
            <w:pPr>
              <w:ind w:firstLine="0"/>
              <w:rPr>
                <w:sz w:val="24"/>
                <w:szCs w:val="24"/>
                <w:highlight w:val="yellow"/>
              </w:rPr>
            </w:pPr>
            <w:r w:rsidRPr="00023DDA">
              <w:rPr>
                <w:sz w:val="24"/>
                <w:szCs w:val="24"/>
              </w:rPr>
              <w:t>01 5 01 22000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03D50" w14:textId="77777777" w:rsidR="00023DDA" w:rsidRDefault="00023DDA" w:rsidP="00023DD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36DDEB1" w14:textId="77777777" w:rsidR="00023DDA" w:rsidRDefault="00023DDA" w:rsidP="00023DD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E98DDF7" w14:textId="77777777" w:rsidR="00023DDA" w:rsidRDefault="00023DDA" w:rsidP="00023DD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AAABDFC" w14:textId="1904F788" w:rsidR="00023DDA" w:rsidRPr="00023DDA" w:rsidRDefault="00023DDA" w:rsidP="00023DD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23DD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473214" w14:textId="036A8A3C" w:rsidR="00023DDA" w:rsidRPr="00023DDA" w:rsidRDefault="00023DDA" w:rsidP="00023DD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23DDA">
              <w:rPr>
                <w:color w:val="000000"/>
                <w:sz w:val="24"/>
                <w:szCs w:val="24"/>
              </w:rPr>
              <w:t>364,8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5918B0" w14:textId="34780597" w:rsidR="00023DDA" w:rsidRPr="00023DDA" w:rsidRDefault="00023DDA" w:rsidP="00023DD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23DD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14CF50" w14:textId="0D20A249" w:rsidR="00023DDA" w:rsidRPr="00023DDA" w:rsidRDefault="00023DDA" w:rsidP="00023DD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23DDA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0135E" w:rsidRPr="00903C87" w14:paraId="35D62B87" w14:textId="77777777" w:rsidTr="00EC6513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4E9070" w14:textId="77777777" w:rsidR="00C0135E" w:rsidRPr="00E04025" w:rsidRDefault="00C0135E" w:rsidP="00EC6513">
            <w:pPr>
              <w:ind w:firstLine="0"/>
              <w:rPr>
                <w:sz w:val="24"/>
                <w:szCs w:val="24"/>
              </w:rPr>
            </w:pPr>
            <w:r w:rsidRPr="00E04025">
              <w:rPr>
                <w:sz w:val="24"/>
                <w:szCs w:val="24"/>
              </w:rPr>
              <w:t xml:space="preserve">Строительство дошкольной образовательной организации на </w:t>
            </w:r>
            <w:proofErr w:type="spellStart"/>
            <w:r w:rsidRPr="00E04025">
              <w:rPr>
                <w:sz w:val="24"/>
                <w:szCs w:val="24"/>
              </w:rPr>
              <w:t>ул.Мазурова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07EDE1" w14:textId="77777777" w:rsidR="00C0135E" w:rsidRPr="00E04025" w:rsidRDefault="00C0135E" w:rsidP="00EC6513">
            <w:pPr>
              <w:ind w:firstLine="0"/>
              <w:rPr>
                <w:sz w:val="24"/>
                <w:szCs w:val="24"/>
              </w:rPr>
            </w:pPr>
            <w:r w:rsidRPr="00E04025">
              <w:rPr>
                <w:sz w:val="24"/>
                <w:szCs w:val="24"/>
              </w:rPr>
              <w:t>01 5 03 00000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3DBEBC" w14:textId="77777777" w:rsidR="00C0135E" w:rsidRPr="00E04025" w:rsidRDefault="00C0135E" w:rsidP="00EC6513">
            <w:pPr>
              <w:ind w:firstLine="0"/>
              <w:rPr>
                <w:sz w:val="24"/>
                <w:szCs w:val="24"/>
              </w:rPr>
            </w:pPr>
            <w:r w:rsidRPr="00E04025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BCAFEA5" w14:textId="3A8458D2" w:rsidR="00C0135E" w:rsidRPr="00E04025" w:rsidRDefault="00E04025" w:rsidP="00EC6513">
            <w:pPr>
              <w:ind w:firstLine="0"/>
              <w:jc w:val="center"/>
              <w:rPr>
                <w:sz w:val="24"/>
                <w:szCs w:val="24"/>
              </w:rPr>
            </w:pPr>
            <w:r w:rsidRPr="00E04025">
              <w:rPr>
                <w:sz w:val="24"/>
                <w:szCs w:val="24"/>
              </w:rPr>
              <w:t>35 064,3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59803AB" w14:textId="77777777" w:rsidR="00C0135E" w:rsidRPr="00E04025" w:rsidRDefault="00C0135E" w:rsidP="00EC6513">
            <w:pPr>
              <w:ind w:firstLine="0"/>
              <w:jc w:val="center"/>
              <w:rPr>
                <w:sz w:val="24"/>
                <w:szCs w:val="24"/>
              </w:rPr>
            </w:pPr>
            <w:r w:rsidRPr="00E04025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D17730" w14:textId="77777777" w:rsidR="00C0135E" w:rsidRPr="00E04025" w:rsidRDefault="00C0135E" w:rsidP="00EC6513">
            <w:pPr>
              <w:ind w:firstLine="0"/>
              <w:jc w:val="center"/>
              <w:rPr>
                <w:sz w:val="24"/>
                <w:szCs w:val="24"/>
              </w:rPr>
            </w:pPr>
            <w:r w:rsidRPr="00E04025">
              <w:rPr>
                <w:sz w:val="24"/>
                <w:szCs w:val="24"/>
              </w:rPr>
              <w:t>0,0</w:t>
            </w:r>
          </w:p>
        </w:tc>
      </w:tr>
      <w:tr w:rsidR="00E04025" w:rsidRPr="00903C87" w14:paraId="6A59FD8C" w14:textId="77777777" w:rsidTr="00EC6513">
        <w:trPr>
          <w:trHeight w:val="20"/>
        </w:trPr>
        <w:tc>
          <w:tcPr>
            <w:tcW w:w="3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3A3EE" w14:textId="3109DB32" w:rsidR="00E04025" w:rsidRPr="00E04025" w:rsidRDefault="00E04025" w:rsidP="00E04025">
            <w:pPr>
              <w:ind w:firstLine="0"/>
              <w:rPr>
                <w:sz w:val="24"/>
                <w:szCs w:val="24"/>
                <w:highlight w:val="yellow"/>
              </w:rPr>
            </w:pPr>
            <w:r w:rsidRPr="00E04025">
              <w:rPr>
                <w:sz w:val="24"/>
                <w:szCs w:val="24"/>
              </w:rPr>
              <w:t>Расходы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A4DA9F" w14:textId="5406F015" w:rsidR="00E04025" w:rsidRPr="00903C87" w:rsidRDefault="00E04025" w:rsidP="00E04025">
            <w:pPr>
              <w:ind w:firstLine="0"/>
              <w:rPr>
                <w:sz w:val="24"/>
                <w:szCs w:val="24"/>
                <w:highlight w:val="yellow"/>
              </w:rPr>
            </w:pPr>
            <w:r w:rsidRPr="00E04025">
              <w:rPr>
                <w:sz w:val="24"/>
                <w:szCs w:val="24"/>
              </w:rPr>
              <w:t>01 5 03 S2590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63D4AA" w14:textId="5F9E16A9" w:rsidR="00E04025" w:rsidRPr="00E04025" w:rsidRDefault="00E04025" w:rsidP="00E04025">
            <w:pPr>
              <w:ind w:firstLine="0"/>
              <w:rPr>
                <w:sz w:val="24"/>
                <w:szCs w:val="24"/>
              </w:rPr>
            </w:pPr>
            <w:r w:rsidRPr="00E04025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DE23B80" w14:textId="2B7BFF11" w:rsidR="00E04025" w:rsidRPr="00903C87" w:rsidRDefault="00E04025" w:rsidP="00E0402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E04025">
              <w:rPr>
                <w:sz w:val="24"/>
                <w:szCs w:val="24"/>
              </w:rPr>
              <w:t>33 666,7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B116AC1" w14:textId="73627E2A" w:rsidR="00E04025" w:rsidRPr="00903C87" w:rsidRDefault="00E04025" w:rsidP="00E0402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E04025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392C01" w14:textId="40D1C40F" w:rsidR="00E04025" w:rsidRPr="00903C87" w:rsidRDefault="00E04025" w:rsidP="00E0402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E04025">
              <w:rPr>
                <w:sz w:val="24"/>
                <w:szCs w:val="24"/>
              </w:rPr>
              <w:t>0,0</w:t>
            </w:r>
          </w:p>
        </w:tc>
      </w:tr>
      <w:tr w:rsidR="00E04025" w:rsidRPr="00903C87" w14:paraId="16648877" w14:textId="77777777" w:rsidTr="00EC6513">
        <w:trPr>
          <w:trHeight w:val="20"/>
        </w:trPr>
        <w:tc>
          <w:tcPr>
            <w:tcW w:w="3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0B1A2" w14:textId="047501A0" w:rsidR="00E04025" w:rsidRPr="00E04025" w:rsidRDefault="00E04025" w:rsidP="00E04025">
            <w:pPr>
              <w:ind w:firstLine="0"/>
              <w:rPr>
                <w:sz w:val="24"/>
                <w:szCs w:val="24"/>
                <w:highlight w:val="yellow"/>
              </w:rPr>
            </w:pPr>
            <w:r w:rsidRPr="00E04025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BB7AA7" w14:textId="2002F9A4" w:rsidR="00E04025" w:rsidRPr="00903C87" w:rsidRDefault="00E04025" w:rsidP="00E04025">
            <w:pPr>
              <w:ind w:firstLine="0"/>
              <w:rPr>
                <w:sz w:val="24"/>
                <w:szCs w:val="24"/>
                <w:highlight w:val="yellow"/>
              </w:rPr>
            </w:pPr>
            <w:r w:rsidRPr="00E04025">
              <w:rPr>
                <w:sz w:val="24"/>
                <w:szCs w:val="24"/>
              </w:rPr>
              <w:t>01 5 03 S2590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5D3A99" w14:textId="3C9035F0" w:rsidR="00E04025" w:rsidRPr="00E04025" w:rsidRDefault="00E04025" w:rsidP="00E04025">
            <w:pPr>
              <w:ind w:firstLine="0"/>
              <w:rPr>
                <w:sz w:val="24"/>
                <w:szCs w:val="24"/>
              </w:rPr>
            </w:pPr>
            <w:r w:rsidRPr="00E04025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09DE8EF" w14:textId="286EF2E8" w:rsidR="00E04025" w:rsidRPr="00903C87" w:rsidRDefault="00E04025" w:rsidP="00E0402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E04025">
              <w:rPr>
                <w:sz w:val="24"/>
                <w:szCs w:val="24"/>
              </w:rPr>
              <w:t>33 666,7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4FDDB49" w14:textId="56090BC0" w:rsidR="00E04025" w:rsidRPr="00903C87" w:rsidRDefault="00E04025" w:rsidP="00E0402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E04025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D25DC7" w14:textId="7F3060E7" w:rsidR="00E04025" w:rsidRPr="00903C87" w:rsidRDefault="00E04025" w:rsidP="00E0402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E04025">
              <w:rPr>
                <w:sz w:val="24"/>
                <w:szCs w:val="24"/>
              </w:rPr>
              <w:t>0,0</w:t>
            </w:r>
          </w:p>
        </w:tc>
      </w:tr>
      <w:tr w:rsidR="00E04025" w:rsidRPr="00903C87" w14:paraId="741E6ACB" w14:textId="77777777" w:rsidTr="00EC6513">
        <w:trPr>
          <w:trHeight w:val="20"/>
        </w:trPr>
        <w:tc>
          <w:tcPr>
            <w:tcW w:w="3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B60A0" w14:textId="217F9E50" w:rsidR="00E04025" w:rsidRPr="00E04025" w:rsidRDefault="00E04025" w:rsidP="00E04025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C68237" w14:textId="77777777" w:rsidR="00E04025" w:rsidRPr="00903C87" w:rsidRDefault="00E04025" w:rsidP="00E04025">
            <w:pPr>
              <w:ind w:firstLine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E3247" w14:textId="77777777" w:rsidR="00E04025" w:rsidRPr="00903C87" w:rsidRDefault="00E04025" w:rsidP="00E04025">
            <w:pPr>
              <w:ind w:firstLine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D5B8D69" w14:textId="77777777" w:rsidR="00E04025" w:rsidRPr="00903C87" w:rsidRDefault="00E04025" w:rsidP="00E0402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C4CB0CA" w14:textId="77777777" w:rsidR="00E04025" w:rsidRPr="00903C87" w:rsidRDefault="00E04025" w:rsidP="00E0402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26FF56" w14:textId="77777777" w:rsidR="00E04025" w:rsidRPr="00903C87" w:rsidRDefault="00E04025" w:rsidP="00E0402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E04025" w:rsidRPr="00903C87" w14:paraId="54344D82" w14:textId="77777777" w:rsidTr="00EC6513">
        <w:trPr>
          <w:trHeight w:val="20"/>
        </w:trPr>
        <w:tc>
          <w:tcPr>
            <w:tcW w:w="3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409BC" w14:textId="3D76967F" w:rsidR="00E04025" w:rsidRPr="00EC6513" w:rsidRDefault="00EC6513" w:rsidP="00EC651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</w:t>
            </w:r>
            <w:r w:rsidR="00E04025" w:rsidRPr="00E04025">
              <w:rPr>
                <w:sz w:val="24"/>
                <w:szCs w:val="24"/>
              </w:rPr>
              <w:t>асходы на реализацию мероприятий в рамках адресной инвестиционной программы Нижегородской области за счет средств областного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86363B" w14:textId="44476BC5" w:rsidR="00E04025" w:rsidRPr="00903C87" w:rsidRDefault="00E04025" w:rsidP="00E04025">
            <w:pPr>
              <w:ind w:firstLine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DB5378" w14:textId="675BB54E" w:rsidR="00E04025" w:rsidRPr="00903C87" w:rsidRDefault="00E04025" w:rsidP="00E04025">
            <w:pPr>
              <w:ind w:firstLine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A1DFADB" w14:textId="06D35F68" w:rsidR="00E04025" w:rsidRPr="00903C87" w:rsidRDefault="00E04025" w:rsidP="00E0402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E04025">
              <w:rPr>
                <w:sz w:val="24"/>
                <w:szCs w:val="24"/>
              </w:rPr>
              <w:t>33 300,4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B2DA2B7" w14:textId="5E233FB6" w:rsidR="00E04025" w:rsidRPr="00903C87" w:rsidRDefault="00E04025" w:rsidP="00E0402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E04025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C80353" w14:textId="7A097994" w:rsidR="00E04025" w:rsidRPr="00903C87" w:rsidRDefault="00E04025" w:rsidP="00E0402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E04025">
              <w:rPr>
                <w:sz w:val="24"/>
                <w:szCs w:val="24"/>
              </w:rPr>
              <w:t>0,0</w:t>
            </w:r>
          </w:p>
        </w:tc>
      </w:tr>
      <w:tr w:rsidR="00C0135E" w:rsidRPr="00903C87" w14:paraId="3FAEA9F8" w14:textId="77777777" w:rsidTr="00EC6513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89414" w14:textId="77777777" w:rsidR="00C0135E" w:rsidRPr="005562F1" w:rsidRDefault="00C0135E" w:rsidP="00EC6513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5562F1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«Развитие культуры Балахнинского </w:t>
            </w:r>
            <w:r w:rsidRPr="005562F1">
              <w:rPr>
                <w:b/>
                <w:bCs/>
                <w:color w:val="000000"/>
                <w:sz w:val="24"/>
                <w:szCs w:val="24"/>
              </w:rPr>
              <w:lastRenderedPageBreak/>
              <w:t>муниципального округа Нижегородской области»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5AB44" w14:textId="77777777" w:rsidR="00C0135E" w:rsidRPr="005562F1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52982E09" w14:textId="77777777" w:rsidR="00C0135E" w:rsidRPr="005562F1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332B0369" w14:textId="77777777" w:rsidR="00C0135E" w:rsidRPr="005562F1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142E9B74" w14:textId="77777777" w:rsidR="00C0135E" w:rsidRPr="005562F1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562F1">
              <w:rPr>
                <w:b/>
                <w:bCs/>
                <w:color w:val="000000"/>
                <w:sz w:val="24"/>
                <w:szCs w:val="24"/>
              </w:rPr>
              <w:lastRenderedPageBreak/>
              <w:t>02 0 00 00000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E6F7B" w14:textId="77777777" w:rsidR="00C0135E" w:rsidRPr="005562F1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53D7A051" w14:textId="77777777" w:rsidR="00C0135E" w:rsidRPr="005562F1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122E2D14" w14:textId="77777777" w:rsidR="00C0135E" w:rsidRPr="005562F1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10841017" w14:textId="77777777" w:rsidR="00C0135E" w:rsidRPr="005562F1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562F1">
              <w:rPr>
                <w:b/>
                <w:bCs/>
                <w:color w:val="000000"/>
                <w:sz w:val="24"/>
                <w:szCs w:val="24"/>
              </w:rPr>
              <w:lastRenderedPageBreak/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6A0232" w14:textId="77777777" w:rsidR="00C0135E" w:rsidRPr="005562F1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3EE308B6" w14:textId="77777777" w:rsidR="00C0135E" w:rsidRPr="005562F1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26D21213" w14:textId="77777777" w:rsidR="00C0135E" w:rsidRPr="005562F1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640C2237" w14:textId="22B2A100" w:rsidR="00C0135E" w:rsidRPr="005562F1" w:rsidRDefault="005562F1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562F1">
              <w:rPr>
                <w:b/>
                <w:bCs/>
                <w:color w:val="000000"/>
                <w:sz w:val="24"/>
                <w:szCs w:val="24"/>
              </w:rPr>
              <w:lastRenderedPageBreak/>
              <w:t>340 830,6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89847A" w14:textId="77777777" w:rsidR="00C0135E" w:rsidRPr="005562F1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76AC16C1" w14:textId="77777777" w:rsidR="00C0135E" w:rsidRPr="005562F1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42F1F388" w14:textId="77777777" w:rsidR="00C0135E" w:rsidRPr="005562F1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57188757" w14:textId="77777777" w:rsidR="00C0135E" w:rsidRPr="005562F1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562F1">
              <w:rPr>
                <w:b/>
                <w:bCs/>
                <w:color w:val="000000"/>
                <w:sz w:val="24"/>
                <w:szCs w:val="24"/>
              </w:rPr>
              <w:lastRenderedPageBreak/>
              <w:t>244 132,4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0CF3C3" w14:textId="77777777" w:rsidR="00C0135E" w:rsidRPr="005562F1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02F073E8" w14:textId="77777777" w:rsidR="00C0135E" w:rsidRPr="005562F1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5D9B4C9E" w14:textId="77777777" w:rsidR="00C0135E" w:rsidRPr="005562F1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29D7323A" w14:textId="77777777" w:rsidR="00C0135E" w:rsidRPr="005562F1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562F1">
              <w:rPr>
                <w:b/>
                <w:bCs/>
                <w:color w:val="000000"/>
                <w:sz w:val="24"/>
                <w:szCs w:val="24"/>
              </w:rPr>
              <w:lastRenderedPageBreak/>
              <w:t>231 756,8</w:t>
            </w:r>
          </w:p>
        </w:tc>
      </w:tr>
      <w:tr w:rsidR="00C0135E" w:rsidRPr="00903C87" w14:paraId="2D09CC17" w14:textId="77777777" w:rsidTr="00EC6513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B7333" w14:textId="77777777" w:rsidR="00C0135E" w:rsidRPr="005562F1" w:rsidRDefault="00C0135E" w:rsidP="00EC6513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5562F1">
              <w:rPr>
                <w:b/>
                <w:bCs/>
                <w:color w:val="000000"/>
                <w:sz w:val="24"/>
                <w:szCs w:val="24"/>
              </w:rPr>
              <w:lastRenderedPageBreak/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3F38C7" w14:textId="77777777" w:rsidR="00C0135E" w:rsidRPr="005562F1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38720E8C" w14:textId="77777777" w:rsidR="00C0135E" w:rsidRPr="005562F1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0AA4EC33" w14:textId="77777777" w:rsidR="00C0135E" w:rsidRPr="005562F1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562F1">
              <w:rPr>
                <w:b/>
                <w:bCs/>
                <w:color w:val="000000"/>
                <w:sz w:val="24"/>
                <w:szCs w:val="24"/>
              </w:rPr>
              <w:t>02 2 00 00000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06241C" w14:textId="77777777" w:rsidR="00C0135E" w:rsidRPr="005562F1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2AA4403B" w14:textId="77777777" w:rsidR="00C0135E" w:rsidRPr="005562F1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7A40ED39" w14:textId="77777777" w:rsidR="00C0135E" w:rsidRPr="005562F1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562F1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D9A316" w14:textId="77777777" w:rsidR="00C0135E" w:rsidRPr="005562F1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635254BD" w14:textId="77777777" w:rsidR="00C0135E" w:rsidRPr="005562F1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6889B704" w14:textId="701A08C0" w:rsidR="00C0135E" w:rsidRPr="005562F1" w:rsidRDefault="005562F1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562F1">
              <w:rPr>
                <w:b/>
                <w:bCs/>
                <w:color w:val="000000"/>
                <w:sz w:val="24"/>
                <w:szCs w:val="24"/>
              </w:rPr>
              <w:t>112 923,8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3F04ED" w14:textId="77777777" w:rsidR="00C0135E" w:rsidRPr="005562F1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3AAC9DDD" w14:textId="77777777" w:rsidR="00C0135E" w:rsidRPr="005562F1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0B30EFBF" w14:textId="77777777" w:rsidR="00C0135E" w:rsidRPr="005562F1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562F1">
              <w:rPr>
                <w:b/>
                <w:bCs/>
                <w:color w:val="000000"/>
                <w:sz w:val="24"/>
                <w:szCs w:val="24"/>
              </w:rPr>
              <w:t>16 818,2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6A184C" w14:textId="77777777" w:rsidR="00C0135E" w:rsidRPr="005562F1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5433185D" w14:textId="77777777" w:rsidR="00C0135E" w:rsidRPr="005562F1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473A9242" w14:textId="77777777" w:rsidR="00C0135E" w:rsidRPr="005562F1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562F1">
              <w:rPr>
                <w:b/>
                <w:bCs/>
                <w:color w:val="000000"/>
                <w:sz w:val="24"/>
                <w:szCs w:val="24"/>
              </w:rPr>
              <w:t>3 408,0</w:t>
            </w:r>
          </w:p>
        </w:tc>
      </w:tr>
      <w:tr w:rsidR="00C0135E" w:rsidRPr="00903C87" w14:paraId="4C2FBCA6" w14:textId="77777777" w:rsidTr="00EC6513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74739" w14:textId="77777777" w:rsidR="00C0135E" w:rsidRPr="005562F1" w:rsidRDefault="00C0135E" w:rsidP="00EC6513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5562F1">
              <w:rPr>
                <w:color w:val="000000"/>
                <w:sz w:val="24"/>
                <w:szCs w:val="24"/>
              </w:rPr>
              <w:t>Обеспечение материально - 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450BE" w14:textId="77777777" w:rsidR="00C0135E" w:rsidRPr="005562F1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4BA4665" w14:textId="77777777" w:rsidR="00C0135E" w:rsidRPr="005562F1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92B3B1A" w14:textId="77777777" w:rsidR="00C0135E" w:rsidRPr="005562F1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A8726F2" w14:textId="77777777" w:rsidR="00C0135E" w:rsidRPr="005562F1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DEDC4DD" w14:textId="77777777" w:rsidR="00C0135E" w:rsidRPr="005562F1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562F1">
              <w:rPr>
                <w:color w:val="000000"/>
                <w:sz w:val="24"/>
                <w:szCs w:val="24"/>
              </w:rPr>
              <w:t>02 2 01 00000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63FE8" w14:textId="77777777" w:rsidR="00C0135E" w:rsidRPr="005562F1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5EE7728" w14:textId="77777777" w:rsidR="00C0135E" w:rsidRPr="005562F1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85E0522" w14:textId="77777777" w:rsidR="00C0135E" w:rsidRPr="005562F1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9F7CDC1" w14:textId="77777777" w:rsidR="00C0135E" w:rsidRPr="005562F1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29D4E3D" w14:textId="77777777" w:rsidR="00C0135E" w:rsidRPr="005562F1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562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F4E01" w14:textId="77777777" w:rsidR="00C0135E" w:rsidRPr="005562F1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6F06005" w14:textId="77777777" w:rsidR="00C0135E" w:rsidRPr="005562F1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EA069A0" w14:textId="77777777" w:rsidR="00C0135E" w:rsidRPr="005562F1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B00CF61" w14:textId="77777777" w:rsidR="00C0135E" w:rsidRPr="005562F1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920952E" w14:textId="39AB55C5" w:rsidR="00C0135E" w:rsidRPr="005562F1" w:rsidRDefault="005562F1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562F1">
              <w:rPr>
                <w:color w:val="000000"/>
                <w:sz w:val="24"/>
                <w:szCs w:val="24"/>
              </w:rPr>
              <w:t>2 771,3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7D07D" w14:textId="77777777" w:rsidR="00C0135E" w:rsidRPr="005562F1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0D62FE3" w14:textId="77777777" w:rsidR="00C0135E" w:rsidRPr="005562F1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3F80790" w14:textId="77777777" w:rsidR="00C0135E" w:rsidRPr="005562F1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D46C899" w14:textId="77777777" w:rsidR="00C0135E" w:rsidRPr="005562F1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F8A72A5" w14:textId="77777777" w:rsidR="00C0135E" w:rsidRPr="005562F1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562F1">
              <w:rPr>
                <w:color w:val="000000"/>
                <w:sz w:val="24"/>
                <w:szCs w:val="24"/>
              </w:rPr>
              <w:t>1 408,0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CEE58" w14:textId="77777777" w:rsidR="00C0135E" w:rsidRPr="005562F1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1308DF9" w14:textId="77777777" w:rsidR="00C0135E" w:rsidRPr="005562F1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EC3416E" w14:textId="77777777" w:rsidR="00C0135E" w:rsidRPr="005562F1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3B1E6BC" w14:textId="77777777" w:rsidR="00C0135E" w:rsidRPr="005562F1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AEDB46E" w14:textId="77777777" w:rsidR="00C0135E" w:rsidRPr="005562F1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562F1">
              <w:rPr>
                <w:color w:val="000000"/>
                <w:sz w:val="24"/>
                <w:szCs w:val="24"/>
              </w:rPr>
              <w:t>3 408,0</w:t>
            </w:r>
          </w:p>
        </w:tc>
      </w:tr>
      <w:tr w:rsidR="00C0135E" w:rsidRPr="00903C87" w14:paraId="2C1C52FF" w14:textId="77777777" w:rsidTr="00EC6513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4FA3B" w14:textId="77777777" w:rsidR="00C0135E" w:rsidRPr="005562F1" w:rsidRDefault="00C0135E" w:rsidP="00EC6513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5562F1">
              <w:rPr>
                <w:color w:val="000000"/>
                <w:sz w:val="24"/>
                <w:szCs w:val="24"/>
              </w:rPr>
              <w:t>Расходы на укрепление материально-технической базы учреждений культура за счет средств фонда на поддержку территорий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E07FAD" w14:textId="77777777" w:rsidR="00C0135E" w:rsidRPr="005562F1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98EEC4F" w14:textId="77777777" w:rsidR="00C0135E" w:rsidRPr="005562F1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B0C7215" w14:textId="77777777" w:rsidR="00C0135E" w:rsidRPr="005562F1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562F1">
              <w:rPr>
                <w:color w:val="000000"/>
                <w:sz w:val="24"/>
                <w:szCs w:val="24"/>
              </w:rPr>
              <w:t>02 2 01 22000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81723D" w14:textId="77777777" w:rsidR="00C0135E" w:rsidRPr="005562F1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C084323" w14:textId="77777777" w:rsidR="00C0135E" w:rsidRPr="005562F1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404594D" w14:textId="77777777" w:rsidR="00C0135E" w:rsidRPr="005562F1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562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2B2AB" w14:textId="77777777" w:rsidR="00C0135E" w:rsidRPr="005562F1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4ED1FD8" w14:textId="77777777" w:rsidR="00C0135E" w:rsidRPr="005562F1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7EB4D28" w14:textId="538C7863" w:rsidR="00C0135E" w:rsidRPr="005562F1" w:rsidRDefault="005562F1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562F1">
              <w:rPr>
                <w:color w:val="000000"/>
                <w:sz w:val="24"/>
                <w:szCs w:val="24"/>
              </w:rPr>
              <w:t>472,3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FBA709" w14:textId="77777777" w:rsidR="00C0135E" w:rsidRPr="005562F1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943E441" w14:textId="77777777" w:rsidR="00C0135E" w:rsidRPr="005562F1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C985F3E" w14:textId="77777777" w:rsidR="00C0135E" w:rsidRPr="005562F1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562F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8A87E4" w14:textId="77777777" w:rsidR="00C0135E" w:rsidRPr="005562F1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98C22C7" w14:textId="77777777" w:rsidR="00C0135E" w:rsidRPr="005562F1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01EE3F7" w14:textId="77777777" w:rsidR="00C0135E" w:rsidRPr="005562F1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562F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0135E" w:rsidRPr="00903C87" w14:paraId="56591B69" w14:textId="77777777" w:rsidTr="00EC6513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8D96D" w14:textId="77777777" w:rsidR="00C0135E" w:rsidRPr="005562F1" w:rsidRDefault="00C0135E" w:rsidP="00EC6513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5562F1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A0DCD" w14:textId="77777777" w:rsidR="00C0135E" w:rsidRPr="005562F1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BE05E32" w14:textId="77777777" w:rsidR="00C0135E" w:rsidRPr="005562F1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98A6D26" w14:textId="77777777" w:rsidR="00C0135E" w:rsidRPr="005562F1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E89FB23" w14:textId="77777777" w:rsidR="00C0135E" w:rsidRPr="005562F1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562F1">
              <w:rPr>
                <w:color w:val="000000"/>
                <w:sz w:val="24"/>
                <w:szCs w:val="24"/>
              </w:rPr>
              <w:t>02 2 01 22000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42743" w14:textId="77777777" w:rsidR="00C0135E" w:rsidRPr="005562F1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912FBFF" w14:textId="77777777" w:rsidR="00C0135E" w:rsidRPr="005562F1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85A4A7E" w14:textId="77777777" w:rsidR="00C0135E" w:rsidRPr="005562F1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AE889FC" w14:textId="77777777" w:rsidR="00C0135E" w:rsidRPr="005562F1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562F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24397" w14:textId="77777777" w:rsidR="00C0135E" w:rsidRPr="005562F1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FE7D6CB" w14:textId="77777777" w:rsidR="00C0135E" w:rsidRPr="005562F1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C27E28B" w14:textId="77777777" w:rsidR="00C0135E" w:rsidRPr="005562F1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12ABC33" w14:textId="7FFA966F" w:rsidR="00C0135E" w:rsidRPr="005562F1" w:rsidRDefault="005562F1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562F1">
              <w:rPr>
                <w:color w:val="000000"/>
                <w:sz w:val="24"/>
                <w:szCs w:val="24"/>
              </w:rPr>
              <w:t>472,3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2B1DD" w14:textId="77777777" w:rsidR="00C0135E" w:rsidRPr="005562F1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3EE541C" w14:textId="77777777" w:rsidR="00C0135E" w:rsidRPr="005562F1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91D946E" w14:textId="77777777" w:rsidR="00C0135E" w:rsidRPr="005562F1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ED42D23" w14:textId="77777777" w:rsidR="00C0135E" w:rsidRPr="005562F1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562F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43DC6" w14:textId="77777777" w:rsidR="00C0135E" w:rsidRPr="005562F1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552DF9E" w14:textId="77777777" w:rsidR="00C0135E" w:rsidRPr="005562F1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759B8FF" w14:textId="77777777" w:rsidR="00C0135E" w:rsidRPr="005562F1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81AC736" w14:textId="77777777" w:rsidR="00C0135E" w:rsidRPr="005562F1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562F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A6606" w:rsidRPr="00903C87" w14:paraId="40E305AE" w14:textId="77777777" w:rsidTr="00EC6513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4334A" w14:textId="17E5C355" w:rsidR="000A6606" w:rsidRPr="000A6606" w:rsidRDefault="000A6606" w:rsidP="000A6606">
            <w:pPr>
              <w:ind w:firstLine="0"/>
              <w:rPr>
                <w:color w:val="000000"/>
                <w:sz w:val="24"/>
                <w:szCs w:val="24"/>
              </w:rPr>
            </w:pPr>
            <w:r w:rsidRPr="000A6606">
              <w:rPr>
                <w:sz w:val="24"/>
                <w:szCs w:val="24"/>
              </w:rPr>
              <w:t>Расходы на укрепление материально-технической базы учреждений культуры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0D1C0" w14:textId="77777777" w:rsidR="000A6606" w:rsidRDefault="000A6606" w:rsidP="000A660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5C6F9A6" w14:textId="77777777" w:rsidR="000A6606" w:rsidRDefault="000A6606" w:rsidP="000A660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8D0528E" w14:textId="71FB6E64" w:rsidR="000A6606" w:rsidRPr="005562F1" w:rsidRDefault="000A6606" w:rsidP="000A660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A6606">
              <w:rPr>
                <w:color w:val="000000"/>
                <w:sz w:val="24"/>
                <w:szCs w:val="24"/>
              </w:rPr>
              <w:t>02 2 01 25020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31829" w14:textId="77777777" w:rsidR="000A6606" w:rsidRDefault="000A6606" w:rsidP="000A660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0826379" w14:textId="77777777" w:rsidR="000A6606" w:rsidRDefault="000A6606" w:rsidP="000A660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AFC0606" w14:textId="1602B264" w:rsidR="000A6606" w:rsidRPr="005562F1" w:rsidRDefault="000A6606" w:rsidP="000A660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5EAAE" w14:textId="77777777" w:rsidR="000A6606" w:rsidRDefault="000A6606" w:rsidP="000A660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5927365" w14:textId="77777777" w:rsidR="000A6606" w:rsidRDefault="000A6606" w:rsidP="000A660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17FF85C" w14:textId="2769168A" w:rsidR="000A6606" w:rsidRPr="000A6606" w:rsidRDefault="000A6606" w:rsidP="000A660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A6606">
              <w:rPr>
                <w:sz w:val="24"/>
                <w:szCs w:val="24"/>
              </w:rPr>
              <w:t>1 808,0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8FD7E" w14:textId="77777777" w:rsidR="000A6606" w:rsidRDefault="000A6606" w:rsidP="000A660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8AA3A79" w14:textId="77777777" w:rsidR="000A6606" w:rsidRDefault="000A6606" w:rsidP="000A660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567B5A4" w14:textId="5101AF2D" w:rsidR="000A6606" w:rsidRPr="000A6606" w:rsidRDefault="000A6606" w:rsidP="000A660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A6606">
              <w:rPr>
                <w:sz w:val="24"/>
                <w:szCs w:val="24"/>
              </w:rPr>
              <w:t>1 200,0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F4743" w14:textId="77777777" w:rsidR="000A6606" w:rsidRDefault="000A6606" w:rsidP="000A660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0CD8029" w14:textId="77777777" w:rsidR="000A6606" w:rsidRDefault="000A6606" w:rsidP="000A660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6B034B6" w14:textId="2C9D7CE7" w:rsidR="000A6606" w:rsidRPr="000A6606" w:rsidRDefault="000A6606" w:rsidP="000A660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A6606">
              <w:rPr>
                <w:sz w:val="24"/>
                <w:szCs w:val="24"/>
              </w:rPr>
              <w:t>3 200,0</w:t>
            </w:r>
          </w:p>
        </w:tc>
      </w:tr>
      <w:tr w:rsidR="000A6606" w:rsidRPr="00903C87" w14:paraId="6FD04555" w14:textId="77777777" w:rsidTr="00EC6513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E30B1" w14:textId="6483597C" w:rsidR="000A6606" w:rsidRPr="000A6606" w:rsidRDefault="000A6606" w:rsidP="000A6606">
            <w:pPr>
              <w:ind w:firstLine="0"/>
              <w:rPr>
                <w:color w:val="000000"/>
                <w:sz w:val="24"/>
                <w:szCs w:val="24"/>
              </w:rPr>
            </w:pPr>
            <w:r w:rsidRPr="000A660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66D03" w14:textId="77777777" w:rsidR="000A6606" w:rsidRDefault="000A6606" w:rsidP="000A660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49D9431" w14:textId="77777777" w:rsidR="000A6606" w:rsidRDefault="000A6606" w:rsidP="000A660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F770C03" w14:textId="77777777" w:rsidR="000A6606" w:rsidRDefault="000A6606" w:rsidP="000A660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84EBBE9" w14:textId="2C4ADFC3" w:rsidR="000A6606" w:rsidRPr="005562F1" w:rsidRDefault="000A6606" w:rsidP="000A660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A6606">
              <w:rPr>
                <w:color w:val="000000"/>
                <w:sz w:val="24"/>
                <w:szCs w:val="24"/>
              </w:rPr>
              <w:t>02 2 01 25020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095DE" w14:textId="77777777" w:rsidR="000A6606" w:rsidRDefault="000A6606" w:rsidP="000A660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FB0D376" w14:textId="77777777" w:rsidR="000A6606" w:rsidRDefault="000A6606" w:rsidP="000A660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B3C5FB3" w14:textId="77777777" w:rsidR="000A6606" w:rsidRDefault="000A6606" w:rsidP="000A660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F8BA9AC" w14:textId="4DAD44FC" w:rsidR="000A6606" w:rsidRPr="005562F1" w:rsidRDefault="000A6606" w:rsidP="000A660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093B4" w14:textId="77777777" w:rsidR="000A6606" w:rsidRDefault="000A6606" w:rsidP="000A660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35C3B75" w14:textId="77777777" w:rsidR="000A6606" w:rsidRDefault="000A6606" w:rsidP="000A660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3BADBE8" w14:textId="77777777" w:rsidR="000A6606" w:rsidRDefault="000A6606" w:rsidP="000A660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BF8DEA8" w14:textId="0461B71F" w:rsidR="000A6606" w:rsidRPr="000A6606" w:rsidRDefault="000A6606" w:rsidP="000A660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A6606">
              <w:rPr>
                <w:sz w:val="24"/>
                <w:szCs w:val="24"/>
              </w:rPr>
              <w:t>1 808,0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FF53B" w14:textId="77777777" w:rsidR="000A6606" w:rsidRDefault="000A6606" w:rsidP="000A660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395E563" w14:textId="77777777" w:rsidR="000A6606" w:rsidRDefault="000A6606" w:rsidP="000A660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712A3B5" w14:textId="77777777" w:rsidR="000A6606" w:rsidRDefault="000A6606" w:rsidP="000A660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582D58F" w14:textId="388DE839" w:rsidR="000A6606" w:rsidRPr="000A6606" w:rsidRDefault="000A6606" w:rsidP="000A660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A6606">
              <w:rPr>
                <w:sz w:val="24"/>
                <w:szCs w:val="24"/>
              </w:rPr>
              <w:t>1 200,0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15F71" w14:textId="77777777" w:rsidR="000A6606" w:rsidRDefault="000A6606" w:rsidP="000A660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3378C5E" w14:textId="77777777" w:rsidR="000A6606" w:rsidRDefault="000A6606" w:rsidP="000A660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2DB5EB9" w14:textId="77777777" w:rsidR="000A6606" w:rsidRDefault="000A6606" w:rsidP="000A660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747929C" w14:textId="3510DC2C" w:rsidR="000A6606" w:rsidRPr="000A6606" w:rsidRDefault="000A6606" w:rsidP="000A660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A6606">
              <w:rPr>
                <w:sz w:val="24"/>
                <w:szCs w:val="24"/>
              </w:rPr>
              <w:t>3 200,0</w:t>
            </w:r>
          </w:p>
        </w:tc>
      </w:tr>
      <w:tr w:rsidR="000A6606" w:rsidRPr="00903C87" w14:paraId="22C980B6" w14:textId="77777777" w:rsidTr="00EC6513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16DAD" w14:textId="7193C11A" w:rsidR="000A6606" w:rsidRPr="000A6606" w:rsidRDefault="000A6606" w:rsidP="000A6606">
            <w:pPr>
              <w:ind w:firstLine="0"/>
              <w:rPr>
                <w:sz w:val="24"/>
                <w:szCs w:val="24"/>
              </w:rPr>
            </w:pPr>
            <w:r w:rsidRPr="000A6606">
              <w:rPr>
                <w:sz w:val="24"/>
                <w:szCs w:val="24"/>
              </w:rPr>
              <w:t>Федеральный проект "Культурная среда"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48F73" w14:textId="77777777" w:rsidR="000A6606" w:rsidRDefault="000A6606" w:rsidP="000A660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9D98A52" w14:textId="40A10064" w:rsidR="000A6606" w:rsidRPr="000A6606" w:rsidRDefault="000A6606" w:rsidP="000A660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A6606">
              <w:rPr>
                <w:color w:val="000000"/>
                <w:sz w:val="24"/>
                <w:szCs w:val="24"/>
              </w:rPr>
              <w:t xml:space="preserve">02 2 </w:t>
            </w:r>
            <w:r>
              <w:rPr>
                <w:color w:val="000000"/>
                <w:sz w:val="24"/>
                <w:szCs w:val="24"/>
              </w:rPr>
              <w:t>А</w:t>
            </w:r>
            <w:r w:rsidRPr="000A6606">
              <w:rPr>
                <w:color w:val="000000"/>
                <w:sz w:val="24"/>
                <w:szCs w:val="24"/>
              </w:rPr>
              <w:t xml:space="preserve">1 </w:t>
            </w:r>
            <w:r>
              <w:rPr>
                <w:color w:val="000000"/>
                <w:sz w:val="24"/>
                <w:szCs w:val="24"/>
              </w:rPr>
              <w:t>0000</w:t>
            </w:r>
            <w:r w:rsidRPr="000A6606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C14E3" w14:textId="77777777" w:rsidR="000A6606" w:rsidRDefault="000A6606" w:rsidP="000A660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99C4B06" w14:textId="0FC964C8" w:rsidR="000A6606" w:rsidRPr="000A6606" w:rsidRDefault="000A6606" w:rsidP="000A660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EC361" w14:textId="77777777" w:rsidR="00DA42F0" w:rsidRDefault="00DA42F0" w:rsidP="000A660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BF6F9D9" w14:textId="67733A41" w:rsidR="000A6606" w:rsidRDefault="000A6606" w:rsidP="000A660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2 614,6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10F41" w14:textId="77777777" w:rsidR="00DA42F0" w:rsidRDefault="00DA42F0" w:rsidP="000A660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CDBDD6A" w14:textId="411FA9C7" w:rsidR="000A6606" w:rsidRDefault="000A6606" w:rsidP="000A660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63F1A" w14:textId="77777777" w:rsidR="00DA42F0" w:rsidRDefault="00DA42F0" w:rsidP="000A660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9C9EE59" w14:textId="58297339" w:rsidR="000A6606" w:rsidRDefault="000A6606" w:rsidP="000A660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DA42F0" w:rsidRPr="00903C87" w14:paraId="6DB3FB39" w14:textId="77777777" w:rsidTr="00EC6513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24A576" w14:textId="4C63F862" w:rsidR="00DA42F0" w:rsidRPr="000A6606" w:rsidRDefault="00DA42F0" w:rsidP="00DA42F0">
            <w:pPr>
              <w:ind w:firstLine="0"/>
              <w:rPr>
                <w:sz w:val="24"/>
                <w:szCs w:val="24"/>
              </w:rPr>
            </w:pPr>
            <w:r w:rsidRPr="000A6606"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DB92D" w14:textId="77777777" w:rsidR="00DA42F0" w:rsidRPr="000A6606" w:rsidRDefault="00DA42F0" w:rsidP="00DA42F0">
            <w:pPr>
              <w:ind w:right="-257"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6EC932E" w14:textId="4400283F" w:rsidR="00DA42F0" w:rsidRPr="000A6606" w:rsidRDefault="00DA42F0" w:rsidP="00DA42F0">
            <w:pPr>
              <w:ind w:right="-257" w:firstLine="0"/>
              <w:rPr>
                <w:color w:val="000000"/>
                <w:sz w:val="24"/>
                <w:szCs w:val="24"/>
              </w:rPr>
            </w:pPr>
            <w:r w:rsidRPr="000A6606">
              <w:rPr>
                <w:color w:val="000000"/>
                <w:sz w:val="24"/>
                <w:szCs w:val="24"/>
              </w:rPr>
              <w:t xml:space="preserve">02 2 А1 </w:t>
            </w:r>
            <w:r>
              <w:rPr>
                <w:color w:val="000000"/>
                <w:sz w:val="24"/>
                <w:szCs w:val="24"/>
              </w:rPr>
              <w:t>55190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85549" w14:textId="77777777" w:rsidR="00DA42F0" w:rsidRDefault="00DA42F0" w:rsidP="00DA42F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CD73A87" w14:textId="022A2634" w:rsidR="00DA42F0" w:rsidRPr="000A6606" w:rsidRDefault="00DA42F0" w:rsidP="00DA42F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73E5B" w14:textId="77777777" w:rsidR="00DA42F0" w:rsidRDefault="00DA42F0" w:rsidP="00DA42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ED3FC3" w14:textId="6589C77F" w:rsidR="00DA42F0" w:rsidRDefault="00DA42F0" w:rsidP="00DA42F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2 614,6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165F2" w14:textId="77777777" w:rsidR="00DA42F0" w:rsidRDefault="00DA42F0" w:rsidP="00DA42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3B3D2EB" w14:textId="1DE0267E" w:rsidR="00DA42F0" w:rsidRDefault="00DA42F0" w:rsidP="00DA42F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89E31" w14:textId="77777777" w:rsidR="00DA42F0" w:rsidRDefault="00DA42F0" w:rsidP="00DA42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4AF21E4" w14:textId="7120DB43" w:rsidR="00DA42F0" w:rsidRDefault="00DA42F0" w:rsidP="00DA42F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DA42F0" w:rsidRPr="00903C87" w14:paraId="5441A138" w14:textId="77777777" w:rsidTr="00EC6513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3FE0B" w14:textId="323C9DD8" w:rsidR="00DA42F0" w:rsidRPr="000A6606" w:rsidRDefault="00DA42F0" w:rsidP="00DA42F0">
            <w:pPr>
              <w:ind w:firstLine="0"/>
              <w:rPr>
                <w:sz w:val="24"/>
                <w:szCs w:val="24"/>
              </w:rPr>
            </w:pPr>
            <w:r w:rsidRPr="000A660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3674F" w14:textId="77777777" w:rsidR="00DA42F0" w:rsidRPr="000A6606" w:rsidRDefault="00DA42F0" w:rsidP="00DA42F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8BDAD1B" w14:textId="77777777" w:rsidR="00DA42F0" w:rsidRDefault="00DA42F0" w:rsidP="00DA42F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9040DF7" w14:textId="77777777" w:rsidR="00DA42F0" w:rsidRDefault="00DA42F0" w:rsidP="00DA42F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7E5E680" w14:textId="5FA6B1E8" w:rsidR="00DA42F0" w:rsidRPr="000A6606" w:rsidRDefault="00DA42F0" w:rsidP="00DA42F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A6606">
              <w:rPr>
                <w:color w:val="000000"/>
                <w:sz w:val="24"/>
                <w:szCs w:val="24"/>
              </w:rPr>
              <w:t xml:space="preserve">02 2 А1 </w:t>
            </w:r>
            <w:r>
              <w:rPr>
                <w:color w:val="000000"/>
                <w:sz w:val="24"/>
                <w:szCs w:val="24"/>
              </w:rPr>
              <w:t>55190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738AB" w14:textId="77777777" w:rsidR="00DA42F0" w:rsidRDefault="00DA42F0" w:rsidP="00DA42F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1C992C8" w14:textId="77777777" w:rsidR="00DA42F0" w:rsidRDefault="00DA42F0" w:rsidP="00DA42F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F0F55F5" w14:textId="77777777" w:rsidR="00DA42F0" w:rsidRDefault="00DA42F0" w:rsidP="00DA42F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9C8BC06" w14:textId="0D10F839" w:rsidR="00DA42F0" w:rsidRPr="000A6606" w:rsidRDefault="00DA42F0" w:rsidP="00DA42F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5B1E" w14:textId="77777777" w:rsidR="00DA42F0" w:rsidRDefault="00DA42F0" w:rsidP="00DA42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2DD683A" w14:textId="77777777" w:rsidR="00DA42F0" w:rsidRDefault="00DA42F0" w:rsidP="00DA42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D4C5DCD" w14:textId="77777777" w:rsidR="00DA42F0" w:rsidRDefault="00DA42F0" w:rsidP="00DA42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4E2383A" w14:textId="22F432C4" w:rsidR="00DA42F0" w:rsidRDefault="00DA42F0" w:rsidP="00DA42F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2 614,6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17B2B" w14:textId="77777777" w:rsidR="00DA42F0" w:rsidRDefault="00DA42F0" w:rsidP="00DA42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66FB3D9" w14:textId="77777777" w:rsidR="00DA42F0" w:rsidRDefault="00DA42F0" w:rsidP="00DA42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9CC1983" w14:textId="77777777" w:rsidR="00DA42F0" w:rsidRDefault="00DA42F0" w:rsidP="00DA42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593E144" w14:textId="16536EBE" w:rsidR="00DA42F0" w:rsidRDefault="00DA42F0" w:rsidP="00DA42F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2807E" w14:textId="77777777" w:rsidR="00DA42F0" w:rsidRDefault="00DA42F0" w:rsidP="00DA42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67904EB" w14:textId="77777777" w:rsidR="00DA42F0" w:rsidRDefault="00DA42F0" w:rsidP="00DA42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7905436" w14:textId="77777777" w:rsidR="00DA42F0" w:rsidRDefault="00DA42F0" w:rsidP="00DA42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5359929" w14:textId="2BBE88BC" w:rsidR="00DA42F0" w:rsidRDefault="00DA42F0" w:rsidP="00DA42F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A6606" w:rsidRPr="00903C87" w14:paraId="47919D3A" w14:textId="77777777" w:rsidTr="00EC6513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2CDB0" w14:textId="5A8043EE" w:rsidR="000A6606" w:rsidRPr="000A6606" w:rsidRDefault="000A6606" w:rsidP="000A6606">
            <w:pPr>
              <w:ind w:firstLine="0"/>
              <w:rPr>
                <w:sz w:val="24"/>
                <w:szCs w:val="24"/>
              </w:rPr>
            </w:pPr>
            <w:r w:rsidRPr="000A6606"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9CBCD" w14:textId="77777777" w:rsidR="000A6606" w:rsidRDefault="000A6606" w:rsidP="000A660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C62D9" w14:textId="77777777" w:rsidR="000A6606" w:rsidRDefault="000A6606" w:rsidP="000A660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8DD78" w14:textId="77777777" w:rsidR="000A6606" w:rsidRDefault="000A6606" w:rsidP="000A660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53F1B" w14:textId="77777777" w:rsidR="000A6606" w:rsidRDefault="000A6606" w:rsidP="000A660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2A1AF" w14:textId="77777777" w:rsidR="000A6606" w:rsidRDefault="000A6606" w:rsidP="000A6606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A42F0" w:rsidRPr="00903C87" w14:paraId="5BF54E10" w14:textId="77777777" w:rsidTr="00EC6513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54DC7" w14:textId="214DA3F6" w:rsidR="00DA42F0" w:rsidRPr="000A6606" w:rsidRDefault="00DA42F0" w:rsidP="00DA42F0">
            <w:pPr>
              <w:ind w:firstLine="0"/>
              <w:rPr>
                <w:sz w:val="24"/>
                <w:szCs w:val="24"/>
              </w:rPr>
            </w:pPr>
            <w:r w:rsidRPr="000A6606">
              <w:rPr>
                <w:sz w:val="24"/>
                <w:szCs w:val="24"/>
              </w:rPr>
              <w:t>- расходы на поддержку отрасли культуры за счет средств федерального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594A6" w14:textId="77777777" w:rsidR="00DA42F0" w:rsidRDefault="00DA42F0" w:rsidP="00DA42F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47779" w14:textId="77777777" w:rsidR="00DA42F0" w:rsidRDefault="00DA42F0" w:rsidP="00DA42F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CBF2F" w14:textId="77777777" w:rsidR="00DA42F0" w:rsidRPr="00DA42F0" w:rsidRDefault="00DA42F0" w:rsidP="00DA42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20B38C0" w14:textId="77777777" w:rsidR="00DA42F0" w:rsidRPr="00DA42F0" w:rsidRDefault="00DA42F0" w:rsidP="00DA42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E684EA0" w14:textId="17D760D8" w:rsidR="00DA42F0" w:rsidRPr="00557ABC" w:rsidRDefault="00DA42F0" w:rsidP="00DA42F0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DA42F0">
              <w:rPr>
                <w:sz w:val="24"/>
                <w:szCs w:val="24"/>
              </w:rPr>
              <w:t>1 947,</w:t>
            </w:r>
            <w:r w:rsidR="00557ABC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6E487" w14:textId="77777777" w:rsidR="00DA42F0" w:rsidRPr="00DA42F0" w:rsidRDefault="00DA42F0" w:rsidP="00DA42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BFF32CE" w14:textId="77777777" w:rsidR="00DA42F0" w:rsidRPr="00DA42F0" w:rsidRDefault="00DA42F0" w:rsidP="00DA42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29D18A8" w14:textId="21A9D939" w:rsidR="00DA42F0" w:rsidRPr="00DA42F0" w:rsidRDefault="00DA42F0" w:rsidP="00DA42F0">
            <w:pPr>
              <w:ind w:firstLine="0"/>
              <w:jc w:val="center"/>
              <w:rPr>
                <w:sz w:val="24"/>
                <w:szCs w:val="24"/>
              </w:rPr>
            </w:pPr>
            <w:r w:rsidRPr="00DA42F0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7DDA4" w14:textId="77777777" w:rsidR="00DA42F0" w:rsidRPr="00DA42F0" w:rsidRDefault="00DA42F0" w:rsidP="00DA42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ECDE6C9" w14:textId="77777777" w:rsidR="00DA42F0" w:rsidRPr="00DA42F0" w:rsidRDefault="00DA42F0" w:rsidP="00DA42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FC7B846" w14:textId="4CAE8916" w:rsidR="00DA42F0" w:rsidRPr="00DA42F0" w:rsidRDefault="00DA42F0" w:rsidP="00DA42F0">
            <w:pPr>
              <w:ind w:firstLine="0"/>
              <w:jc w:val="center"/>
              <w:rPr>
                <w:sz w:val="24"/>
                <w:szCs w:val="24"/>
              </w:rPr>
            </w:pPr>
            <w:r w:rsidRPr="00DA42F0">
              <w:rPr>
                <w:sz w:val="24"/>
                <w:szCs w:val="24"/>
              </w:rPr>
              <w:t>0,0</w:t>
            </w:r>
          </w:p>
        </w:tc>
      </w:tr>
      <w:tr w:rsidR="00DA42F0" w:rsidRPr="00903C87" w14:paraId="43B92782" w14:textId="77777777" w:rsidTr="00EC6513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0A6BC" w14:textId="635725AF" w:rsidR="00DA42F0" w:rsidRPr="000A6606" w:rsidRDefault="00DA42F0" w:rsidP="00DA42F0">
            <w:pPr>
              <w:ind w:firstLine="0"/>
              <w:rPr>
                <w:sz w:val="24"/>
                <w:szCs w:val="24"/>
              </w:rPr>
            </w:pPr>
            <w:r w:rsidRPr="000A6606">
              <w:rPr>
                <w:sz w:val="24"/>
                <w:szCs w:val="24"/>
              </w:rPr>
              <w:t>- расходы на поддержку отрасли культуры за счет средств областного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95BDB" w14:textId="77777777" w:rsidR="00DA42F0" w:rsidRDefault="00DA42F0" w:rsidP="00DA42F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5A738" w14:textId="77777777" w:rsidR="00DA42F0" w:rsidRDefault="00DA42F0" w:rsidP="00DA42F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A5801" w14:textId="77777777" w:rsidR="00DA42F0" w:rsidRDefault="00DA42F0" w:rsidP="00DA42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3ABA91F" w14:textId="77777777" w:rsidR="00DA42F0" w:rsidRDefault="00DA42F0" w:rsidP="00DA42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77CCDD6" w14:textId="04FF635E" w:rsidR="00DA42F0" w:rsidRPr="00557ABC" w:rsidRDefault="00DA42F0" w:rsidP="00DA42F0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530,</w:t>
            </w:r>
            <w:r w:rsidR="00557ABC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1D904" w14:textId="77777777" w:rsidR="00DA42F0" w:rsidRDefault="00DA42F0" w:rsidP="00DA42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71F4BAB" w14:textId="77777777" w:rsidR="00DA42F0" w:rsidRDefault="00DA42F0" w:rsidP="00DA42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9F150F3" w14:textId="671F4ECF" w:rsidR="00DA42F0" w:rsidRDefault="00DA42F0" w:rsidP="00DA42F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047EB6" w14:textId="77777777" w:rsidR="00DA42F0" w:rsidRDefault="00DA42F0" w:rsidP="00DA42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23B34E" w14:textId="77777777" w:rsidR="00DA42F0" w:rsidRDefault="00DA42F0" w:rsidP="00DA42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9BB5BB0" w14:textId="5E7DB208" w:rsidR="00DA42F0" w:rsidRDefault="00DA42F0" w:rsidP="00DA42F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0135E" w:rsidRPr="00903C87" w14:paraId="25B5AB1F" w14:textId="77777777" w:rsidTr="00EC6513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D7F36" w14:textId="77777777" w:rsidR="00C0135E" w:rsidRPr="00DA42F0" w:rsidRDefault="00C0135E" w:rsidP="00EC6513">
            <w:pPr>
              <w:ind w:firstLine="0"/>
              <w:rPr>
                <w:color w:val="000000"/>
                <w:sz w:val="24"/>
                <w:szCs w:val="24"/>
              </w:rPr>
            </w:pPr>
            <w:r w:rsidRPr="00DA42F0">
              <w:rPr>
                <w:b/>
                <w:bCs/>
                <w:color w:val="000000"/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85FBF4" w14:textId="77777777" w:rsidR="00C0135E" w:rsidRPr="00DA42F0" w:rsidRDefault="00C0135E" w:rsidP="00EC6513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DA42F0">
              <w:rPr>
                <w:b/>
                <w:color w:val="000000"/>
                <w:sz w:val="24"/>
                <w:szCs w:val="24"/>
              </w:rPr>
              <w:t>02 3 00 00000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FA877" w14:textId="77777777" w:rsidR="00C0135E" w:rsidRPr="00DA42F0" w:rsidRDefault="00C0135E" w:rsidP="00EC6513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DA42F0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8EBB90" w14:textId="54FE4D7B" w:rsidR="00C0135E" w:rsidRPr="00DA42F0" w:rsidRDefault="00DA42F0" w:rsidP="00EC6513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DA42F0">
              <w:rPr>
                <w:b/>
                <w:color w:val="000000"/>
                <w:sz w:val="24"/>
                <w:szCs w:val="24"/>
              </w:rPr>
              <w:t>1 484,9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E7773" w14:textId="77777777" w:rsidR="00C0135E" w:rsidRPr="00DA42F0" w:rsidRDefault="00C0135E" w:rsidP="00EC6513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DA42F0">
              <w:rPr>
                <w:b/>
                <w:color w:val="000000"/>
                <w:sz w:val="24"/>
                <w:szCs w:val="24"/>
              </w:rPr>
              <w:t>1 453,2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F96573" w14:textId="77777777" w:rsidR="00C0135E" w:rsidRPr="00DA42F0" w:rsidRDefault="00C0135E" w:rsidP="00EC6513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DA42F0">
              <w:rPr>
                <w:b/>
                <w:color w:val="000000"/>
                <w:sz w:val="24"/>
                <w:szCs w:val="24"/>
              </w:rPr>
              <w:t>1 471,2</w:t>
            </w:r>
          </w:p>
        </w:tc>
      </w:tr>
      <w:tr w:rsidR="00DA42F0" w:rsidRPr="00903C87" w14:paraId="0BAE3376" w14:textId="77777777" w:rsidTr="00EC6513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27C88" w14:textId="799A6662" w:rsidR="00DA42F0" w:rsidRPr="00DA42F0" w:rsidRDefault="00DA42F0" w:rsidP="00DA42F0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DA42F0">
              <w:rPr>
                <w:sz w:val="24"/>
                <w:szCs w:val="24"/>
              </w:rPr>
              <w:t xml:space="preserve">Проведение мероприятий к </w:t>
            </w:r>
            <w:r w:rsidRPr="00DA42F0">
              <w:rPr>
                <w:sz w:val="24"/>
                <w:szCs w:val="24"/>
              </w:rPr>
              <w:lastRenderedPageBreak/>
              <w:t>знаменательным и памятным датам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1C3ED" w14:textId="77777777" w:rsidR="00DA42F0" w:rsidRDefault="00DA42F0" w:rsidP="00DA42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6B1A055" w14:textId="77777777" w:rsidR="00DA42F0" w:rsidRDefault="00DA42F0" w:rsidP="00DA42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420570E" w14:textId="0A06171E" w:rsidR="00DA42F0" w:rsidRPr="00DA42F0" w:rsidRDefault="00DA42F0" w:rsidP="00DA42F0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A42F0">
              <w:rPr>
                <w:sz w:val="24"/>
                <w:szCs w:val="24"/>
              </w:rPr>
              <w:t>02 3 01 00000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8EEA1" w14:textId="77777777" w:rsidR="00DA42F0" w:rsidRDefault="00DA42F0" w:rsidP="00DA42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C11B9D0" w14:textId="77777777" w:rsidR="00DA42F0" w:rsidRDefault="00DA42F0" w:rsidP="00DA42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7B89245" w14:textId="47D75CD9" w:rsidR="00DA42F0" w:rsidRPr="00DA42F0" w:rsidRDefault="00DA42F0" w:rsidP="00DA42F0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A42F0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E9886" w14:textId="77777777" w:rsidR="00DA42F0" w:rsidRDefault="00DA42F0" w:rsidP="00DA42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B88AF19" w14:textId="77777777" w:rsidR="00DA42F0" w:rsidRDefault="00DA42F0" w:rsidP="00DA42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ED04744" w14:textId="4E8E1356" w:rsidR="00DA42F0" w:rsidRPr="00DA42F0" w:rsidRDefault="00DA42F0" w:rsidP="00DA42F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A42F0">
              <w:rPr>
                <w:sz w:val="24"/>
                <w:szCs w:val="24"/>
              </w:rPr>
              <w:t>396,7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AB04B" w14:textId="77777777" w:rsidR="00DA42F0" w:rsidRDefault="00DA42F0" w:rsidP="00DA42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8626217" w14:textId="77777777" w:rsidR="00DA42F0" w:rsidRDefault="00DA42F0" w:rsidP="00DA42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4AF29E" w14:textId="5E29E5D1" w:rsidR="00DA42F0" w:rsidRPr="00DA42F0" w:rsidRDefault="00DA42F0" w:rsidP="00DA42F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A42F0">
              <w:rPr>
                <w:sz w:val="24"/>
                <w:szCs w:val="24"/>
              </w:rPr>
              <w:t>250,0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F7501" w14:textId="77777777" w:rsidR="00DA42F0" w:rsidRDefault="00DA42F0" w:rsidP="00DA42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D10A1EA" w14:textId="77777777" w:rsidR="00DA42F0" w:rsidRDefault="00DA42F0" w:rsidP="00DA42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14A5511" w14:textId="684869D3" w:rsidR="00DA42F0" w:rsidRPr="00DA42F0" w:rsidRDefault="00DA42F0" w:rsidP="00DA42F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A42F0">
              <w:rPr>
                <w:sz w:val="24"/>
                <w:szCs w:val="24"/>
              </w:rPr>
              <w:t>250,0</w:t>
            </w:r>
          </w:p>
        </w:tc>
      </w:tr>
      <w:tr w:rsidR="00DA42F0" w:rsidRPr="00903C87" w14:paraId="362AEFCE" w14:textId="77777777" w:rsidTr="00EC6513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8F7E1" w14:textId="26D30A40" w:rsidR="00DA42F0" w:rsidRPr="00DA42F0" w:rsidRDefault="00DA42F0" w:rsidP="00DA42F0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DA42F0">
              <w:rPr>
                <w:sz w:val="24"/>
                <w:szCs w:val="24"/>
              </w:rPr>
              <w:lastRenderedPageBreak/>
              <w:t>Мероприятия в сфере культуры и кинематографии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31397" w14:textId="77777777" w:rsidR="00DA42F0" w:rsidRDefault="00DA42F0" w:rsidP="00DA42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E4A4D8D" w14:textId="0760ACD5" w:rsidR="00DA42F0" w:rsidRPr="00DA42F0" w:rsidRDefault="00DA42F0" w:rsidP="00DA42F0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A42F0">
              <w:rPr>
                <w:sz w:val="24"/>
                <w:szCs w:val="24"/>
              </w:rPr>
              <w:t>02 3 01 25220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51ABA" w14:textId="77777777" w:rsidR="00DA42F0" w:rsidRDefault="00DA42F0" w:rsidP="00DA42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38DF9C2" w14:textId="63ED78ED" w:rsidR="00DA42F0" w:rsidRPr="00DA42F0" w:rsidRDefault="00DA42F0" w:rsidP="00DA42F0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A42F0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AE098" w14:textId="77777777" w:rsidR="0078688A" w:rsidRDefault="0078688A" w:rsidP="00DA42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8B351A8" w14:textId="26FDB56A" w:rsidR="00DA42F0" w:rsidRPr="00DA42F0" w:rsidRDefault="00DA42F0" w:rsidP="00DA42F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A42F0">
              <w:rPr>
                <w:sz w:val="24"/>
                <w:szCs w:val="24"/>
              </w:rPr>
              <w:t>396,7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43768" w14:textId="77777777" w:rsidR="00DA42F0" w:rsidRDefault="00DA42F0" w:rsidP="00DA42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2506D21" w14:textId="7BFB3B05" w:rsidR="00DA42F0" w:rsidRPr="00DA42F0" w:rsidRDefault="00DA42F0" w:rsidP="00DA42F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A42F0">
              <w:rPr>
                <w:sz w:val="24"/>
                <w:szCs w:val="24"/>
              </w:rPr>
              <w:t>250,0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2A25A" w14:textId="77777777" w:rsidR="00DA42F0" w:rsidRDefault="00DA42F0" w:rsidP="00DA42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2774F54" w14:textId="422054D1" w:rsidR="00DA42F0" w:rsidRPr="00DA42F0" w:rsidRDefault="00DA42F0" w:rsidP="00DA42F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A42F0">
              <w:rPr>
                <w:sz w:val="24"/>
                <w:szCs w:val="24"/>
              </w:rPr>
              <w:t>250,0</w:t>
            </w:r>
          </w:p>
        </w:tc>
      </w:tr>
      <w:tr w:rsidR="00DA42F0" w:rsidRPr="00903C87" w14:paraId="139E9835" w14:textId="77777777" w:rsidTr="00EC6513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E84B6" w14:textId="5D60DB15" w:rsidR="00DA42F0" w:rsidRPr="00DA42F0" w:rsidRDefault="00DA42F0" w:rsidP="00DA42F0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DA42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F326F" w14:textId="77777777" w:rsidR="00DA42F0" w:rsidRDefault="00DA42F0" w:rsidP="00DA42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C69BDB3" w14:textId="77777777" w:rsidR="00DA42F0" w:rsidRDefault="00DA42F0" w:rsidP="00DA42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D2CC8A6" w14:textId="77777777" w:rsidR="00DA42F0" w:rsidRDefault="00DA42F0" w:rsidP="00DA42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176008E" w14:textId="0F9F4BD4" w:rsidR="00DA42F0" w:rsidRPr="00DA42F0" w:rsidRDefault="00DA42F0" w:rsidP="00DA42F0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A42F0">
              <w:rPr>
                <w:sz w:val="24"/>
                <w:szCs w:val="24"/>
              </w:rPr>
              <w:t>02 3 01 25220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75DD8" w14:textId="77777777" w:rsidR="00DA42F0" w:rsidRDefault="00DA42F0" w:rsidP="00DA42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A90DFF5" w14:textId="77777777" w:rsidR="00DA42F0" w:rsidRDefault="00DA42F0" w:rsidP="00DA42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6F0EE2A" w14:textId="77777777" w:rsidR="00DA42F0" w:rsidRDefault="00DA42F0" w:rsidP="00DA42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6FFF12C" w14:textId="42EC8681" w:rsidR="00DA42F0" w:rsidRPr="00DA42F0" w:rsidRDefault="00DA42F0" w:rsidP="00DA42F0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A42F0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05C80" w14:textId="77777777" w:rsidR="00DA42F0" w:rsidRDefault="00DA42F0" w:rsidP="00DA42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2CAA833" w14:textId="77777777" w:rsidR="00DA42F0" w:rsidRDefault="00DA42F0" w:rsidP="00DA42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5B3DB50" w14:textId="77777777" w:rsidR="00DA42F0" w:rsidRDefault="00DA42F0" w:rsidP="00DA42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3D3F78E" w14:textId="63A395BA" w:rsidR="00DA42F0" w:rsidRPr="00DA42F0" w:rsidRDefault="00DA42F0" w:rsidP="00DA42F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A42F0">
              <w:rPr>
                <w:sz w:val="24"/>
                <w:szCs w:val="24"/>
              </w:rPr>
              <w:t>396,7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E8501" w14:textId="77777777" w:rsidR="00DA42F0" w:rsidRDefault="00DA42F0" w:rsidP="00DA42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E33F5D9" w14:textId="77777777" w:rsidR="00DA42F0" w:rsidRDefault="00DA42F0" w:rsidP="00DA42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55EAE5A" w14:textId="77777777" w:rsidR="00DA42F0" w:rsidRDefault="00DA42F0" w:rsidP="00DA42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5CCEE5F" w14:textId="0A6B6718" w:rsidR="00DA42F0" w:rsidRPr="00DA42F0" w:rsidRDefault="00DA42F0" w:rsidP="00DA42F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A42F0">
              <w:rPr>
                <w:sz w:val="24"/>
                <w:szCs w:val="24"/>
              </w:rPr>
              <w:t>250,0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B7E09" w14:textId="77777777" w:rsidR="00DA42F0" w:rsidRDefault="00DA42F0" w:rsidP="00DA42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F79B6FB" w14:textId="77777777" w:rsidR="00DA42F0" w:rsidRDefault="00DA42F0" w:rsidP="00DA42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054F9E7" w14:textId="77777777" w:rsidR="00DA42F0" w:rsidRDefault="00DA42F0" w:rsidP="00DA42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1E18456" w14:textId="4B6D6F55" w:rsidR="00DA42F0" w:rsidRPr="00DA42F0" w:rsidRDefault="00DA42F0" w:rsidP="00DA42F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A42F0">
              <w:rPr>
                <w:sz w:val="24"/>
                <w:szCs w:val="24"/>
              </w:rPr>
              <w:t>250,0</w:t>
            </w:r>
          </w:p>
        </w:tc>
      </w:tr>
      <w:tr w:rsidR="00DA42F0" w:rsidRPr="00903C87" w14:paraId="4B6074EC" w14:textId="77777777" w:rsidTr="00EC6513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772EE" w14:textId="1B1EC58B" w:rsidR="00DA42F0" w:rsidRPr="00DA42F0" w:rsidRDefault="00DA42F0" w:rsidP="00DA42F0">
            <w:pPr>
              <w:ind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A42F0">
              <w:rPr>
                <w:b/>
                <w:bCs/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C34D0" w14:textId="77777777" w:rsidR="00DA42F0" w:rsidRDefault="00DA42F0" w:rsidP="00DA42F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764FF1C" w14:textId="77777777" w:rsidR="00DA42F0" w:rsidRDefault="00DA42F0" w:rsidP="00DA42F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60649BD" w14:textId="77777777" w:rsidR="00DA42F0" w:rsidRDefault="00DA42F0" w:rsidP="00DA42F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3AFB727A" w14:textId="77777777" w:rsidR="00DA42F0" w:rsidRDefault="00DA42F0" w:rsidP="00DA42F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1186DACA" w14:textId="77777777" w:rsidR="00DA42F0" w:rsidRDefault="00DA42F0" w:rsidP="00DA42F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350F56C" w14:textId="5B6374DB" w:rsidR="00DA42F0" w:rsidRPr="00DA42F0" w:rsidRDefault="00DA42F0" w:rsidP="00DA42F0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A42F0">
              <w:rPr>
                <w:b/>
                <w:bCs/>
                <w:sz w:val="24"/>
                <w:szCs w:val="24"/>
              </w:rPr>
              <w:t>02 4 00 00000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49157" w14:textId="77777777" w:rsidR="00DA42F0" w:rsidRDefault="00DA42F0" w:rsidP="00DA42F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C186AEE" w14:textId="77777777" w:rsidR="00DA42F0" w:rsidRDefault="00DA42F0" w:rsidP="00DA42F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A1C90E4" w14:textId="77777777" w:rsidR="00DA42F0" w:rsidRDefault="00DA42F0" w:rsidP="00DA42F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6D5F7BF" w14:textId="77777777" w:rsidR="00DA42F0" w:rsidRDefault="00DA42F0" w:rsidP="00DA42F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3E8B388" w14:textId="77777777" w:rsidR="00DA42F0" w:rsidRDefault="00DA42F0" w:rsidP="00DA42F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3E3E581" w14:textId="398E51E6" w:rsidR="00DA42F0" w:rsidRPr="00DA42F0" w:rsidRDefault="00DA42F0" w:rsidP="00DA42F0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A42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485DF" w14:textId="77777777" w:rsidR="00DA42F0" w:rsidRPr="0078688A" w:rsidRDefault="00DA42F0" w:rsidP="00DA42F0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02C53009" w14:textId="77777777" w:rsidR="00DA42F0" w:rsidRPr="0078688A" w:rsidRDefault="00DA42F0" w:rsidP="00DA42F0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1368DE6E" w14:textId="77777777" w:rsidR="00DA42F0" w:rsidRPr="0078688A" w:rsidRDefault="00DA42F0" w:rsidP="00DA42F0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16AB8751" w14:textId="77777777" w:rsidR="00DA42F0" w:rsidRPr="0078688A" w:rsidRDefault="00DA42F0" w:rsidP="00DA42F0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4D427637" w14:textId="77777777" w:rsidR="00DA42F0" w:rsidRPr="0078688A" w:rsidRDefault="00DA42F0" w:rsidP="00DA42F0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08E88BB0" w14:textId="4D72EEDD" w:rsidR="00DA42F0" w:rsidRPr="0078688A" w:rsidRDefault="00DA42F0" w:rsidP="00DA42F0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78688A">
              <w:rPr>
                <w:b/>
                <w:sz w:val="24"/>
                <w:szCs w:val="24"/>
              </w:rPr>
              <w:t>217 569,1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9EA69" w14:textId="77777777" w:rsidR="00DA42F0" w:rsidRPr="0078688A" w:rsidRDefault="00DA42F0" w:rsidP="00DA42F0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52F6DEFB" w14:textId="77777777" w:rsidR="00DA42F0" w:rsidRPr="0078688A" w:rsidRDefault="00DA42F0" w:rsidP="00DA42F0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01D2C057" w14:textId="77777777" w:rsidR="00DA42F0" w:rsidRPr="0078688A" w:rsidRDefault="00DA42F0" w:rsidP="00DA42F0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0926BD89" w14:textId="77777777" w:rsidR="00DA42F0" w:rsidRPr="0078688A" w:rsidRDefault="00DA42F0" w:rsidP="00DA42F0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30176380" w14:textId="77777777" w:rsidR="00DA42F0" w:rsidRPr="0078688A" w:rsidRDefault="00DA42F0" w:rsidP="00DA42F0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5C43A24C" w14:textId="2E41DF11" w:rsidR="00DA42F0" w:rsidRPr="0078688A" w:rsidRDefault="00DA42F0" w:rsidP="00DA42F0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78688A">
              <w:rPr>
                <w:b/>
                <w:sz w:val="24"/>
                <w:szCs w:val="24"/>
              </w:rPr>
              <w:t>217 008,2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A1CCD" w14:textId="77777777" w:rsidR="00DA42F0" w:rsidRPr="0078688A" w:rsidRDefault="00DA42F0" w:rsidP="00DA42F0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59994072" w14:textId="77777777" w:rsidR="00DA42F0" w:rsidRPr="0078688A" w:rsidRDefault="00DA42F0" w:rsidP="00DA42F0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25B88EA1" w14:textId="77777777" w:rsidR="00DA42F0" w:rsidRPr="0078688A" w:rsidRDefault="00DA42F0" w:rsidP="00DA42F0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436D8EB1" w14:textId="77777777" w:rsidR="00DA42F0" w:rsidRPr="0078688A" w:rsidRDefault="00DA42F0" w:rsidP="00DA42F0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13A329F6" w14:textId="77777777" w:rsidR="00DA42F0" w:rsidRPr="0078688A" w:rsidRDefault="00DA42F0" w:rsidP="00DA42F0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29B622C4" w14:textId="5D07E9DA" w:rsidR="00DA42F0" w:rsidRPr="0078688A" w:rsidRDefault="00DA42F0" w:rsidP="00DA42F0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78688A">
              <w:rPr>
                <w:b/>
                <w:sz w:val="24"/>
                <w:szCs w:val="24"/>
              </w:rPr>
              <w:t>217 008,2</w:t>
            </w:r>
          </w:p>
        </w:tc>
      </w:tr>
      <w:tr w:rsidR="00DA42F0" w:rsidRPr="00903C87" w14:paraId="7DC5ECA8" w14:textId="77777777" w:rsidTr="00EC6513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1EF3D" w14:textId="43DDCFEF" w:rsidR="00DA42F0" w:rsidRPr="00DA42F0" w:rsidRDefault="00DA42F0" w:rsidP="00DA42F0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DA42F0">
              <w:rPr>
                <w:sz w:val="24"/>
                <w:szCs w:val="24"/>
              </w:rPr>
              <w:t>Предоставление субсидии на финансирование обеспечение выполнения муниципального задания на оказание муниципальной услуги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BA107" w14:textId="77777777" w:rsidR="00DA42F0" w:rsidRDefault="00DA42F0" w:rsidP="00DA42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BF865BA" w14:textId="77777777" w:rsidR="00DA42F0" w:rsidRDefault="00DA42F0" w:rsidP="00DA42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63E439A" w14:textId="77777777" w:rsidR="00DA42F0" w:rsidRDefault="00DA42F0" w:rsidP="00DA42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A2F68A2" w14:textId="77777777" w:rsidR="00DA42F0" w:rsidRDefault="00DA42F0" w:rsidP="00DA42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A83C3A9" w14:textId="7DB4550A" w:rsidR="00DA42F0" w:rsidRPr="00DA42F0" w:rsidRDefault="00DA42F0" w:rsidP="00DA42F0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A42F0">
              <w:rPr>
                <w:sz w:val="24"/>
                <w:szCs w:val="24"/>
              </w:rPr>
              <w:t>02 4 01 00000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D7767" w14:textId="77777777" w:rsidR="00DA42F0" w:rsidRDefault="00DA42F0" w:rsidP="00DA42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B5C45FD" w14:textId="77777777" w:rsidR="00DA42F0" w:rsidRDefault="00DA42F0" w:rsidP="00DA42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923B01D" w14:textId="77777777" w:rsidR="00DA42F0" w:rsidRDefault="00DA42F0" w:rsidP="00DA42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4BE42E9" w14:textId="77777777" w:rsidR="00DA42F0" w:rsidRDefault="00DA42F0" w:rsidP="00DA42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BF615B1" w14:textId="7928291D" w:rsidR="00DA42F0" w:rsidRPr="00DA42F0" w:rsidRDefault="00DA42F0" w:rsidP="00DA42F0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A42F0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F5030" w14:textId="77777777" w:rsidR="00DA42F0" w:rsidRDefault="00DA42F0" w:rsidP="00DA42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DB9F2AE" w14:textId="77777777" w:rsidR="00DA42F0" w:rsidRDefault="00DA42F0" w:rsidP="00DA42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42ADA0D" w14:textId="77777777" w:rsidR="00DA42F0" w:rsidRDefault="00DA42F0" w:rsidP="00DA42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20DF8B8" w14:textId="77777777" w:rsidR="00DA42F0" w:rsidRDefault="00DA42F0" w:rsidP="00DA42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AAB0557" w14:textId="0AFC09BB" w:rsidR="00DA42F0" w:rsidRPr="00DA42F0" w:rsidRDefault="00DA42F0" w:rsidP="00DA42F0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A42F0">
              <w:rPr>
                <w:sz w:val="24"/>
                <w:szCs w:val="24"/>
              </w:rPr>
              <w:t>217 409,1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462A0" w14:textId="77777777" w:rsidR="00DA42F0" w:rsidRDefault="00DA42F0" w:rsidP="00DA42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46FC9AC" w14:textId="77777777" w:rsidR="00DA42F0" w:rsidRDefault="00DA42F0" w:rsidP="00DA42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0D412C1" w14:textId="77777777" w:rsidR="00DA42F0" w:rsidRDefault="00DA42F0" w:rsidP="00DA42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EA80082" w14:textId="77777777" w:rsidR="00DA42F0" w:rsidRDefault="00DA42F0" w:rsidP="00DA42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DF88C82" w14:textId="62E036ED" w:rsidR="00DA42F0" w:rsidRPr="00DA42F0" w:rsidRDefault="00DA42F0" w:rsidP="00DA42F0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A42F0">
              <w:rPr>
                <w:sz w:val="24"/>
                <w:szCs w:val="24"/>
              </w:rPr>
              <w:t>217 008,2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893DC" w14:textId="77777777" w:rsidR="00DA42F0" w:rsidRDefault="00DA42F0" w:rsidP="00DA42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0C5CE2A" w14:textId="77777777" w:rsidR="00DA42F0" w:rsidRDefault="00DA42F0" w:rsidP="00DA42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3AD68CB" w14:textId="77777777" w:rsidR="00DA42F0" w:rsidRDefault="00DA42F0" w:rsidP="00DA42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336B122" w14:textId="77777777" w:rsidR="00DA42F0" w:rsidRDefault="00DA42F0" w:rsidP="00DA42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3333005" w14:textId="7E99F41B" w:rsidR="00DA42F0" w:rsidRPr="00DA42F0" w:rsidRDefault="00DA42F0" w:rsidP="00DA42F0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A42F0">
              <w:rPr>
                <w:sz w:val="24"/>
                <w:szCs w:val="24"/>
              </w:rPr>
              <w:t>217 008,2</w:t>
            </w:r>
          </w:p>
        </w:tc>
      </w:tr>
      <w:tr w:rsidR="00DA42F0" w:rsidRPr="00903C87" w14:paraId="5D30FCA7" w14:textId="77777777" w:rsidTr="00EC6513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BBA38" w14:textId="255A6833" w:rsidR="00DA42F0" w:rsidRPr="00DA42F0" w:rsidRDefault="00DA42F0" w:rsidP="00DA42F0">
            <w:pPr>
              <w:ind w:firstLine="0"/>
              <w:rPr>
                <w:sz w:val="24"/>
                <w:szCs w:val="24"/>
              </w:rPr>
            </w:pPr>
            <w:r w:rsidRPr="00DA42F0">
              <w:rPr>
                <w:sz w:val="24"/>
                <w:szCs w:val="24"/>
              </w:rPr>
              <w:t>Расходы на обеспечение деятельности муниципальных библиотек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28D09" w14:textId="77777777" w:rsidR="00DA42F0" w:rsidRDefault="00DA42F0" w:rsidP="00DA42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51F45F1" w14:textId="77777777" w:rsidR="00DA42F0" w:rsidRDefault="00DA42F0" w:rsidP="00DA42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EE3E64A" w14:textId="26794380" w:rsidR="00DA42F0" w:rsidRPr="00DA42F0" w:rsidRDefault="00DA42F0" w:rsidP="00DA42F0">
            <w:pPr>
              <w:ind w:firstLine="0"/>
              <w:jc w:val="center"/>
              <w:rPr>
                <w:sz w:val="24"/>
                <w:szCs w:val="24"/>
              </w:rPr>
            </w:pPr>
            <w:r w:rsidRPr="00DA42F0">
              <w:rPr>
                <w:sz w:val="24"/>
                <w:szCs w:val="24"/>
              </w:rPr>
              <w:t>02 4 01 42590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46A3F" w14:textId="77777777" w:rsidR="00DA42F0" w:rsidRDefault="00DA42F0" w:rsidP="00DA42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5B5B360" w14:textId="77777777" w:rsidR="00DA42F0" w:rsidRDefault="00DA42F0" w:rsidP="00DA42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80666BE" w14:textId="0CECDBB7" w:rsidR="00DA42F0" w:rsidRPr="00DA42F0" w:rsidRDefault="00DA42F0" w:rsidP="00DA42F0">
            <w:pPr>
              <w:ind w:firstLine="0"/>
              <w:jc w:val="center"/>
              <w:rPr>
                <w:sz w:val="24"/>
                <w:szCs w:val="24"/>
              </w:rPr>
            </w:pPr>
            <w:r w:rsidRPr="00DA42F0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8FA5E2" w14:textId="77777777" w:rsidR="00DA42F0" w:rsidRDefault="00DA42F0" w:rsidP="00DA42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A3B1642" w14:textId="77777777" w:rsidR="00DA42F0" w:rsidRDefault="00DA42F0" w:rsidP="00DA42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8A07A44" w14:textId="43DB96F5" w:rsidR="00DA42F0" w:rsidRPr="00DA42F0" w:rsidRDefault="00DA42F0" w:rsidP="00DA42F0">
            <w:pPr>
              <w:ind w:firstLine="0"/>
              <w:jc w:val="center"/>
              <w:rPr>
                <w:sz w:val="24"/>
                <w:szCs w:val="24"/>
              </w:rPr>
            </w:pPr>
            <w:r w:rsidRPr="00DA42F0">
              <w:rPr>
                <w:sz w:val="24"/>
                <w:szCs w:val="24"/>
              </w:rPr>
              <w:t>21 256,9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B9FA5" w14:textId="77777777" w:rsidR="00DA42F0" w:rsidRDefault="00DA42F0" w:rsidP="00DA42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4B79E93" w14:textId="77777777" w:rsidR="00DA42F0" w:rsidRDefault="00DA42F0" w:rsidP="00DA42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F7F441E" w14:textId="5F7849E4" w:rsidR="00DA42F0" w:rsidRPr="00DA42F0" w:rsidRDefault="00DA42F0" w:rsidP="00DA42F0">
            <w:pPr>
              <w:ind w:firstLine="0"/>
              <w:jc w:val="center"/>
              <w:rPr>
                <w:sz w:val="24"/>
                <w:szCs w:val="24"/>
              </w:rPr>
            </w:pPr>
            <w:r w:rsidRPr="00DA42F0">
              <w:rPr>
                <w:sz w:val="24"/>
                <w:szCs w:val="24"/>
              </w:rPr>
              <w:t>30 351,3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54AA1" w14:textId="77777777" w:rsidR="00DA42F0" w:rsidRDefault="00DA42F0" w:rsidP="00DA42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EBA3841" w14:textId="77777777" w:rsidR="00DA42F0" w:rsidRDefault="00DA42F0" w:rsidP="00DA42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064FC55" w14:textId="056CEC84" w:rsidR="00DA42F0" w:rsidRPr="00DA42F0" w:rsidRDefault="00DA42F0" w:rsidP="00DA42F0">
            <w:pPr>
              <w:ind w:firstLine="0"/>
              <w:jc w:val="center"/>
              <w:rPr>
                <w:sz w:val="24"/>
                <w:szCs w:val="24"/>
              </w:rPr>
            </w:pPr>
            <w:r w:rsidRPr="00DA42F0">
              <w:rPr>
                <w:sz w:val="24"/>
                <w:szCs w:val="24"/>
              </w:rPr>
              <w:t>27 353,9</w:t>
            </w:r>
          </w:p>
        </w:tc>
      </w:tr>
      <w:tr w:rsidR="00DA42F0" w:rsidRPr="00903C87" w14:paraId="5DF26F41" w14:textId="77777777" w:rsidTr="00EC6513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3A991" w14:textId="63764FE4" w:rsidR="00DA42F0" w:rsidRPr="00DA42F0" w:rsidRDefault="00DA42F0" w:rsidP="00DA42F0">
            <w:pPr>
              <w:ind w:firstLine="0"/>
              <w:rPr>
                <w:sz w:val="24"/>
                <w:szCs w:val="24"/>
              </w:rPr>
            </w:pPr>
            <w:r w:rsidRPr="00DA42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A4EA7" w14:textId="77777777" w:rsidR="00DA42F0" w:rsidRDefault="00DA42F0" w:rsidP="00DA42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7973ABB" w14:textId="77777777" w:rsidR="00DA42F0" w:rsidRDefault="00DA42F0" w:rsidP="00DA42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EE5057C" w14:textId="77777777" w:rsidR="00DA42F0" w:rsidRDefault="00DA42F0" w:rsidP="00DA42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0DCD8DA" w14:textId="5FB50747" w:rsidR="00DA42F0" w:rsidRPr="00DA42F0" w:rsidRDefault="00DA42F0" w:rsidP="00DA42F0">
            <w:pPr>
              <w:ind w:firstLine="0"/>
              <w:jc w:val="center"/>
              <w:rPr>
                <w:sz w:val="24"/>
                <w:szCs w:val="24"/>
              </w:rPr>
            </w:pPr>
            <w:r w:rsidRPr="00DA42F0">
              <w:rPr>
                <w:sz w:val="24"/>
                <w:szCs w:val="24"/>
              </w:rPr>
              <w:t>02 4 01 42590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B33DD" w14:textId="77777777" w:rsidR="00DA42F0" w:rsidRDefault="00DA42F0" w:rsidP="00DA42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984C462" w14:textId="77777777" w:rsidR="00DA42F0" w:rsidRDefault="00DA42F0" w:rsidP="00DA42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2588EA9" w14:textId="77777777" w:rsidR="00DA42F0" w:rsidRDefault="00DA42F0" w:rsidP="00DA42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377C703" w14:textId="731045F4" w:rsidR="00DA42F0" w:rsidRPr="00DA42F0" w:rsidRDefault="00DA42F0" w:rsidP="00DA42F0">
            <w:pPr>
              <w:ind w:firstLine="0"/>
              <w:jc w:val="center"/>
              <w:rPr>
                <w:sz w:val="24"/>
                <w:szCs w:val="24"/>
              </w:rPr>
            </w:pPr>
            <w:r w:rsidRPr="00DA42F0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ED50A" w14:textId="77777777" w:rsidR="00DA42F0" w:rsidRDefault="00DA42F0" w:rsidP="00DA42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0521291" w14:textId="77777777" w:rsidR="00DA42F0" w:rsidRDefault="00DA42F0" w:rsidP="00DA42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71613B0" w14:textId="77777777" w:rsidR="00DA42F0" w:rsidRDefault="00DA42F0" w:rsidP="00DA42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51A9130" w14:textId="679EEDCF" w:rsidR="00DA42F0" w:rsidRPr="00DA42F0" w:rsidRDefault="00DA42F0" w:rsidP="00DA42F0">
            <w:pPr>
              <w:ind w:firstLine="0"/>
              <w:jc w:val="center"/>
              <w:rPr>
                <w:sz w:val="24"/>
                <w:szCs w:val="24"/>
              </w:rPr>
            </w:pPr>
            <w:r w:rsidRPr="00DA42F0">
              <w:rPr>
                <w:sz w:val="24"/>
                <w:szCs w:val="24"/>
              </w:rPr>
              <w:t>21 256,9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0378D" w14:textId="77777777" w:rsidR="00DA42F0" w:rsidRDefault="00DA42F0" w:rsidP="00DA42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D626AF5" w14:textId="77777777" w:rsidR="00DA42F0" w:rsidRDefault="00DA42F0" w:rsidP="00DA42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14D8842" w14:textId="77777777" w:rsidR="00DA42F0" w:rsidRDefault="00DA42F0" w:rsidP="00DA42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740AE46" w14:textId="13ADE597" w:rsidR="00DA42F0" w:rsidRPr="00DA42F0" w:rsidRDefault="00DA42F0" w:rsidP="00DA42F0">
            <w:pPr>
              <w:ind w:firstLine="0"/>
              <w:jc w:val="center"/>
              <w:rPr>
                <w:sz w:val="24"/>
                <w:szCs w:val="24"/>
              </w:rPr>
            </w:pPr>
            <w:r w:rsidRPr="00DA42F0">
              <w:rPr>
                <w:sz w:val="24"/>
                <w:szCs w:val="24"/>
              </w:rPr>
              <w:t>30 351,3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71F5A" w14:textId="77777777" w:rsidR="00DA42F0" w:rsidRDefault="00DA42F0" w:rsidP="00DA42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0E42B7C" w14:textId="77777777" w:rsidR="00DA42F0" w:rsidRDefault="00DA42F0" w:rsidP="00DA42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A0C6393" w14:textId="77777777" w:rsidR="00DA42F0" w:rsidRDefault="00DA42F0" w:rsidP="00DA42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76A8EBB" w14:textId="0C65020D" w:rsidR="00DA42F0" w:rsidRPr="00DA42F0" w:rsidRDefault="00DA42F0" w:rsidP="00DA42F0">
            <w:pPr>
              <w:ind w:firstLine="0"/>
              <w:jc w:val="center"/>
              <w:rPr>
                <w:sz w:val="24"/>
                <w:szCs w:val="24"/>
              </w:rPr>
            </w:pPr>
            <w:r w:rsidRPr="00DA42F0">
              <w:rPr>
                <w:sz w:val="24"/>
                <w:szCs w:val="24"/>
              </w:rPr>
              <w:t>27 353,9</w:t>
            </w:r>
          </w:p>
        </w:tc>
      </w:tr>
      <w:tr w:rsidR="00C0135E" w:rsidRPr="00903C87" w14:paraId="629B298C" w14:textId="77777777" w:rsidTr="00EC6513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14D5C1" w14:textId="77777777" w:rsidR="00C0135E" w:rsidRPr="00DA42F0" w:rsidRDefault="00C0135E" w:rsidP="00EC6513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DA42F0">
              <w:rPr>
                <w:b/>
                <w:bCs/>
                <w:color w:val="000000"/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9162C" w14:textId="77777777" w:rsidR="00C0135E" w:rsidRPr="00DA42F0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5BB44D48" w14:textId="77777777" w:rsidR="00C0135E" w:rsidRPr="00DA42F0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2F059EF2" w14:textId="77777777" w:rsidR="00C0135E" w:rsidRPr="00DA42F0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05AF70F3" w14:textId="77777777" w:rsidR="00C0135E" w:rsidRPr="00DA42F0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A42F0">
              <w:rPr>
                <w:b/>
                <w:bCs/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8CD53F" w14:textId="77777777" w:rsidR="00C0135E" w:rsidRPr="00DA42F0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53DDA9DA" w14:textId="77777777" w:rsidR="00C0135E" w:rsidRPr="00DA42F0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79C9F379" w14:textId="77777777" w:rsidR="00C0135E" w:rsidRPr="00DA42F0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538E5CA5" w14:textId="77777777" w:rsidR="00C0135E" w:rsidRPr="00DA42F0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A42F0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5112B" w14:textId="16541B4B" w:rsidR="00C0135E" w:rsidRPr="00DA42F0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A42F0">
              <w:rPr>
                <w:b/>
                <w:bCs/>
                <w:color w:val="000000"/>
                <w:sz w:val="24"/>
                <w:szCs w:val="24"/>
              </w:rPr>
              <w:t>62</w:t>
            </w:r>
            <w:r w:rsidR="00DA42F0" w:rsidRPr="00DA42F0">
              <w:rPr>
                <w:b/>
                <w:bCs/>
                <w:color w:val="000000"/>
                <w:sz w:val="24"/>
                <w:szCs w:val="24"/>
              </w:rPr>
              <w:t> 923,9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04F53" w14:textId="77777777" w:rsidR="00C0135E" w:rsidRPr="00DA42F0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A42F0">
              <w:rPr>
                <w:b/>
                <w:bCs/>
                <w:color w:val="000000"/>
                <w:sz w:val="24"/>
                <w:szCs w:val="24"/>
              </w:rPr>
              <w:t>62 816,2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1FFF8A" w14:textId="77777777" w:rsidR="00C0135E" w:rsidRPr="00DA42F0" w:rsidRDefault="00C0135E" w:rsidP="00EC6513">
            <w:pPr>
              <w:ind w:right="-102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A42F0">
              <w:rPr>
                <w:b/>
                <w:bCs/>
                <w:color w:val="000000"/>
                <w:sz w:val="24"/>
                <w:szCs w:val="24"/>
              </w:rPr>
              <w:t>63 816,2</w:t>
            </w:r>
          </w:p>
        </w:tc>
      </w:tr>
      <w:tr w:rsidR="00C0135E" w:rsidRPr="00903C87" w14:paraId="46B29289" w14:textId="77777777" w:rsidTr="00EC6513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5C695" w14:textId="77777777" w:rsidR="00C0135E" w:rsidRPr="001E7EF9" w:rsidRDefault="00C0135E" w:rsidP="00EC6513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1E7EF9">
              <w:rPr>
                <w:b/>
                <w:bCs/>
                <w:color w:val="000000"/>
                <w:sz w:val="24"/>
                <w:szCs w:val="24"/>
              </w:rPr>
              <w:t>Подпрограмма «Укрепление материально-технической базы»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F04375" w14:textId="77777777" w:rsidR="00C0135E" w:rsidRPr="001E7EF9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5558A6C2" w14:textId="77777777" w:rsidR="00C0135E" w:rsidRPr="001E7EF9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E7EF9">
              <w:rPr>
                <w:b/>
                <w:bCs/>
                <w:color w:val="000000"/>
                <w:sz w:val="24"/>
                <w:szCs w:val="24"/>
              </w:rPr>
              <w:t>03 2 00 00000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0256B7" w14:textId="77777777" w:rsidR="00C0135E" w:rsidRPr="001E7EF9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05C57616" w14:textId="77777777" w:rsidR="00C0135E" w:rsidRPr="001E7EF9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E7EF9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4FE809" w14:textId="4BFF4B0C" w:rsidR="00C0135E" w:rsidRPr="001E7EF9" w:rsidRDefault="00332005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E7EF9">
              <w:rPr>
                <w:b/>
                <w:bCs/>
                <w:color w:val="000000"/>
                <w:sz w:val="24"/>
                <w:szCs w:val="24"/>
              </w:rPr>
              <w:t>1 307,7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56408" w14:textId="77777777" w:rsidR="00C0135E" w:rsidRPr="001E7EF9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E7EF9">
              <w:rPr>
                <w:b/>
                <w:bCs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5B5AAE" w14:textId="77777777" w:rsidR="00C0135E" w:rsidRPr="001E7EF9" w:rsidRDefault="00C0135E" w:rsidP="00EC6513">
            <w:pPr>
              <w:ind w:right="-102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E7EF9">
              <w:rPr>
                <w:b/>
                <w:bCs/>
                <w:color w:val="000000"/>
                <w:sz w:val="24"/>
                <w:szCs w:val="24"/>
                <w:lang w:val="en-US"/>
              </w:rPr>
              <w:t>2</w:t>
            </w:r>
            <w:r w:rsidRPr="001E7EF9">
              <w:rPr>
                <w:b/>
                <w:bCs/>
                <w:color w:val="000000"/>
                <w:sz w:val="24"/>
                <w:szCs w:val="24"/>
              </w:rPr>
              <w:t xml:space="preserve"> 200,0</w:t>
            </w:r>
          </w:p>
        </w:tc>
      </w:tr>
      <w:tr w:rsidR="00C0135E" w:rsidRPr="00903C87" w14:paraId="49208501" w14:textId="77777777" w:rsidTr="00EC6513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C7CFE" w14:textId="77777777" w:rsidR="00C0135E" w:rsidRPr="00F3575C" w:rsidRDefault="00C0135E" w:rsidP="00EC6513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F3575C">
              <w:rPr>
                <w:color w:val="000000"/>
                <w:sz w:val="24"/>
                <w:szCs w:val="24"/>
              </w:rPr>
              <w:t>Приобретение и ремонт спортивного инвентаря и спортивного оборудования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43F357" w14:textId="77777777" w:rsidR="00C0135E" w:rsidRPr="00F3575C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0DB2CFE" w14:textId="77777777" w:rsidR="00C0135E" w:rsidRPr="00F3575C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359E4B1" w14:textId="77777777" w:rsidR="00C0135E" w:rsidRPr="00F3575C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3575C">
              <w:rPr>
                <w:color w:val="000000"/>
                <w:sz w:val="24"/>
                <w:szCs w:val="24"/>
              </w:rPr>
              <w:t>03 2 02 00000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A71AAA" w14:textId="77777777" w:rsidR="00C0135E" w:rsidRPr="00F3575C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7B6C6B8" w14:textId="77777777" w:rsidR="00C0135E" w:rsidRPr="00F3575C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9F26E50" w14:textId="77777777" w:rsidR="00C0135E" w:rsidRPr="00F3575C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3575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7EDB5E" w14:textId="77777777" w:rsidR="00C0135E" w:rsidRPr="00F3575C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1B252A1" w14:textId="77777777" w:rsidR="00C0135E" w:rsidRPr="00F3575C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118CE25" w14:textId="6EE93CB4" w:rsidR="00C0135E" w:rsidRPr="00F3575C" w:rsidRDefault="00F3575C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3575C">
              <w:rPr>
                <w:color w:val="000000"/>
                <w:sz w:val="24"/>
                <w:szCs w:val="24"/>
              </w:rPr>
              <w:t>107,7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92B3E" w14:textId="77777777" w:rsidR="00C0135E" w:rsidRPr="00F3575C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7ECE682" w14:textId="77777777" w:rsidR="00C0135E" w:rsidRPr="00F3575C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653BBCD" w14:textId="77777777" w:rsidR="00C0135E" w:rsidRPr="00F3575C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3575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8989E" w14:textId="77777777" w:rsidR="00C0135E" w:rsidRPr="00F3575C" w:rsidRDefault="00C0135E" w:rsidP="00EC6513">
            <w:pPr>
              <w:ind w:right="-102"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2E3A3AA" w14:textId="77777777" w:rsidR="00C0135E" w:rsidRPr="00F3575C" w:rsidRDefault="00C0135E" w:rsidP="00EC6513">
            <w:pPr>
              <w:ind w:right="-102"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20A886C" w14:textId="77777777" w:rsidR="00C0135E" w:rsidRPr="00F3575C" w:rsidRDefault="00C0135E" w:rsidP="00EC6513">
            <w:pPr>
              <w:ind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F3575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0135E" w:rsidRPr="00903C87" w14:paraId="5AD91CE6" w14:textId="77777777" w:rsidTr="00EC6513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B552C" w14:textId="77777777" w:rsidR="00C0135E" w:rsidRPr="00F3575C" w:rsidRDefault="00C0135E" w:rsidP="00EC6513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F3575C">
              <w:rPr>
                <w:color w:val="000000"/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1F62B6" w14:textId="77777777" w:rsidR="00C0135E" w:rsidRPr="00F3575C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01A9EFC" w14:textId="77777777" w:rsidR="00C0135E" w:rsidRPr="00F3575C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3575C">
              <w:rPr>
                <w:color w:val="000000"/>
                <w:sz w:val="24"/>
                <w:szCs w:val="24"/>
              </w:rPr>
              <w:t>03 2 02 22000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51EC3C" w14:textId="77777777" w:rsidR="00C0135E" w:rsidRPr="00F3575C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9E08699" w14:textId="77777777" w:rsidR="00C0135E" w:rsidRPr="00F3575C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3575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987C63" w14:textId="77777777" w:rsidR="00C0135E" w:rsidRPr="00F3575C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5E8D5E0" w14:textId="04B8D537" w:rsidR="00C0135E" w:rsidRPr="00F3575C" w:rsidRDefault="00F3575C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3575C">
              <w:rPr>
                <w:color w:val="000000"/>
                <w:sz w:val="24"/>
                <w:szCs w:val="24"/>
              </w:rPr>
              <w:t>107,7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1F295" w14:textId="77777777" w:rsidR="00C0135E" w:rsidRPr="00F3575C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8A3E983" w14:textId="77777777" w:rsidR="00C0135E" w:rsidRPr="00F3575C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3575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226F3" w14:textId="77777777" w:rsidR="00C0135E" w:rsidRPr="00F3575C" w:rsidRDefault="00C0135E" w:rsidP="00EC6513">
            <w:pPr>
              <w:ind w:right="-102"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BDD10C5" w14:textId="77777777" w:rsidR="00C0135E" w:rsidRPr="00F3575C" w:rsidRDefault="00C0135E" w:rsidP="00EC6513">
            <w:pPr>
              <w:ind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F3575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0135E" w:rsidRPr="00903C87" w14:paraId="0A3C4039" w14:textId="77777777" w:rsidTr="00EC6513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67A65" w14:textId="77777777" w:rsidR="00C0135E" w:rsidRPr="00F3575C" w:rsidRDefault="00C0135E" w:rsidP="00EC6513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F3575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02628A" w14:textId="77777777" w:rsidR="00C0135E" w:rsidRPr="00F3575C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D8B068D" w14:textId="77777777" w:rsidR="00C0135E" w:rsidRPr="00F3575C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9870E77" w14:textId="77777777" w:rsidR="00C0135E" w:rsidRPr="00F3575C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D42C166" w14:textId="77777777" w:rsidR="00C0135E" w:rsidRPr="00F3575C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3575C">
              <w:rPr>
                <w:color w:val="000000"/>
                <w:sz w:val="24"/>
                <w:szCs w:val="24"/>
              </w:rPr>
              <w:t>03 2 02 22000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023B8C" w14:textId="77777777" w:rsidR="00C0135E" w:rsidRPr="00F3575C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1B34D5E" w14:textId="77777777" w:rsidR="00C0135E" w:rsidRPr="00F3575C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6ABCB04" w14:textId="77777777" w:rsidR="00C0135E" w:rsidRPr="00F3575C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7983751" w14:textId="77777777" w:rsidR="00C0135E" w:rsidRPr="00F3575C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3575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8EE742" w14:textId="77777777" w:rsidR="00C0135E" w:rsidRPr="00F3575C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64A97BC" w14:textId="77777777" w:rsidR="00C0135E" w:rsidRPr="00F3575C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6ABC915" w14:textId="77777777" w:rsidR="00C0135E" w:rsidRPr="00F3575C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74E16E6" w14:textId="419A9103" w:rsidR="00C0135E" w:rsidRPr="00F3575C" w:rsidRDefault="00F3575C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3575C">
              <w:rPr>
                <w:color w:val="000000"/>
                <w:sz w:val="24"/>
                <w:szCs w:val="24"/>
              </w:rPr>
              <w:t>107,7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16174" w14:textId="77777777" w:rsidR="00C0135E" w:rsidRPr="00F3575C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0946833" w14:textId="77777777" w:rsidR="00C0135E" w:rsidRPr="00F3575C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86E23D4" w14:textId="77777777" w:rsidR="00C0135E" w:rsidRPr="00F3575C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4613171" w14:textId="77777777" w:rsidR="00C0135E" w:rsidRPr="00F3575C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3575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28315" w14:textId="77777777" w:rsidR="00C0135E" w:rsidRPr="00F3575C" w:rsidRDefault="00C0135E" w:rsidP="00EC6513">
            <w:pPr>
              <w:ind w:right="-102"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E5B9DF6" w14:textId="77777777" w:rsidR="00C0135E" w:rsidRPr="00F3575C" w:rsidRDefault="00C0135E" w:rsidP="00EC6513">
            <w:pPr>
              <w:ind w:right="-102"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BC7BE55" w14:textId="77777777" w:rsidR="00C0135E" w:rsidRPr="00F3575C" w:rsidRDefault="00C0135E" w:rsidP="00EC6513">
            <w:pPr>
              <w:ind w:right="-102"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8DDA629" w14:textId="77777777" w:rsidR="00C0135E" w:rsidRPr="00F3575C" w:rsidRDefault="00C0135E" w:rsidP="00EC6513">
            <w:pPr>
              <w:ind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F3575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71F51" w:rsidRPr="00903C87" w14:paraId="20E7FDF2" w14:textId="77777777" w:rsidTr="00EC6513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88F91" w14:textId="74ED6D8B" w:rsidR="00771F51" w:rsidRPr="00903C87" w:rsidRDefault="00771F51" w:rsidP="00771F51">
            <w:pPr>
              <w:ind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771F51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«Противодействие коррупции </w:t>
            </w:r>
            <w:r w:rsidRPr="00771F51">
              <w:rPr>
                <w:b/>
                <w:bCs/>
                <w:color w:val="000000"/>
                <w:sz w:val="24"/>
                <w:szCs w:val="24"/>
              </w:rPr>
              <w:lastRenderedPageBreak/>
              <w:t>в Балахнинском муниципальном округе Нижегородской области»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4CBD08" w14:textId="77777777" w:rsidR="00771F51" w:rsidRPr="00FF78A4" w:rsidRDefault="00771F51" w:rsidP="00771F5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B7D46A4" w14:textId="77777777" w:rsidR="00771F51" w:rsidRPr="00FF78A4" w:rsidRDefault="00771F51" w:rsidP="00771F5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D921BB8" w14:textId="77777777" w:rsidR="00771F51" w:rsidRPr="00FF78A4" w:rsidRDefault="00771F51" w:rsidP="00771F5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75B9BA7" w14:textId="77777777" w:rsidR="00771F51" w:rsidRPr="00FF78A4" w:rsidRDefault="00771F51" w:rsidP="00771F5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F56BA22" w14:textId="493E554F" w:rsidR="00771F51" w:rsidRPr="00FF78A4" w:rsidRDefault="00771F51" w:rsidP="00771F5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FF78A4">
              <w:rPr>
                <w:b/>
                <w:bCs/>
                <w:sz w:val="24"/>
                <w:szCs w:val="24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448B8B" w14:textId="77777777" w:rsidR="00771F51" w:rsidRPr="00FF78A4" w:rsidRDefault="00771F51" w:rsidP="00771F5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3CFCA311" w14:textId="77777777" w:rsidR="00771F51" w:rsidRPr="00FF78A4" w:rsidRDefault="00771F51" w:rsidP="00771F5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3D488AF1" w14:textId="77777777" w:rsidR="00771F51" w:rsidRPr="00FF78A4" w:rsidRDefault="00771F51" w:rsidP="00771F5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479AB13" w14:textId="77777777" w:rsidR="00771F51" w:rsidRPr="00FF78A4" w:rsidRDefault="00771F51" w:rsidP="00771F5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415CC52" w14:textId="23072741" w:rsidR="00771F51" w:rsidRPr="00FF78A4" w:rsidRDefault="00771F51" w:rsidP="00771F5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FF78A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B8D011" w14:textId="77777777" w:rsidR="00771F51" w:rsidRPr="00FF78A4" w:rsidRDefault="00771F51" w:rsidP="00771F5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9724045" w14:textId="77777777" w:rsidR="00771F51" w:rsidRPr="00FF78A4" w:rsidRDefault="00771F51" w:rsidP="00771F5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EAF1588" w14:textId="77777777" w:rsidR="00771F51" w:rsidRPr="00FF78A4" w:rsidRDefault="00771F51" w:rsidP="00771F5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C58B23D" w14:textId="77777777" w:rsidR="00771F51" w:rsidRPr="00FF78A4" w:rsidRDefault="00771F51" w:rsidP="00771F5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A1F8EE7" w14:textId="7DD9ECA7" w:rsidR="00771F51" w:rsidRPr="00FF78A4" w:rsidRDefault="00771F51" w:rsidP="00771F5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FF78A4"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83D1B" w14:textId="77777777" w:rsidR="00771F51" w:rsidRPr="00FF78A4" w:rsidRDefault="00771F51" w:rsidP="00771F5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0264AC0C" w14:textId="77777777" w:rsidR="00771F51" w:rsidRPr="00FF78A4" w:rsidRDefault="00771F51" w:rsidP="00771F5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1D15E0A5" w14:textId="77777777" w:rsidR="00771F51" w:rsidRPr="00FF78A4" w:rsidRDefault="00771F51" w:rsidP="00771F5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24C638A5" w14:textId="77777777" w:rsidR="00771F51" w:rsidRPr="00FF78A4" w:rsidRDefault="00771F51" w:rsidP="00771F5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3B44BA94" w14:textId="1BAAB70D" w:rsidR="00771F51" w:rsidRPr="00FF78A4" w:rsidRDefault="001441E9" w:rsidP="00771F5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</w:t>
            </w:r>
            <w:r w:rsidR="00771F51" w:rsidRPr="00FF78A4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7C09C" w14:textId="77777777" w:rsidR="00771F51" w:rsidRPr="00FF78A4" w:rsidRDefault="00771F51" w:rsidP="00771F51">
            <w:pPr>
              <w:ind w:right="-102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5BE8B202" w14:textId="77777777" w:rsidR="00771F51" w:rsidRPr="00FF78A4" w:rsidRDefault="00771F51" w:rsidP="00771F51">
            <w:pPr>
              <w:ind w:right="-102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26911201" w14:textId="77777777" w:rsidR="00771F51" w:rsidRPr="00FF78A4" w:rsidRDefault="00771F51" w:rsidP="00771F51">
            <w:pPr>
              <w:ind w:right="-102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2983A6A8" w14:textId="77777777" w:rsidR="00771F51" w:rsidRPr="00FF78A4" w:rsidRDefault="00771F51" w:rsidP="00771F51">
            <w:pPr>
              <w:ind w:right="-102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2DF16622" w14:textId="7F3D2C5C" w:rsidR="00771F51" w:rsidRPr="00FF78A4" w:rsidRDefault="001441E9" w:rsidP="00771F51">
            <w:pPr>
              <w:ind w:right="-102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</w:t>
            </w:r>
            <w:r w:rsidR="00771F51" w:rsidRPr="00FF78A4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71F51" w:rsidRPr="00903C87" w14:paraId="46F71ABC" w14:textId="77777777" w:rsidTr="00EC6513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5ED59" w14:textId="2C38F85C" w:rsidR="00771F51" w:rsidRPr="00903C87" w:rsidRDefault="00771F51" w:rsidP="00771F51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771F51">
              <w:rPr>
                <w:color w:val="000000"/>
                <w:sz w:val="24"/>
                <w:szCs w:val="24"/>
              </w:rPr>
              <w:lastRenderedPageBreak/>
              <w:t>Антикоррупционное образование муниципальных служащих впервые поступивших на муниципальную службу для замещения должностей, включенных в перечни должностей, связанных с коррупционными рисками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B76FC2" w14:textId="77777777" w:rsidR="00771F51" w:rsidRDefault="00771F51" w:rsidP="00771F5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CD91227" w14:textId="77777777" w:rsidR="00771F51" w:rsidRDefault="00771F51" w:rsidP="00771F5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8822983" w14:textId="77777777" w:rsidR="00771F51" w:rsidRDefault="00771F51" w:rsidP="00771F5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23F14B1" w14:textId="77777777" w:rsidR="00771F51" w:rsidRDefault="00771F51" w:rsidP="00771F5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EA37084" w14:textId="77777777" w:rsidR="00771F51" w:rsidRDefault="00771F51" w:rsidP="00771F5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23A1519" w14:textId="77777777" w:rsidR="00771F51" w:rsidRDefault="00771F51" w:rsidP="00771F5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FA709A7" w14:textId="77777777" w:rsidR="00771F51" w:rsidRDefault="00771F51" w:rsidP="00771F5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599D081" w14:textId="29482458" w:rsidR="00771F51" w:rsidRPr="00771F51" w:rsidRDefault="00771F51" w:rsidP="00771F5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771F51">
              <w:rPr>
                <w:sz w:val="24"/>
                <w:szCs w:val="24"/>
              </w:rPr>
              <w:t>04 0 04 00000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8082D1" w14:textId="77777777" w:rsidR="00771F51" w:rsidRDefault="00771F51" w:rsidP="00771F5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71F9F6E" w14:textId="77777777" w:rsidR="00771F51" w:rsidRDefault="00771F51" w:rsidP="00771F5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71A37FC" w14:textId="77777777" w:rsidR="00771F51" w:rsidRDefault="00771F51" w:rsidP="00771F5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9EB1DE2" w14:textId="77777777" w:rsidR="00771F51" w:rsidRDefault="00771F51" w:rsidP="00771F5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B0E5275" w14:textId="77777777" w:rsidR="00771F51" w:rsidRDefault="00771F51" w:rsidP="00771F5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497F33E" w14:textId="77777777" w:rsidR="00771F51" w:rsidRDefault="00771F51" w:rsidP="00771F5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C088775" w14:textId="77777777" w:rsidR="00771F51" w:rsidRDefault="00771F51" w:rsidP="00771F5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151E41A" w14:textId="545B423A" w:rsidR="00771F51" w:rsidRPr="00771F51" w:rsidRDefault="00771F51" w:rsidP="00771F5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771F51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D5FD19" w14:textId="77777777" w:rsidR="00771F51" w:rsidRDefault="00771F51" w:rsidP="00771F5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BC20A56" w14:textId="77777777" w:rsidR="00771F51" w:rsidRDefault="00771F51" w:rsidP="00771F5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9C02888" w14:textId="77777777" w:rsidR="00771F51" w:rsidRDefault="00771F51" w:rsidP="00771F5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E8F24E2" w14:textId="77777777" w:rsidR="00771F51" w:rsidRDefault="00771F51" w:rsidP="00771F5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2282FC7" w14:textId="77777777" w:rsidR="00771F51" w:rsidRDefault="00771F51" w:rsidP="00771F5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832BCDF" w14:textId="77777777" w:rsidR="00771F51" w:rsidRDefault="00771F51" w:rsidP="00771F5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5EE9C3D" w14:textId="77777777" w:rsidR="00771F51" w:rsidRDefault="00771F51" w:rsidP="00771F5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B1D20AC" w14:textId="2D84AD06" w:rsidR="00771F51" w:rsidRPr="00771F51" w:rsidRDefault="00771F51" w:rsidP="00771F5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771F51">
              <w:rPr>
                <w:sz w:val="24"/>
                <w:szCs w:val="24"/>
              </w:rPr>
              <w:t>16,0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22C19" w14:textId="77777777" w:rsidR="00771F51" w:rsidRDefault="00771F51" w:rsidP="00771F5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FD46BA5" w14:textId="77777777" w:rsidR="00771F51" w:rsidRDefault="00771F51" w:rsidP="00771F5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4895074" w14:textId="77777777" w:rsidR="00771F51" w:rsidRDefault="00771F51" w:rsidP="00771F5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DD33BC5" w14:textId="77777777" w:rsidR="00771F51" w:rsidRDefault="00771F51" w:rsidP="00771F5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0FB7765" w14:textId="77777777" w:rsidR="00771F51" w:rsidRDefault="00771F51" w:rsidP="00771F5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BE628CA" w14:textId="77777777" w:rsidR="00771F51" w:rsidRDefault="00771F51" w:rsidP="00771F5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FF25546" w14:textId="77777777" w:rsidR="00771F51" w:rsidRDefault="00771F51" w:rsidP="00771F5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AD6144C" w14:textId="515EE6B3" w:rsidR="00771F51" w:rsidRPr="00903C87" w:rsidRDefault="001441E9" w:rsidP="00771F5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  <w:r w:rsidR="00771F51" w:rsidRPr="00771F51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5E027" w14:textId="77777777" w:rsidR="00771F51" w:rsidRDefault="00771F51" w:rsidP="00771F51">
            <w:pPr>
              <w:ind w:right="-102"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7DDEFC8" w14:textId="77777777" w:rsidR="00771F51" w:rsidRDefault="00771F51" w:rsidP="00771F51">
            <w:pPr>
              <w:ind w:right="-102"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3F135CA" w14:textId="77777777" w:rsidR="00771F51" w:rsidRDefault="00771F51" w:rsidP="00771F51">
            <w:pPr>
              <w:ind w:right="-102"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4E93E65" w14:textId="77777777" w:rsidR="00771F51" w:rsidRDefault="00771F51" w:rsidP="00771F51">
            <w:pPr>
              <w:ind w:right="-102"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7401F42" w14:textId="77777777" w:rsidR="00771F51" w:rsidRDefault="00771F51" w:rsidP="00771F51">
            <w:pPr>
              <w:ind w:right="-102"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9D53954" w14:textId="77777777" w:rsidR="00771F51" w:rsidRDefault="00771F51" w:rsidP="00771F51">
            <w:pPr>
              <w:ind w:right="-102"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EEAE59E" w14:textId="77777777" w:rsidR="00771F51" w:rsidRDefault="00771F51" w:rsidP="00771F51">
            <w:pPr>
              <w:ind w:right="-102"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C7606FE" w14:textId="68612D87" w:rsidR="00771F51" w:rsidRPr="00903C87" w:rsidRDefault="001441E9" w:rsidP="00771F51">
            <w:pPr>
              <w:ind w:right="-102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  <w:r w:rsidR="00771F51" w:rsidRPr="00771F51">
              <w:rPr>
                <w:color w:val="000000"/>
                <w:sz w:val="24"/>
                <w:szCs w:val="24"/>
              </w:rPr>
              <w:t>,0</w:t>
            </w:r>
          </w:p>
        </w:tc>
      </w:tr>
      <w:tr w:rsidR="00771F51" w:rsidRPr="00903C87" w14:paraId="4498E5F6" w14:textId="77777777" w:rsidTr="00EC6513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97DAF" w14:textId="049EE3CB" w:rsidR="00771F51" w:rsidRPr="00903C87" w:rsidRDefault="00771F51" w:rsidP="00771F51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771F51">
              <w:rPr>
                <w:color w:val="000000"/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F4CA49" w14:textId="77777777" w:rsidR="00771F51" w:rsidRDefault="00771F51" w:rsidP="00771F5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16EF55C" w14:textId="77777777" w:rsidR="00771F51" w:rsidRDefault="00771F51" w:rsidP="00771F5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8EDA9F3" w14:textId="77777777" w:rsidR="00771F51" w:rsidRDefault="00771F51" w:rsidP="00771F5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C2A71FE" w14:textId="68C782B1" w:rsidR="00771F51" w:rsidRPr="00771F51" w:rsidRDefault="00771F51" w:rsidP="00771F5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771F51">
              <w:rPr>
                <w:sz w:val="24"/>
                <w:szCs w:val="24"/>
              </w:rPr>
              <w:t>04 0 04 29600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CF08FA" w14:textId="77777777" w:rsidR="00771F51" w:rsidRDefault="00771F51" w:rsidP="00771F5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3FB4C72" w14:textId="77777777" w:rsidR="00771F51" w:rsidRDefault="00771F51" w:rsidP="00771F5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9CB2B24" w14:textId="77777777" w:rsidR="00771F51" w:rsidRDefault="00771F51" w:rsidP="00771F5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5C2086E" w14:textId="5AB05574" w:rsidR="00771F51" w:rsidRPr="00771F51" w:rsidRDefault="00771F51" w:rsidP="00771F5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771F51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AC37B8" w14:textId="77777777" w:rsidR="00771F51" w:rsidRDefault="00771F51" w:rsidP="00771F5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77BB397" w14:textId="77777777" w:rsidR="00771F51" w:rsidRDefault="00771F51" w:rsidP="00771F5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9EF0C89" w14:textId="77777777" w:rsidR="00771F51" w:rsidRDefault="00771F51" w:rsidP="00771F5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C4CE81F" w14:textId="6FA577BA" w:rsidR="00771F51" w:rsidRPr="00771F51" w:rsidRDefault="00771F51" w:rsidP="00771F5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771F51">
              <w:rPr>
                <w:sz w:val="24"/>
                <w:szCs w:val="24"/>
              </w:rPr>
              <w:t>16,0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A08D13" w14:textId="77777777" w:rsidR="00771F51" w:rsidRDefault="00771F51" w:rsidP="00771F5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180399E" w14:textId="77777777" w:rsidR="00771F51" w:rsidRDefault="00771F51" w:rsidP="00771F5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44EA901" w14:textId="77777777" w:rsidR="00771F51" w:rsidRDefault="00771F51" w:rsidP="00771F5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B4A4933" w14:textId="6B5BB234" w:rsidR="00771F51" w:rsidRPr="00903C87" w:rsidRDefault="001441E9" w:rsidP="00771F5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  <w:r w:rsidR="00771F51" w:rsidRPr="00771F51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44A36" w14:textId="77777777" w:rsidR="00771F51" w:rsidRDefault="00771F51" w:rsidP="00771F51">
            <w:pPr>
              <w:ind w:right="-102"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7190236" w14:textId="77777777" w:rsidR="00771F51" w:rsidRDefault="00771F51" w:rsidP="00771F51">
            <w:pPr>
              <w:ind w:right="-102"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3BC4343" w14:textId="77777777" w:rsidR="00771F51" w:rsidRDefault="00771F51" w:rsidP="00771F51">
            <w:pPr>
              <w:ind w:right="-102"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43EB455" w14:textId="27C10578" w:rsidR="00771F51" w:rsidRPr="00903C87" w:rsidRDefault="001441E9" w:rsidP="00771F51">
            <w:pPr>
              <w:ind w:right="-102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  <w:r w:rsidR="00771F51" w:rsidRPr="00771F51">
              <w:rPr>
                <w:color w:val="000000"/>
                <w:sz w:val="24"/>
                <w:szCs w:val="24"/>
              </w:rPr>
              <w:t>,0</w:t>
            </w:r>
          </w:p>
        </w:tc>
      </w:tr>
      <w:tr w:rsidR="00771F51" w:rsidRPr="00903C87" w14:paraId="16A75456" w14:textId="77777777" w:rsidTr="00EC6513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AFA57" w14:textId="6D1628D0" w:rsidR="00771F51" w:rsidRPr="00903C87" w:rsidRDefault="00771F51" w:rsidP="00771F51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771F51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146E12" w14:textId="77777777" w:rsidR="00771F51" w:rsidRDefault="00771F51" w:rsidP="00771F5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06524F2" w14:textId="77777777" w:rsidR="00771F51" w:rsidRDefault="00771F51" w:rsidP="00771F5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CE38378" w14:textId="56CF7916" w:rsidR="00771F51" w:rsidRPr="00771F51" w:rsidRDefault="00771F51" w:rsidP="00771F5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771F51">
              <w:rPr>
                <w:sz w:val="24"/>
                <w:szCs w:val="24"/>
              </w:rPr>
              <w:t>04 0 04 29600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12B66E" w14:textId="77777777" w:rsidR="00771F51" w:rsidRDefault="00771F51" w:rsidP="00771F5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AE5C62B" w14:textId="77777777" w:rsidR="00771F51" w:rsidRDefault="00771F51" w:rsidP="00771F5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1311CD2" w14:textId="5BED5514" w:rsidR="00771F51" w:rsidRPr="00771F51" w:rsidRDefault="00771F51" w:rsidP="00771F5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771F51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073378" w14:textId="77777777" w:rsidR="00771F51" w:rsidRDefault="00771F51" w:rsidP="00771F5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7C98E27" w14:textId="77777777" w:rsidR="00771F51" w:rsidRDefault="00771F51" w:rsidP="00771F5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81814C0" w14:textId="314E66C6" w:rsidR="00771F51" w:rsidRPr="00771F51" w:rsidRDefault="00771F51" w:rsidP="00771F5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771F51">
              <w:rPr>
                <w:sz w:val="24"/>
                <w:szCs w:val="24"/>
              </w:rPr>
              <w:t>16,0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E4EE3E" w14:textId="50F8649C" w:rsidR="00771F51" w:rsidRPr="00903C87" w:rsidRDefault="001441E9" w:rsidP="00771F5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  <w:r w:rsidR="00771F51" w:rsidRPr="00771F51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FAEEC8" w14:textId="793E583D" w:rsidR="00771F51" w:rsidRPr="00903C87" w:rsidRDefault="001441E9" w:rsidP="00771F51">
            <w:pPr>
              <w:ind w:right="-102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  <w:r w:rsidR="00771F51" w:rsidRPr="00771F51">
              <w:rPr>
                <w:color w:val="000000"/>
                <w:sz w:val="24"/>
                <w:szCs w:val="24"/>
              </w:rPr>
              <w:t>,0</w:t>
            </w:r>
          </w:p>
        </w:tc>
      </w:tr>
      <w:tr w:rsidR="00771F51" w:rsidRPr="00903C87" w14:paraId="3F350AAD" w14:textId="77777777" w:rsidTr="00EC6513">
        <w:trPr>
          <w:trHeight w:val="272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B2D60" w14:textId="0FA796EC" w:rsidR="00771F51" w:rsidRPr="00771F51" w:rsidRDefault="00771F51" w:rsidP="00771F51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771F51">
              <w:rPr>
                <w:sz w:val="24"/>
                <w:szCs w:val="24"/>
              </w:rPr>
              <w:t>Антикоррупционное образование муниципальных служащих в должностные обязанности, которых входит участие в противодействии коррупции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6DD1CD" w14:textId="77777777" w:rsidR="00771F51" w:rsidRDefault="00771F51" w:rsidP="00771F5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DD38722" w14:textId="77777777" w:rsidR="00771F51" w:rsidRDefault="00771F51" w:rsidP="00771F5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7AA04F8" w14:textId="77777777" w:rsidR="00771F51" w:rsidRDefault="00771F51" w:rsidP="00771F5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A84886E" w14:textId="77777777" w:rsidR="00771F51" w:rsidRDefault="00771F51" w:rsidP="00771F5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5A847F3" w14:textId="77777777" w:rsidR="00771F51" w:rsidRDefault="00771F51" w:rsidP="00771F5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0E89650" w14:textId="7972D6D3" w:rsidR="00771F51" w:rsidRPr="00771F51" w:rsidRDefault="00771F51" w:rsidP="00771F5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771F51">
              <w:rPr>
                <w:sz w:val="24"/>
                <w:szCs w:val="24"/>
              </w:rPr>
              <w:t>04 0 05 00000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3ABC54" w14:textId="77777777" w:rsidR="00771F51" w:rsidRDefault="00771F51" w:rsidP="00771F5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3B9828B" w14:textId="77777777" w:rsidR="00771F51" w:rsidRDefault="00771F51" w:rsidP="00771F5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2DF9E89" w14:textId="77777777" w:rsidR="00771F51" w:rsidRDefault="00771F51" w:rsidP="00771F5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B2A8090" w14:textId="77777777" w:rsidR="00771F51" w:rsidRDefault="00771F51" w:rsidP="00771F5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4E740F3" w14:textId="77777777" w:rsidR="00771F51" w:rsidRDefault="00771F51" w:rsidP="00771F5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5DB5E1E" w14:textId="7892DAF7" w:rsidR="00771F51" w:rsidRPr="00771F51" w:rsidRDefault="00771F51" w:rsidP="00771F5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771F51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2FA138" w14:textId="77777777" w:rsidR="00771F51" w:rsidRDefault="00771F51" w:rsidP="00771F5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8F01EF2" w14:textId="77777777" w:rsidR="00771F51" w:rsidRDefault="00771F51" w:rsidP="00771F5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57DD7F2" w14:textId="77777777" w:rsidR="00771F51" w:rsidRDefault="00771F51" w:rsidP="00771F5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708F397" w14:textId="77777777" w:rsidR="00771F51" w:rsidRDefault="00771F51" w:rsidP="00771F5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4C372D1" w14:textId="77777777" w:rsidR="00771F51" w:rsidRDefault="00771F51" w:rsidP="00771F5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BB683AF" w14:textId="1D75A18D" w:rsidR="00771F51" w:rsidRPr="00903C87" w:rsidRDefault="00771F51" w:rsidP="00771F5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771F51">
              <w:rPr>
                <w:color w:val="000000"/>
                <w:sz w:val="24"/>
                <w:szCs w:val="24"/>
              </w:rPr>
              <w:t>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0AD17" w14:textId="77777777" w:rsidR="00771F51" w:rsidRDefault="00771F51" w:rsidP="00771F5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33CDFEF" w14:textId="77777777" w:rsidR="00771F51" w:rsidRDefault="00771F51" w:rsidP="00771F5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D1A36FF" w14:textId="77777777" w:rsidR="00771F51" w:rsidRDefault="00771F51" w:rsidP="00771F5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E72D083" w14:textId="77777777" w:rsidR="00771F51" w:rsidRDefault="00771F51" w:rsidP="00771F5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088B32D" w14:textId="77777777" w:rsidR="00771F51" w:rsidRDefault="00771F51" w:rsidP="00771F5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3E6A1CB" w14:textId="195550F8" w:rsidR="00771F51" w:rsidRPr="00771F51" w:rsidRDefault="001441E9" w:rsidP="00771F5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4</w:t>
            </w:r>
            <w:r w:rsidR="00771F51" w:rsidRPr="00771F51">
              <w:rPr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E0853" w14:textId="77777777" w:rsidR="00771F51" w:rsidRDefault="00771F51" w:rsidP="00771F51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33036FB9" w14:textId="77777777" w:rsidR="00771F51" w:rsidRDefault="00771F51" w:rsidP="00771F51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6426C458" w14:textId="77777777" w:rsidR="00771F51" w:rsidRDefault="00771F51" w:rsidP="00771F51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4F2933B7" w14:textId="77777777" w:rsidR="00771F51" w:rsidRDefault="00771F51" w:rsidP="00771F51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7DF88296" w14:textId="77777777" w:rsidR="00771F51" w:rsidRDefault="00771F51" w:rsidP="00771F51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21D9E50E" w14:textId="769203BF" w:rsidR="00771F51" w:rsidRPr="00771F51" w:rsidRDefault="001441E9" w:rsidP="00771F51">
            <w:pPr>
              <w:ind w:right="-102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4</w:t>
            </w:r>
            <w:r w:rsidR="00771F51" w:rsidRPr="00771F51">
              <w:rPr>
                <w:sz w:val="24"/>
                <w:szCs w:val="24"/>
              </w:rPr>
              <w:t>,0</w:t>
            </w:r>
          </w:p>
        </w:tc>
      </w:tr>
      <w:tr w:rsidR="00771F51" w:rsidRPr="00903C87" w14:paraId="04C5D9CF" w14:textId="77777777" w:rsidTr="00EC6513">
        <w:trPr>
          <w:trHeight w:val="272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281BA" w14:textId="2B559402" w:rsidR="00771F51" w:rsidRPr="00771F51" w:rsidRDefault="00771F51" w:rsidP="00771F51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771F51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83A5DD" w14:textId="77777777" w:rsidR="00771F51" w:rsidRDefault="00771F51" w:rsidP="00771F5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0C5FBB8" w14:textId="77777777" w:rsidR="00771F51" w:rsidRDefault="00771F51" w:rsidP="00771F5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1CDAF33" w14:textId="77777777" w:rsidR="00771F51" w:rsidRDefault="00771F51" w:rsidP="00771F5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EF77DE8" w14:textId="36568F8C" w:rsidR="00771F51" w:rsidRPr="00771F51" w:rsidRDefault="00771F51" w:rsidP="00771F5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771F51">
              <w:rPr>
                <w:sz w:val="24"/>
                <w:szCs w:val="24"/>
              </w:rPr>
              <w:t>04 0 05 29600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F4E632" w14:textId="77777777" w:rsidR="00771F51" w:rsidRDefault="00771F51" w:rsidP="00771F5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A1ECB77" w14:textId="77777777" w:rsidR="00771F51" w:rsidRDefault="00771F51" w:rsidP="00771F5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91B591A" w14:textId="77777777" w:rsidR="00771F51" w:rsidRDefault="00771F51" w:rsidP="00771F5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7A6161B" w14:textId="1A708141" w:rsidR="00771F51" w:rsidRPr="00771F51" w:rsidRDefault="00771F51" w:rsidP="00771F5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771F51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810F06" w14:textId="77777777" w:rsidR="00771F51" w:rsidRDefault="00771F51" w:rsidP="00771F5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682A174" w14:textId="77777777" w:rsidR="00771F51" w:rsidRDefault="00771F51" w:rsidP="00771F5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C99FB29" w14:textId="77777777" w:rsidR="00771F51" w:rsidRDefault="00771F51" w:rsidP="00771F5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9AAE812" w14:textId="2C78AD38" w:rsidR="00771F51" w:rsidRPr="00903C87" w:rsidRDefault="00771F51" w:rsidP="00771F5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771F51">
              <w:rPr>
                <w:color w:val="000000"/>
                <w:sz w:val="24"/>
                <w:szCs w:val="24"/>
              </w:rPr>
              <w:t>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E058B" w14:textId="77777777" w:rsidR="00771F51" w:rsidRDefault="00771F51" w:rsidP="00771F5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B16A1F3" w14:textId="77777777" w:rsidR="00771F51" w:rsidRDefault="00771F51" w:rsidP="00771F5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E5E1661" w14:textId="77777777" w:rsidR="00771F51" w:rsidRDefault="00771F51" w:rsidP="00771F5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C95C159" w14:textId="478C9E0D" w:rsidR="00771F51" w:rsidRPr="00771F51" w:rsidRDefault="001441E9" w:rsidP="00771F5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4</w:t>
            </w:r>
            <w:r w:rsidR="00771F51" w:rsidRPr="00771F51">
              <w:rPr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53FA4" w14:textId="77777777" w:rsidR="00771F51" w:rsidRDefault="00771F51" w:rsidP="00771F51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27876F25" w14:textId="77777777" w:rsidR="00771F51" w:rsidRDefault="00771F51" w:rsidP="00771F51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7F89BC4E" w14:textId="77777777" w:rsidR="00771F51" w:rsidRDefault="00771F51" w:rsidP="00771F51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28273FC3" w14:textId="46846BC4" w:rsidR="00771F51" w:rsidRPr="00771F51" w:rsidRDefault="001441E9" w:rsidP="00771F51">
            <w:pPr>
              <w:ind w:right="-102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4</w:t>
            </w:r>
            <w:r w:rsidR="00771F51" w:rsidRPr="00771F51">
              <w:rPr>
                <w:sz w:val="24"/>
                <w:szCs w:val="24"/>
              </w:rPr>
              <w:t>,0</w:t>
            </w:r>
          </w:p>
        </w:tc>
      </w:tr>
      <w:tr w:rsidR="00771F51" w:rsidRPr="00903C87" w14:paraId="657D292C" w14:textId="77777777" w:rsidTr="00EC6513">
        <w:trPr>
          <w:trHeight w:val="272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195FE" w14:textId="0D1BD404" w:rsidR="00771F51" w:rsidRPr="00771F51" w:rsidRDefault="00771F51" w:rsidP="00771F51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771F5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713D2B" w14:textId="77777777" w:rsidR="00771F51" w:rsidRDefault="00771F51" w:rsidP="00771F5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51A4340" w14:textId="77777777" w:rsidR="00771F51" w:rsidRDefault="00771F51" w:rsidP="00771F5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024092A" w14:textId="594487CA" w:rsidR="00771F51" w:rsidRPr="00771F51" w:rsidRDefault="00771F51" w:rsidP="00771F5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771F51">
              <w:rPr>
                <w:sz w:val="24"/>
                <w:szCs w:val="24"/>
              </w:rPr>
              <w:t>04 0 05 29600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F0F01C" w14:textId="77777777" w:rsidR="00771F51" w:rsidRDefault="00771F51" w:rsidP="00771F5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326B37A" w14:textId="77777777" w:rsidR="00771F51" w:rsidRDefault="00771F51" w:rsidP="00771F5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1806C91" w14:textId="17383A71" w:rsidR="00771F51" w:rsidRPr="00771F51" w:rsidRDefault="00771F51" w:rsidP="00771F5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771F51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20C0AB" w14:textId="77777777" w:rsidR="00771F51" w:rsidRDefault="00771F51" w:rsidP="00771F5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FDA8111" w14:textId="77777777" w:rsidR="00771F51" w:rsidRDefault="00771F51" w:rsidP="00771F5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6D1EE7C" w14:textId="158C3BB0" w:rsidR="00771F51" w:rsidRPr="00903C87" w:rsidRDefault="00771F51" w:rsidP="00771F5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771F51">
              <w:rPr>
                <w:color w:val="000000"/>
                <w:sz w:val="24"/>
                <w:szCs w:val="24"/>
              </w:rPr>
              <w:t>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FC211" w14:textId="77777777" w:rsidR="00771F51" w:rsidRDefault="00771F51" w:rsidP="00771F5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7224899" w14:textId="77777777" w:rsidR="00771F51" w:rsidRDefault="00771F51" w:rsidP="00771F5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EB6F5F9" w14:textId="03CF995B" w:rsidR="00771F51" w:rsidRPr="00771F51" w:rsidRDefault="001441E9" w:rsidP="00771F5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4</w:t>
            </w:r>
            <w:r w:rsidR="00771F51" w:rsidRPr="00771F51">
              <w:rPr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C61D2" w14:textId="77777777" w:rsidR="00771F51" w:rsidRDefault="00771F51" w:rsidP="00771F51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6AD210BA" w14:textId="77777777" w:rsidR="00771F51" w:rsidRDefault="00771F51" w:rsidP="00771F51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6C070CA6" w14:textId="36789126" w:rsidR="00771F51" w:rsidRPr="00771F51" w:rsidRDefault="001441E9" w:rsidP="00771F51">
            <w:pPr>
              <w:ind w:right="-102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4</w:t>
            </w:r>
            <w:r w:rsidR="00771F51" w:rsidRPr="00771F51">
              <w:rPr>
                <w:sz w:val="24"/>
                <w:szCs w:val="24"/>
              </w:rPr>
              <w:t>,0</w:t>
            </w:r>
          </w:p>
        </w:tc>
      </w:tr>
      <w:tr w:rsidR="00771F51" w:rsidRPr="00903C87" w14:paraId="3B2ABC10" w14:textId="77777777" w:rsidTr="00EC6513">
        <w:trPr>
          <w:trHeight w:val="272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17A58" w14:textId="210CC4A0" w:rsidR="00771F51" w:rsidRPr="00771F51" w:rsidRDefault="00771F51" w:rsidP="00771F51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771F51">
              <w:rPr>
                <w:sz w:val="24"/>
                <w:szCs w:val="24"/>
              </w:rPr>
              <w:t>Внедрение социальной рекламы антикоррупционной направленности. Размещение социальной рекламы антикоррупционной направленности в СМИ, в местах массового посещения граждан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BFF1D8" w14:textId="77777777" w:rsidR="00771F51" w:rsidRDefault="00771F51" w:rsidP="00771F51">
            <w:pPr>
              <w:tabs>
                <w:tab w:val="center" w:pos="742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</w:p>
          <w:p w14:paraId="753ADC15" w14:textId="77777777" w:rsidR="00771F51" w:rsidRDefault="00771F51" w:rsidP="00771F51">
            <w:pPr>
              <w:tabs>
                <w:tab w:val="center" w:pos="742"/>
              </w:tabs>
              <w:ind w:firstLine="0"/>
              <w:rPr>
                <w:sz w:val="24"/>
                <w:szCs w:val="24"/>
              </w:rPr>
            </w:pPr>
          </w:p>
          <w:p w14:paraId="7A9239E2" w14:textId="77777777" w:rsidR="00771F51" w:rsidRDefault="00771F51" w:rsidP="00771F51">
            <w:pPr>
              <w:tabs>
                <w:tab w:val="center" w:pos="742"/>
              </w:tabs>
              <w:ind w:firstLine="0"/>
              <w:rPr>
                <w:sz w:val="24"/>
                <w:szCs w:val="24"/>
              </w:rPr>
            </w:pPr>
          </w:p>
          <w:p w14:paraId="2573060E" w14:textId="77777777" w:rsidR="00771F51" w:rsidRDefault="00771F51" w:rsidP="00771F51">
            <w:pPr>
              <w:tabs>
                <w:tab w:val="center" w:pos="742"/>
              </w:tabs>
              <w:ind w:firstLine="0"/>
              <w:rPr>
                <w:sz w:val="24"/>
                <w:szCs w:val="24"/>
              </w:rPr>
            </w:pPr>
          </w:p>
          <w:p w14:paraId="6FDE4898" w14:textId="77777777" w:rsidR="00771F51" w:rsidRDefault="00771F51" w:rsidP="00771F51">
            <w:pPr>
              <w:tabs>
                <w:tab w:val="center" w:pos="742"/>
              </w:tabs>
              <w:ind w:firstLine="0"/>
              <w:rPr>
                <w:sz w:val="24"/>
                <w:szCs w:val="24"/>
              </w:rPr>
            </w:pPr>
          </w:p>
          <w:p w14:paraId="6AC2E88A" w14:textId="77777777" w:rsidR="00771F51" w:rsidRDefault="00771F51" w:rsidP="00771F51">
            <w:pPr>
              <w:tabs>
                <w:tab w:val="center" w:pos="742"/>
              </w:tabs>
              <w:ind w:firstLine="0"/>
              <w:rPr>
                <w:sz w:val="24"/>
                <w:szCs w:val="24"/>
              </w:rPr>
            </w:pPr>
          </w:p>
          <w:p w14:paraId="06DF3107" w14:textId="3D93D0ED" w:rsidR="00771F51" w:rsidRPr="00771F51" w:rsidRDefault="00771F51" w:rsidP="00771F51">
            <w:pPr>
              <w:tabs>
                <w:tab w:val="center" w:pos="742"/>
              </w:tabs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771F51">
              <w:rPr>
                <w:sz w:val="24"/>
                <w:szCs w:val="24"/>
              </w:rPr>
              <w:t>04 0 13 00000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CDC62F" w14:textId="77777777" w:rsidR="00771F51" w:rsidRDefault="00771F51" w:rsidP="00771F5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FF78D12" w14:textId="77777777" w:rsidR="00771F51" w:rsidRDefault="00771F51" w:rsidP="00771F5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A093990" w14:textId="77777777" w:rsidR="00771F51" w:rsidRDefault="00771F51" w:rsidP="00771F5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9B446EA" w14:textId="77777777" w:rsidR="00771F51" w:rsidRDefault="00771F51" w:rsidP="00771F5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E80A9FA" w14:textId="77777777" w:rsidR="00771F51" w:rsidRDefault="00771F51" w:rsidP="00771F5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29FAF70" w14:textId="77777777" w:rsidR="00771F51" w:rsidRDefault="00771F51" w:rsidP="00771F5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B688FB7" w14:textId="2905E7F0" w:rsidR="00771F51" w:rsidRPr="00771F51" w:rsidRDefault="00771F51" w:rsidP="00771F5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771F51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21C6F6" w14:textId="77777777" w:rsidR="00771F51" w:rsidRDefault="00771F51" w:rsidP="00771F5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F73AEC0" w14:textId="77777777" w:rsidR="00771F51" w:rsidRDefault="00771F51" w:rsidP="00771F5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61F7135" w14:textId="77777777" w:rsidR="00771F51" w:rsidRDefault="00771F51" w:rsidP="00771F5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0327079" w14:textId="77777777" w:rsidR="00771F51" w:rsidRDefault="00771F51" w:rsidP="00771F5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03B2257" w14:textId="77777777" w:rsidR="00771F51" w:rsidRDefault="00771F51" w:rsidP="00771F5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B24851C" w14:textId="77777777" w:rsidR="00771F51" w:rsidRDefault="00771F51" w:rsidP="00771F5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55E45D5" w14:textId="67A11EB9" w:rsidR="00771F51" w:rsidRPr="00771F51" w:rsidRDefault="00771F51" w:rsidP="00771F5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771F51">
              <w:rPr>
                <w:sz w:val="24"/>
                <w:szCs w:val="24"/>
              </w:rPr>
              <w:t>30,0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20BB2" w14:textId="77777777" w:rsidR="00771F51" w:rsidRDefault="00771F51" w:rsidP="00771F5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87667E6" w14:textId="77777777" w:rsidR="00771F51" w:rsidRDefault="00771F51" w:rsidP="00771F5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005735C" w14:textId="77777777" w:rsidR="00771F51" w:rsidRDefault="00771F51" w:rsidP="00771F5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FFED42F" w14:textId="77777777" w:rsidR="00771F51" w:rsidRDefault="00771F51" w:rsidP="00771F5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1D77651" w14:textId="77777777" w:rsidR="00771F51" w:rsidRDefault="00771F51" w:rsidP="00771F5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AC865ED" w14:textId="77777777" w:rsidR="00771F51" w:rsidRDefault="00771F51" w:rsidP="00771F5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CA9DADC" w14:textId="26243BAB" w:rsidR="00771F51" w:rsidRPr="00771F51" w:rsidRDefault="001441E9" w:rsidP="00771F5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</w:t>
            </w:r>
            <w:r w:rsidR="00771F51" w:rsidRPr="00771F51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DE80E" w14:textId="77777777" w:rsidR="00771F51" w:rsidRDefault="00771F51" w:rsidP="00771F51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17D6B386" w14:textId="77777777" w:rsidR="00771F51" w:rsidRDefault="00771F51" w:rsidP="00771F51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1DC91C26" w14:textId="77777777" w:rsidR="00771F51" w:rsidRDefault="00771F51" w:rsidP="00771F51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6F7C249D" w14:textId="77777777" w:rsidR="00771F51" w:rsidRDefault="00771F51" w:rsidP="00771F51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6DED0ADA" w14:textId="77777777" w:rsidR="00771F51" w:rsidRDefault="00771F51" w:rsidP="00771F51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0837EC5C" w14:textId="77777777" w:rsidR="00771F51" w:rsidRDefault="00771F51" w:rsidP="00771F51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1B3E2C00" w14:textId="64F4F91B" w:rsidR="00771F51" w:rsidRPr="00771F51" w:rsidRDefault="001441E9" w:rsidP="00771F51">
            <w:pPr>
              <w:ind w:right="-102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</w:t>
            </w:r>
            <w:r w:rsidR="00771F51" w:rsidRPr="00771F51">
              <w:rPr>
                <w:sz w:val="24"/>
                <w:szCs w:val="24"/>
              </w:rPr>
              <w:t>0,0</w:t>
            </w:r>
          </w:p>
        </w:tc>
      </w:tr>
      <w:tr w:rsidR="00771F51" w:rsidRPr="00903C87" w14:paraId="73CDDB10" w14:textId="77777777" w:rsidTr="00EC6513">
        <w:trPr>
          <w:trHeight w:val="272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D9743" w14:textId="01DFEE0B" w:rsidR="00771F51" w:rsidRPr="00771F51" w:rsidRDefault="00771F51" w:rsidP="00771F51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771F51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5311C8" w14:textId="77777777" w:rsidR="00771F51" w:rsidRDefault="00771F51" w:rsidP="00771F5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58DBB0E" w14:textId="77777777" w:rsidR="00771F51" w:rsidRDefault="00771F51" w:rsidP="00771F5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B993600" w14:textId="77777777" w:rsidR="00771F51" w:rsidRDefault="00771F51" w:rsidP="00771F5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A20E34B" w14:textId="394DE00D" w:rsidR="00771F51" w:rsidRPr="00771F51" w:rsidRDefault="00771F51" w:rsidP="00771F5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771F51">
              <w:rPr>
                <w:sz w:val="24"/>
                <w:szCs w:val="24"/>
              </w:rPr>
              <w:t>04 0 13 29600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13DBBD" w14:textId="77777777" w:rsidR="00771F51" w:rsidRDefault="00771F51" w:rsidP="00771F5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C364B6C" w14:textId="77777777" w:rsidR="00771F51" w:rsidRDefault="00771F51" w:rsidP="00771F5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436FAFC" w14:textId="77777777" w:rsidR="00771F51" w:rsidRDefault="00771F51" w:rsidP="00771F5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ABC9B1F" w14:textId="09F84335" w:rsidR="00771F51" w:rsidRPr="00771F51" w:rsidRDefault="00771F51" w:rsidP="00771F5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771F51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17C5B6" w14:textId="77777777" w:rsidR="00771F51" w:rsidRDefault="00771F51" w:rsidP="00771F5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AA6C8A3" w14:textId="77777777" w:rsidR="00771F51" w:rsidRDefault="00771F51" w:rsidP="00771F5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DB20DDB" w14:textId="77777777" w:rsidR="00771F51" w:rsidRDefault="00771F51" w:rsidP="00771F5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097DD3D" w14:textId="6B6C1D6F" w:rsidR="00771F51" w:rsidRPr="00771F51" w:rsidRDefault="00771F51" w:rsidP="00771F5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771F51">
              <w:rPr>
                <w:sz w:val="24"/>
                <w:szCs w:val="24"/>
              </w:rPr>
              <w:t>30,0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586C8" w14:textId="77777777" w:rsidR="00771F51" w:rsidRDefault="00771F51" w:rsidP="00771F5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6B3D316" w14:textId="77777777" w:rsidR="00771F51" w:rsidRDefault="00771F51" w:rsidP="00771F5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51040A0" w14:textId="77777777" w:rsidR="00771F51" w:rsidRDefault="00771F51" w:rsidP="00771F5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D0F32FF" w14:textId="5D83F529" w:rsidR="00771F51" w:rsidRPr="00771F51" w:rsidRDefault="001441E9" w:rsidP="00771F5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</w:t>
            </w:r>
            <w:r w:rsidR="00771F51" w:rsidRPr="00771F51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44A27" w14:textId="77777777" w:rsidR="00771F51" w:rsidRDefault="00771F51" w:rsidP="00771F51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1AE16A1B" w14:textId="77777777" w:rsidR="00771F51" w:rsidRDefault="00771F51" w:rsidP="00771F51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08976144" w14:textId="77777777" w:rsidR="00771F51" w:rsidRDefault="00771F51" w:rsidP="00771F51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3B241F34" w14:textId="355164D1" w:rsidR="00771F51" w:rsidRPr="00771F51" w:rsidRDefault="001441E9" w:rsidP="00771F51">
            <w:pPr>
              <w:ind w:right="-102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</w:t>
            </w:r>
            <w:r w:rsidR="00771F51" w:rsidRPr="00771F51">
              <w:rPr>
                <w:sz w:val="24"/>
                <w:szCs w:val="24"/>
              </w:rPr>
              <w:t>0,0</w:t>
            </w:r>
          </w:p>
        </w:tc>
      </w:tr>
      <w:tr w:rsidR="00771F51" w:rsidRPr="00903C87" w14:paraId="6FE9BF76" w14:textId="77777777" w:rsidTr="00EC6513">
        <w:trPr>
          <w:trHeight w:val="272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9F876" w14:textId="06BBCD27" w:rsidR="00771F51" w:rsidRPr="00771F51" w:rsidRDefault="00771F51" w:rsidP="00771F51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771F5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9DDFBF" w14:textId="77777777" w:rsidR="00771F51" w:rsidRDefault="00771F51" w:rsidP="00771F5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BA891CA" w14:textId="77777777" w:rsidR="00771F51" w:rsidRDefault="00771F51" w:rsidP="00771F5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59DA641" w14:textId="629D67EB" w:rsidR="00771F51" w:rsidRPr="00771F51" w:rsidRDefault="00771F51" w:rsidP="00771F5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771F51">
              <w:rPr>
                <w:sz w:val="24"/>
                <w:szCs w:val="24"/>
              </w:rPr>
              <w:t>04 0 13 29600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9E1ECA" w14:textId="77777777" w:rsidR="00771F51" w:rsidRDefault="00771F51" w:rsidP="00771F5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B17A5D3" w14:textId="77777777" w:rsidR="00771F51" w:rsidRDefault="00771F51" w:rsidP="00771F5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BFFC7DC" w14:textId="4E101C39" w:rsidR="00771F51" w:rsidRPr="00771F51" w:rsidRDefault="00771F51" w:rsidP="00771F5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771F51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AB780A" w14:textId="77777777" w:rsidR="00771F51" w:rsidRDefault="00771F51" w:rsidP="00771F5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D2C52FE" w14:textId="77777777" w:rsidR="00771F51" w:rsidRDefault="00771F51" w:rsidP="00771F5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EA2F7E5" w14:textId="7528E6D4" w:rsidR="00771F51" w:rsidRPr="00771F51" w:rsidRDefault="00771F51" w:rsidP="00771F5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771F51">
              <w:rPr>
                <w:sz w:val="24"/>
                <w:szCs w:val="24"/>
              </w:rPr>
              <w:t>30,0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6FE2B" w14:textId="77777777" w:rsidR="00771F51" w:rsidRDefault="00771F51" w:rsidP="00771F5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61D4163" w14:textId="77777777" w:rsidR="00771F51" w:rsidRDefault="00771F51" w:rsidP="00771F5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D0CF623" w14:textId="66D51A3E" w:rsidR="00771F51" w:rsidRPr="00771F51" w:rsidRDefault="001441E9" w:rsidP="00771F5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</w:t>
            </w:r>
            <w:r w:rsidR="00771F51" w:rsidRPr="00771F51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4D225" w14:textId="77777777" w:rsidR="00771F51" w:rsidRDefault="00771F51" w:rsidP="00771F51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4127607E" w14:textId="77777777" w:rsidR="00771F51" w:rsidRDefault="00771F51" w:rsidP="00771F51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754B96EC" w14:textId="17845D30" w:rsidR="00771F51" w:rsidRPr="00771F51" w:rsidRDefault="001441E9" w:rsidP="00771F51">
            <w:pPr>
              <w:ind w:right="-102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</w:t>
            </w:r>
            <w:r w:rsidR="00771F51" w:rsidRPr="00771F51">
              <w:rPr>
                <w:sz w:val="24"/>
                <w:szCs w:val="24"/>
              </w:rPr>
              <w:t>0,0</w:t>
            </w:r>
          </w:p>
        </w:tc>
      </w:tr>
      <w:tr w:rsidR="00C0135E" w:rsidRPr="00903C87" w14:paraId="3DED1634" w14:textId="77777777" w:rsidTr="00EC6513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7585A" w14:textId="77777777" w:rsidR="00C0135E" w:rsidRPr="007F4D0E" w:rsidRDefault="00C0135E" w:rsidP="00EC6513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7F4D0E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</w:t>
            </w:r>
            <w:r w:rsidRPr="007F4D0E">
              <w:rPr>
                <w:b/>
                <w:bCs/>
                <w:color w:val="000000"/>
                <w:sz w:val="24"/>
                <w:szCs w:val="24"/>
              </w:rPr>
              <w:lastRenderedPageBreak/>
              <w:t xml:space="preserve">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3555CD" w14:textId="77777777" w:rsidR="00C0135E" w:rsidRPr="007F4D0E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772982E5" w14:textId="77777777" w:rsidR="00C0135E" w:rsidRPr="007F4D0E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0E8F7AEA" w14:textId="77777777" w:rsidR="00C0135E" w:rsidRPr="007F4D0E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316B0FE4" w14:textId="77777777" w:rsidR="00C0135E" w:rsidRPr="007F4D0E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734D7019" w14:textId="77777777" w:rsidR="00C0135E" w:rsidRPr="007F4D0E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F4D0E">
              <w:rPr>
                <w:b/>
                <w:bCs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D259DA" w14:textId="77777777" w:rsidR="00C0135E" w:rsidRPr="007F4D0E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2CCDFA41" w14:textId="77777777" w:rsidR="00C0135E" w:rsidRPr="007F4D0E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75066567" w14:textId="77777777" w:rsidR="00C0135E" w:rsidRPr="007F4D0E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116D1FCD" w14:textId="77777777" w:rsidR="00C0135E" w:rsidRPr="007F4D0E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2269A6DC" w14:textId="77777777" w:rsidR="00C0135E" w:rsidRPr="007F4D0E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F4D0E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32FFEB" w14:textId="77777777" w:rsidR="00C0135E" w:rsidRPr="007F4D0E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2190A47A" w14:textId="77777777" w:rsidR="00C0135E" w:rsidRPr="007F4D0E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4502A873" w14:textId="77777777" w:rsidR="00C0135E" w:rsidRPr="007F4D0E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12050C3C" w14:textId="77777777" w:rsidR="00C0135E" w:rsidRPr="007F4D0E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66B32612" w14:textId="636DB137" w:rsidR="00C0135E" w:rsidRPr="007F4D0E" w:rsidRDefault="007F4D0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F4D0E">
              <w:rPr>
                <w:b/>
                <w:bCs/>
                <w:color w:val="000000"/>
                <w:sz w:val="24"/>
                <w:szCs w:val="24"/>
              </w:rPr>
              <w:t>15 637,7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C87D4C" w14:textId="77777777" w:rsidR="00C0135E" w:rsidRPr="007F4D0E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037B90A6" w14:textId="77777777" w:rsidR="00C0135E" w:rsidRPr="007F4D0E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3668E116" w14:textId="77777777" w:rsidR="00C0135E" w:rsidRPr="007F4D0E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708FDCFA" w14:textId="77777777" w:rsidR="00C0135E" w:rsidRPr="007F4D0E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5A1D4520" w14:textId="77777777" w:rsidR="00C0135E" w:rsidRPr="007F4D0E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F4D0E">
              <w:rPr>
                <w:b/>
                <w:bCs/>
                <w:color w:val="000000"/>
                <w:sz w:val="24"/>
                <w:szCs w:val="24"/>
              </w:rPr>
              <w:t>15 452,4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F1C274" w14:textId="77777777" w:rsidR="00C0135E" w:rsidRPr="007F4D0E" w:rsidRDefault="00C0135E" w:rsidP="00EC6513">
            <w:pPr>
              <w:ind w:right="-102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68BDB035" w14:textId="77777777" w:rsidR="00C0135E" w:rsidRPr="007F4D0E" w:rsidRDefault="00C0135E" w:rsidP="00EC6513">
            <w:pPr>
              <w:ind w:right="-102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501DD9D0" w14:textId="77777777" w:rsidR="00C0135E" w:rsidRPr="007F4D0E" w:rsidRDefault="00C0135E" w:rsidP="00EC6513">
            <w:pPr>
              <w:ind w:right="-102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2439E45E" w14:textId="77777777" w:rsidR="00C0135E" w:rsidRPr="007F4D0E" w:rsidRDefault="00C0135E" w:rsidP="00EC6513">
            <w:pPr>
              <w:ind w:right="-102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5BFAC1E3" w14:textId="77777777" w:rsidR="00C0135E" w:rsidRPr="007F4D0E" w:rsidRDefault="00C0135E" w:rsidP="00EC6513">
            <w:pPr>
              <w:ind w:right="-102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F4D0E">
              <w:rPr>
                <w:b/>
                <w:bCs/>
                <w:color w:val="000000"/>
                <w:sz w:val="24"/>
                <w:szCs w:val="24"/>
              </w:rPr>
              <w:t>15 477,6</w:t>
            </w:r>
          </w:p>
        </w:tc>
      </w:tr>
      <w:tr w:rsidR="00C0135E" w:rsidRPr="00903C87" w14:paraId="77E95C32" w14:textId="77777777" w:rsidTr="00EC6513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79A294" w14:textId="77777777" w:rsidR="00C0135E" w:rsidRPr="007F4D0E" w:rsidRDefault="00C0135E" w:rsidP="00EC6513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7F4D0E">
              <w:rPr>
                <w:b/>
                <w:bCs/>
                <w:color w:val="000000"/>
                <w:sz w:val="24"/>
                <w:szCs w:val="24"/>
              </w:rPr>
              <w:lastRenderedPageBreak/>
              <w:t>Подпрограмма «Развитие производства»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5EF1DE" w14:textId="77777777" w:rsidR="00C0135E" w:rsidRPr="007F4D0E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F4D0E">
              <w:rPr>
                <w:b/>
                <w:bCs/>
                <w:color w:val="000000"/>
                <w:sz w:val="24"/>
                <w:szCs w:val="24"/>
              </w:rPr>
              <w:t>11 1 00 00000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718CEB" w14:textId="77777777" w:rsidR="00C0135E" w:rsidRPr="007F4D0E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F4D0E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37E0D9" w14:textId="1E0DA275" w:rsidR="00C0135E" w:rsidRPr="007F4D0E" w:rsidRDefault="007F4D0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F4D0E">
              <w:rPr>
                <w:b/>
                <w:bCs/>
                <w:color w:val="000000"/>
                <w:sz w:val="24"/>
                <w:szCs w:val="24"/>
              </w:rPr>
              <w:t>10 209,8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B9B7A0" w14:textId="77777777" w:rsidR="00C0135E" w:rsidRPr="007F4D0E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F4D0E">
              <w:rPr>
                <w:b/>
                <w:bCs/>
                <w:color w:val="000000"/>
                <w:sz w:val="24"/>
                <w:szCs w:val="24"/>
              </w:rPr>
              <w:t>12 937,5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C66A51" w14:textId="77777777" w:rsidR="00C0135E" w:rsidRPr="007F4D0E" w:rsidRDefault="00C0135E" w:rsidP="00EC6513">
            <w:pPr>
              <w:ind w:right="-102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F4D0E">
              <w:rPr>
                <w:b/>
                <w:bCs/>
                <w:color w:val="000000"/>
                <w:sz w:val="24"/>
                <w:szCs w:val="24"/>
              </w:rPr>
              <w:t>12 962,7</w:t>
            </w:r>
          </w:p>
        </w:tc>
      </w:tr>
      <w:tr w:rsidR="00C0135E" w:rsidRPr="00903C87" w14:paraId="1C81FFC9" w14:textId="77777777" w:rsidTr="00EC6513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82E1E6" w14:textId="77777777" w:rsidR="00C0135E" w:rsidRPr="007F4D0E" w:rsidRDefault="00C0135E" w:rsidP="00EC6513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7F4D0E">
              <w:rPr>
                <w:color w:val="000000"/>
                <w:sz w:val="24"/>
                <w:szCs w:val="24"/>
              </w:rPr>
              <w:t>Развитие отраслей агропромышленного комплекса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11896" w14:textId="77777777" w:rsidR="00C0135E" w:rsidRPr="007F4D0E" w:rsidRDefault="00C0135E" w:rsidP="00EC6513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7F4D0E">
              <w:rPr>
                <w:bCs/>
                <w:color w:val="000000"/>
                <w:sz w:val="24"/>
                <w:szCs w:val="24"/>
              </w:rPr>
              <w:t>11 1 01 00000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B8F8C7" w14:textId="77777777" w:rsidR="00C0135E" w:rsidRPr="007F4D0E" w:rsidRDefault="00C0135E" w:rsidP="00EC6513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7F4D0E">
              <w:rPr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2CAC4F" w14:textId="328AA67D" w:rsidR="00C0135E" w:rsidRPr="007F4D0E" w:rsidRDefault="007F4D0E" w:rsidP="00EC6513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7F4D0E">
              <w:rPr>
                <w:bCs/>
                <w:color w:val="000000"/>
                <w:sz w:val="24"/>
                <w:szCs w:val="24"/>
              </w:rPr>
              <w:t>8 771,9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DB0726" w14:textId="77777777" w:rsidR="00C0135E" w:rsidRPr="007F4D0E" w:rsidRDefault="00C0135E" w:rsidP="00EC6513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7F4D0E">
              <w:rPr>
                <w:bCs/>
                <w:color w:val="000000"/>
                <w:sz w:val="24"/>
                <w:szCs w:val="24"/>
              </w:rPr>
              <w:t>12 318,6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AE1C56" w14:textId="77777777" w:rsidR="00C0135E" w:rsidRPr="007F4D0E" w:rsidRDefault="00C0135E" w:rsidP="00EC6513">
            <w:pPr>
              <w:ind w:right="-102"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7F4D0E">
              <w:rPr>
                <w:bCs/>
                <w:color w:val="000000"/>
                <w:sz w:val="24"/>
                <w:szCs w:val="24"/>
              </w:rPr>
              <w:t>12 343,8</w:t>
            </w:r>
          </w:p>
        </w:tc>
      </w:tr>
      <w:tr w:rsidR="00C0135E" w:rsidRPr="00903C87" w14:paraId="00094358" w14:textId="77777777" w:rsidTr="00EC6513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3E9544" w14:textId="77777777" w:rsidR="00C0135E" w:rsidRPr="007F4D0E" w:rsidRDefault="00C0135E" w:rsidP="00EC6513">
            <w:pPr>
              <w:ind w:firstLine="0"/>
              <w:rPr>
                <w:color w:val="000000"/>
                <w:sz w:val="24"/>
                <w:szCs w:val="24"/>
              </w:rPr>
            </w:pPr>
            <w:r w:rsidRPr="007F4D0E">
              <w:rPr>
                <w:color w:val="000000"/>
                <w:sz w:val="24"/>
                <w:szCs w:val="24"/>
              </w:rPr>
              <w:t>Обеспечение прироста сельскохозяйственной продукции собственного производства в рамках приоритетных подотраслей агропромышленного комплекса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F123F9" w14:textId="77777777" w:rsidR="00C0135E" w:rsidRPr="007F4D0E" w:rsidRDefault="00C0135E" w:rsidP="00EC6513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7F4D0E">
              <w:rPr>
                <w:bCs/>
                <w:color w:val="000000"/>
                <w:sz w:val="24"/>
                <w:szCs w:val="24"/>
              </w:rPr>
              <w:t xml:space="preserve">11 1 01 </w:t>
            </w:r>
            <w:r w:rsidRPr="007F4D0E">
              <w:rPr>
                <w:bCs/>
                <w:color w:val="000000"/>
                <w:sz w:val="24"/>
                <w:szCs w:val="24"/>
                <w:lang w:val="en-US"/>
              </w:rPr>
              <w:t>R</w:t>
            </w:r>
            <w:r w:rsidRPr="007F4D0E">
              <w:rPr>
                <w:bCs/>
                <w:color w:val="000000"/>
                <w:sz w:val="24"/>
                <w:szCs w:val="24"/>
              </w:rPr>
              <w:t>5020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FDF23B" w14:textId="77777777" w:rsidR="00C0135E" w:rsidRPr="007F4D0E" w:rsidRDefault="00C0135E" w:rsidP="00EC6513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7F4D0E">
              <w:rPr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429521" w14:textId="35AEEECD" w:rsidR="00C0135E" w:rsidRPr="007F4D0E" w:rsidRDefault="007F4D0E" w:rsidP="00EC6513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7F4D0E">
              <w:rPr>
                <w:bCs/>
                <w:color w:val="000000"/>
                <w:sz w:val="24"/>
                <w:szCs w:val="24"/>
              </w:rPr>
              <w:t>1 863,1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5FE8B5" w14:textId="77777777" w:rsidR="00C0135E" w:rsidRPr="007F4D0E" w:rsidRDefault="00C0135E" w:rsidP="00EC6513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7F4D0E">
              <w:rPr>
                <w:bCs/>
                <w:color w:val="000000"/>
                <w:sz w:val="24"/>
                <w:szCs w:val="24"/>
              </w:rPr>
              <w:t>5 077,9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6F39CE" w14:textId="77777777" w:rsidR="00C0135E" w:rsidRPr="007F4D0E" w:rsidRDefault="00C0135E" w:rsidP="00EC6513">
            <w:pPr>
              <w:ind w:right="-102"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7F4D0E">
              <w:rPr>
                <w:bCs/>
                <w:color w:val="000000"/>
                <w:sz w:val="24"/>
                <w:szCs w:val="24"/>
              </w:rPr>
              <w:t>5 103,1</w:t>
            </w:r>
          </w:p>
        </w:tc>
      </w:tr>
      <w:tr w:rsidR="00C0135E" w:rsidRPr="00903C87" w14:paraId="630C1F85" w14:textId="77777777" w:rsidTr="00EC6513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94096" w14:textId="77777777" w:rsidR="00C0135E" w:rsidRPr="007F4D0E" w:rsidRDefault="00C0135E" w:rsidP="00EC6513">
            <w:pPr>
              <w:ind w:firstLine="0"/>
              <w:rPr>
                <w:color w:val="000000"/>
                <w:sz w:val="24"/>
                <w:szCs w:val="24"/>
              </w:rPr>
            </w:pPr>
            <w:r w:rsidRPr="007F4D0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DFC57B" w14:textId="77777777" w:rsidR="00C0135E" w:rsidRPr="007F4D0E" w:rsidRDefault="00C0135E" w:rsidP="00EC6513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7F4D0E">
              <w:rPr>
                <w:bCs/>
                <w:color w:val="000000"/>
                <w:sz w:val="24"/>
                <w:szCs w:val="24"/>
              </w:rPr>
              <w:t xml:space="preserve">11 1 01 </w:t>
            </w:r>
            <w:r w:rsidRPr="007F4D0E">
              <w:rPr>
                <w:bCs/>
                <w:color w:val="000000"/>
                <w:sz w:val="24"/>
                <w:szCs w:val="24"/>
                <w:lang w:val="en-US"/>
              </w:rPr>
              <w:t>R</w:t>
            </w:r>
            <w:r w:rsidRPr="007F4D0E">
              <w:rPr>
                <w:bCs/>
                <w:color w:val="000000"/>
                <w:sz w:val="24"/>
                <w:szCs w:val="24"/>
              </w:rPr>
              <w:t>5020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7C67D" w14:textId="77777777" w:rsidR="00C0135E" w:rsidRPr="007F4D0E" w:rsidRDefault="00C0135E" w:rsidP="00EC6513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7F4D0E">
              <w:rPr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769C33" w14:textId="79B1130D" w:rsidR="00C0135E" w:rsidRPr="007F4D0E" w:rsidRDefault="007F4D0E" w:rsidP="00EC6513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7F4D0E">
              <w:rPr>
                <w:bCs/>
                <w:color w:val="000000"/>
                <w:sz w:val="24"/>
                <w:szCs w:val="24"/>
              </w:rPr>
              <w:t>1 863,1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5334DA" w14:textId="77777777" w:rsidR="00C0135E" w:rsidRPr="007F4D0E" w:rsidRDefault="00C0135E" w:rsidP="00EC6513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7F4D0E">
              <w:rPr>
                <w:bCs/>
                <w:color w:val="000000"/>
                <w:sz w:val="24"/>
                <w:szCs w:val="24"/>
              </w:rPr>
              <w:t>5 077,9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1F97B6" w14:textId="77777777" w:rsidR="00C0135E" w:rsidRPr="007F4D0E" w:rsidRDefault="00C0135E" w:rsidP="00EC6513">
            <w:pPr>
              <w:ind w:right="-102"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7F4D0E">
              <w:rPr>
                <w:bCs/>
                <w:color w:val="000000"/>
                <w:sz w:val="24"/>
                <w:szCs w:val="24"/>
              </w:rPr>
              <w:t>5 103,1</w:t>
            </w:r>
          </w:p>
        </w:tc>
      </w:tr>
      <w:tr w:rsidR="00C0135E" w:rsidRPr="00903C87" w14:paraId="74D3C121" w14:textId="77777777" w:rsidTr="00EC6513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221BA3" w14:textId="77777777" w:rsidR="00C0135E" w:rsidRPr="00903C87" w:rsidRDefault="00C0135E" w:rsidP="00EC6513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7F4D0E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8B32C1" w14:textId="77777777" w:rsidR="00C0135E" w:rsidRPr="00903C87" w:rsidRDefault="00C0135E" w:rsidP="00EC651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26D73A" w14:textId="77777777" w:rsidR="00C0135E" w:rsidRPr="00903C87" w:rsidRDefault="00C0135E" w:rsidP="00EC651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1B9FFD" w14:textId="77777777" w:rsidR="00C0135E" w:rsidRPr="00903C87" w:rsidRDefault="00C0135E" w:rsidP="00EC651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D59789" w14:textId="77777777" w:rsidR="00C0135E" w:rsidRPr="00903C87" w:rsidRDefault="00C0135E" w:rsidP="00EC651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232875" w14:textId="77777777" w:rsidR="00C0135E" w:rsidRPr="00903C87" w:rsidRDefault="00C0135E" w:rsidP="00EC6513">
            <w:pPr>
              <w:ind w:right="-102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</w:tr>
      <w:tr w:rsidR="007F4D0E" w:rsidRPr="00903C87" w14:paraId="2D6E9E13" w14:textId="77777777" w:rsidTr="00EC6513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D077E" w14:textId="7FE122C4" w:rsidR="007F4D0E" w:rsidRPr="00903C87" w:rsidRDefault="007F4D0E" w:rsidP="007F4D0E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7F4D0E">
              <w:rPr>
                <w:color w:val="000000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55AFE" w14:textId="77777777" w:rsidR="007F4D0E" w:rsidRPr="00903C87" w:rsidRDefault="007F4D0E" w:rsidP="007F4D0E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50A389" w14:textId="77777777" w:rsidR="007F4D0E" w:rsidRPr="00903C87" w:rsidRDefault="007F4D0E" w:rsidP="007F4D0E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9E6968" w14:textId="3CF6DA6A" w:rsidR="007F4D0E" w:rsidRPr="007F4D0E" w:rsidRDefault="007F4D0E" w:rsidP="007F4D0E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7F4D0E">
              <w:rPr>
                <w:sz w:val="24"/>
                <w:szCs w:val="24"/>
              </w:rPr>
              <w:t>1 176,2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E7BD2" w14:textId="6525DBB0" w:rsidR="007F4D0E" w:rsidRPr="007F4D0E" w:rsidRDefault="007F4D0E" w:rsidP="007F4D0E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7F4D0E">
              <w:rPr>
                <w:sz w:val="24"/>
                <w:szCs w:val="24"/>
              </w:rPr>
              <w:t>3 569,4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102A1" w14:textId="7869DE34" w:rsidR="007F4D0E" w:rsidRPr="007F4D0E" w:rsidRDefault="007F4D0E" w:rsidP="007F4D0E">
            <w:pPr>
              <w:ind w:right="-102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7F4D0E">
              <w:rPr>
                <w:sz w:val="24"/>
                <w:szCs w:val="24"/>
              </w:rPr>
              <w:t>3 591,4</w:t>
            </w:r>
          </w:p>
        </w:tc>
      </w:tr>
      <w:tr w:rsidR="007F4D0E" w:rsidRPr="00903C87" w14:paraId="5B96E249" w14:textId="77777777" w:rsidTr="00EC6513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A50AC4" w14:textId="77777777" w:rsidR="007F4D0E" w:rsidRPr="007F4D0E" w:rsidRDefault="007F4D0E" w:rsidP="007F4D0E">
            <w:pPr>
              <w:ind w:firstLine="0"/>
              <w:rPr>
                <w:color w:val="000000"/>
                <w:sz w:val="24"/>
                <w:szCs w:val="24"/>
              </w:rPr>
            </w:pPr>
            <w:r w:rsidRPr="007F4D0E">
              <w:rPr>
                <w:color w:val="000000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9B041B" w14:textId="77777777" w:rsidR="007F4D0E" w:rsidRPr="00903C87" w:rsidRDefault="007F4D0E" w:rsidP="007F4D0E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F93FDF" w14:textId="77777777" w:rsidR="007F4D0E" w:rsidRPr="00903C87" w:rsidRDefault="007F4D0E" w:rsidP="007F4D0E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143377" w14:textId="5C4168D9" w:rsidR="007F4D0E" w:rsidRPr="007F4D0E" w:rsidRDefault="007F4D0E" w:rsidP="007F4D0E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7F4D0E">
              <w:rPr>
                <w:sz w:val="24"/>
                <w:szCs w:val="24"/>
              </w:rPr>
              <w:t>686,9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733D3" w14:textId="0A89E5B3" w:rsidR="007F4D0E" w:rsidRPr="007F4D0E" w:rsidRDefault="007F4D0E" w:rsidP="007F4D0E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7F4D0E">
              <w:rPr>
                <w:sz w:val="24"/>
                <w:szCs w:val="24"/>
              </w:rPr>
              <w:t>1 508,5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BE617" w14:textId="45DAFFDB" w:rsidR="007F4D0E" w:rsidRPr="007F4D0E" w:rsidRDefault="007F4D0E" w:rsidP="007F4D0E">
            <w:pPr>
              <w:ind w:right="-102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7F4D0E">
              <w:rPr>
                <w:sz w:val="24"/>
                <w:szCs w:val="24"/>
              </w:rPr>
              <w:t>1 511,7</w:t>
            </w:r>
          </w:p>
        </w:tc>
      </w:tr>
      <w:tr w:rsidR="00C0135E" w:rsidRPr="00903C87" w14:paraId="30483505" w14:textId="77777777" w:rsidTr="00EC6513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73F3DE" w14:textId="77777777" w:rsidR="00C0135E" w:rsidRPr="007F4D0E" w:rsidRDefault="00C0135E" w:rsidP="00EC6513">
            <w:pPr>
              <w:ind w:firstLine="0"/>
              <w:rPr>
                <w:color w:val="000000"/>
                <w:sz w:val="24"/>
                <w:szCs w:val="24"/>
              </w:rPr>
            </w:pPr>
            <w:r w:rsidRPr="007F4D0E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5F7452" w14:textId="77777777" w:rsidR="00C0135E" w:rsidRPr="00903C87" w:rsidRDefault="00C0135E" w:rsidP="00EC651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FE647B" w14:textId="77777777" w:rsidR="00C0135E" w:rsidRPr="00903C87" w:rsidRDefault="00C0135E" w:rsidP="00EC651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616B5E" w14:textId="77777777" w:rsidR="00C0135E" w:rsidRPr="00903C87" w:rsidRDefault="00C0135E" w:rsidP="00EC651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60E730" w14:textId="77777777" w:rsidR="00C0135E" w:rsidRPr="00903C87" w:rsidRDefault="00C0135E" w:rsidP="00EC651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9207F5" w14:textId="77777777" w:rsidR="00C0135E" w:rsidRPr="00903C87" w:rsidRDefault="00C0135E" w:rsidP="00EC6513">
            <w:pPr>
              <w:ind w:right="-102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</w:tr>
      <w:tr w:rsidR="00C0135E" w:rsidRPr="00903C87" w14:paraId="1905144A" w14:textId="77777777" w:rsidTr="00EC6513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26D3B0" w14:textId="77777777" w:rsidR="00C0135E" w:rsidRPr="007F4D0E" w:rsidRDefault="00C0135E" w:rsidP="00EC6513">
            <w:pPr>
              <w:ind w:firstLine="0"/>
              <w:rPr>
                <w:color w:val="000000"/>
                <w:sz w:val="24"/>
                <w:szCs w:val="24"/>
              </w:rPr>
            </w:pPr>
            <w:r w:rsidRPr="007F4D0E">
              <w:rPr>
                <w:color w:val="000000"/>
                <w:sz w:val="24"/>
                <w:szCs w:val="24"/>
              </w:rPr>
              <w:t>Возмещение части затрат, связанных с производством, реализацией и (или) отгрузкой на собственную переработку сельскохозяйственных культур по ставке на 1 гектар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3DCBB" w14:textId="77777777" w:rsidR="00C0135E" w:rsidRPr="007F4D0E" w:rsidRDefault="00C0135E" w:rsidP="00EC6513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87CAF4" w14:textId="77777777" w:rsidR="00C0135E" w:rsidRPr="007F4D0E" w:rsidRDefault="00C0135E" w:rsidP="00EC6513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7F4D0E">
              <w:rPr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819E06" w14:textId="4F866BC2" w:rsidR="00C0135E" w:rsidRPr="007F4D0E" w:rsidRDefault="007F4D0E" w:rsidP="00EC6513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7F4D0E">
              <w:rPr>
                <w:bCs/>
                <w:color w:val="000000"/>
                <w:sz w:val="24"/>
                <w:szCs w:val="24"/>
              </w:rPr>
              <w:t>1 469,5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982C89" w14:textId="77777777" w:rsidR="00C0135E" w:rsidRPr="007F4D0E" w:rsidRDefault="00C0135E" w:rsidP="00EC6513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7F4D0E">
              <w:rPr>
                <w:bCs/>
                <w:color w:val="000000"/>
                <w:sz w:val="24"/>
                <w:szCs w:val="24"/>
              </w:rPr>
              <w:t>1 454,5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F1743D" w14:textId="77777777" w:rsidR="00C0135E" w:rsidRPr="007F4D0E" w:rsidRDefault="00C0135E" w:rsidP="00EC6513">
            <w:pPr>
              <w:ind w:right="-102"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7F4D0E">
              <w:rPr>
                <w:bCs/>
                <w:color w:val="000000"/>
                <w:sz w:val="24"/>
                <w:szCs w:val="24"/>
              </w:rPr>
              <w:t>1 479,7</w:t>
            </w:r>
          </w:p>
        </w:tc>
      </w:tr>
      <w:tr w:rsidR="00C0135E" w:rsidRPr="00903C87" w14:paraId="640EF062" w14:textId="77777777" w:rsidTr="00EC6513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E82356" w14:textId="77777777" w:rsidR="00C0135E" w:rsidRPr="007F4D0E" w:rsidRDefault="00C0135E" w:rsidP="00EC6513">
            <w:pPr>
              <w:ind w:firstLine="0"/>
              <w:rPr>
                <w:color w:val="000000"/>
                <w:sz w:val="24"/>
                <w:szCs w:val="24"/>
              </w:rPr>
            </w:pPr>
            <w:r w:rsidRPr="007F4D0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A08CE2" w14:textId="77777777" w:rsidR="00C0135E" w:rsidRPr="007F4D0E" w:rsidRDefault="00C0135E" w:rsidP="00EC6513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4990A6" w14:textId="77777777" w:rsidR="00C0135E" w:rsidRPr="007F4D0E" w:rsidRDefault="00C0135E" w:rsidP="00EC6513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7F4D0E">
              <w:rPr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3EDBEA" w14:textId="2013BC02" w:rsidR="00C0135E" w:rsidRPr="007F4D0E" w:rsidRDefault="007F4D0E" w:rsidP="00EC6513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7F4D0E">
              <w:rPr>
                <w:bCs/>
                <w:color w:val="000000"/>
                <w:sz w:val="24"/>
                <w:szCs w:val="24"/>
              </w:rPr>
              <w:t>1 469,5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876EEA" w14:textId="77777777" w:rsidR="00C0135E" w:rsidRPr="007F4D0E" w:rsidRDefault="00C0135E" w:rsidP="00EC6513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7F4D0E">
              <w:rPr>
                <w:bCs/>
                <w:color w:val="000000"/>
                <w:sz w:val="24"/>
                <w:szCs w:val="24"/>
              </w:rPr>
              <w:t>1 454,5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6ACC5" w14:textId="77777777" w:rsidR="00C0135E" w:rsidRPr="007F4D0E" w:rsidRDefault="00C0135E" w:rsidP="00EC6513">
            <w:pPr>
              <w:ind w:right="-102"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7F4D0E">
              <w:rPr>
                <w:bCs/>
                <w:color w:val="000000"/>
                <w:sz w:val="24"/>
                <w:szCs w:val="24"/>
              </w:rPr>
              <w:t>1 479,7</w:t>
            </w:r>
          </w:p>
        </w:tc>
      </w:tr>
      <w:tr w:rsidR="00C0135E" w:rsidRPr="00903C87" w14:paraId="151A076F" w14:textId="77777777" w:rsidTr="00EC6513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28D251" w14:textId="77777777" w:rsidR="00C0135E" w:rsidRPr="007F4D0E" w:rsidRDefault="00C0135E" w:rsidP="00EC6513">
            <w:pPr>
              <w:ind w:firstLine="0"/>
              <w:rPr>
                <w:color w:val="000000"/>
                <w:sz w:val="24"/>
                <w:szCs w:val="24"/>
              </w:rPr>
            </w:pPr>
            <w:r w:rsidRPr="007F4D0E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94ACA" w14:textId="77777777" w:rsidR="00C0135E" w:rsidRPr="007F4D0E" w:rsidRDefault="00C0135E" w:rsidP="00EC6513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56E74C" w14:textId="77777777" w:rsidR="00C0135E" w:rsidRPr="007F4D0E" w:rsidRDefault="00C0135E" w:rsidP="00EC6513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F42620" w14:textId="77777777" w:rsidR="00C0135E" w:rsidRPr="007F4D0E" w:rsidRDefault="00C0135E" w:rsidP="00EC6513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677976" w14:textId="77777777" w:rsidR="00C0135E" w:rsidRPr="007F4D0E" w:rsidRDefault="00C0135E" w:rsidP="00EC6513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AB63A2" w14:textId="77777777" w:rsidR="00C0135E" w:rsidRPr="007F4D0E" w:rsidRDefault="00C0135E" w:rsidP="00EC6513">
            <w:pPr>
              <w:ind w:right="-102" w:firstLine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7F4D0E" w:rsidRPr="00903C87" w14:paraId="0BA7D6DD" w14:textId="77777777" w:rsidTr="00EC6513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DEFFC1" w14:textId="704C0E9D" w:rsidR="007F4D0E" w:rsidRPr="00903C87" w:rsidRDefault="007F4D0E" w:rsidP="007F4D0E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7F4D0E">
              <w:rPr>
                <w:color w:val="000000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067E9B" w14:textId="77777777" w:rsidR="007F4D0E" w:rsidRPr="00903C87" w:rsidRDefault="007F4D0E" w:rsidP="007F4D0E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33E4F0" w14:textId="77777777" w:rsidR="007F4D0E" w:rsidRPr="00903C87" w:rsidRDefault="007F4D0E" w:rsidP="007F4D0E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E2A2DB" w14:textId="361E6FBF" w:rsidR="007F4D0E" w:rsidRPr="007F4D0E" w:rsidRDefault="007F4D0E" w:rsidP="007F4D0E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7F4D0E">
              <w:rPr>
                <w:sz w:val="24"/>
                <w:szCs w:val="24"/>
              </w:rPr>
              <w:t>884,9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E72F8" w14:textId="48B1CEA0" w:rsidR="007F4D0E" w:rsidRPr="007F4D0E" w:rsidRDefault="007F4D0E" w:rsidP="007F4D0E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7F4D0E">
              <w:rPr>
                <w:sz w:val="24"/>
                <w:szCs w:val="24"/>
              </w:rPr>
              <w:t>815,6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DD4B8A" w14:textId="68509A9A" w:rsidR="007F4D0E" w:rsidRPr="007F4D0E" w:rsidRDefault="007F4D0E" w:rsidP="007F4D0E">
            <w:pPr>
              <w:ind w:right="-102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7F4D0E">
              <w:rPr>
                <w:sz w:val="24"/>
                <w:szCs w:val="24"/>
              </w:rPr>
              <w:t>837,6</w:t>
            </w:r>
          </w:p>
        </w:tc>
      </w:tr>
      <w:tr w:rsidR="007F4D0E" w:rsidRPr="00903C87" w14:paraId="339A299D" w14:textId="77777777" w:rsidTr="00EC6513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9BEF0A" w14:textId="77777777" w:rsidR="007F4D0E" w:rsidRPr="00903C87" w:rsidRDefault="007F4D0E" w:rsidP="007F4D0E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7F4D0E">
              <w:rPr>
                <w:color w:val="000000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E1192" w14:textId="77777777" w:rsidR="007F4D0E" w:rsidRPr="00903C87" w:rsidRDefault="007F4D0E" w:rsidP="007F4D0E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64FE0F" w14:textId="77777777" w:rsidR="007F4D0E" w:rsidRPr="00903C87" w:rsidRDefault="007F4D0E" w:rsidP="007F4D0E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734E22" w14:textId="1E8B8F39" w:rsidR="007F4D0E" w:rsidRPr="007F4D0E" w:rsidRDefault="007F4D0E" w:rsidP="007F4D0E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7F4D0E">
              <w:rPr>
                <w:sz w:val="24"/>
                <w:szCs w:val="24"/>
              </w:rPr>
              <w:t>584,6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9292C" w14:textId="5224FBB5" w:rsidR="007F4D0E" w:rsidRPr="007F4D0E" w:rsidRDefault="007F4D0E" w:rsidP="007F4D0E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7F4D0E">
              <w:rPr>
                <w:sz w:val="24"/>
                <w:szCs w:val="24"/>
              </w:rPr>
              <w:t>638,9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D4703" w14:textId="77873171" w:rsidR="007F4D0E" w:rsidRPr="007F4D0E" w:rsidRDefault="007F4D0E" w:rsidP="007F4D0E">
            <w:pPr>
              <w:ind w:right="-102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7F4D0E">
              <w:rPr>
                <w:sz w:val="24"/>
                <w:szCs w:val="24"/>
              </w:rPr>
              <w:t>642,1</w:t>
            </w:r>
          </w:p>
        </w:tc>
      </w:tr>
      <w:tr w:rsidR="00C0135E" w:rsidRPr="00903C87" w14:paraId="657EBFEF" w14:textId="77777777" w:rsidTr="00EC6513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3B38B0" w14:textId="77777777" w:rsidR="00C0135E" w:rsidRPr="007F4D0E" w:rsidRDefault="00C0135E" w:rsidP="00EC6513">
            <w:pPr>
              <w:ind w:firstLine="0"/>
              <w:rPr>
                <w:color w:val="000000"/>
                <w:sz w:val="24"/>
                <w:szCs w:val="24"/>
              </w:rPr>
            </w:pPr>
            <w:r w:rsidRPr="007F4D0E">
              <w:rPr>
                <w:color w:val="000000"/>
                <w:sz w:val="24"/>
                <w:szCs w:val="24"/>
              </w:rPr>
              <w:t>Возмещение части затрат, связанных с производством, реализацией и (или) отгрузкой на собственную переработку молока по ставке на 1 голову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FA8ACF" w14:textId="77777777" w:rsidR="00C0135E" w:rsidRPr="007F4D0E" w:rsidRDefault="00C0135E" w:rsidP="00EC6513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ABFCFF" w14:textId="77777777" w:rsidR="00C0135E" w:rsidRPr="007F4D0E" w:rsidRDefault="00C0135E" w:rsidP="00EC6513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7F4D0E">
              <w:rPr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15754A" w14:textId="24CCFB88" w:rsidR="00C0135E" w:rsidRPr="007F4D0E" w:rsidRDefault="007F4D0E" w:rsidP="00EC6513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7F4D0E">
              <w:rPr>
                <w:bCs/>
                <w:color w:val="000000"/>
                <w:sz w:val="24"/>
                <w:szCs w:val="24"/>
              </w:rPr>
              <w:t>393,6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4169A1" w14:textId="77777777" w:rsidR="00C0135E" w:rsidRPr="007F4D0E" w:rsidRDefault="00C0135E" w:rsidP="00EC6513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7F4D0E">
              <w:rPr>
                <w:bCs/>
                <w:color w:val="000000"/>
                <w:sz w:val="24"/>
                <w:szCs w:val="24"/>
              </w:rPr>
              <w:t>3 623,4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7E25D9" w14:textId="77777777" w:rsidR="00C0135E" w:rsidRPr="007F4D0E" w:rsidRDefault="00C0135E" w:rsidP="00EC6513">
            <w:pPr>
              <w:ind w:right="-102"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7F4D0E">
              <w:rPr>
                <w:bCs/>
                <w:color w:val="000000"/>
                <w:sz w:val="24"/>
                <w:szCs w:val="24"/>
              </w:rPr>
              <w:t>3 623,4</w:t>
            </w:r>
          </w:p>
        </w:tc>
      </w:tr>
      <w:tr w:rsidR="00C0135E" w:rsidRPr="00903C87" w14:paraId="252FD0D0" w14:textId="77777777" w:rsidTr="00EC6513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962650" w14:textId="77777777" w:rsidR="00C0135E" w:rsidRPr="007F4D0E" w:rsidRDefault="00C0135E" w:rsidP="00EC6513">
            <w:pPr>
              <w:ind w:firstLine="0"/>
              <w:rPr>
                <w:color w:val="000000"/>
                <w:sz w:val="24"/>
                <w:szCs w:val="24"/>
              </w:rPr>
            </w:pPr>
            <w:r w:rsidRPr="007F4D0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8B9E1" w14:textId="77777777" w:rsidR="00C0135E" w:rsidRPr="007F4D0E" w:rsidRDefault="00C0135E" w:rsidP="00EC6513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0FDF60" w14:textId="77777777" w:rsidR="00C0135E" w:rsidRPr="007F4D0E" w:rsidRDefault="00C0135E" w:rsidP="00EC6513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7F4D0E">
              <w:rPr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F962C7" w14:textId="3A90345F" w:rsidR="00C0135E" w:rsidRPr="007F4D0E" w:rsidRDefault="007F4D0E" w:rsidP="00EC6513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7F4D0E">
              <w:rPr>
                <w:bCs/>
                <w:color w:val="000000"/>
                <w:sz w:val="24"/>
                <w:szCs w:val="24"/>
              </w:rPr>
              <w:t>393,6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4F64A0" w14:textId="77777777" w:rsidR="00C0135E" w:rsidRPr="007F4D0E" w:rsidRDefault="00C0135E" w:rsidP="00EC6513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7F4D0E">
              <w:rPr>
                <w:bCs/>
                <w:color w:val="000000"/>
                <w:sz w:val="24"/>
                <w:szCs w:val="24"/>
              </w:rPr>
              <w:t>3 623,4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44389" w14:textId="77777777" w:rsidR="00C0135E" w:rsidRPr="007F4D0E" w:rsidRDefault="00C0135E" w:rsidP="00EC6513">
            <w:pPr>
              <w:ind w:right="-102"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7F4D0E">
              <w:rPr>
                <w:bCs/>
                <w:color w:val="000000"/>
                <w:sz w:val="24"/>
                <w:szCs w:val="24"/>
              </w:rPr>
              <w:t>3 623,4</w:t>
            </w:r>
          </w:p>
        </w:tc>
      </w:tr>
      <w:tr w:rsidR="00C0135E" w:rsidRPr="00903C87" w14:paraId="15C324AD" w14:textId="77777777" w:rsidTr="00EC6513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6A80B9" w14:textId="77777777" w:rsidR="00C0135E" w:rsidRPr="007F4D0E" w:rsidRDefault="00C0135E" w:rsidP="00EC6513">
            <w:pPr>
              <w:ind w:firstLine="0"/>
              <w:rPr>
                <w:color w:val="000000"/>
                <w:sz w:val="24"/>
                <w:szCs w:val="24"/>
              </w:rPr>
            </w:pPr>
            <w:r w:rsidRPr="007F4D0E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D905C9" w14:textId="77777777" w:rsidR="00C0135E" w:rsidRPr="007F4D0E" w:rsidRDefault="00C0135E" w:rsidP="00EC6513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FBBEC" w14:textId="77777777" w:rsidR="00C0135E" w:rsidRPr="007F4D0E" w:rsidRDefault="00C0135E" w:rsidP="00EC6513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9926A7" w14:textId="77777777" w:rsidR="00C0135E" w:rsidRPr="007F4D0E" w:rsidRDefault="00C0135E" w:rsidP="00EC6513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6C86F2" w14:textId="77777777" w:rsidR="00C0135E" w:rsidRPr="007F4D0E" w:rsidRDefault="00C0135E" w:rsidP="00EC6513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81C72F" w14:textId="77777777" w:rsidR="00C0135E" w:rsidRPr="007F4D0E" w:rsidRDefault="00C0135E" w:rsidP="00EC6513">
            <w:pPr>
              <w:ind w:right="-102" w:firstLine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7F4D0E" w:rsidRPr="00903C87" w14:paraId="5930B660" w14:textId="77777777" w:rsidTr="00EC6513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62C913" w14:textId="1101C5FC" w:rsidR="007F4D0E" w:rsidRPr="007F4D0E" w:rsidRDefault="007F4D0E" w:rsidP="007F4D0E">
            <w:pPr>
              <w:ind w:firstLine="0"/>
              <w:rPr>
                <w:color w:val="000000"/>
                <w:sz w:val="24"/>
                <w:szCs w:val="24"/>
              </w:rPr>
            </w:pPr>
            <w:r w:rsidRPr="007F4D0E">
              <w:rPr>
                <w:color w:val="000000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C8E200" w14:textId="77777777" w:rsidR="007F4D0E" w:rsidRPr="007F4D0E" w:rsidRDefault="007F4D0E" w:rsidP="007F4D0E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2FCD5" w14:textId="77777777" w:rsidR="007F4D0E" w:rsidRPr="007F4D0E" w:rsidRDefault="007F4D0E" w:rsidP="007F4D0E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FA4141" w14:textId="08CAB352" w:rsidR="007F4D0E" w:rsidRPr="007F4D0E" w:rsidRDefault="007F4D0E" w:rsidP="007F4D0E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7F4D0E">
              <w:rPr>
                <w:sz w:val="24"/>
                <w:szCs w:val="24"/>
              </w:rPr>
              <w:t>291,3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65E90" w14:textId="4120AC3B" w:rsidR="007F4D0E" w:rsidRPr="007F4D0E" w:rsidRDefault="007F4D0E" w:rsidP="007F4D0E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7F4D0E">
              <w:rPr>
                <w:sz w:val="24"/>
                <w:szCs w:val="24"/>
              </w:rPr>
              <w:t>2 753,8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68F35" w14:textId="40B37EA9" w:rsidR="007F4D0E" w:rsidRPr="007F4D0E" w:rsidRDefault="007F4D0E" w:rsidP="007F4D0E">
            <w:pPr>
              <w:ind w:right="-102"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7F4D0E">
              <w:rPr>
                <w:sz w:val="24"/>
                <w:szCs w:val="24"/>
              </w:rPr>
              <w:t>2753,8</w:t>
            </w:r>
          </w:p>
        </w:tc>
      </w:tr>
      <w:tr w:rsidR="007F4D0E" w:rsidRPr="00903C87" w14:paraId="664D7A2A" w14:textId="77777777" w:rsidTr="00EC6513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15DB6" w14:textId="00801ED5" w:rsidR="007F4D0E" w:rsidRPr="007F4D0E" w:rsidRDefault="007F4D0E" w:rsidP="007F4D0E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7F4D0E">
              <w:rPr>
                <w:sz w:val="24"/>
                <w:szCs w:val="24"/>
              </w:rPr>
              <w:t>Поддержка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152B5D" w14:textId="77777777" w:rsidR="007F4D0E" w:rsidRDefault="007F4D0E" w:rsidP="007F4D0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EDFAA9D" w14:textId="77777777" w:rsidR="007F4D0E" w:rsidRDefault="007F4D0E" w:rsidP="007F4D0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3D7851F" w14:textId="77777777" w:rsidR="007F4D0E" w:rsidRDefault="007F4D0E" w:rsidP="007F4D0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657DF7D" w14:textId="77777777" w:rsidR="007F4D0E" w:rsidRDefault="007F4D0E" w:rsidP="007F4D0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704EAFB" w14:textId="6E1AD485" w:rsidR="007F4D0E" w:rsidRPr="007F4D0E" w:rsidRDefault="007F4D0E" w:rsidP="007F4D0E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7F4D0E">
              <w:rPr>
                <w:sz w:val="24"/>
                <w:szCs w:val="24"/>
              </w:rPr>
              <w:t>11 1 01 R5080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4EF7F0" w14:textId="77777777" w:rsidR="007F4D0E" w:rsidRDefault="007F4D0E" w:rsidP="007F4D0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B8B70D5" w14:textId="77777777" w:rsidR="007F4D0E" w:rsidRDefault="007F4D0E" w:rsidP="007F4D0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2A4CCCC" w14:textId="77777777" w:rsidR="007F4D0E" w:rsidRDefault="007F4D0E" w:rsidP="007F4D0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0BEE595" w14:textId="77777777" w:rsidR="007F4D0E" w:rsidRDefault="007F4D0E" w:rsidP="007F4D0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2B76D30" w14:textId="67519B47" w:rsidR="007F4D0E" w:rsidRPr="007F4D0E" w:rsidRDefault="007F4D0E" w:rsidP="007F4D0E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7F4D0E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2C8FA9" w14:textId="77777777" w:rsidR="007F4D0E" w:rsidRDefault="007F4D0E" w:rsidP="007F4D0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4EC7292" w14:textId="77777777" w:rsidR="007F4D0E" w:rsidRDefault="007F4D0E" w:rsidP="007F4D0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D7937FC" w14:textId="77777777" w:rsidR="007F4D0E" w:rsidRDefault="007F4D0E" w:rsidP="007F4D0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4EE00B1" w14:textId="77777777" w:rsidR="007F4D0E" w:rsidRDefault="007F4D0E" w:rsidP="007F4D0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1E48148" w14:textId="7C505CE5" w:rsidR="007F4D0E" w:rsidRPr="00F133E3" w:rsidRDefault="00F133E3" w:rsidP="007F4D0E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6 908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0D769" w14:textId="77777777" w:rsidR="007F4D0E" w:rsidRDefault="007F4D0E" w:rsidP="007F4D0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5FB96FE" w14:textId="77777777" w:rsidR="007F4D0E" w:rsidRDefault="007F4D0E" w:rsidP="007F4D0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9AC2300" w14:textId="77777777" w:rsidR="007F4D0E" w:rsidRDefault="007F4D0E" w:rsidP="007F4D0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687462C" w14:textId="77777777" w:rsidR="007F4D0E" w:rsidRDefault="007F4D0E" w:rsidP="007F4D0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640A5DC" w14:textId="3BC7AEBC" w:rsidR="007F4D0E" w:rsidRPr="007F4D0E" w:rsidRDefault="007F4D0E" w:rsidP="007F4D0E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7F4D0E">
              <w:rPr>
                <w:sz w:val="24"/>
                <w:szCs w:val="24"/>
              </w:rPr>
              <w:t>7 240,7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6108B5" w14:textId="77777777" w:rsidR="007F4D0E" w:rsidRDefault="007F4D0E" w:rsidP="007F4D0E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23FF37B8" w14:textId="77777777" w:rsidR="007F4D0E" w:rsidRDefault="007F4D0E" w:rsidP="007F4D0E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2EEFEC5D" w14:textId="77777777" w:rsidR="007F4D0E" w:rsidRDefault="007F4D0E" w:rsidP="007F4D0E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79A06758" w14:textId="77777777" w:rsidR="007F4D0E" w:rsidRDefault="007F4D0E" w:rsidP="007F4D0E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5927C8C1" w14:textId="454B6CF9" w:rsidR="007F4D0E" w:rsidRPr="007F4D0E" w:rsidRDefault="007F4D0E" w:rsidP="007F4D0E">
            <w:pPr>
              <w:ind w:right="-102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7F4D0E">
              <w:rPr>
                <w:sz w:val="24"/>
                <w:szCs w:val="24"/>
              </w:rPr>
              <w:t>7 240,7</w:t>
            </w:r>
          </w:p>
        </w:tc>
      </w:tr>
      <w:tr w:rsidR="007F4D0E" w:rsidRPr="00903C87" w14:paraId="58C06CAB" w14:textId="77777777" w:rsidTr="00EC6513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54863B" w14:textId="5EC8A53A" w:rsidR="007F4D0E" w:rsidRPr="007F4D0E" w:rsidRDefault="007F4D0E" w:rsidP="007F4D0E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7F4D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AE71A1" w14:textId="52778AE5" w:rsidR="007F4D0E" w:rsidRPr="007F4D0E" w:rsidRDefault="007F4D0E" w:rsidP="007F4D0E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7F4D0E">
              <w:rPr>
                <w:sz w:val="24"/>
                <w:szCs w:val="24"/>
              </w:rPr>
              <w:t>11 1 01 R5080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4A126A" w14:textId="4F185173" w:rsidR="007F4D0E" w:rsidRPr="007F4D0E" w:rsidRDefault="007F4D0E" w:rsidP="007F4D0E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7F4D0E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B1600D" w14:textId="1594C9B2" w:rsidR="007F4D0E" w:rsidRPr="007F4D0E" w:rsidRDefault="007F4D0E" w:rsidP="007F4D0E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7F4D0E">
              <w:rPr>
                <w:sz w:val="24"/>
                <w:szCs w:val="24"/>
              </w:rPr>
              <w:t xml:space="preserve">6 </w:t>
            </w:r>
            <w:r w:rsidR="00F133E3">
              <w:rPr>
                <w:sz w:val="24"/>
                <w:szCs w:val="24"/>
              </w:rPr>
              <w:t>908</w:t>
            </w:r>
            <w:r w:rsidRPr="007F4D0E">
              <w:rPr>
                <w:sz w:val="24"/>
                <w:szCs w:val="24"/>
              </w:rPr>
              <w:t>,</w:t>
            </w:r>
            <w:r w:rsidR="00F133E3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E89CC" w14:textId="675055C0" w:rsidR="007F4D0E" w:rsidRPr="007F4D0E" w:rsidRDefault="007F4D0E" w:rsidP="007F4D0E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7F4D0E">
              <w:rPr>
                <w:sz w:val="24"/>
                <w:szCs w:val="24"/>
              </w:rPr>
              <w:t>7 240,7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91DFF" w14:textId="0FF69EF0" w:rsidR="007F4D0E" w:rsidRPr="007F4D0E" w:rsidRDefault="007F4D0E" w:rsidP="007F4D0E">
            <w:pPr>
              <w:ind w:right="-102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7F4D0E">
              <w:rPr>
                <w:sz w:val="24"/>
                <w:szCs w:val="24"/>
              </w:rPr>
              <w:t>7 240,7</w:t>
            </w:r>
          </w:p>
        </w:tc>
      </w:tr>
      <w:tr w:rsidR="007F4D0E" w:rsidRPr="00903C87" w14:paraId="050A7385" w14:textId="77777777" w:rsidTr="00EC6513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5BC54" w14:textId="7758DB52" w:rsidR="007F4D0E" w:rsidRPr="007F4D0E" w:rsidRDefault="007F4D0E" w:rsidP="007F4D0E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7F4D0E"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E6D084" w14:textId="6F1656D3" w:rsidR="007F4D0E" w:rsidRPr="007F4D0E" w:rsidRDefault="007F4D0E" w:rsidP="007F4D0E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D9FDF2" w14:textId="5ABBBB89" w:rsidR="007F4D0E" w:rsidRPr="007F4D0E" w:rsidRDefault="007F4D0E" w:rsidP="007F4D0E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EFE3EA" w14:textId="5E1B5C95" w:rsidR="007F4D0E" w:rsidRPr="007F4D0E" w:rsidRDefault="007F4D0E" w:rsidP="007F4D0E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075EED" w14:textId="72AC7BEE" w:rsidR="007F4D0E" w:rsidRPr="007F4D0E" w:rsidRDefault="007F4D0E" w:rsidP="007F4D0E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D1788C" w14:textId="3E0C2321" w:rsidR="007F4D0E" w:rsidRPr="007F4D0E" w:rsidRDefault="007F4D0E" w:rsidP="007F4D0E">
            <w:pPr>
              <w:ind w:right="-102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</w:tr>
      <w:tr w:rsidR="007F4D0E" w:rsidRPr="00903C87" w14:paraId="2E68E419" w14:textId="77777777" w:rsidTr="00EC6513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E74ED" w14:textId="26E2CDAE" w:rsidR="007F4D0E" w:rsidRPr="007F4D0E" w:rsidRDefault="007F4D0E" w:rsidP="007F4D0E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7F4D0E">
              <w:rPr>
                <w:sz w:val="24"/>
                <w:szCs w:val="24"/>
              </w:rPr>
              <w:lastRenderedPageBreak/>
              <w:t>средства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D8B078" w14:textId="45E6CBAB" w:rsidR="007F4D0E" w:rsidRPr="007F4D0E" w:rsidRDefault="007F4D0E" w:rsidP="007F4D0E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F6B58C" w14:textId="7AB326DC" w:rsidR="007F4D0E" w:rsidRPr="007F4D0E" w:rsidRDefault="007F4D0E" w:rsidP="007F4D0E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9FA06B" w14:textId="52AFD543" w:rsidR="007F4D0E" w:rsidRPr="007F4D0E" w:rsidRDefault="007F4D0E" w:rsidP="007F4D0E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7F4D0E">
              <w:rPr>
                <w:sz w:val="24"/>
                <w:szCs w:val="24"/>
              </w:rPr>
              <w:t>2 350,1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9D335" w14:textId="3E9546E7" w:rsidR="007F4D0E" w:rsidRPr="007F4D0E" w:rsidRDefault="007F4D0E" w:rsidP="007F4D0E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7F4D0E">
              <w:rPr>
                <w:sz w:val="24"/>
                <w:szCs w:val="24"/>
              </w:rPr>
              <w:t>2 223,3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863C8" w14:textId="7FCDE468" w:rsidR="007F4D0E" w:rsidRPr="007F4D0E" w:rsidRDefault="007F4D0E" w:rsidP="007F4D0E">
            <w:pPr>
              <w:ind w:right="-102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7F4D0E">
              <w:rPr>
                <w:sz w:val="24"/>
                <w:szCs w:val="24"/>
              </w:rPr>
              <w:t>2 223,3</w:t>
            </w:r>
          </w:p>
        </w:tc>
      </w:tr>
      <w:tr w:rsidR="007F4D0E" w:rsidRPr="00903C87" w14:paraId="221D31FD" w14:textId="77777777" w:rsidTr="00EC6513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3510D" w14:textId="65F94D79" w:rsidR="007F4D0E" w:rsidRPr="007F4D0E" w:rsidRDefault="007F4D0E" w:rsidP="007F4D0E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7F4D0E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91B84" w14:textId="4B5C2FB5" w:rsidR="007F4D0E" w:rsidRPr="007F4D0E" w:rsidRDefault="007F4D0E" w:rsidP="007F4D0E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B16ED9" w14:textId="4B710F13" w:rsidR="007F4D0E" w:rsidRPr="007F4D0E" w:rsidRDefault="007F4D0E" w:rsidP="007F4D0E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F630C8" w14:textId="1B59BD5E" w:rsidR="007F4D0E" w:rsidRPr="007F4D0E" w:rsidRDefault="007F4D0E" w:rsidP="007F4D0E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7F4D0E">
              <w:rPr>
                <w:sz w:val="24"/>
                <w:szCs w:val="24"/>
              </w:rPr>
              <w:t>4</w:t>
            </w:r>
            <w:r w:rsidR="00F133E3">
              <w:rPr>
                <w:sz w:val="24"/>
                <w:szCs w:val="24"/>
              </w:rPr>
              <w:t> 558,7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A3A1A" w14:textId="25E8BA2A" w:rsidR="007F4D0E" w:rsidRPr="007F4D0E" w:rsidRDefault="007F4D0E" w:rsidP="007F4D0E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7F4D0E">
              <w:rPr>
                <w:sz w:val="24"/>
                <w:szCs w:val="24"/>
              </w:rPr>
              <w:t>5 017,4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3E24A" w14:textId="6C3AA4BD" w:rsidR="007F4D0E" w:rsidRPr="007F4D0E" w:rsidRDefault="007F4D0E" w:rsidP="007F4D0E">
            <w:pPr>
              <w:ind w:right="-102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7F4D0E">
              <w:rPr>
                <w:sz w:val="24"/>
                <w:szCs w:val="24"/>
              </w:rPr>
              <w:t>5 017,4</w:t>
            </w:r>
          </w:p>
        </w:tc>
      </w:tr>
      <w:tr w:rsidR="007F4D0E" w:rsidRPr="00903C87" w14:paraId="18B6B127" w14:textId="77777777" w:rsidTr="00EC6513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57A90" w14:textId="54C75532" w:rsidR="007F4D0E" w:rsidRPr="007F4D0E" w:rsidRDefault="007F4D0E" w:rsidP="007F4D0E">
            <w:pPr>
              <w:ind w:firstLine="0"/>
              <w:rPr>
                <w:sz w:val="24"/>
                <w:szCs w:val="24"/>
              </w:rPr>
            </w:pPr>
            <w:r w:rsidRPr="007F4D0E"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BBCB64" w14:textId="77777777" w:rsidR="007F4D0E" w:rsidRPr="007F4D0E" w:rsidRDefault="007F4D0E" w:rsidP="007F4D0E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69671" w14:textId="77777777" w:rsidR="007F4D0E" w:rsidRPr="007F4D0E" w:rsidRDefault="007F4D0E" w:rsidP="007F4D0E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764218" w14:textId="77777777" w:rsidR="007F4D0E" w:rsidRPr="007F4D0E" w:rsidRDefault="007F4D0E" w:rsidP="007F4D0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272C6" w14:textId="77777777" w:rsidR="007F4D0E" w:rsidRPr="007F4D0E" w:rsidRDefault="007F4D0E" w:rsidP="007F4D0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A10E3" w14:textId="77777777" w:rsidR="007F4D0E" w:rsidRPr="007F4D0E" w:rsidRDefault="007F4D0E" w:rsidP="007F4D0E">
            <w:pPr>
              <w:ind w:right="-102" w:firstLine="0"/>
              <w:jc w:val="center"/>
              <w:rPr>
                <w:sz w:val="24"/>
                <w:szCs w:val="24"/>
              </w:rPr>
            </w:pPr>
          </w:p>
        </w:tc>
      </w:tr>
      <w:tr w:rsidR="00D20A7C" w:rsidRPr="00903C87" w14:paraId="2F53BFE2" w14:textId="77777777" w:rsidTr="00EC6513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B1D32" w14:textId="7E1C316F" w:rsidR="00D20A7C" w:rsidRPr="007F4D0E" w:rsidRDefault="00D20A7C" w:rsidP="00D20A7C">
            <w:pPr>
              <w:ind w:firstLine="0"/>
              <w:rPr>
                <w:sz w:val="24"/>
                <w:szCs w:val="24"/>
              </w:rPr>
            </w:pPr>
            <w:r w:rsidRPr="007F4D0E">
              <w:rPr>
                <w:sz w:val="24"/>
                <w:szCs w:val="24"/>
              </w:rPr>
              <w:t>Возмещение части затрат на приобретение элитных семян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6BC847" w14:textId="77777777" w:rsidR="00D20A7C" w:rsidRPr="007F4D0E" w:rsidRDefault="00D20A7C" w:rsidP="00D20A7C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0336F7" w14:textId="77777777" w:rsidR="00D20A7C" w:rsidRDefault="00D20A7C" w:rsidP="00D20A7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AEF1FB6" w14:textId="1B52729A" w:rsidR="00D20A7C" w:rsidRPr="007F4D0E" w:rsidRDefault="00D20A7C" w:rsidP="00D20A7C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7F4D0E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7481DC" w14:textId="77777777" w:rsidR="00D20A7C" w:rsidRDefault="00D20A7C" w:rsidP="00D20A7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2A073BD" w14:textId="77015DB3" w:rsidR="00D20A7C" w:rsidRPr="00D20A7C" w:rsidRDefault="00D20A7C" w:rsidP="00D20A7C">
            <w:pPr>
              <w:ind w:firstLine="0"/>
              <w:jc w:val="center"/>
              <w:rPr>
                <w:sz w:val="24"/>
                <w:szCs w:val="24"/>
              </w:rPr>
            </w:pPr>
            <w:r w:rsidRPr="00D20A7C">
              <w:rPr>
                <w:sz w:val="24"/>
                <w:szCs w:val="24"/>
              </w:rPr>
              <w:t>622,5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10C8E" w14:textId="77777777" w:rsidR="00D20A7C" w:rsidRDefault="00D20A7C" w:rsidP="00D20A7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08505B4" w14:textId="32A682B4" w:rsidR="00D20A7C" w:rsidRPr="00D20A7C" w:rsidRDefault="00D20A7C" w:rsidP="00D20A7C">
            <w:pPr>
              <w:ind w:firstLine="0"/>
              <w:jc w:val="center"/>
              <w:rPr>
                <w:sz w:val="24"/>
                <w:szCs w:val="24"/>
              </w:rPr>
            </w:pPr>
            <w:r w:rsidRPr="00D20A7C">
              <w:rPr>
                <w:sz w:val="24"/>
                <w:szCs w:val="24"/>
              </w:rPr>
              <w:t>666,7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7C62F" w14:textId="77777777" w:rsidR="00D20A7C" w:rsidRDefault="00D20A7C" w:rsidP="00D20A7C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3A38C7BF" w14:textId="127B8346" w:rsidR="00D20A7C" w:rsidRPr="00D20A7C" w:rsidRDefault="00D20A7C" w:rsidP="00D20A7C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D20A7C">
              <w:rPr>
                <w:sz w:val="24"/>
                <w:szCs w:val="24"/>
              </w:rPr>
              <w:t>666,7</w:t>
            </w:r>
          </w:p>
        </w:tc>
      </w:tr>
      <w:tr w:rsidR="00D20A7C" w:rsidRPr="00903C87" w14:paraId="0A0A36F6" w14:textId="77777777" w:rsidTr="00EC6513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6F318" w14:textId="1AA15A1A" w:rsidR="00D20A7C" w:rsidRPr="007F4D0E" w:rsidRDefault="00D20A7C" w:rsidP="00D20A7C">
            <w:pPr>
              <w:ind w:firstLine="0"/>
              <w:rPr>
                <w:sz w:val="24"/>
                <w:szCs w:val="24"/>
              </w:rPr>
            </w:pPr>
            <w:r w:rsidRPr="007F4D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8B5F7" w14:textId="77777777" w:rsidR="00D20A7C" w:rsidRPr="007F4D0E" w:rsidRDefault="00D20A7C" w:rsidP="00D20A7C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897AD4" w14:textId="05B7A0B2" w:rsidR="00D20A7C" w:rsidRPr="007F4D0E" w:rsidRDefault="00D20A7C" w:rsidP="00D20A7C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7F4D0E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39F667" w14:textId="03FC74EF" w:rsidR="00D20A7C" w:rsidRPr="00D20A7C" w:rsidRDefault="00D20A7C" w:rsidP="00D20A7C">
            <w:pPr>
              <w:ind w:firstLine="0"/>
              <w:jc w:val="center"/>
              <w:rPr>
                <w:sz w:val="24"/>
                <w:szCs w:val="24"/>
              </w:rPr>
            </w:pPr>
            <w:r w:rsidRPr="00D20A7C">
              <w:rPr>
                <w:sz w:val="24"/>
                <w:szCs w:val="24"/>
              </w:rPr>
              <w:t>622,5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AE89A8" w14:textId="071EA276" w:rsidR="00D20A7C" w:rsidRPr="00D20A7C" w:rsidRDefault="00D20A7C" w:rsidP="00D20A7C">
            <w:pPr>
              <w:ind w:firstLine="0"/>
              <w:jc w:val="center"/>
              <w:rPr>
                <w:sz w:val="24"/>
                <w:szCs w:val="24"/>
              </w:rPr>
            </w:pPr>
            <w:r w:rsidRPr="00D20A7C">
              <w:rPr>
                <w:sz w:val="24"/>
                <w:szCs w:val="24"/>
              </w:rPr>
              <w:t>666,7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3F3BB" w14:textId="3D4B2DBB" w:rsidR="00D20A7C" w:rsidRPr="00D20A7C" w:rsidRDefault="00D20A7C" w:rsidP="00D20A7C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D20A7C">
              <w:rPr>
                <w:sz w:val="24"/>
                <w:szCs w:val="24"/>
              </w:rPr>
              <w:t>666,7</w:t>
            </w:r>
          </w:p>
        </w:tc>
      </w:tr>
      <w:tr w:rsidR="00D20A7C" w:rsidRPr="00903C87" w14:paraId="7535B4B1" w14:textId="77777777" w:rsidTr="00EC6513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FFE9F" w14:textId="3B0A44C7" w:rsidR="00D20A7C" w:rsidRPr="007F4D0E" w:rsidRDefault="00D20A7C" w:rsidP="00D20A7C">
            <w:pPr>
              <w:ind w:firstLine="0"/>
              <w:rPr>
                <w:sz w:val="24"/>
                <w:szCs w:val="24"/>
              </w:rPr>
            </w:pPr>
            <w:r w:rsidRPr="007F4D0E"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680CA1" w14:textId="77777777" w:rsidR="00D20A7C" w:rsidRPr="007F4D0E" w:rsidRDefault="00D20A7C" w:rsidP="00D20A7C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B9417F" w14:textId="77777777" w:rsidR="00D20A7C" w:rsidRPr="007F4D0E" w:rsidRDefault="00D20A7C" w:rsidP="00D20A7C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128A23" w14:textId="77777777" w:rsidR="00D20A7C" w:rsidRPr="00D20A7C" w:rsidRDefault="00D20A7C" w:rsidP="00D20A7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A5B39" w14:textId="77777777" w:rsidR="00D20A7C" w:rsidRPr="00D20A7C" w:rsidRDefault="00D20A7C" w:rsidP="00D20A7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A72DF" w14:textId="77777777" w:rsidR="00D20A7C" w:rsidRPr="00D20A7C" w:rsidRDefault="00D20A7C" w:rsidP="00D20A7C">
            <w:pPr>
              <w:ind w:right="-102" w:firstLine="0"/>
              <w:jc w:val="center"/>
              <w:rPr>
                <w:sz w:val="24"/>
                <w:szCs w:val="24"/>
              </w:rPr>
            </w:pPr>
          </w:p>
        </w:tc>
      </w:tr>
      <w:tr w:rsidR="00D20A7C" w:rsidRPr="00903C87" w14:paraId="3E137B4B" w14:textId="77777777" w:rsidTr="00EC6513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1E8C8" w14:textId="13FD5C04" w:rsidR="00D20A7C" w:rsidRPr="007F4D0E" w:rsidRDefault="00D20A7C" w:rsidP="00D20A7C">
            <w:pPr>
              <w:ind w:firstLine="0"/>
              <w:rPr>
                <w:sz w:val="24"/>
                <w:szCs w:val="24"/>
              </w:rPr>
            </w:pPr>
            <w:r w:rsidRPr="007F4D0E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2C0B82" w14:textId="77777777" w:rsidR="00D20A7C" w:rsidRPr="007F4D0E" w:rsidRDefault="00D20A7C" w:rsidP="00D20A7C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C265AC" w14:textId="77777777" w:rsidR="00D20A7C" w:rsidRPr="007F4D0E" w:rsidRDefault="00D20A7C" w:rsidP="00D20A7C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C36375" w14:textId="082646DD" w:rsidR="00D20A7C" w:rsidRPr="00D20A7C" w:rsidRDefault="00D20A7C" w:rsidP="00D20A7C">
            <w:pPr>
              <w:ind w:firstLine="0"/>
              <w:jc w:val="center"/>
              <w:rPr>
                <w:sz w:val="24"/>
                <w:szCs w:val="24"/>
              </w:rPr>
            </w:pPr>
            <w:r w:rsidRPr="00D20A7C">
              <w:rPr>
                <w:sz w:val="24"/>
                <w:szCs w:val="24"/>
              </w:rPr>
              <w:t>281,2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B4F88" w14:textId="3F793D4A" w:rsidR="00D20A7C" w:rsidRPr="00D20A7C" w:rsidRDefault="00D20A7C" w:rsidP="00D20A7C">
            <w:pPr>
              <w:ind w:firstLine="0"/>
              <w:jc w:val="center"/>
              <w:rPr>
                <w:sz w:val="24"/>
                <w:szCs w:val="24"/>
              </w:rPr>
            </w:pPr>
            <w:r w:rsidRPr="00D20A7C">
              <w:rPr>
                <w:sz w:val="24"/>
                <w:szCs w:val="24"/>
              </w:rPr>
              <w:t>352,7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6C795" w14:textId="293111C8" w:rsidR="00D20A7C" w:rsidRPr="00D20A7C" w:rsidRDefault="00D20A7C" w:rsidP="00D20A7C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D20A7C">
              <w:rPr>
                <w:sz w:val="24"/>
                <w:szCs w:val="24"/>
              </w:rPr>
              <w:t>352,7</w:t>
            </w:r>
          </w:p>
        </w:tc>
      </w:tr>
      <w:tr w:rsidR="00D20A7C" w:rsidRPr="00903C87" w14:paraId="1B506626" w14:textId="77777777" w:rsidTr="00EC6513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DAFC3" w14:textId="79BFB122" w:rsidR="00D20A7C" w:rsidRPr="007F4D0E" w:rsidRDefault="00D20A7C" w:rsidP="00D20A7C">
            <w:pPr>
              <w:ind w:firstLine="0"/>
              <w:rPr>
                <w:sz w:val="24"/>
                <w:szCs w:val="24"/>
              </w:rPr>
            </w:pPr>
            <w:r w:rsidRPr="007F4D0E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C7233" w14:textId="77777777" w:rsidR="00D20A7C" w:rsidRPr="007F4D0E" w:rsidRDefault="00D20A7C" w:rsidP="00D20A7C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B60EBA" w14:textId="77777777" w:rsidR="00D20A7C" w:rsidRPr="007F4D0E" w:rsidRDefault="00D20A7C" w:rsidP="00D20A7C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5FED9B" w14:textId="5A83ED96" w:rsidR="00D20A7C" w:rsidRPr="00D20A7C" w:rsidRDefault="00D20A7C" w:rsidP="00D20A7C">
            <w:pPr>
              <w:ind w:firstLine="0"/>
              <w:jc w:val="center"/>
              <w:rPr>
                <w:sz w:val="24"/>
                <w:szCs w:val="24"/>
              </w:rPr>
            </w:pPr>
            <w:r w:rsidRPr="00D20A7C">
              <w:rPr>
                <w:sz w:val="24"/>
                <w:szCs w:val="24"/>
              </w:rPr>
              <w:t>341,3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B2CDA" w14:textId="123E7BB8" w:rsidR="00D20A7C" w:rsidRPr="00D20A7C" w:rsidRDefault="00D20A7C" w:rsidP="00D20A7C">
            <w:pPr>
              <w:ind w:firstLine="0"/>
              <w:jc w:val="center"/>
              <w:rPr>
                <w:sz w:val="24"/>
                <w:szCs w:val="24"/>
              </w:rPr>
            </w:pPr>
            <w:r w:rsidRPr="00D20A7C">
              <w:rPr>
                <w:sz w:val="24"/>
                <w:szCs w:val="24"/>
              </w:rPr>
              <w:t>314,0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45CFE" w14:textId="021D0EB9" w:rsidR="00D20A7C" w:rsidRPr="00D20A7C" w:rsidRDefault="00D20A7C" w:rsidP="00D20A7C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D20A7C">
              <w:rPr>
                <w:sz w:val="24"/>
                <w:szCs w:val="24"/>
              </w:rPr>
              <w:t>314</w:t>
            </w:r>
          </w:p>
        </w:tc>
      </w:tr>
      <w:tr w:rsidR="00D20A7C" w:rsidRPr="00903C87" w14:paraId="2889A7ED" w14:textId="77777777" w:rsidTr="00EC6513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97E7C" w14:textId="49FB6195" w:rsidR="00D20A7C" w:rsidRPr="007F4D0E" w:rsidRDefault="00D20A7C" w:rsidP="00D20A7C">
            <w:pPr>
              <w:ind w:firstLine="0"/>
              <w:rPr>
                <w:sz w:val="24"/>
                <w:szCs w:val="24"/>
              </w:rPr>
            </w:pPr>
            <w:r w:rsidRPr="007F4D0E">
              <w:rPr>
                <w:sz w:val="24"/>
                <w:szCs w:val="24"/>
              </w:rPr>
              <w:t>Возмещение части затрат на поддержку собственного производства молока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62A53" w14:textId="77777777" w:rsidR="00D20A7C" w:rsidRPr="007F4D0E" w:rsidRDefault="00D20A7C" w:rsidP="00D20A7C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C1B295" w14:textId="77777777" w:rsidR="00D20A7C" w:rsidRDefault="00D20A7C" w:rsidP="00D20A7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ED05D2D" w14:textId="77777777" w:rsidR="00D20A7C" w:rsidRDefault="00D20A7C" w:rsidP="00D20A7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7926C60" w14:textId="6DECC1B6" w:rsidR="00D20A7C" w:rsidRPr="007F4D0E" w:rsidRDefault="00D20A7C" w:rsidP="00D20A7C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7F4D0E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AB468C" w14:textId="77777777" w:rsidR="00D20A7C" w:rsidRDefault="00D20A7C" w:rsidP="00D20A7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609819E" w14:textId="77777777" w:rsidR="00D20A7C" w:rsidRDefault="00D20A7C" w:rsidP="00D20A7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545786" w14:textId="07BE2E79" w:rsidR="00D20A7C" w:rsidRPr="00D20A7C" w:rsidRDefault="00D20A7C" w:rsidP="00D20A7C">
            <w:pPr>
              <w:ind w:firstLine="0"/>
              <w:jc w:val="center"/>
              <w:rPr>
                <w:sz w:val="24"/>
                <w:szCs w:val="24"/>
              </w:rPr>
            </w:pPr>
            <w:r w:rsidRPr="00D20A7C">
              <w:rPr>
                <w:sz w:val="24"/>
                <w:szCs w:val="24"/>
              </w:rPr>
              <w:t>6 162,5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CCA5A" w14:textId="77777777" w:rsidR="00D20A7C" w:rsidRDefault="00D20A7C" w:rsidP="00D20A7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E4A97FB" w14:textId="77777777" w:rsidR="00D20A7C" w:rsidRDefault="00D20A7C" w:rsidP="00D20A7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9AE7D1A" w14:textId="79BBA234" w:rsidR="00D20A7C" w:rsidRPr="00D20A7C" w:rsidRDefault="00D20A7C" w:rsidP="00D20A7C">
            <w:pPr>
              <w:ind w:firstLine="0"/>
              <w:jc w:val="center"/>
              <w:rPr>
                <w:sz w:val="24"/>
                <w:szCs w:val="24"/>
              </w:rPr>
            </w:pPr>
            <w:r w:rsidRPr="00D20A7C">
              <w:rPr>
                <w:sz w:val="24"/>
                <w:szCs w:val="24"/>
              </w:rPr>
              <w:t>6 212,0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881DB" w14:textId="77777777" w:rsidR="00D20A7C" w:rsidRDefault="00D20A7C" w:rsidP="00D20A7C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5AC44575" w14:textId="77777777" w:rsidR="00D20A7C" w:rsidRDefault="00D20A7C" w:rsidP="00D20A7C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5602126C" w14:textId="003A61BD" w:rsidR="00D20A7C" w:rsidRPr="00D20A7C" w:rsidRDefault="00D20A7C" w:rsidP="00D20A7C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D20A7C">
              <w:rPr>
                <w:sz w:val="24"/>
                <w:szCs w:val="24"/>
              </w:rPr>
              <w:t>6 212,0</w:t>
            </w:r>
          </w:p>
        </w:tc>
      </w:tr>
      <w:tr w:rsidR="00D20A7C" w:rsidRPr="00903C87" w14:paraId="0D209EC8" w14:textId="77777777" w:rsidTr="00EC6513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BE592" w14:textId="4BDB7143" w:rsidR="00D20A7C" w:rsidRPr="007F4D0E" w:rsidRDefault="00D20A7C" w:rsidP="00D20A7C">
            <w:pPr>
              <w:ind w:firstLine="0"/>
              <w:rPr>
                <w:sz w:val="24"/>
                <w:szCs w:val="24"/>
              </w:rPr>
            </w:pPr>
            <w:r w:rsidRPr="007F4D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A2EDE7" w14:textId="77777777" w:rsidR="00D20A7C" w:rsidRPr="007F4D0E" w:rsidRDefault="00D20A7C" w:rsidP="00D20A7C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8D84EB" w14:textId="774FE527" w:rsidR="00D20A7C" w:rsidRPr="007F4D0E" w:rsidRDefault="00D20A7C" w:rsidP="00D20A7C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7F4D0E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310896" w14:textId="4E5C3F07" w:rsidR="00D20A7C" w:rsidRPr="00D20A7C" w:rsidRDefault="00D20A7C" w:rsidP="00D20A7C">
            <w:pPr>
              <w:ind w:firstLine="0"/>
              <w:jc w:val="center"/>
              <w:rPr>
                <w:sz w:val="24"/>
                <w:szCs w:val="24"/>
              </w:rPr>
            </w:pPr>
            <w:r w:rsidRPr="00D20A7C">
              <w:rPr>
                <w:sz w:val="24"/>
                <w:szCs w:val="24"/>
              </w:rPr>
              <w:t>6 162,5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31478" w14:textId="43EADFA3" w:rsidR="00D20A7C" w:rsidRPr="00D20A7C" w:rsidRDefault="00D20A7C" w:rsidP="00D20A7C">
            <w:pPr>
              <w:ind w:firstLine="0"/>
              <w:jc w:val="center"/>
              <w:rPr>
                <w:sz w:val="24"/>
                <w:szCs w:val="24"/>
              </w:rPr>
            </w:pPr>
            <w:r w:rsidRPr="00D20A7C">
              <w:rPr>
                <w:sz w:val="24"/>
                <w:szCs w:val="24"/>
              </w:rPr>
              <w:t>6 212,0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51F5A" w14:textId="24923FDE" w:rsidR="00D20A7C" w:rsidRPr="00D20A7C" w:rsidRDefault="00D20A7C" w:rsidP="00D20A7C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D20A7C">
              <w:rPr>
                <w:sz w:val="24"/>
                <w:szCs w:val="24"/>
              </w:rPr>
              <w:t>6 212,0</w:t>
            </w:r>
          </w:p>
        </w:tc>
      </w:tr>
      <w:tr w:rsidR="00D20A7C" w:rsidRPr="00903C87" w14:paraId="33DC156B" w14:textId="77777777" w:rsidTr="00EC6513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82577" w14:textId="3C94F2E7" w:rsidR="00D20A7C" w:rsidRPr="007F4D0E" w:rsidRDefault="00D20A7C" w:rsidP="00D20A7C">
            <w:pPr>
              <w:ind w:firstLine="0"/>
              <w:rPr>
                <w:sz w:val="24"/>
                <w:szCs w:val="24"/>
              </w:rPr>
            </w:pPr>
            <w:r w:rsidRPr="007F4D0E"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212A9" w14:textId="77777777" w:rsidR="00D20A7C" w:rsidRPr="007F4D0E" w:rsidRDefault="00D20A7C" w:rsidP="00D20A7C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D29B5C" w14:textId="77777777" w:rsidR="00D20A7C" w:rsidRPr="007F4D0E" w:rsidRDefault="00D20A7C" w:rsidP="00D20A7C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9EFA95" w14:textId="77777777" w:rsidR="00D20A7C" w:rsidRPr="00D20A7C" w:rsidRDefault="00D20A7C" w:rsidP="00D20A7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FFD7A7" w14:textId="77777777" w:rsidR="00D20A7C" w:rsidRPr="00D20A7C" w:rsidRDefault="00D20A7C" w:rsidP="00D20A7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12458" w14:textId="77777777" w:rsidR="00D20A7C" w:rsidRPr="00D20A7C" w:rsidRDefault="00D20A7C" w:rsidP="00D20A7C">
            <w:pPr>
              <w:ind w:right="-102" w:firstLine="0"/>
              <w:jc w:val="center"/>
              <w:rPr>
                <w:sz w:val="24"/>
                <w:szCs w:val="24"/>
              </w:rPr>
            </w:pPr>
          </w:p>
        </w:tc>
      </w:tr>
      <w:tr w:rsidR="00D20A7C" w:rsidRPr="00903C87" w14:paraId="3FD5D900" w14:textId="77777777" w:rsidTr="00EC6513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E6E5C" w14:textId="39376069" w:rsidR="00D20A7C" w:rsidRPr="007F4D0E" w:rsidRDefault="00D20A7C" w:rsidP="00D20A7C">
            <w:pPr>
              <w:ind w:firstLine="0"/>
              <w:rPr>
                <w:sz w:val="24"/>
                <w:szCs w:val="24"/>
              </w:rPr>
            </w:pPr>
            <w:r w:rsidRPr="007F4D0E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4C73A6" w14:textId="77777777" w:rsidR="00D20A7C" w:rsidRPr="007F4D0E" w:rsidRDefault="00D20A7C" w:rsidP="00D20A7C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FD71EF" w14:textId="77777777" w:rsidR="00D20A7C" w:rsidRPr="007F4D0E" w:rsidRDefault="00D20A7C" w:rsidP="00D20A7C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08B45E" w14:textId="19A8DE59" w:rsidR="00D20A7C" w:rsidRPr="00D20A7C" w:rsidRDefault="00D20A7C" w:rsidP="00D20A7C">
            <w:pPr>
              <w:ind w:firstLine="0"/>
              <w:jc w:val="center"/>
              <w:rPr>
                <w:sz w:val="24"/>
                <w:szCs w:val="24"/>
              </w:rPr>
            </w:pPr>
            <w:r w:rsidRPr="00D20A7C">
              <w:rPr>
                <w:sz w:val="24"/>
                <w:szCs w:val="24"/>
              </w:rPr>
              <w:t>2 068,9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C4C1F" w14:textId="7E66C6BB" w:rsidR="00D20A7C" w:rsidRPr="00D20A7C" w:rsidRDefault="00D20A7C" w:rsidP="00D20A7C">
            <w:pPr>
              <w:ind w:firstLine="0"/>
              <w:jc w:val="center"/>
              <w:rPr>
                <w:sz w:val="24"/>
                <w:szCs w:val="24"/>
              </w:rPr>
            </w:pPr>
            <w:r w:rsidRPr="00D20A7C">
              <w:rPr>
                <w:sz w:val="24"/>
                <w:szCs w:val="24"/>
              </w:rPr>
              <w:t>1 870,6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1102A" w14:textId="47E3024C" w:rsidR="00D20A7C" w:rsidRPr="00D20A7C" w:rsidRDefault="00D20A7C" w:rsidP="00D20A7C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D20A7C">
              <w:rPr>
                <w:sz w:val="24"/>
                <w:szCs w:val="24"/>
              </w:rPr>
              <w:t>1 870,6</w:t>
            </w:r>
          </w:p>
        </w:tc>
      </w:tr>
      <w:tr w:rsidR="00D20A7C" w:rsidRPr="00903C87" w14:paraId="36A9B172" w14:textId="77777777" w:rsidTr="00EC6513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2A241" w14:textId="1C7A637B" w:rsidR="00D20A7C" w:rsidRPr="007F4D0E" w:rsidRDefault="00D20A7C" w:rsidP="00D20A7C">
            <w:pPr>
              <w:ind w:firstLine="0"/>
              <w:rPr>
                <w:sz w:val="24"/>
                <w:szCs w:val="24"/>
              </w:rPr>
            </w:pPr>
            <w:r w:rsidRPr="007F4D0E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475581" w14:textId="77777777" w:rsidR="00D20A7C" w:rsidRPr="007F4D0E" w:rsidRDefault="00D20A7C" w:rsidP="00D20A7C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A8110E" w14:textId="77777777" w:rsidR="00D20A7C" w:rsidRPr="007F4D0E" w:rsidRDefault="00D20A7C" w:rsidP="00D20A7C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A2FBBD" w14:textId="6ADBFBF1" w:rsidR="00D20A7C" w:rsidRPr="00D20A7C" w:rsidRDefault="00D20A7C" w:rsidP="00D20A7C">
            <w:pPr>
              <w:ind w:firstLine="0"/>
              <w:jc w:val="center"/>
              <w:rPr>
                <w:sz w:val="24"/>
                <w:szCs w:val="24"/>
              </w:rPr>
            </w:pPr>
            <w:r w:rsidRPr="00D20A7C">
              <w:rPr>
                <w:sz w:val="24"/>
                <w:szCs w:val="24"/>
              </w:rPr>
              <w:t>4 093,6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0373B" w14:textId="145D40B1" w:rsidR="00D20A7C" w:rsidRPr="00D20A7C" w:rsidRDefault="00D20A7C" w:rsidP="00D20A7C">
            <w:pPr>
              <w:ind w:firstLine="0"/>
              <w:jc w:val="center"/>
              <w:rPr>
                <w:sz w:val="24"/>
                <w:szCs w:val="24"/>
              </w:rPr>
            </w:pPr>
            <w:r w:rsidRPr="00D20A7C">
              <w:rPr>
                <w:sz w:val="24"/>
                <w:szCs w:val="24"/>
              </w:rPr>
              <w:t>4 341,4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3CDC4" w14:textId="58878EC1" w:rsidR="00D20A7C" w:rsidRPr="00D20A7C" w:rsidRDefault="00D20A7C" w:rsidP="00D20A7C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D20A7C">
              <w:rPr>
                <w:sz w:val="24"/>
                <w:szCs w:val="24"/>
              </w:rPr>
              <w:t>4 341,4</w:t>
            </w:r>
          </w:p>
        </w:tc>
      </w:tr>
      <w:tr w:rsidR="00D20A7C" w:rsidRPr="00903C87" w14:paraId="065E678A" w14:textId="77777777" w:rsidTr="00EC6513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FC5ED" w14:textId="1E47162A" w:rsidR="00D20A7C" w:rsidRPr="007F4D0E" w:rsidRDefault="00D20A7C" w:rsidP="00D20A7C">
            <w:pPr>
              <w:ind w:firstLine="0"/>
              <w:rPr>
                <w:sz w:val="24"/>
                <w:szCs w:val="24"/>
              </w:rPr>
            </w:pPr>
            <w:r w:rsidRPr="007F4D0E">
              <w:rPr>
                <w:sz w:val="24"/>
                <w:szCs w:val="24"/>
              </w:rPr>
              <w:t>Возмещение части затрат на поддержку племенного животноводства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E8D6F5" w14:textId="77777777" w:rsidR="00D20A7C" w:rsidRPr="007F4D0E" w:rsidRDefault="00D20A7C" w:rsidP="00D20A7C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690718" w14:textId="77777777" w:rsidR="00D20A7C" w:rsidRDefault="00D20A7C" w:rsidP="00D20A7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772B696" w14:textId="77777777" w:rsidR="00D20A7C" w:rsidRDefault="00D20A7C" w:rsidP="00D20A7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38B683F" w14:textId="2241F578" w:rsidR="00D20A7C" w:rsidRPr="007F4D0E" w:rsidRDefault="00D20A7C" w:rsidP="00D20A7C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7F4D0E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21FB5A" w14:textId="77777777" w:rsidR="00D20A7C" w:rsidRDefault="00D20A7C" w:rsidP="00D20A7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1BBB2B7" w14:textId="77777777" w:rsidR="00D20A7C" w:rsidRDefault="00D20A7C" w:rsidP="00D20A7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62AFA73" w14:textId="52B480BD" w:rsidR="00D20A7C" w:rsidRPr="00D20A7C" w:rsidRDefault="00D20A7C" w:rsidP="00D20A7C">
            <w:pPr>
              <w:ind w:firstLine="0"/>
              <w:jc w:val="center"/>
              <w:rPr>
                <w:sz w:val="24"/>
                <w:szCs w:val="24"/>
              </w:rPr>
            </w:pPr>
            <w:r w:rsidRPr="00D20A7C">
              <w:rPr>
                <w:sz w:val="24"/>
                <w:szCs w:val="24"/>
              </w:rPr>
              <w:t>123,8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DD260" w14:textId="77777777" w:rsidR="00D20A7C" w:rsidRDefault="00D20A7C" w:rsidP="00D20A7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15FE0B7" w14:textId="77777777" w:rsidR="00D20A7C" w:rsidRDefault="00D20A7C" w:rsidP="00D20A7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9D6E525" w14:textId="6CDC7ACC" w:rsidR="00D20A7C" w:rsidRPr="00D20A7C" w:rsidRDefault="00D20A7C" w:rsidP="00D20A7C">
            <w:pPr>
              <w:ind w:firstLine="0"/>
              <w:jc w:val="center"/>
              <w:rPr>
                <w:sz w:val="24"/>
                <w:szCs w:val="24"/>
              </w:rPr>
            </w:pPr>
            <w:r w:rsidRPr="00D20A7C">
              <w:rPr>
                <w:sz w:val="24"/>
                <w:szCs w:val="24"/>
              </w:rPr>
              <w:t>362,0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CE4CE" w14:textId="77777777" w:rsidR="00D20A7C" w:rsidRDefault="00D20A7C" w:rsidP="00D20A7C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2B9DD281" w14:textId="77777777" w:rsidR="00D20A7C" w:rsidRDefault="00D20A7C" w:rsidP="00D20A7C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34218E57" w14:textId="65529152" w:rsidR="00D20A7C" w:rsidRPr="00D20A7C" w:rsidRDefault="00D20A7C" w:rsidP="00D20A7C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D20A7C">
              <w:rPr>
                <w:sz w:val="24"/>
                <w:szCs w:val="24"/>
              </w:rPr>
              <w:t>362,0</w:t>
            </w:r>
          </w:p>
        </w:tc>
      </w:tr>
      <w:tr w:rsidR="00D20A7C" w:rsidRPr="00903C87" w14:paraId="7F15E013" w14:textId="77777777" w:rsidTr="00EC6513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6DAFE" w14:textId="282A10BE" w:rsidR="00D20A7C" w:rsidRPr="007F4D0E" w:rsidRDefault="00D20A7C" w:rsidP="00D20A7C">
            <w:pPr>
              <w:ind w:firstLine="0"/>
              <w:rPr>
                <w:sz w:val="24"/>
                <w:szCs w:val="24"/>
              </w:rPr>
            </w:pPr>
            <w:r w:rsidRPr="007F4D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FC3583" w14:textId="77777777" w:rsidR="00D20A7C" w:rsidRPr="007F4D0E" w:rsidRDefault="00D20A7C" w:rsidP="00D20A7C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9DCA84" w14:textId="3EC44862" w:rsidR="00D20A7C" w:rsidRPr="007F4D0E" w:rsidRDefault="00D20A7C" w:rsidP="00D20A7C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7F4D0E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6F0165" w14:textId="6D395A7B" w:rsidR="00D20A7C" w:rsidRPr="00D20A7C" w:rsidRDefault="00D20A7C" w:rsidP="00D20A7C">
            <w:pPr>
              <w:ind w:firstLine="0"/>
              <w:jc w:val="center"/>
              <w:rPr>
                <w:sz w:val="24"/>
                <w:szCs w:val="24"/>
              </w:rPr>
            </w:pPr>
            <w:r w:rsidRPr="00D20A7C">
              <w:rPr>
                <w:sz w:val="24"/>
                <w:szCs w:val="24"/>
              </w:rPr>
              <w:t>123,8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5588E" w14:textId="4C51040A" w:rsidR="00D20A7C" w:rsidRPr="00D20A7C" w:rsidRDefault="00D20A7C" w:rsidP="00D20A7C">
            <w:pPr>
              <w:ind w:firstLine="0"/>
              <w:jc w:val="center"/>
              <w:rPr>
                <w:sz w:val="24"/>
                <w:szCs w:val="24"/>
              </w:rPr>
            </w:pPr>
            <w:r w:rsidRPr="00D20A7C">
              <w:rPr>
                <w:sz w:val="24"/>
                <w:szCs w:val="24"/>
              </w:rPr>
              <w:t>362,0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329C3" w14:textId="5B14C813" w:rsidR="00D20A7C" w:rsidRPr="00D20A7C" w:rsidRDefault="00D20A7C" w:rsidP="00D20A7C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D20A7C">
              <w:rPr>
                <w:sz w:val="24"/>
                <w:szCs w:val="24"/>
              </w:rPr>
              <w:t>362,0</w:t>
            </w:r>
          </w:p>
        </w:tc>
      </w:tr>
      <w:tr w:rsidR="00D20A7C" w:rsidRPr="00903C87" w14:paraId="2F48ACCF" w14:textId="77777777" w:rsidTr="00EC6513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228A0" w14:textId="70D10770" w:rsidR="00D20A7C" w:rsidRPr="007F4D0E" w:rsidRDefault="00D20A7C" w:rsidP="00D20A7C">
            <w:pPr>
              <w:ind w:firstLine="0"/>
              <w:rPr>
                <w:sz w:val="24"/>
                <w:szCs w:val="24"/>
              </w:rPr>
            </w:pPr>
            <w:r w:rsidRPr="007F4D0E"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1D2F02" w14:textId="77777777" w:rsidR="00D20A7C" w:rsidRPr="007F4D0E" w:rsidRDefault="00D20A7C" w:rsidP="00D20A7C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A13200" w14:textId="77777777" w:rsidR="00D20A7C" w:rsidRPr="007F4D0E" w:rsidRDefault="00D20A7C" w:rsidP="00D20A7C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07EE6A" w14:textId="77777777" w:rsidR="00D20A7C" w:rsidRPr="00D20A7C" w:rsidRDefault="00D20A7C" w:rsidP="00D20A7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05C4" w14:textId="77777777" w:rsidR="00D20A7C" w:rsidRPr="00D20A7C" w:rsidRDefault="00D20A7C" w:rsidP="00D20A7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3FEF4" w14:textId="77777777" w:rsidR="00D20A7C" w:rsidRPr="00D20A7C" w:rsidRDefault="00D20A7C" w:rsidP="00D20A7C">
            <w:pPr>
              <w:ind w:right="-102" w:firstLine="0"/>
              <w:jc w:val="center"/>
              <w:rPr>
                <w:sz w:val="24"/>
                <w:szCs w:val="24"/>
              </w:rPr>
            </w:pPr>
          </w:p>
        </w:tc>
      </w:tr>
      <w:tr w:rsidR="00D20A7C" w:rsidRPr="00903C87" w14:paraId="4FF8960B" w14:textId="77777777" w:rsidTr="00EC6513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48DC4" w14:textId="7BFDB168" w:rsidR="00D20A7C" w:rsidRPr="007F4D0E" w:rsidRDefault="00D20A7C" w:rsidP="00D20A7C">
            <w:pPr>
              <w:ind w:firstLine="0"/>
              <w:rPr>
                <w:sz w:val="24"/>
                <w:szCs w:val="24"/>
              </w:rPr>
            </w:pPr>
            <w:r w:rsidRPr="007F4D0E">
              <w:rPr>
                <w:sz w:val="24"/>
                <w:szCs w:val="24"/>
              </w:rPr>
              <w:t xml:space="preserve"> - средства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DF454F" w14:textId="77777777" w:rsidR="00D20A7C" w:rsidRPr="007F4D0E" w:rsidRDefault="00D20A7C" w:rsidP="00D20A7C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72CEE0" w14:textId="77777777" w:rsidR="00D20A7C" w:rsidRPr="007F4D0E" w:rsidRDefault="00D20A7C" w:rsidP="00D20A7C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7745C9" w14:textId="415F2AEA" w:rsidR="00D20A7C" w:rsidRPr="00D20A7C" w:rsidRDefault="00D20A7C" w:rsidP="00D20A7C">
            <w:pPr>
              <w:ind w:firstLine="0"/>
              <w:jc w:val="center"/>
              <w:rPr>
                <w:sz w:val="24"/>
                <w:szCs w:val="24"/>
              </w:rPr>
            </w:pPr>
            <w:r w:rsidRPr="00D20A7C">
              <w:rPr>
                <w:sz w:val="24"/>
                <w:szCs w:val="24"/>
              </w:rPr>
              <w:t>123,8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D04C4" w14:textId="7AFE38D5" w:rsidR="00D20A7C" w:rsidRPr="00D20A7C" w:rsidRDefault="00D20A7C" w:rsidP="00D20A7C">
            <w:pPr>
              <w:ind w:firstLine="0"/>
              <w:jc w:val="center"/>
              <w:rPr>
                <w:sz w:val="24"/>
                <w:szCs w:val="24"/>
              </w:rPr>
            </w:pPr>
            <w:r w:rsidRPr="00D20A7C">
              <w:rPr>
                <w:sz w:val="24"/>
                <w:szCs w:val="24"/>
              </w:rPr>
              <w:t>362,0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C9763" w14:textId="05D73DD1" w:rsidR="00D20A7C" w:rsidRPr="00D20A7C" w:rsidRDefault="00D20A7C" w:rsidP="00D20A7C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D20A7C">
              <w:rPr>
                <w:sz w:val="24"/>
                <w:szCs w:val="24"/>
              </w:rPr>
              <w:t>362,0</w:t>
            </w:r>
          </w:p>
        </w:tc>
      </w:tr>
      <w:tr w:rsidR="002D5801" w:rsidRPr="00903C87" w14:paraId="0F572B2E" w14:textId="77777777" w:rsidTr="00EC6513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D71E5" w14:textId="77777777" w:rsidR="002D5801" w:rsidRPr="002D5801" w:rsidRDefault="002D5801" w:rsidP="002D5801">
            <w:pPr>
              <w:ind w:firstLine="0"/>
              <w:rPr>
                <w:sz w:val="24"/>
                <w:szCs w:val="24"/>
              </w:rPr>
            </w:pPr>
            <w:r w:rsidRPr="002D5801">
              <w:rPr>
                <w:sz w:val="24"/>
                <w:szCs w:val="24"/>
              </w:rPr>
              <w:t>Техническая и технологическая</w:t>
            </w:r>
          </w:p>
          <w:p w14:paraId="2D7F5BD9" w14:textId="4D675268" w:rsidR="002D5801" w:rsidRPr="007F4D0E" w:rsidRDefault="002D5801" w:rsidP="002D5801">
            <w:pPr>
              <w:ind w:firstLine="0"/>
              <w:rPr>
                <w:sz w:val="24"/>
                <w:szCs w:val="24"/>
              </w:rPr>
            </w:pPr>
            <w:r w:rsidRPr="002D5801">
              <w:rPr>
                <w:sz w:val="24"/>
                <w:szCs w:val="24"/>
              </w:rPr>
              <w:t>модернизация, инновационное развитие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B15778" w14:textId="77777777" w:rsidR="002D5801" w:rsidRDefault="002D5801" w:rsidP="002D580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BE06119" w14:textId="77777777" w:rsidR="002D5801" w:rsidRDefault="002D5801" w:rsidP="002D580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9F355B3" w14:textId="72755F92" w:rsidR="002D5801" w:rsidRPr="002D5801" w:rsidRDefault="002D5801" w:rsidP="002D5801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2D5801">
              <w:rPr>
                <w:sz w:val="24"/>
                <w:szCs w:val="24"/>
              </w:rPr>
              <w:t>11 1 02 00000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BC8804" w14:textId="77777777" w:rsidR="002D5801" w:rsidRDefault="002D5801" w:rsidP="002D580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E841206" w14:textId="77777777" w:rsidR="002D5801" w:rsidRDefault="002D5801" w:rsidP="002D580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72B5A8A" w14:textId="1ABAE230" w:rsidR="002D5801" w:rsidRPr="002D5801" w:rsidRDefault="002D5801" w:rsidP="002D5801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2D5801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D48BD2" w14:textId="77777777" w:rsidR="002D5801" w:rsidRDefault="002D5801" w:rsidP="002D580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88FA862" w14:textId="77777777" w:rsidR="002D5801" w:rsidRDefault="002D5801" w:rsidP="002D580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53D47E9" w14:textId="0404D5ED" w:rsidR="002D5801" w:rsidRPr="002D5801" w:rsidRDefault="002D5801" w:rsidP="002D5801">
            <w:pPr>
              <w:ind w:firstLine="0"/>
              <w:jc w:val="center"/>
              <w:rPr>
                <w:sz w:val="24"/>
                <w:szCs w:val="24"/>
              </w:rPr>
            </w:pPr>
            <w:r w:rsidRPr="002D5801">
              <w:rPr>
                <w:sz w:val="24"/>
                <w:szCs w:val="24"/>
              </w:rPr>
              <w:t>1 437,9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E2638" w14:textId="77777777" w:rsidR="002D5801" w:rsidRDefault="002D5801" w:rsidP="002D580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E6486A5" w14:textId="77777777" w:rsidR="002D5801" w:rsidRDefault="002D5801" w:rsidP="002D580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AFC7F14" w14:textId="4D3D2941" w:rsidR="002D5801" w:rsidRPr="002D5801" w:rsidRDefault="002D5801" w:rsidP="002D5801">
            <w:pPr>
              <w:ind w:firstLine="0"/>
              <w:jc w:val="center"/>
              <w:rPr>
                <w:sz w:val="24"/>
                <w:szCs w:val="24"/>
              </w:rPr>
            </w:pPr>
            <w:r w:rsidRPr="002D5801">
              <w:rPr>
                <w:sz w:val="24"/>
                <w:szCs w:val="24"/>
              </w:rPr>
              <w:t>618,9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02915" w14:textId="77777777" w:rsidR="002D5801" w:rsidRDefault="002D5801" w:rsidP="002D5801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2C62FF96" w14:textId="77777777" w:rsidR="002D5801" w:rsidRDefault="002D5801" w:rsidP="002D5801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13A3D60B" w14:textId="5384E571" w:rsidR="002D5801" w:rsidRPr="002D5801" w:rsidRDefault="002D5801" w:rsidP="002D5801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2D5801">
              <w:rPr>
                <w:sz w:val="24"/>
                <w:szCs w:val="24"/>
              </w:rPr>
              <w:t>618,9</w:t>
            </w:r>
          </w:p>
        </w:tc>
      </w:tr>
      <w:tr w:rsidR="002D5801" w:rsidRPr="00903C87" w14:paraId="36EE181C" w14:textId="77777777" w:rsidTr="00EC6513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04C9E" w14:textId="35A101D1" w:rsidR="002D5801" w:rsidRPr="007F4D0E" w:rsidRDefault="002D5801" w:rsidP="002D5801">
            <w:pPr>
              <w:ind w:firstLine="0"/>
              <w:rPr>
                <w:sz w:val="24"/>
                <w:szCs w:val="24"/>
              </w:rPr>
            </w:pPr>
            <w:r w:rsidRPr="002D5801">
              <w:rPr>
                <w:sz w:val="24"/>
                <w:szCs w:val="24"/>
              </w:rPr>
              <w:t>Возмещение части затрат на приобретение оборудования и техники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7E5212" w14:textId="77777777" w:rsidR="002D5801" w:rsidRDefault="002D5801" w:rsidP="002D580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ADDD6FD" w14:textId="77777777" w:rsidR="002D5801" w:rsidRDefault="002D5801" w:rsidP="002D580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828191F" w14:textId="6F1F3269" w:rsidR="002D5801" w:rsidRPr="002D5801" w:rsidRDefault="002D5801" w:rsidP="002D5801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2D5801">
              <w:rPr>
                <w:sz w:val="24"/>
                <w:szCs w:val="24"/>
              </w:rPr>
              <w:t>11 1 02 73220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2811E9" w14:textId="77777777" w:rsidR="002D5801" w:rsidRDefault="002D5801" w:rsidP="002D580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E97561E" w14:textId="77777777" w:rsidR="002D5801" w:rsidRDefault="002D5801" w:rsidP="002D580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5589E4B" w14:textId="7843DD8D" w:rsidR="002D5801" w:rsidRPr="002D5801" w:rsidRDefault="002D5801" w:rsidP="002D5801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2D5801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0B8494" w14:textId="77777777" w:rsidR="002D5801" w:rsidRDefault="002D5801" w:rsidP="002D580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5EFDDC1" w14:textId="77777777" w:rsidR="002D5801" w:rsidRDefault="002D5801" w:rsidP="002D580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3BD6988" w14:textId="28EA0C8A" w:rsidR="002D5801" w:rsidRPr="002D5801" w:rsidRDefault="002D5801" w:rsidP="002D5801">
            <w:pPr>
              <w:ind w:firstLine="0"/>
              <w:jc w:val="center"/>
              <w:rPr>
                <w:sz w:val="24"/>
                <w:szCs w:val="24"/>
              </w:rPr>
            </w:pPr>
            <w:r w:rsidRPr="002D5801">
              <w:rPr>
                <w:sz w:val="24"/>
                <w:szCs w:val="24"/>
              </w:rPr>
              <w:t>1 437,9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00B73" w14:textId="77777777" w:rsidR="002D5801" w:rsidRDefault="002D5801" w:rsidP="002D580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B60C86E" w14:textId="77777777" w:rsidR="002D5801" w:rsidRDefault="002D5801" w:rsidP="002D580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486486C" w14:textId="4E7436A2" w:rsidR="002D5801" w:rsidRPr="002D5801" w:rsidRDefault="002D5801" w:rsidP="002D5801">
            <w:pPr>
              <w:ind w:firstLine="0"/>
              <w:jc w:val="center"/>
              <w:rPr>
                <w:sz w:val="24"/>
                <w:szCs w:val="24"/>
              </w:rPr>
            </w:pPr>
            <w:r w:rsidRPr="002D5801">
              <w:rPr>
                <w:sz w:val="24"/>
                <w:szCs w:val="24"/>
              </w:rPr>
              <w:t>618,9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3B8A2" w14:textId="77777777" w:rsidR="002D5801" w:rsidRDefault="002D5801" w:rsidP="002D5801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4B56922C" w14:textId="77777777" w:rsidR="002D5801" w:rsidRDefault="002D5801" w:rsidP="002D5801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7E950BAE" w14:textId="58AEF76A" w:rsidR="002D5801" w:rsidRPr="002D5801" w:rsidRDefault="002D5801" w:rsidP="002D5801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2D5801">
              <w:rPr>
                <w:sz w:val="24"/>
                <w:szCs w:val="24"/>
              </w:rPr>
              <w:t>618,9</w:t>
            </w:r>
          </w:p>
        </w:tc>
      </w:tr>
      <w:tr w:rsidR="002D5801" w:rsidRPr="00903C87" w14:paraId="45E27C6A" w14:textId="77777777" w:rsidTr="00EC6513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FB46C" w14:textId="751B30CD" w:rsidR="002D5801" w:rsidRPr="007F4D0E" w:rsidRDefault="002D5801" w:rsidP="002D5801">
            <w:pPr>
              <w:ind w:firstLine="0"/>
              <w:rPr>
                <w:sz w:val="24"/>
                <w:szCs w:val="24"/>
              </w:rPr>
            </w:pPr>
            <w:r w:rsidRPr="002D5801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5993A9" w14:textId="0F52B5DA" w:rsidR="002D5801" w:rsidRPr="002D5801" w:rsidRDefault="002D5801" w:rsidP="002D5801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2D5801">
              <w:rPr>
                <w:sz w:val="24"/>
                <w:szCs w:val="24"/>
              </w:rPr>
              <w:t>11 1 02 73220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82A0F8" w14:textId="73173745" w:rsidR="002D5801" w:rsidRPr="002D5801" w:rsidRDefault="002D5801" w:rsidP="002D5801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2D5801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663D7C" w14:textId="14B0D781" w:rsidR="002D5801" w:rsidRPr="002D5801" w:rsidRDefault="002D5801" w:rsidP="002D5801">
            <w:pPr>
              <w:ind w:firstLine="0"/>
              <w:jc w:val="center"/>
              <w:rPr>
                <w:sz w:val="24"/>
                <w:szCs w:val="24"/>
              </w:rPr>
            </w:pPr>
            <w:r w:rsidRPr="002D5801">
              <w:rPr>
                <w:sz w:val="24"/>
                <w:szCs w:val="24"/>
              </w:rPr>
              <w:t>1 437,9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18D66" w14:textId="5F482A88" w:rsidR="002D5801" w:rsidRPr="002D5801" w:rsidRDefault="002D5801" w:rsidP="002D5801">
            <w:pPr>
              <w:ind w:firstLine="0"/>
              <w:jc w:val="center"/>
              <w:rPr>
                <w:sz w:val="24"/>
                <w:szCs w:val="24"/>
              </w:rPr>
            </w:pPr>
            <w:r w:rsidRPr="002D5801">
              <w:rPr>
                <w:sz w:val="24"/>
                <w:szCs w:val="24"/>
              </w:rPr>
              <w:t>618,9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A433E" w14:textId="6E9485DC" w:rsidR="002D5801" w:rsidRPr="002D5801" w:rsidRDefault="002D5801" w:rsidP="002D5801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2D5801">
              <w:rPr>
                <w:sz w:val="24"/>
                <w:szCs w:val="24"/>
              </w:rPr>
              <w:t>618,9</w:t>
            </w:r>
          </w:p>
        </w:tc>
      </w:tr>
      <w:tr w:rsidR="002D5801" w:rsidRPr="00903C87" w14:paraId="37A44D31" w14:textId="77777777" w:rsidTr="00EC6513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36930" w14:textId="77777777" w:rsidR="002D5801" w:rsidRPr="002D5801" w:rsidRDefault="002D5801" w:rsidP="002D5801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2D5801">
              <w:rPr>
                <w:b/>
                <w:bCs/>
                <w:color w:val="000000"/>
                <w:sz w:val="24"/>
                <w:szCs w:val="24"/>
              </w:rPr>
              <w:t>Муниципальная программа "Государственная поддержка граждан по обеспечению жильем на территории Балахнинского муниципального округа Нижегородской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B72BB4" w14:textId="77777777" w:rsidR="002D5801" w:rsidRPr="002D5801" w:rsidRDefault="002D5801" w:rsidP="002D580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62148D5A" w14:textId="77777777" w:rsidR="002D5801" w:rsidRPr="002D5801" w:rsidRDefault="002D5801" w:rsidP="002D580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497FA44A" w14:textId="77777777" w:rsidR="002D5801" w:rsidRPr="002D5801" w:rsidRDefault="002D5801" w:rsidP="002D580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40CE889E" w14:textId="77777777" w:rsidR="002D5801" w:rsidRPr="002D5801" w:rsidRDefault="002D5801" w:rsidP="002D580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4E5BF827" w14:textId="77777777" w:rsidR="002D5801" w:rsidRPr="002D5801" w:rsidRDefault="002D5801" w:rsidP="002D580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394BD971" w14:textId="77777777" w:rsidR="002D5801" w:rsidRPr="002D5801" w:rsidRDefault="002D5801" w:rsidP="002D580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D5801">
              <w:rPr>
                <w:b/>
                <w:bCs/>
                <w:color w:val="000000"/>
                <w:sz w:val="24"/>
                <w:szCs w:val="24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E1A5C2" w14:textId="77777777" w:rsidR="002D5801" w:rsidRPr="002D5801" w:rsidRDefault="002D5801" w:rsidP="002D580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44A0D7EC" w14:textId="77777777" w:rsidR="002D5801" w:rsidRPr="002D5801" w:rsidRDefault="002D5801" w:rsidP="002D580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69884768" w14:textId="77777777" w:rsidR="002D5801" w:rsidRPr="002D5801" w:rsidRDefault="002D5801" w:rsidP="002D580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2C285658" w14:textId="77777777" w:rsidR="002D5801" w:rsidRPr="002D5801" w:rsidRDefault="002D5801" w:rsidP="002D580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22854796" w14:textId="77777777" w:rsidR="002D5801" w:rsidRPr="002D5801" w:rsidRDefault="002D5801" w:rsidP="002D580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6E180242" w14:textId="77777777" w:rsidR="002D5801" w:rsidRPr="002D5801" w:rsidRDefault="002D5801" w:rsidP="002D580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D5801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843845" w14:textId="77777777" w:rsidR="002D5801" w:rsidRPr="002D5801" w:rsidRDefault="002D5801" w:rsidP="002D580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B9F2C91" w14:textId="77777777" w:rsidR="002D5801" w:rsidRPr="002D5801" w:rsidRDefault="002D5801" w:rsidP="002D580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0D8C138" w14:textId="77777777" w:rsidR="002D5801" w:rsidRPr="002D5801" w:rsidRDefault="002D5801" w:rsidP="002D580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8B48B5D" w14:textId="77777777" w:rsidR="002D5801" w:rsidRPr="002D5801" w:rsidRDefault="002D5801" w:rsidP="002D580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B6AAC21" w14:textId="77777777" w:rsidR="002D5801" w:rsidRPr="002D5801" w:rsidRDefault="002D5801" w:rsidP="002D580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CD0AC3C" w14:textId="77777777" w:rsidR="002D5801" w:rsidRPr="002D5801" w:rsidRDefault="002D5801" w:rsidP="002D580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7276E22" w14:textId="065A2F2E" w:rsidR="002D5801" w:rsidRPr="007D18A8" w:rsidRDefault="002D5801" w:rsidP="002D580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D18A8">
              <w:rPr>
                <w:b/>
                <w:bCs/>
                <w:sz w:val="24"/>
                <w:szCs w:val="24"/>
              </w:rPr>
              <w:t>27 991,6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B90A6E" w14:textId="77777777" w:rsidR="002D5801" w:rsidRPr="002D5801" w:rsidRDefault="002D5801" w:rsidP="002D580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D5801">
              <w:rPr>
                <w:b/>
                <w:bCs/>
                <w:color w:val="000000"/>
                <w:sz w:val="24"/>
                <w:szCs w:val="24"/>
              </w:rPr>
              <w:t>24 778,2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D2165F" w14:textId="77777777" w:rsidR="002D5801" w:rsidRPr="002D5801" w:rsidRDefault="002D5801" w:rsidP="002D5801">
            <w:pPr>
              <w:ind w:right="-102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55B11074" w14:textId="77777777" w:rsidR="002D5801" w:rsidRPr="002D5801" w:rsidRDefault="002D5801" w:rsidP="002D5801">
            <w:pPr>
              <w:ind w:right="-102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04D11919" w14:textId="77777777" w:rsidR="002D5801" w:rsidRPr="002D5801" w:rsidRDefault="002D5801" w:rsidP="002D5801">
            <w:pPr>
              <w:ind w:right="-102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64BC7739" w14:textId="77777777" w:rsidR="002D5801" w:rsidRPr="002D5801" w:rsidRDefault="002D5801" w:rsidP="002D5801">
            <w:pPr>
              <w:ind w:right="-102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2D36A6D1" w14:textId="77777777" w:rsidR="002D5801" w:rsidRPr="002D5801" w:rsidRDefault="002D5801" w:rsidP="002D5801">
            <w:pPr>
              <w:ind w:right="-102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24AA62FD" w14:textId="77777777" w:rsidR="002D5801" w:rsidRPr="002D5801" w:rsidRDefault="002D5801" w:rsidP="002D5801">
            <w:pPr>
              <w:ind w:right="-102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D5801">
              <w:rPr>
                <w:b/>
                <w:bCs/>
                <w:color w:val="000000"/>
                <w:sz w:val="24"/>
                <w:szCs w:val="24"/>
              </w:rPr>
              <w:t>25 042,6</w:t>
            </w:r>
          </w:p>
        </w:tc>
      </w:tr>
      <w:tr w:rsidR="002D5801" w:rsidRPr="00903C87" w14:paraId="1AAA5D75" w14:textId="77777777" w:rsidTr="00EC6513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21D01" w14:textId="77777777" w:rsidR="002D5801" w:rsidRPr="002D5801" w:rsidRDefault="002D5801" w:rsidP="002D5801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2D5801">
              <w:rPr>
                <w:b/>
                <w:bCs/>
                <w:color w:val="000000"/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8F7EC9" w14:textId="77777777" w:rsidR="002D5801" w:rsidRPr="002D5801" w:rsidRDefault="002D5801" w:rsidP="002D580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41FFD38A" w14:textId="77777777" w:rsidR="002D5801" w:rsidRPr="002D5801" w:rsidRDefault="002D5801" w:rsidP="002D580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0E632BE7" w14:textId="77777777" w:rsidR="002D5801" w:rsidRPr="002D5801" w:rsidRDefault="002D5801" w:rsidP="002D580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0D97FD6F" w14:textId="77777777" w:rsidR="002D5801" w:rsidRPr="002D5801" w:rsidRDefault="002D5801" w:rsidP="002D580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1AE24DDD" w14:textId="77777777" w:rsidR="002D5801" w:rsidRPr="002D5801" w:rsidRDefault="002D5801" w:rsidP="002D580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76D1D626" w14:textId="77777777" w:rsidR="002D5801" w:rsidRPr="002D5801" w:rsidRDefault="002D5801" w:rsidP="002D580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6B1158DA" w14:textId="77777777" w:rsidR="002D5801" w:rsidRPr="002D5801" w:rsidRDefault="002D5801" w:rsidP="002D580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D5801">
              <w:rPr>
                <w:b/>
                <w:bCs/>
                <w:color w:val="000000"/>
                <w:sz w:val="24"/>
                <w:szCs w:val="24"/>
              </w:rPr>
              <w:t>12 1 00 00000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8A9683" w14:textId="77777777" w:rsidR="002D5801" w:rsidRPr="002D5801" w:rsidRDefault="002D5801" w:rsidP="002D580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46BCE80C" w14:textId="77777777" w:rsidR="002D5801" w:rsidRPr="002D5801" w:rsidRDefault="002D5801" w:rsidP="002D580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581EE0A3" w14:textId="77777777" w:rsidR="002D5801" w:rsidRPr="002D5801" w:rsidRDefault="002D5801" w:rsidP="002D580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339CA39C" w14:textId="77777777" w:rsidR="002D5801" w:rsidRPr="002D5801" w:rsidRDefault="002D5801" w:rsidP="002D580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1B3D5BB6" w14:textId="77777777" w:rsidR="002D5801" w:rsidRPr="002D5801" w:rsidRDefault="002D5801" w:rsidP="002D580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1BF405E6" w14:textId="77777777" w:rsidR="002D5801" w:rsidRPr="002D5801" w:rsidRDefault="002D5801" w:rsidP="002D580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7B93058B" w14:textId="77777777" w:rsidR="002D5801" w:rsidRPr="002D5801" w:rsidRDefault="002D5801" w:rsidP="002D580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D5801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B73007" w14:textId="77777777" w:rsidR="002D5801" w:rsidRPr="002D5801" w:rsidRDefault="002D5801" w:rsidP="002D580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65F07EC" w14:textId="77777777" w:rsidR="002D5801" w:rsidRPr="002D5801" w:rsidRDefault="002D5801" w:rsidP="002D580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5A9924D" w14:textId="77777777" w:rsidR="002D5801" w:rsidRPr="002D5801" w:rsidRDefault="002D5801" w:rsidP="002D580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EE1C1B0" w14:textId="77777777" w:rsidR="002D5801" w:rsidRPr="002D5801" w:rsidRDefault="002D5801" w:rsidP="002D580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51C5C46" w14:textId="77777777" w:rsidR="002D5801" w:rsidRPr="002D5801" w:rsidRDefault="002D5801" w:rsidP="002D580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232EE26" w14:textId="77777777" w:rsidR="002D5801" w:rsidRPr="002D5801" w:rsidRDefault="002D5801" w:rsidP="002D580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9F25E47" w14:textId="3C0CCD76" w:rsidR="002D5801" w:rsidRPr="007D18A8" w:rsidRDefault="002D5801" w:rsidP="002D580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D18A8">
              <w:rPr>
                <w:b/>
                <w:bCs/>
                <w:sz w:val="24"/>
                <w:szCs w:val="24"/>
              </w:rPr>
              <w:t>25 353,6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17A5CE" w14:textId="77777777" w:rsidR="002D5801" w:rsidRPr="002D5801" w:rsidRDefault="002D5801" w:rsidP="002D580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7040ABC5" w14:textId="77777777" w:rsidR="002D5801" w:rsidRPr="002D5801" w:rsidRDefault="002D5801" w:rsidP="002D580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7C0A9FE5" w14:textId="77777777" w:rsidR="002D5801" w:rsidRPr="002D5801" w:rsidRDefault="002D5801" w:rsidP="002D580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3EA513CB" w14:textId="77777777" w:rsidR="002D5801" w:rsidRPr="002D5801" w:rsidRDefault="002D5801" w:rsidP="002D580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5DF53979" w14:textId="77777777" w:rsidR="002D5801" w:rsidRPr="002D5801" w:rsidRDefault="002D5801" w:rsidP="002D580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23AAB1EC" w14:textId="77777777" w:rsidR="002D5801" w:rsidRPr="002D5801" w:rsidRDefault="002D5801" w:rsidP="002D580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667871D7" w14:textId="77777777" w:rsidR="002D5801" w:rsidRPr="002D5801" w:rsidRDefault="002D5801" w:rsidP="002D580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D5801">
              <w:rPr>
                <w:b/>
                <w:bCs/>
                <w:color w:val="000000"/>
                <w:sz w:val="24"/>
                <w:szCs w:val="24"/>
              </w:rPr>
              <w:t>21 985,8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B42D68" w14:textId="77777777" w:rsidR="002D5801" w:rsidRPr="002D5801" w:rsidRDefault="002D5801" w:rsidP="002D5801">
            <w:pPr>
              <w:ind w:right="-102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5C3EC2A0" w14:textId="77777777" w:rsidR="002D5801" w:rsidRPr="002D5801" w:rsidRDefault="002D5801" w:rsidP="002D5801">
            <w:pPr>
              <w:ind w:right="-102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6EBD57C7" w14:textId="77777777" w:rsidR="002D5801" w:rsidRPr="002D5801" w:rsidRDefault="002D5801" w:rsidP="002D5801">
            <w:pPr>
              <w:ind w:right="-102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70DD5D75" w14:textId="77777777" w:rsidR="002D5801" w:rsidRPr="002D5801" w:rsidRDefault="002D5801" w:rsidP="002D5801">
            <w:pPr>
              <w:ind w:right="-102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77574E8E" w14:textId="77777777" w:rsidR="002D5801" w:rsidRPr="002D5801" w:rsidRDefault="002D5801" w:rsidP="002D5801">
            <w:pPr>
              <w:ind w:right="-102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6B6DA3EE" w14:textId="77777777" w:rsidR="002D5801" w:rsidRPr="002D5801" w:rsidRDefault="002D5801" w:rsidP="002D5801">
            <w:pPr>
              <w:ind w:right="-102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6836D586" w14:textId="77777777" w:rsidR="002D5801" w:rsidRPr="002D5801" w:rsidRDefault="002D5801" w:rsidP="002D5801">
            <w:pPr>
              <w:ind w:right="-102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D5801">
              <w:rPr>
                <w:b/>
                <w:bCs/>
                <w:color w:val="000000"/>
                <w:sz w:val="24"/>
                <w:szCs w:val="24"/>
              </w:rPr>
              <w:t>22 070,4</w:t>
            </w:r>
          </w:p>
        </w:tc>
      </w:tr>
      <w:tr w:rsidR="00E208CC" w:rsidRPr="00903C87" w14:paraId="51A2F09E" w14:textId="77777777" w:rsidTr="00EC6513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D01AF0" w14:textId="2F698EA6" w:rsidR="00E208CC" w:rsidRPr="00E208CC" w:rsidRDefault="00E208CC" w:rsidP="00D12E73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208CC">
              <w:rPr>
                <w:sz w:val="24"/>
                <w:szCs w:val="24"/>
              </w:rPr>
              <w:t xml:space="preserve">Перечисление социальной выплаты для исполнения </w:t>
            </w:r>
            <w:r w:rsidRPr="00E208CC">
              <w:rPr>
                <w:sz w:val="24"/>
                <w:szCs w:val="24"/>
              </w:rPr>
              <w:lastRenderedPageBreak/>
              <w:t>государственных обязательств по обеспечению жильем инвалидов, ветеранов боевых действий и иных приравненных к указанной категории граждан, ветеранов   Великой отечественной Войны и членов их семей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AC7AE7" w14:textId="77777777" w:rsidR="00E208CC" w:rsidRDefault="00E208CC" w:rsidP="00E208C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41934FB" w14:textId="77777777" w:rsidR="00E208CC" w:rsidRDefault="00E208CC" w:rsidP="00E208C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22AB833" w14:textId="77777777" w:rsidR="00E208CC" w:rsidRDefault="00E208CC" w:rsidP="00E208C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F16A32E" w14:textId="77777777" w:rsidR="00E208CC" w:rsidRDefault="00E208CC" w:rsidP="00E208C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8043D69" w14:textId="77777777" w:rsidR="00E208CC" w:rsidRDefault="00E208CC" w:rsidP="00E208C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F077E24" w14:textId="77777777" w:rsidR="00E208CC" w:rsidRDefault="00E208CC" w:rsidP="00E208C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7213FC7" w14:textId="77777777" w:rsidR="00E208CC" w:rsidRDefault="00E208CC" w:rsidP="00E208C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165034D" w14:textId="77777777" w:rsidR="00E208CC" w:rsidRDefault="00E208CC" w:rsidP="00E208C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EC3DB51" w14:textId="77777777" w:rsidR="00E208CC" w:rsidRDefault="00E208CC" w:rsidP="00E208C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03D78F6" w14:textId="4B3C98EF" w:rsidR="00E208CC" w:rsidRPr="00E208CC" w:rsidRDefault="00E208CC" w:rsidP="00E208CC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208CC">
              <w:rPr>
                <w:sz w:val="24"/>
                <w:szCs w:val="24"/>
              </w:rPr>
              <w:t>12 1 02 00000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DA7D11" w14:textId="77777777" w:rsidR="00E208CC" w:rsidRDefault="00E208CC" w:rsidP="00E208C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F204F53" w14:textId="77777777" w:rsidR="00E208CC" w:rsidRDefault="00E208CC" w:rsidP="00E208C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17EBBB6" w14:textId="77777777" w:rsidR="00E208CC" w:rsidRDefault="00E208CC" w:rsidP="00E208C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E05C926" w14:textId="77777777" w:rsidR="00E208CC" w:rsidRDefault="00E208CC" w:rsidP="00E208C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46A8DF6" w14:textId="77777777" w:rsidR="00E208CC" w:rsidRDefault="00E208CC" w:rsidP="00E208C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2776E46" w14:textId="77777777" w:rsidR="00E208CC" w:rsidRDefault="00E208CC" w:rsidP="00E208C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2699BF1" w14:textId="77777777" w:rsidR="00E208CC" w:rsidRDefault="00E208CC" w:rsidP="00E208C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BBF2300" w14:textId="77777777" w:rsidR="00E208CC" w:rsidRDefault="00E208CC" w:rsidP="00E208C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9C39C1C" w14:textId="77777777" w:rsidR="00E208CC" w:rsidRDefault="00E208CC" w:rsidP="00E208C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A7C7596" w14:textId="7EAE8F7D" w:rsidR="00E208CC" w:rsidRPr="00E208CC" w:rsidRDefault="00E208CC" w:rsidP="00E208CC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208CC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956426" w14:textId="77777777" w:rsidR="00E208CC" w:rsidRDefault="00E208CC" w:rsidP="00E208C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9473BBB" w14:textId="77777777" w:rsidR="00E208CC" w:rsidRDefault="00E208CC" w:rsidP="00E208C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05A4DD0" w14:textId="77777777" w:rsidR="00E208CC" w:rsidRDefault="00E208CC" w:rsidP="00E208C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832C01C" w14:textId="77777777" w:rsidR="00E208CC" w:rsidRDefault="00E208CC" w:rsidP="00E208C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AF39690" w14:textId="77777777" w:rsidR="00E208CC" w:rsidRDefault="00E208CC" w:rsidP="00E208C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A0FFB0E" w14:textId="77777777" w:rsidR="00E208CC" w:rsidRDefault="00E208CC" w:rsidP="00E208C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60EF1C" w14:textId="77777777" w:rsidR="00E208CC" w:rsidRDefault="00E208CC" w:rsidP="00E208C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2C95C74" w14:textId="77777777" w:rsidR="00E208CC" w:rsidRDefault="00E208CC" w:rsidP="00E208C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FFD8DF6" w14:textId="77777777" w:rsidR="00E208CC" w:rsidRDefault="00E208CC" w:rsidP="00E208C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8D2F4E2" w14:textId="71ECAEDF" w:rsidR="00E208CC" w:rsidRPr="00E208CC" w:rsidRDefault="00E208CC" w:rsidP="00E208CC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208CC">
              <w:rPr>
                <w:sz w:val="24"/>
                <w:szCs w:val="24"/>
              </w:rPr>
              <w:t>2 854,0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C2DE6" w14:textId="77777777" w:rsidR="00E208CC" w:rsidRDefault="00E208CC" w:rsidP="00E208C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3C2782D" w14:textId="77777777" w:rsidR="00E208CC" w:rsidRDefault="00E208CC" w:rsidP="00E208C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51F14BB" w14:textId="77777777" w:rsidR="00E208CC" w:rsidRDefault="00E208CC" w:rsidP="00E208C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28F37E4" w14:textId="77777777" w:rsidR="00E208CC" w:rsidRDefault="00E208CC" w:rsidP="00E208C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0CB47A9" w14:textId="77777777" w:rsidR="00E208CC" w:rsidRDefault="00E208CC" w:rsidP="00E208C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BC528B4" w14:textId="77777777" w:rsidR="00E208CC" w:rsidRDefault="00E208CC" w:rsidP="00E208C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9A070A9" w14:textId="77777777" w:rsidR="00E208CC" w:rsidRDefault="00E208CC" w:rsidP="00E208C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594A999" w14:textId="77777777" w:rsidR="00E208CC" w:rsidRDefault="00E208CC" w:rsidP="00E208C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E0A7518" w14:textId="77777777" w:rsidR="00E208CC" w:rsidRDefault="00E208CC" w:rsidP="00E208C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1AD1465" w14:textId="033B1E6A" w:rsidR="00E208CC" w:rsidRPr="00E208CC" w:rsidRDefault="00E208CC" w:rsidP="00E208CC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208CC">
              <w:rPr>
                <w:sz w:val="24"/>
                <w:szCs w:val="24"/>
              </w:rPr>
              <w:t>2 017,8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4EFACB" w14:textId="77777777" w:rsidR="00E208CC" w:rsidRDefault="00E208CC" w:rsidP="00E208CC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48E981EB" w14:textId="77777777" w:rsidR="00E208CC" w:rsidRDefault="00E208CC" w:rsidP="00E208CC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00EF1BEE" w14:textId="77777777" w:rsidR="00E208CC" w:rsidRDefault="00E208CC" w:rsidP="00E208CC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125B37EE" w14:textId="77777777" w:rsidR="00E208CC" w:rsidRDefault="00E208CC" w:rsidP="00E208CC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76EE9CA5" w14:textId="77777777" w:rsidR="00E208CC" w:rsidRDefault="00E208CC" w:rsidP="00E208CC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7F633122" w14:textId="77777777" w:rsidR="00E208CC" w:rsidRDefault="00E208CC" w:rsidP="00E208CC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6FF722E2" w14:textId="77777777" w:rsidR="00E208CC" w:rsidRDefault="00E208CC" w:rsidP="00E208CC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2A708315" w14:textId="77777777" w:rsidR="00E208CC" w:rsidRDefault="00E208CC" w:rsidP="00E208CC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6E7D5AC8" w14:textId="77777777" w:rsidR="00E208CC" w:rsidRDefault="00E208CC" w:rsidP="00E208CC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27F08820" w14:textId="39618D7A" w:rsidR="00E208CC" w:rsidRPr="00E208CC" w:rsidRDefault="00E208CC" w:rsidP="00E208CC">
            <w:pPr>
              <w:ind w:right="-102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208CC">
              <w:rPr>
                <w:sz w:val="24"/>
                <w:szCs w:val="24"/>
              </w:rPr>
              <w:t>2 102,4</w:t>
            </w:r>
          </w:p>
        </w:tc>
      </w:tr>
      <w:tr w:rsidR="00E208CC" w:rsidRPr="00903C87" w14:paraId="0D510951" w14:textId="77777777" w:rsidTr="00E208CC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5B1B1" w14:textId="4A0A8C30" w:rsidR="00E208CC" w:rsidRPr="00E208CC" w:rsidRDefault="00E208CC" w:rsidP="00E208CC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208CC">
              <w:rPr>
                <w:sz w:val="24"/>
                <w:szCs w:val="24"/>
              </w:rPr>
              <w:lastRenderedPageBreak/>
              <w:t>Расходы на обеспечение жильем отдельных категорий граждан, установленных Федеральным законом от 12 января 1995 года №5-ФЗ «О ветеранах»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E0D79" w14:textId="11B0EDF3" w:rsidR="00E208CC" w:rsidRPr="00E208CC" w:rsidRDefault="00E208CC" w:rsidP="00E208CC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  <w:lang w:val="en-US"/>
              </w:rPr>
            </w:pPr>
            <w:r w:rsidRPr="00E208CC">
              <w:rPr>
                <w:sz w:val="24"/>
                <w:szCs w:val="24"/>
              </w:rPr>
              <w:t>12 1 02 51350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20E250" w14:textId="4BA534F4" w:rsidR="00E208CC" w:rsidRPr="00E208CC" w:rsidRDefault="00E208CC" w:rsidP="00E208CC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208CC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6D3F51" w14:textId="24EF7EE1" w:rsidR="00E208CC" w:rsidRPr="00E208CC" w:rsidRDefault="00E208CC" w:rsidP="00E208CC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208CC">
              <w:rPr>
                <w:sz w:val="24"/>
                <w:szCs w:val="24"/>
              </w:rPr>
              <w:t>951,3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4F2D63" w14:textId="12E33304" w:rsidR="00E208CC" w:rsidRPr="00E208CC" w:rsidRDefault="00E208CC" w:rsidP="00E208CC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208CC">
              <w:rPr>
                <w:sz w:val="24"/>
                <w:szCs w:val="24"/>
              </w:rPr>
              <w:t>1 008,9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A2883C" w14:textId="3128D98D" w:rsidR="00E208CC" w:rsidRPr="00E208CC" w:rsidRDefault="00E208CC" w:rsidP="00E208CC">
            <w:pPr>
              <w:ind w:right="-102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208CC">
              <w:rPr>
                <w:sz w:val="24"/>
                <w:szCs w:val="24"/>
              </w:rPr>
              <w:t>1 051,2</w:t>
            </w:r>
          </w:p>
        </w:tc>
      </w:tr>
      <w:tr w:rsidR="00E208CC" w:rsidRPr="00903C87" w14:paraId="30979B08" w14:textId="77777777" w:rsidTr="001C7170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F1FA5" w14:textId="1BED5EE4" w:rsidR="00E208CC" w:rsidRPr="00E208CC" w:rsidRDefault="00E208CC" w:rsidP="00E208CC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208CC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7E17BC" w14:textId="7C5E1A08" w:rsidR="00E208CC" w:rsidRPr="00E208CC" w:rsidRDefault="00E208CC" w:rsidP="00E208CC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  <w:lang w:val="en-US"/>
              </w:rPr>
            </w:pPr>
            <w:r w:rsidRPr="00E208CC">
              <w:rPr>
                <w:sz w:val="24"/>
                <w:szCs w:val="24"/>
              </w:rPr>
              <w:t>12 1 02 51350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ECD4B1" w14:textId="41199081" w:rsidR="00E208CC" w:rsidRPr="00E208CC" w:rsidRDefault="00E208CC" w:rsidP="00E208CC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208CC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193D85" w14:textId="072EB970" w:rsidR="00E208CC" w:rsidRPr="00E208CC" w:rsidRDefault="00E208CC" w:rsidP="00E208CC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208CC">
              <w:rPr>
                <w:sz w:val="24"/>
                <w:szCs w:val="24"/>
              </w:rPr>
              <w:t>951,3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75382A" w14:textId="268CAE8B" w:rsidR="00E208CC" w:rsidRPr="00E208CC" w:rsidRDefault="00E208CC" w:rsidP="00E208CC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208CC">
              <w:rPr>
                <w:sz w:val="24"/>
                <w:szCs w:val="24"/>
              </w:rPr>
              <w:t>1 008,9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B88A1F" w14:textId="7E10CE74" w:rsidR="00E208CC" w:rsidRPr="00E208CC" w:rsidRDefault="00E208CC" w:rsidP="00E208CC">
            <w:pPr>
              <w:ind w:right="-102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208CC">
              <w:rPr>
                <w:sz w:val="24"/>
                <w:szCs w:val="24"/>
              </w:rPr>
              <w:t>1 051,2</w:t>
            </w:r>
          </w:p>
        </w:tc>
      </w:tr>
      <w:tr w:rsidR="00E208CC" w:rsidRPr="00903C87" w14:paraId="1821B3C5" w14:textId="77777777" w:rsidTr="001C7170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35E98" w14:textId="481D28F1" w:rsidR="00E208CC" w:rsidRPr="00E208CC" w:rsidRDefault="00E208CC" w:rsidP="00E208CC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208CC">
              <w:rPr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F0BB25" w14:textId="21B87248" w:rsidR="00E208CC" w:rsidRPr="00E208CC" w:rsidRDefault="00E208CC" w:rsidP="00E208CC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208CC">
              <w:rPr>
                <w:sz w:val="24"/>
                <w:szCs w:val="24"/>
              </w:rPr>
              <w:t>12 1 02 51760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4850AF" w14:textId="3C04E7A2" w:rsidR="00E208CC" w:rsidRPr="00E208CC" w:rsidRDefault="00E208CC" w:rsidP="00E208CC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208CC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4C2609" w14:textId="65CD2EAD" w:rsidR="00E208CC" w:rsidRPr="00E208CC" w:rsidRDefault="00E208CC" w:rsidP="00E208CC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208CC">
              <w:rPr>
                <w:sz w:val="24"/>
                <w:szCs w:val="24"/>
              </w:rPr>
              <w:t xml:space="preserve">1 </w:t>
            </w:r>
            <w:r w:rsidRPr="00E208CC">
              <w:rPr>
                <w:sz w:val="22"/>
                <w:szCs w:val="22"/>
              </w:rPr>
              <w:t>902</w:t>
            </w:r>
            <w:r w:rsidRPr="00E208CC">
              <w:rPr>
                <w:sz w:val="24"/>
                <w:szCs w:val="24"/>
              </w:rPr>
              <w:t>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5C06A7" w14:textId="0B848A7A" w:rsidR="00E208CC" w:rsidRPr="00E208CC" w:rsidRDefault="00E208CC" w:rsidP="00E208CC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208CC">
              <w:rPr>
                <w:sz w:val="24"/>
                <w:szCs w:val="24"/>
              </w:rPr>
              <w:t>1 008,9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781747" w14:textId="76C125CF" w:rsidR="00E208CC" w:rsidRPr="00E208CC" w:rsidRDefault="00E208CC" w:rsidP="00E208CC">
            <w:pPr>
              <w:ind w:right="-102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208CC">
              <w:rPr>
                <w:sz w:val="24"/>
                <w:szCs w:val="24"/>
              </w:rPr>
              <w:t>1 051,2</w:t>
            </w:r>
          </w:p>
        </w:tc>
      </w:tr>
      <w:tr w:rsidR="00E208CC" w:rsidRPr="00903C87" w14:paraId="358A0D64" w14:textId="77777777" w:rsidTr="001C7170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A5026" w14:textId="23370387" w:rsidR="00E208CC" w:rsidRPr="00E208CC" w:rsidRDefault="00E208CC" w:rsidP="00E208CC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208CC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E1BBDD" w14:textId="108F0513" w:rsidR="00E208CC" w:rsidRPr="00E208CC" w:rsidRDefault="00E208CC" w:rsidP="00E208CC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208CC">
              <w:rPr>
                <w:sz w:val="24"/>
                <w:szCs w:val="24"/>
              </w:rPr>
              <w:t>12 1 02 51760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F0E302" w14:textId="59C251C3" w:rsidR="00E208CC" w:rsidRPr="00E208CC" w:rsidRDefault="00E208CC" w:rsidP="00E208CC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208CC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A7DC42" w14:textId="6AD47EF1" w:rsidR="00E208CC" w:rsidRPr="00E208CC" w:rsidRDefault="00E208CC" w:rsidP="00E208CC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208CC">
              <w:rPr>
                <w:sz w:val="24"/>
                <w:szCs w:val="24"/>
              </w:rPr>
              <w:t>1 902,7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BD1F91" w14:textId="7516D06B" w:rsidR="00E208CC" w:rsidRPr="00E208CC" w:rsidRDefault="00E208CC" w:rsidP="00E208CC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208CC">
              <w:rPr>
                <w:sz w:val="24"/>
                <w:szCs w:val="24"/>
              </w:rPr>
              <w:t>1 008,9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E767E8" w14:textId="0746963B" w:rsidR="00E208CC" w:rsidRPr="00E208CC" w:rsidRDefault="00E208CC" w:rsidP="00E208CC">
            <w:pPr>
              <w:ind w:right="-102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208CC">
              <w:rPr>
                <w:sz w:val="24"/>
                <w:szCs w:val="24"/>
              </w:rPr>
              <w:t>1 051,2</w:t>
            </w:r>
          </w:p>
        </w:tc>
      </w:tr>
      <w:tr w:rsidR="00E208CC" w:rsidRPr="00903C87" w14:paraId="0918E563" w14:textId="77777777" w:rsidTr="001C7170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85A27" w14:textId="142394D5" w:rsidR="00E208CC" w:rsidRPr="00E208CC" w:rsidRDefault="00E208CC" w:rsidP="00E208CC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208CC">
              <w:rPr>
                <w:sz w:val="24"/>
                <w:szCs w:val="24"/>
              </w:rPr>
              <w:t>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D7717E" w14:textId="34117ECE" w:rsidR="00E208CC" w:rsidRPr="00E208CC" w:rsidRDefault="00E208CC" w:rsidP="00E208CC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208CC">
              <w:rPr>
                <w:sz w:val="24"/>
                <w:szCs w:val="24"/>
              </w:rPr>
              <w:t>12 1 03 00000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29DB32" w14:textId="1E3A6CFF" w:rsidR="00E208CC" w:rsidRPr="00E208CC" w:rsidRDefault="00E208CC" w:rsidP="00E208CC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208CC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CAE0A2" w14:textId="39FE0490" w:rsidR="00E208CC" w:rsidRPr="00E208CC" w:rsidRDefault="00E208CC" w:rsidP="00E208CC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208CC">
              <w:rPr>
                <w:sz w:val="24"/>
                <w:szCs w:val="24"/>
              </w:rPr>
              <w:t>1 283,6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188E07" w14:textId="6101EBD1" w:rsidR="00E208CC" w:rsidRPr="00E208CC" w:rsidRDefault="00E208CC" w:rsidP="00E208CC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208CC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D80F5" w14:textId="21C09329" w:rsidR="00E208CC" w:rsidRPr="00E208CC" w:rsidRDefault="00E208CC" w:rsidP="00E208CC">
            <w:pPr>
              <w:ind w:right="-102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208CC">
              <w:rPr>
                <w:sz w:val="24"/>
                <w:szCs w:val="24"/>
              </w:rPr>
              <w:t>0,0</w:t>
            </w:r>
          </w:p>
        </w:tc>
      </w:tr>
      <w:tr w:rsidR="00E208CC" w:rsidRPr="00903C87" w14:paraId="49AD6FCD" w14:textId="77777777" w:rsidTr="001C7170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4CB27" w14:textId="4274230A" w:rsidR="00E208CC" w:rsidRPr="00E208CC" w:rsidRDefault="00E208CC" w:rsidP="00E208CC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208CC">
              <w:rPr>
                <w:sz w:val="24"/>
                <w:szCs w:val="24"/>
              </w:rPr>
              <w:t>Расходы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9255E1" w14:textId="7C711D82" w:rsidR="00E208CC" w:rsidRPr="00E208CC" w:rsidRDefault="00E208CC" w:rsidP="00E208CC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208CC">
              <w:rPr>
                <w:sz w:val="24"/>
                <w:szCs w:val="24"/>
              </w:rPr>
              <w:t>12 1 03 S2400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F59A37" w14:textId="1A85ED21" w:rsidR="00E208CC" w:rsidRPr="00E208CC" w:rsidRDefault="00E208CC" w:rsidP="00E208CC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208CC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2A0506" w14:textId="73DA4463" w:rsidR="00E208CC" w:rsidRPr="00E208CC" w:rsidRDefault="00E208CC" w:rsidP="00E208CC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208CC">
              <w:rPr>
                <w:sz w:val="24"/>
                <w:szCs w:val="24"/>
              </w:rPr>
              <w:t>1 283,6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0F973C" w14:textId="177E8886" w:rsidR="00E208CC" w:rsidRPr="00E208CC" w:rsidRDefault="00E208CC" w:rsidP="00E208CC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208CC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29D3C0" w14:textId="6C482836" w:rsidR="00E208CC" w:rsidRPr="00E208CC" w:rsidRDefault="00E208CC" w:rsidP="00E208CC">
            <w:pPr>
              <w:ind w:right="-102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208CC">
              <w:rPr>
                <w:sz w:val="24"/>
                <w:szCs w:val="24"/>
              </w:rPr>
              <w:t>0,0</w:t>
            </w:r>
          </w:p>
        </w:tc>
      </w:tr>
      <w:tr w:rsidR="00E208CC" w:rsidRPr="00903C87" w14:paraId="73BEA86F" w14:textId="77777777" w:rsidTr="001C7170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6D97A" w14:textId="1EE6C9DB" w:rsidR="00E208CC" w:rsidRPr="00E208CC" w:rsidRDefault="00E208CC" w:rsidP="00E208CC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208CC">
              <w:rPr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F1D42B" w14:textId="16DA993F" w:rsidR="00E208CC" w:rsidRPr="00E208CC" w:rsidRDefault="00E208CC" w:rsidP="00E208CC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208CC">
              <w:rPr>
                <w:sz w:val="24"/>
                <w:szCs w:val="24"/>
              </w:rPr>
              <w:t>12 1 03 S2400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654DF6" w14:textId="5B35D2B0" w:rsidR="00E208CC" w:rsidRPr="00E208CC" w:rsidRDefault="00E208CC" w:rsidP="00E208CC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208CC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6CB621" w14:textId="273B8DEA" w:rsidR="00E208CC" w:rsidRPr="00E208CC" w:rsidRDefault="00E208CC" w:rsidP="00E208CC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208CC">
              <w:rPr>
                <w:sz w:val="24"/>
                <w:szCs w:val="24"/>
              </w:rPr>
              <w:t>1 283,6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93C8DC" w14:textId="32C00BDF" w:rsidR="00E208CC" w:rsidRPr="00E208CC" w:rsidRDefault="00E208CC" w:rsidP="00E208CC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208CC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8D7497" w14:textId="0C9436E4" w:rsidR="00E208CC" w:rsidRPr="00E208CC" w:rsidRDefault="00E208CC" w:rsidP="00E208CC">
            <w:pPr>
              <w:ind w:right="-102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208CC">
              <w:rPr>
                <w:sz w:val="24"/>
                <w:szCs w:val="24"/>
              </w:rPr>
              <w:t>0,0</w:t>
            </w:r>
          </w:p>
        </w:tc>
      </w:tr>
      <w:tr w:rsidR="00E208CC" w:rsidRPr="00903C87" w14:paraId="2B22C762" w14:textId="77777777" w:rsidTr="001C7170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09385" w14:textId="4D3AC888" w:rsidR="00E208CC" w:rsidRPr="00E208CC" w:rsidRDefault="00E208CC" w:rsidP="00E208CC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208CC"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38566B" w14:textId="77777777" w:rsidR="00E208CC" w:rsidRPr="00903C87" w:rsidRDefault="00E208CC" w:rsidP="00E208CC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581F83" w14:textId="77777777" w:rsidR="00E208CC" w:rsidRPr="00903C87" w:rsidRDefault="00E208CC" w:rsidP="00E208CC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BDB9DD" w14:textId="77777777" w:rsidR="00E208CC" w:rsidRPr="00E208CC" w:rsidRDefault="00E208CC" w:rsidP="00E208CC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8FFB86" w14:textId="77777777" w:rsidR="00E208CC" w:rsidRPr="00E208CC" w:rsidRDefault="00E208CC" w:rsidP="00E208CC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B10BEA" w14:textId="77777777" w:rsidR="00E208CC" w:rsidRPr="00E208CC" w:rsidRDefault="00E208CC" w:rsidP="00E208CC">
            <w:pPr>
              <w:ind w:right="-102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E208CC" w:rsidRPr="00903C87" w14:paraId="2CC12333" w14:textId="77777777" w:rsidTr="001C7170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051D1" w14:textId="632BEC29" w:rsidR="00E208CC" w:rsidRPr="00E208CC" w:rsidRDefault="00E208CC" w:rsidP="00E208CC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208CC">
              <w:rPr>
                <w:sz w:val="24"/>
                <w:szCs w:val="24"/>
              </w:rPr>
              <w:t xml:space="preserve">  - 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7FAFB2" w14:textId="77777777" w:rsidR="00E208CC" w:rsidRPr="00903C87" w:rsidRDefault="00E208CC" w:rsidP="00E208CC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840160" w14:textId="77777777" w:rsidR="00E208CC" w:rsidRPr="00903C87" w:rsidRDefault="00E208CC" w:rsidP="00E208CC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35A52E" w14:textId="2D0A8A3E" w:rsidR="00E208CC" w:rsidRPr="00E208CC" w:rsidRDefault="00E208CC" w:rsidP="00E208CC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208CC">
              <w:rPr>
                <w:sz w:val="24"/>
                <w:szCs w:val="24"/>
              </w:rPr>
              <w:t>1 028,8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0E9F5E" w14:textId="086635F5" w:rsidR="00E208CC" w:rsidRPr="00E208CC" w:rsidRDefault="00E208CC" w:rsidP="00E208CC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208CC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04A1D4" w14:textId="5430ABC7" w:rsidR="00E208CC" w:rsidRPr="00E208CC" w:rsidRDefault="00E208CC" w:rsidP="00E208CC">
            <w:pPr>
              <w:ind w:right="-102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208CC">
              <w:rPr>
                <w:sz w:val="24"/>
                <w:szCs w:val="24"/>
              </w:rPr>
              <w:t>0,0</w:t>
            </w:r>
          </w:p>
        </w:tc>
      </w:tr>
      <w:tr w:rsidR="00E208CC" w:rsidRPr="00903C87" w14:paraId="59E03DD5" w14:textId="77777777" w:rsidTr="001C7170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0258F" w14:textId="270FCA2C" w:rsidR="00E208CC" w:rsidRPr="00E208CC" w:rsidRDefault="00E208CC" w:rsidP="00E208CC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208CC">
              <w:rPr>
                <w:sz w:val="24"/>
                <w:szCs w:val="24"/>
              </w:rPr>
              <w:lastRenderedPageBreak/>
              <w:t xml:space="preserve">  - 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5DA41B" w14:textId="77777777" w:rsidR="00E208CC" w:rsidRPr="00903C87" w:rsidRDefault="00E208CC" w:rsidP="00E208CC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6D92C0" w14:textId="77777777" w:rsidR="00E208CC" w:rsidRPr="00903C87" w:rsidRDefault="00E208CC" w:rsidP="00E208CC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39BA7" w14:textId="6A3ADED6" w:rsidR="00E208CC" w:rsidRPr="00E208CC" w:rsidRDefault="00E208CC" w:rsidP="00E208CC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208CC">
              <w:rPr>
                <w:sz w:val="24"/>
                <w:szCs w:val="24"/>
              </w:rPr>
              <w:t>254,8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972F95" w14:textId="6F83A702" w:rsidR="00E208CC" w:rsidRPr="00E208CC" w:rsidRDefault="00E208CC" w:rsidP="00E208CC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208CC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093FC6" w14:textId="28AAEDD1" w:rsidR="00E208CC" w:rsidRPr="00E208CC" w:rsidRDefault="00E208CC" w:rsidP="00E208CC">
            <w:pPr>
              <w:ind w:right="-102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208CC">
              <w:rPr>
                <w:sz w:val="24"/>
                <w:szCs w:val="24"/>
              </w:rPr>
              <w:t>0,0</w:t>
            </w:r>
          </w:p>
        </w:tc>
      </w:tr>
      <w:tr w:rsidR="001C7170" w:rsidRPr="00903C87" w14:paraId="47FE3848" w14:textId="77777777" w:rsidTr="001C7170">
        <w:trPr>
          <w:trHeight w:val="1837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09491" w14:textId="77777777" w:rsidR="001C7170" w:rsidRPr="001C7170" w:rsidRDefault="001C7170" w:rsidP="001C7170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1C7170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</w:t>
            </w:r>
          </w:p>
          <w:p w14:paraId="3EC02CFB" w14:textId="77777777" w:rsidR="001C7170" w:rsidRPr="001C7170" w:rsidRDefault="001C7170" w:rsidP="001C7170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1C7170">
              <w:rPr>
                <w:b/>
                <w:bCs/>
                <w:color w:val="000000"/>
                <w:sz w:val="24"/>
                <w:szCs w:val="24"/>
              </w:rPr>
              <w:t>«Переселение граждан из аварийного жилищного фонда на территории Балахнинского муниципального округа Нижегородской области на 2021 - 2025 годы»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8A7CC3" w14:textId="77777777" w:rsidR="001C7170" w:rsidRPr="001C7170" w:rsidRDefault="001C7170" w:rsidP="001C7170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74E12E09" w14:textId="77777777" w:rsidR="001C7170" w:rsidRPr="001C7170" w:rsidRDefault="001C7170" w:rsidP="001C7170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7DB0105E" w14:textId="77777777" w:rsidR="001C7170" w:rsidRPr="001C7170" w:rsidRDefault="001C7170" w:rsidP="001C7170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6670E526" w14:textId="77777777" w:rsidR="001C7170" w:rsidRPr="001C7170" w:rsidRDefault="001C7170" w:rsidP="001C7170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1413DE84" w14:textId="77777777" w:rsidR="001C7170" w:rsidRPr="001C7170" w:rsidRDefault="001C7170" w:rsidP="001C7170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594C1D28" w14:textId="77777777" w:rsidR="001C7170" w:rsidRPr="001C7170" w:rsidRDefault="001C7170" w:rsidP="001C7170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58077201" w14:textId="77777777" w:rsidR="001C7170" w:rsidRPr="001C7170" w:rsidRDefault="001C7170" w:rsidP="001C7170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C7170">
              <w:rPr>
                <w:b/>
                <w:bCs/>
                <w:color w:val="000000"/>
                <w:sz w:val="24"/>
                <w:szCs w:val="24"/>
              </w:rPr>
              <w:t>13 0 00 00000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AD6E79" w14:textId="77777777" w:rsidR="001C7170" w:rsidRPr="001C7170" w:rsidRDefault="001C7170" w:rsidP="001C7170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0873F732" w14:textId="77777777" w:rsidR="001C7170" w:rsidRPr="001C7170" w:rsidRDefault="001C7170" w:rsidP="001C7170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63DEE778" w14:textId="77777777" w:rsidR="001C7170" w:rsidRPr="001C7170" w:rsidRDefault="001C7170" w:rsidP="001C7170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7962CA2C" w14:textId="77777777" w:rsidR="001C7170" w:rsidRPr="001C7170" w:rsidRDefault="001C7170" w:rsidP="001C7170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5DF2E32F" w14:textId="77777777" w:rsidR="001C7170" w:rsidRPr="001C7170" w:rsidRDefault="001C7170" w:rsidP="001C7170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4A025CD0" w14:textId="77777777" w:rsidR="001C7170" w:rsidRPr="001C7170" w:rsidRDefault="001C7170" w:rsidP="001C7170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57AF7020" w14:textId="77777777" w:rsidR="001C7170" w:rsidRPr="001C7170" w:rsidRDefault="001C7170" w:rsidP="001C7170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C7170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9872EB" w14:textId="37606DE7" w:rsidR="001C7170" w:rsidRPr="00855491" w:rsidRDefault="001C7170" w:rsidP="001C7170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5491">
              <w:rPr>
                <w:b/>
                <w:bCs/>
                <w:sz w:val="24"/>
                <w:szCs w:val="24"/>
              </w:rPr>
              <w:t>162 598,2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D7B96" w14:textId="77777777" w:rsidR="001C7170" w:rsidRPr="001C7170" w:rsidRDefault="001C7170" w:rsidP="001C7170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58FAF7A4" w14:textId="77777777" w:rsidR="001C7170" w:rsidRPr="001C7170" w:rsidRDefault="001C7170" w:rsidP="001C7170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2EFB39BA" w14:textId="77777777" w:rsidR="001C7170" w:rsidRPr="001C7170" w:rsidRDefault="001C7170" w:rsidP="001C7170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76E264AA" w14:textId="77777777" w:rsidR="001C7170" w:rsidRPr="001C7170" w:rsidRDefault="001C7170" w:rsidP="001C7170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663CD4A0" w14:textId="77777777" w:rsidR="001C7170" w:rsidRPr="001C7170" w:rsidRDefault="001C7170" w:rsidP="001C7170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46B5FC87" w14:textId="77777777" w:rsidR="001C7170" w:rsidRPr="001C7170" w:rsidRDefault="001C7170" w:rsidP="001C7170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4EA5B14A" w14:textId="77777777" w:rsidR="001C7170" w:rsidRPr="001C7170" w:rsidRDefault="001C7170" w:rsidP="001C7170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C7170">
              <w:rPr>
                <w:b/>
                <w:bCs/>
                <w:color w:val="000000"/>
                <w:sz w:val="24"/>
                <w:szCs w:val="24"/>
              </w:rPr>
              <w:t>35 420,5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F5373" w14:textId="77777777" w:rsidR="001C7170" w:rsidRPr="001C7170" w:rsidRDefault="001C7170" w:rsidP="001C7170">
            <w:pPr>
              <w:ind w:right="-102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26814E60" w14:textId="77777777" w:rsidR="001C7170" w:rsidRPr="001C7170" w:rsidRDefault="001C7170" w:rsidP="001C7170">
            <w:pPr>
              <w:ind w:right="-102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49A88C6B" w14:textId="77777777" w:rsidR="001C7170" w:rsidRPr="001C7170" w:rsidRDefault="001C7170" w:rsidP="001C7170">
            <w:pPr>
              <w:ind w:right="-102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621FD304" w14:textId="77777777" w:rsidR="001C7170" w:rsidRPr="001C7170" w:rsidRDefault="001C7170" w:rsidP="001C7170">
            <w:pPr>
              <w:ind w:right="-102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79EF1ABD" w14:textId="77777777" w:rsidR="001C7170" w:rsidRPr="001C7170" w:rsidRDefault="001C7170" w:rsidP="001C7170">
            <w:pPr>
              <w:ind w:right="-102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64E1C024" w14:textId="77777777" w:rsidR="001C7170" w:rsidRPr="001C7170" w:rsidRDefault="001C7170" w:rsidP="001C7170">
            <w:pPr>
              <w:ind w:right="-102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43950C1B" w14:textId="77777777" w:rsidR="001C7170" w:rsidRPr="001C7170" w:rsidRDefault="001C7170" w:rsidP="001C7170">
            <w:pPr>
              <w:ind w:right="-102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C7170">
              <w:rPr>
                <w:b/>
                <w:bCs/>
                <w:color w:val="000000"/>
                <w:sz w:val="24"/>
                <w:szCs w:val="24"/>
              </w:rPr>
              <w:t>68 097,5</w:t>
            </w:r>
          </w:p>
        </w:tc>
      </w:tr>
      <w:tr w:rsidR="001C7170" w:rsidRPr="00903C87" w14:paraId="53CB0F09" w14:textId="77777777" w:rsidTr="003F13D5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A4F9B" w14:textId="696428ED" w:rsidR="001C7170" w:rsidRPr="001C7170" w:rsidRDefault="003F13D5" w:rsidP="001C7170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3F13D5">
              <w:rPr>
                <w:color w:val="000000"/>
                <w:sz w:val="24"/>
                <w:szCs w:val="24"/>
              </w:rPr>
              <w:t xml:space="preserve">Расходы на </w:t>
            </w:r>
            <w:proofErr w:type="spellStart"/>
            <w:r w:rsidRPr="003F13D5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F13D5">
              <w:rPr>
                <w:color w:val="000000"/>
                <w:sz w:val="24"/>
                <w:szCs w:val="24"/>
              </w:rPr>
              <w:t xml:space="preserve"> разницы стоимости приобретения (строительства) жилых помещений, сложившейся между их рыночной стоимостью и использованной при расчетах объемов </w:t>
            </w:r>
            <w:proofErr w:type="spellStart"/>
            <w:r w:rsidRPr="003F13D5">
              <w:rPr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3F13D5">
              <w:rPr>
                <w:color w:val="000000"/>
                <w:sz w:val="24"/>
                <w:szCs w:val="24"/>
              </w:rPr>
              <w:t xml:space="preserve"> по действующей региональной адресной программе переселения граждан из аварийного жилищного фонда, и на </w:t>
            </w:r>
            <w:proofErr w:type="spellStart"/>
            <w:r w:rsidRPr="003F13D5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F13D5">
              <w:rPr>
                <w:color w:val="000000"/>
                <w:sz w:val="24"/>
                <w:szCs w:val="24"/>
              </w:rPr>
              <w:t xml:space="preserve"> разницы между фактической выкупной ценой за изымаемое жилое помещение и ценой, установленной в рамках такой 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D78602" w14:textId="6F99AC5F" w:rsidR="001C7170" w:rsidRPr="003F13D5" w:rsidRDefault="001C7170" w:rsidP="001C717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F13D5">
              <w:rPr>
                <w:sz w:val="24"/>
                <w:szCs w:val="24"/>
              </w:rPr>
              <w:t>13 0 02 00000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B122DC" w14:textId="75769D5D" w:rsidR="001C7170" w:rsidRPr="003F13D5" w:rsidRDefault="001C7170" w:rsidP="001C717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F13D5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1A3996" w14:textId="4E5052E9" w:rsidR="001C7170" w:rsidRPr="003F13D5" w:rsidRDefault="001C7170" w:rsidP="001C717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F13D5">
              <w:rPr>
                <w:sz w:val="24"/>
                <w:szCs w:val="24"/>
              </w:rPr>
              <w:t>9 200,0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3ABAB9" w14:textId="330194AA" w:rsidR="001C7170" w:rsidRPr="003F13D5" w:rsidRDefault="001C7170" w:rsidP="001C717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F13D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711F51" w14:textId="4C596171" w:rsidR="001C7170" w:rsidRPr="003F13D5" w:rsidRDefault="001C7170" w:rsidP="001C7170">
            <w:pPr>
              <w:ind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3F13D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C7170" w:rsidRPr="00903C87" w14:paraId="0DBE15BD" w14:textId="77777777" w:rsidTr="001C7170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66B84" w14:textId="36B573FB" w:rsidR="001C7170" w:rsidRPr="001C7170" w:rsidRDefault="001C7170" w:rsidP="001C7170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1C7170">
              <w:rPr>
                <w:sz w:val="24"/>
                <w:szCs w:val="24"/>
              </w:rPr>
              <w:t xml:space="preserve">Расходы на </w:t>
            </w:r>
            <w:proofErr w:type="spellStart"/>
            <w:r w:rsidRPr="001C7170">
              <w:rPr>
                <w:sz w:val="24"/>
                <w:szCs w:val="24"/>
              </w:rPr>
              <w:t>софинансирование</w:t>
            </w:r>
            <w:proofErr w:type="spellEnd"/>
            <w:r w:rsidRPr="001C7170">
              <w:rPr>
                <w:sz w:val="24"/>
                <w:szCs w:val="24"/>
              </w:rPr>
              <w:t xml:space="preserve"> разницы стоимости приобретения (строительства) жилых помещений, сложившейся между их рыночной стоимостью и использованной при расчетах объемов </w:t>
            </w:r>
            <w:proofErr w:type="spellStart"/>
            <w:r w:rsidRPr="001C7170">
              <w:rPr>
                <w:sz w:val="24"/>
                <w:szCs w:val="24"/>
              </w:rPr>
              <w:t>софинансирования</w:t>
            </w:r>
            <w:proofErr w:type="spellEnd"/>
            <w:r w:rsidRPr="001C7170">
              <w:rPr>
                <w:sz w:val="24"/>
                <w:szCs w:val="24"/>
              </w:rPr>
              <w:t xml:space="preserve"> по действующей региональ</w:t>
            </w:r>
            <w:r>
              <w:rPr>
                <w:sz w:val="24"/>
                <w:szCs w:val="24"/>
              </w:rPr>
              <w:t>н</w:t>
            </w:r>
            <w:r w:rsidRPr="001C7170">
              <w:rPr>
                <w:sz w:val="24"/>
                <w:szCs w:val="24"/>
              </w:rPr>
              <w:t xml:space="preserve">ой адресной программе переселения граждан из аварийного жилищного фонда, и на </w:t>
            </w:r>
            <w:proofErr w:type="spellStart"/>
            <w:r w:rsidRPr="001C7170">
              <w:rPr>
                <w:sz w:val="24"/>
                <w:szCs w:val="24"/>
              </w:rPr>
              <w:t>софинансирование</w:t>
            </w:r>
            <w:proofErr w:type="spellEnd"/>
            <w:r w:rsidRPr="001C7170">
              <w:rPr>
                <w:sz w:val="24"/>
                <w:szCs w:val="24"/>
              </w:rPr>
              <w:t xml:space="preserve"> разницы между фактической выкупной </w:t>
            </w:r>
            <w:r w:rsidRPr="001C7170">
              <w:rPr>
                <w:sz w:val="24"/>
                <w:szCs w:val="24"/>
              </w:rPr>
              <w:lastRenderedPageBreak/>
              <w:t>ценой за изымаемое жилое помещение и ценой, установленной в рамках такой 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179360" w14:textId="5F947548" w:rsidR="001C7170" w:rsidRPr="001C7170" w:rsidRDefault="001C7170" w:rsidP="001C7170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C7170">
              <w:rPr>
                <w:sz w:val="24"/>
                <w:szCs w:val="24"/>
              </w:rPr>
              <w:lastRenderedPageBreak/>
              <w:t>13 0 02 S2620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D9D58" w14:textId="5D6428D1" w:rsidR="001C7170" w:rsidRPr="001C7170" w:rsidRDefault="001C7170" w:rsidP="001C7170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C7170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0A2025" w14:textId="7A899D8A" w:rsidR="001C7170" w:rsidRPr="001C7170" w:rsidRDefault="001C7170" w:rsidP="001C7170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C7170">
              <w:rPr>
                <w:sz w:val="24"/>
                <w:szCs w:val="24"/>
              </w:rPr>
              <w:t>9 200,0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8009DA" w14:textId="56081E06" w:rsidR="001C7170" w:rsidRPr="001C7170" w:rsidRDefault="001C7170" w:rsidP="001C717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C717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06C4F1" w14:textId="41111C75" w:rsidR="001C7170" w:rsidRPr="001C7170" w:rsidRDefault="001C7170" w:rsidP="001C7170">
            <w:pPr>
              <w:ind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1C717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C7170" w:rsidRPr="00903C87" w14:paraId="1B953EDF" w14:textId="77777777" w:rsidTr="001C7170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B2B75" w14:textId="667EB5B6" w:rsidR="001C7170" w:rsidRPr="001C7170" w:rsidRDefault="001C7170" w:rsidP="001C7170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1C7170">
              <w:rPr>
                <w:sz w:val="24"/>
                <w:szCs w:val="24"/>
              </w:rPr>
              <w:lastRenderedPageBreak/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1F0C5C" w14:textId="260DF484" w:rsidR="001C7170" w:rsidRPr="001C7170" w:rsidRDefault="001C7170" w:rsidP="001C7170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C7170">
              <w:rPr>
                <w:sz w:val="24"/>
                <w:szCs w:val="24"/>
              </w:rPr>
              <w:t>13 0 02 S2620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29EBA1" w14:textId="006A26ED" w:rsidR="001C7170" w:rsidRPr="001C7170" w:rsidRDefault="001C7170" w:rsidP="001C7170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C7170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4160E5" w14:textId="0C6DC2BA" w:rsidR="001C7170" w:rsidRPr="001C7170" w:rsidRDefault="001C7170" w:rsidP="001C7170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C7170">
              <w:rPr>
                <w:sz w:val="24"/>
                <w:szCs w:val="24"/>
              </w:rPr>
              <w:t>9 200,0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2F101F" w14:textId="3C3B2773" w:rsidR="001C7170" w:rsidRPr="001C7170" w:rsidRDefault="001C7170" w:rsidP="001C7170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C7170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8A7AC9" w14:textId="44653D2B" w:rsidR="001C7170" w:rsidRPr="001C7170" w:rsidRDefault="001C7170" w:rsidP="001C7170">
            <w:pPr>
              <w:ind w:right="-102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C7170">
              <w:rPr>
                <w:sz w:val="24"/>
                <w:szCs w:val="24"/>
              </w:rPr>
              <w:t>0,0</w:t>
            </w:r>
          </w:p>
        </w:tc>
      </w:tr>
      <w:tr w:rsidR="001C7170" w:rsidRPr="00903C87" w14:paraId="4B2E77AA" w14:textId="77777777" w:rsidTr="001C7170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23C82" w14:textId="036403B4" w:rsidR="001C7170" w:rsidRPr="001C7170" w:rsidRDefault="001C7170" w:rsidP="001C7170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1C7170"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D85092" w14:textId="77777777" w:rsidR="001C7170" w:rsidRPr="001C7170" w:rsidRDefault="001C7170" w:rsidP="001C7170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97C8EF" w14:textId="77777777" w:rsidR="001C7170" w:rsidRPr="001C7170" w:rsidRDefault="001C7170" w:rsidP="001C7170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42EC5" w14:textId="77777777" w:rsidR="001C7170" w:rsidRPr="001C7170" w:rsidRDefault="001C7170" w:rsidP="001C7170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833361" w14:textId="77777777" w:rsidR="001C7170" w:rsidRPr="00903C87" w:rsidRDefault="001C7170" w:rsidP="001C7170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6D4CD" w14:textId="77777777" w:rsidR="001C7170" w:rsidRPr="00903C87" w:rsidRDefault="001C7170" w:rsidP="001C7170">
            <w:pPr>
              <w:ind w:right="-102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1C7170" w:rsidRPr="00903C87" w14:paraId="7119EC6B" w14:textId="77777777" w:rsidTr="006B66DA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1A1A1" w14:textId="0A267A78" w:rsidR="001C7170" w:rsidRPr="001C7170" w:rsidRDefault="00D12E73" w:rsidP="00D12E73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 xml:space="preserve">  - р</w:t>
            </w:r>
            <w:r w:rsidRPr="00D12E73">
              <w:rPr>
                <w:sz w:val="24"/>
                <w:szCs w:val="24"/>
              </w:rPr>
              <w:t xml:space="preserve">асходы на </w:t>
            </w:r>
            <w:proofErr w:type="spellStart"/>
            <w:r w:rsidRPr="00D12E73">
              <w:rPr>
                <w:sz w:val="24"/>
                <w:szCs w:val="24"/>
              </w:rPr>
              <w:t>софинансирование</w:t>
            </w:r>
            <w:proofErr w:type="spellEnd"/>
            <w:r w:rsidRPr="00D12E73">
              <w:rPr>
                <w:sz w:val="24"/>
                <w:szCs w:val="24"/>
              </w:rPr>
              <w:t xml:space="preserve"> разницы стоимости приобретения (строительства) жилых помещений, сложившейся между их рыночной стоимостью и использованной при расчетах объемов </w:t>
            </w:r>
            <w:proofErr w:type="spellStart"/>
            <w:r w:rsidRPr="00D12E73">
              <w:rPr>
                <w:sz w:val="24"/>
                <w:szCs w:val="24"/>
              </w:rPr>
              <w:t>софинансирования</w:t>
            </w:r>
            <w:proofErr w:type="spellEnd"/>
            <w:r w:rsidRPr="00D12E73">
              <w:rPr>
                <w:sz w:val="24"/>
                <w:szCs w:val="24"/>
              </w:rPr>
              <w:t xml:space="preserve"> по действующей региональной адресной программе переселения граждан из аварийного жилищного фонда, и на </w:t>
            </w:r>
            <w:proofErr w:type="spellStart"/>
            <w:r w:rsidRPr="00D12E73">
              <w:rPr>
                <w:sz w:val="24"/>
                <w:szCs w:val="24"/>
              </w:rPr>
              <w:t>софинансирование</w:t>
            </w:r>
            <w:proofErr w:type="spellEnd"/>
            <w:r w:rsidRPr="00D12E73">
              <w:rPr>
                <w:sz w:val="24"/>
                <w:szCs w:val="24"/>
              </w:rPr>
              <w:t xml:space="preserve"> разницы между фактической выкупной ценой за изымаемое жилое помещение и ценой, установленной в рамках такой программы </w:t>
            </w:r>
            <w:r w:rsidR="001C7170" w:rsidRPr="001C7170">
              <w:rPr>
                <w:sz w:val="24"/>
                <w:szCs w:val="24"/>
              </w:rPr>
              <w:t>за счет средств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927468" w14:textId="77777777" w:rsidR="001C7170" w:rsidRPr="001C7170" w:rsidRDefault="001C7170" w:rsidP="001C7170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88883C" w14:textId="77777777" w:rsidR="001C7170" w:rsidRPr="001C7170" w:rsidRDefault="001C7170" w:rsidP="001C7170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DF2018" w14:textId="69D41C54" w:rsidR="001C7170" w:rsidRPr="001C7170" w:rsidRDefault="001C7170" w:rsidP="001C7170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C7170">
              <w:rPr>
                <w:sz w:val="24"/>
                <w:szCs w:val="24"/>
              </w:rPr>
              <w:t>9 108,0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DEF854" w14:textId="73E61C66" w:rsidR="001C7170" w:rsidRPr="001C7170" w:rsidRDefault="001C7170" w:rsidP="001C7170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C7170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E9B6E3" w14:textId="5DDC6598" w:rsidR="001C7170" w:rsidRPr="001C7170" w:rsidRDefault="001C7170" w:rsidP="001C7170">
            <w:pPr>
              <w:ind w:right="-102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C7170">
              <w:rPr>
                <w:sz w:val="24"/>
                <w:szCs w:val="24"/>
              </w:rPr>
              <w:t>0,0</w:t>
            </w:r>
          </w:p>
        </w:tc>
      </w:tr>
      <w:tr w:rsidR="001C7170" w:rsidRPr="00903C87" w14:paraId="32BF43EC" w14:textId="77777777" w:rsidTr="006B66DA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8FA96E" w14:textId="1232F76D" w:rsidR="001C7170" w:rsidRPr="001C7170" w:rsidRDefault="00D12E73" w:rsidP="001C7170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D12E73">
              <w:rPr>
                <w:sz w:val="24"/>
                <w:szCs w:val="24"/>
              </w:rPr>
              <w:t xml:space="preserve">  - расходы на </w:t>
            </w:r>
            <w:proofErr w:type="spellStart"/>
            <w:r w:rsidRPr="00D12E73">
              <w:rPr>
                <w:sz w:val="24"/>
                <w:szCs w:val="24"/>
              </w:rPr>
              <w:t>софинансирование</w:t>
            </w:r>
            <w:proofErr w:type="spellEnd"/>
            <w:r w:rsidRPr="00D12E73">
              <w:rPr>
                <w:sz w:val="24"/>
                <w:szCs w:val="24"/>
              </w:rPr>
              <w:t xml:space="preserve"> разницы стоимости приобретения (строительства) жилых помещений, сложившейся между их рыночной стоимостью и использованной при расчетах объемов </w:t>
            </w:r>
            <w:proofErr w:type="spellStart"/>
            <w:r w:rsidRPr="00D12E73">
              <w:rPr>
                <w:sz w:val="24"/>
                <w:szCs w:val="24"/>
              </w:rPr>
              <w:t>софинансирования</w:t>
            </w:r>
            <w:proofErr w:type="spellEnd"/>
            <w:r w:rsidRPr="00D12E73">
              <w:rPr>
                <w:sz w:val="24"/>
                <w:szCs w:val="24"/>
              </w:rPr>
              <w:t xml:space="preserve"> по действующей региональной адресной программе переселения граждан из аварийного жилищного фонда, и на </w:t>
            </w:r>
            <w:proofErr w:type="spellStart"/>
            <w:r w:rsidRPr="00D12E73">
              <w:rPr>
                <w:sz w:val="24"/>
                <w:szCs w:val="24"/>
              </w:rPr>
              <w:t>софинансирование</w:t>
            </w:r>
            <w:proofErr w:type="spellEnd"/>
            <w:r w:rsidRPr="00D12E73">
              <w:rPr>
                <w:sz w:val="24"/>
                <w:szCs w:val="24"/>
              </w:rPr>
              <w:t xml:space="preserve"> разницы между фактической выкупной ценой за изымаемое жилое помещение и ценой, установленной в рамках такой программы </w:t>
            </w:r>
            <w:r w:rsidR="001C7170" w:rsidRPr="001C7170">
              <w:rPr>
                <w:sz w:val="24"/>
                <w:szCs w:val="24"/>
              </w:rPr>
              <w:t>за счет средств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638B72" w14:textId="77777777" w:rsidR="001C7170" w:rsidRPr="001C7170" w:rsidRDefault="001C7170" w:rsidP="001C7170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E96DE1" w14:textId="77777777" w:rsidR="001C7170" w:rsidRPr="001C7170" w:rsidRDefault="001C7170" w:rsidP="001C7170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925EE" w14:textId="094FBCA7" w:rsidR="001C7170" w:rsidRPr="001C7170" w:rsidRDefault="001C7170" w:rsidP="001C7170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C7170">
              <w:rPr>
                <w:sz w:val="24"/>
                <w:szCs w:val="24"/>
              </w:rPr>
              <w:t>92,0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A10976" w14:textId="0AA28D02" w:rsidR="001C7170" w:rsidRPr="001C7170" w:rsidRDefault="001C7170" w:rsidP="001C7170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C7170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F499DB" w14:textId="1908469E" w:rsidR="001C7170" w:rsidRPr="001C7170" w:rsidRDefault="001C7170" w:rsidP="001C7170">
            <w:pPr>
              <w:ind w:right="-102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C7170">
              <w:rPr>
                <w:sz w:val="24"/>
                <w:szCs w:val="24"/>
              </w:rPr>
              <w:t>0,0</w:t>
            </w:r>
          </w:p>
        </w:tc>
      </w:tr>
      <w:tr w:rsidR="00C0135E" w:rsidRPr="00903C87" w14:paraId="46C95E99" w14:textId="77777777" w:rsidTr="00EC6513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CB758" w14:textId="77777777" w:rsidR="00C0135E" w:rsidRPr="0066315E" w:rsidRDefault="00C0135E" w:rsidP="00EC6513">
            <w:pPr>
              <w:ind w:firstLine="0"/>
              <w:rPr>
                <w:color w:val="000000"/>
                <w:sz w:val="24"/>
                <w:szCs w:val="24"/>
              </w:rPr>
            </w:pPr>
            <w:r w:rsidRPr="0066315E">
              <w:rPr>
                <w:b/>
                <w:bCs/>
                <w:color w:val="000000"/>
                <w:sz w:val="24"/>
                <w:szCs w:val="24"/>
              </w:rPr>
              <w:lastRenderedPageBreak/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E27419" w14:textId="77777777" w:rsidR="00C0135E" w:rsidRPr="0066315E" w:rsidRDefault="00C0135E" w:rsidP="00EC6513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66315E">
              <w:rPr>
                <w:b/>
                <w:color w:val="000000"/>
                <w:sz w:val="24"/>
                <w:szCs w:val="24"/>
              </w:rPr>
              <w:t>15 0 00 00000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8CC7B5" w14:textId="77777777" w:rsidR="00C0135E" w:rsidRPr="0066315E" w:rsidRDefault="00C0135E" w:rsidP="00EC6513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66315E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668DB" w14:textId="482DEA2E" w:rsidR="00C0135E" w:rsidRPr="0066315E" w:rsidRDefault="0066315E" w:rsidP="00EC6513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66315E">
              <w:rPr>
                <w:b/>
                <w:color w:val="000000"/>
                <w:sz w:val="24"/>
                <w:szCs w:val="24"/>
              </w:rPr>
              <w:t>41 887,3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18E5F" w14:textId="77777777" w:rsidR="00C0135E" w:rsidRPr="0066315E" w:rsidRDefault="00C0135E" w:rsidP="00EC6513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66315E">
              <w:rPr>
                <w:b/>
                <w:color w:val="000000"/>
                <w:sz w:val="24"/>
                <w:szCs w:val="24"/>
              </w:rPr>
              <w:t>33 516,9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3FB32C" w14:textId="77777777" w:rsidR="00C0135E" w:rsidRPr="0066315E" w:rsidRDefault="00C0135E" w:rsidP="00EC6513">
            <w:pPr>
              <w:ind w:right="-102"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66315E">
              <w:rPr>
                <w:b/>
                <w:color w:val="000000"/>
                <w:sz w:val="24"/>
                <w:szCs w:val="24"/>
              </w:rPr>
              <w:t>33 516,9</w:t>
            </w:r>
          </w:p>
        </w:tc>
      </w:tr>
      <w:tr w:rsidR="00DC0D5E" w:rsidRPr="00903C87" w14:paraId="69D1C8A0" w14:textId="77777777" w:rsidTr="00DC0D5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EF597" w14:textId="729618B7" w:rsidR="00DC0D5E" w:rsidRPr="00E57AEB" w:rsidRDefault="00DC0D5E" w:rsidP="00DC0D5E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57AEB">
              <w:rPr>
                <w:sz w:val="24"/>
                <w:szCs w:val="24"/>
              </w:rPr>
              <w:t>Благоустройство социально значимых мест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606BD0" w14:textId="033F0CB6" w:rsidR="00DC0D5E" w:rsidRPr="00E57AEB" w:rsidRDefault="00DC0D5E" w:rsidP="00DC0D5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57AEB">
              <w:rPr>
                <w:sz w:val="24"/>
                <w:szCs w:val="24"/>
              </w:rPr>
              <w:t>15 0 04 00000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14C8C2" w14:textId="24D748B5" w:rsidR="00DC0D5E" w:rsidRPr="00E57AEB" w:rsidRDefault="00DC0D5E" w:rsidP="00DC0D5E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57AEB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66664D0" w14:textId="2CE0DDEB" w:rsidR="00DC0D5E" w:rsidRPr="00903C87" w:rsidRDefault="00DC0D5E" w:rsidP="00DC0D5E">
            <w:pPr>
              <w:ind w:firstLine="0"/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11 152,8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1364B18" w14:textId="49AE5B55" w:rsidR="00DC0D5E" w:rsidRPr="00903C87" w:rsidRDefault="00DC0D5E" w:rsidP="00DC0D5E">
            <w:pPr>
              <w:ind w:firstLine="0"/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4 613,4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EB8ECA" w14:textId="40F2B959" w:rsidR="00DC0D5E" w:rsidRPr="00903C87" w:rsidRDefault="00DC0D5E" w:rsidP="00DC0D5E">
            <w:pPr>
              <w:ind w:firstLine="0"/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4 613,4</w:t>
            </w:r>
          </w:p>
        </w:tc>
      </w:tr>
      <w:tr w:rsidR="00DC0D5E" w:rsidRPr="00903C87" w14:paraId="63961579" w14:textId="77777777" w:rsidTr="00DC0D5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A9C09" w14:textId="720D1022" w:rsidR="00DC0D5E" w:rsidRPr="00E57AEB" w:rsidRDefault="00DC0D5E" w:rsidP="00DC0D5E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57AEB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10CD0E" w14:textId="7A30EB06" w:rsidR="00DC0D5E" w:rsidRPr="00E57AEB" w:rsidRDefault="00DC0D5E" w:rsidP="00DC0D5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57AEB">
              <w:rPr>
                <w:sz w:val="24"/>
                <w:szCs w:val="24"/>
              </w:rPr>
              <w:t>15 0 04 22000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74602" w14:textId="41B53CFE" w:rsidR="00DC0D5E" w:rsidRPr="00E57AEB" w:rsidRDefault="00DC0D5E" w:rsidP="00DC0D5E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57AEB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B65B636" w14:textId="3ABD73A2" w:rsidR="00DC0D5E" w:rsidRPr="001441E9" w:rsidRDefault="00DC0D5E" w:rsidP="00DC0D5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309,9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80BF648" w14:textId="1109E1B3" w:rsidR="00DC0D5E" w:rsidRPr="001441E9" w:rsidRDefault="00DC0D5E" w:rsidP="00DC0D5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3F8A2" w14:textId="43244D52" w:rsidR="00DC0D5E" w:rsidRPr="001441E9" w:rsidRDefault="00DC0D5E" w:rsidP="00DC0D5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0,0</w:t>
            </w:r>
          </w:p>
        </w:tc>
      </w:tr>
      <w:tr w:rsidR="00DC0D5E" w:rsidRPr="00903C87" w14:paraId="4379F924" w14:textId="77777777" w:rsidTr="00DC0D5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2ACC2" w14:textId="60F1A0D5" w:rsidR="00DC0D5E" w:rsidRPr="00E57AEB" w:rsidRDefault="00DC0D5E" w:rsidP="00DC0D5E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57AE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A543C" w14:textId="30B3ECF0" w:rsidR="00DC0D5E" w:rsidRPr="00E57AEB" w:rsidRDefault="00DC0D5E" w:rsidP="00DC0D5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57AEB">
              <w:rPr>
                <w:sz w:val="24"/>
                <w:szCs w:val="24"/>
              </w:rPr>
              <w:t>15 0 04 22000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2E5FC2" w14:textId="019579B3" w:rsidR="00DC0D5E" w:rsidRPr="00E57AEB" w:rsidRDefault="00DC0D5E" w:rsidP="00DC0D5E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57AEB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A1C66C6" w14:textId="62B70C97" w:rsidR="00DC0D5E" w:rsidRPr="001441E9" w:rsidRDefault="00DC0D5E" w:rsidP="00DC0D5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309,9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E9F96D7" w14:textId="236AF9D7" w:rsidR="00DC0D5E" w:rsidRPr="001441E9" w:rsidRDefault="00DC0D5E" w:rsidP="00DC0D5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6A98EF" w14:textId="59FF5FAE" w:rsidR="00DC0D5E" w:rsidRPr="001441E9" w:rsidRDefault="00DC0D5E" w:rsidP="00DC0D5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0,0</w:t>
            </w:r>
          </w:p>
        </w:tc>
      </w:tr>
      <w:tr w:rsidR="00DC0D5E" w:rsidRPr="00903C87" w14:paraId="3C79DA4C" w14:textId="77777777" w:rsidTr="00DC0D5E">
        <w:trPr>
          <w:trHeight w:hRule="exact" w:val="84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63230" w14:textId="711B2D0E" w:rsidR="00DC0D5E" w:rsidRPr="00E57AEB" w:rsidRDefault="00DC0D5E" w:rsidP="00DC0D5E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57AEB">
              <w:rPr>
                <w:sz w:val="24"/>
                <w:szCs w:val="24"/>
              </w:rPr>
              <w:t>Расходы на мероприятия по реализации проекта инициативного бюджетирования "Вам решать"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B034D4" w14:textId="3A9C6314" w:rsidR="00DC0D5E" w:rsidRPr="00E57AEB" w:rsidRDefault="00DC0D5E" w:rsidP="00DC0D5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57AEB">
              <w:rPr>
                <w:sz w:val="24"/>
                <w:szCs w:val="24"/>
              </w:rPr>
              <w:t>15 0 04 S2600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E7773E" w14:textId="1C91CCCF" w:rsidR="00DC0D5E" w:rsidRPr="00E57AEB" w:rsidRDefault="00DC0D5E" w:rsidP="00DC0D5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57AEB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D65147" w14:textId="2D74F98D" w:rsidR="00DC0D5E" w:rsidRPr="001441E9" w:rsidRDefault="00DC0D5E" w:rsidP="00DC0D5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5 066,4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F8DCC6" w14:textId="7B96748E" w:rsidR="00DC0D5E" w:rsidRPr="001441E9" w:rsidRDefault="00DC0D5E" w:rsidP="00DC0D5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A5273" w14:textId="56025FB9" w:rsidR="00DC0D5E" w:rsidRPr="001441E9" w:rsidRDefault="00DC0D5E" w:rsidP="00DC0D5E">
            <w:pPr>
              <w:ind w:right="-102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0,0</w:t>
            </w:r>
          </w:p>
        </w:tc>
      </w:tr>
      <w:tr w:rsidR="00DC0D5E" w:rsidRPr="00903C87" w14:paraId="20BA9F13" w14:textId="77777777" w:rsidTr="00DC0D5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86B41" w14:textId="206AF32C" w:rsidR="00DC0D5E" w:rsidRPr="00E57AEB" w:rsidRDefault="00DC0D5E" w:rsidP="00DC0D5E">
            <w:pPr>
              <w:ind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57AE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51CB4B" w14:textId="41FFADE2" w:rsidR="00DC0D5E" w:rsidRPr="00E57AEB" w:rsidRDefault="00DC0D5E" w:rsidP="00DC0D5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57AEB">
              <w:rPr>
                <w:sz w:val="24"/>
                <w:szCs w:val="24"/>
              </w:rPr>
              <w:t>15 0 04 S2600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6F73EB" w14:textId="08BE9B36" w:rsidR="00DC0D5E" w:rsidRPr="00E57AEB" w:rsidRDefault="00DC0D5E" w:rsidP="00DC0D5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57AEB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BEF3B6" w14:textId="341F2B07" w:rsidR="00DC0D5E" w:rsidRPr="001441E9" w:rsidRDefault="00DC0D5E" w:rsidP="00DC0D5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5 066,4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9851D4" w14:textId="2AC277D2" w:rsidR="00DC0D5E" w:rsidRPr="001441E9" w:rsidRDefault="00DC0D5E" w:rsidP="00DC0D5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87FB25" w14:textId="017B89AF" w:rsidR="00DC0D5E" w:rsidRPr="001441E9" w:rsidRDefault="00DC0D5E" w:rsidP="00DC0D5E">
            <w:pPr>
              <w:ind w:right="-102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0,0</w:t>
            </w:r>
          </w:p>
        </w:tc>
      </w:tr>
      <w:tr w:rsidR="00DC0D5E" w:rsidRPr="00903C87" w14:paraId="2844EA30" w14:textId="77777777" w:rsidTr="00DC0D5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54D35" w14:textId="13550D82" w:rsidR="00DC0D5E" w:rsidRPr="00E57AEB" w:rsidRDefault="00DC0D5E" w:rsidP="00DC0D5E">
            <w:pPr>
              <w:ind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57AEB"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EF7E35" w14:textId="0FE39214" w:rsidR="00DC0D5E" w:rsidRPr="00E57AEB" w:rsidRDefault="00DC0D5E" w:rsidP="00DC0D5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71BE2F" w14:textId="4B7984AC" w:rsidR="00DC0D5E" w:rsidRPr="00E57AEB" w:rsidRDefault="00DC0D5E" w:rsidP="00DC0D5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9A1985" w14:textId="7B5DC29B" w:rsidR="00DC0D5E" w:rsidRPr="001441E9" w:rsidRDefault="00DC0D5E" w:rsidP="00DC0D5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D1D451" w14:textId="56FFB1D0" w:rsidR="00DC0D5E" w:rsidRPr="001441E9" w:rsidRDefault="00DC0D5E" w:rsidP="00DC0D5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CAE876" w14:textId="2A556788" w:rsidR="00DC0D5E" w:rsidRPr="001441E9" w:rsidRDefault="00DC0D5E" w:rsidP="00DC0D5E">
            <w:pPr>
              <w:ind w:right="-102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 </w:t>
            </w:r>
          </w:p>
        </w:tc>
      </w:tr>
      <w:tr w:rsidR="00DC0D5E" w:rsidRPr="00903C87" w14:paraId="7FA18630" w14:textId="77777777" w:rsidTr="00DC0D5E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8EC74" w14:textId="79FFDFA9" w:rsidR="00DC0D5E" w:rsidRPr="00E57AEB" w:rsidRDefault="00D12E73" w:rsidP="00DC0D5E">
            <w:pPr>
              <w:ind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DC0D5E" w:rsidRPr="00E57AEB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="00DC0D5E" w:rsidRPr="00E57AEB">
              <w:rPr>
                <w:sz w:val="24"/>
                <w:szCs w:val="24"/>
              </w:rPr>
              <w:t>расходы на мероприятия по реализации проекта инициативного бюджетирования "Вам решать" за счет средств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BDBD40" w14:textId="68406FB7" w:rsidR="00DC0D5E" w:rsidRPr="00E57AEB" w:rsidRDefault="00DC0D5E" w:rsidP="00DC0D5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7D90BC" w14:textId="1B6762A7" w:rsidR="00DC0D5E" w:rsidRPr="00E57AEB" w:rsidRDefault="00DC0D5E" w:rsidP="00DC0D5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262848" w14:textId="2971A69F" w:rsidR="00DC0D5E" w:rsidRPr="001441E9" w:rsidRDefault="00DC0D5E" w:rsidP="00DC0D5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3 153,4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41D89" w14:textId="0811EFEA" w:rsidR="00DC0D5E" w:rsidRPr="001441E9" w:rsidRDefault="00DC0D5E" w:rsidP="00DC0D5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4DE046" w14:textId="332DA8CB" w:rsidR="00DC0D5E" w:rsidRPr="001441E9" w:rsidRDefault="00DC0D5E" w:rsidP="00DC0D5E">
            <w:pPr>
              <w:ind w:right="-102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0,0</w:t>
            </w:r>
          </w:p>
        </w:tc>
      </w:tr>
      <w:tr w:rsidR="005E4980" w:rsidRPr="00903C87" w14:paraId="3C610B0D" w14:textId="77777777" w:rsidTr="00EC6513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5D872" w14:textId="63C17662" w:rsidR="005E4980" w:rsidRPr="00D12E73" w:rsidRDefault="005E4980" w:rsidP="005E4980">
            <w:pPr>
              <w:ind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12E73">
              <w:rPr>
                <w:b/>
                <w:bCs/>
                <w:sz w:val="24"/>
                <w:szCs w:val="24"/>
              </w:rPr>
              <w:t>Муниципальная программа «Обеспечение первичных мер пожарной безопасности на территории Балахнинского муниципального округа Нижегородской области»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246316" w14:textId="0FE77515" w:rsidR="005E4980" w:rsidRPr="001441E9" w:rsidRDefault="005E4980" w:rsidP="005E4980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b/>
                <w:bCs/>
                <w:sz w:val="24"/>
                <w:szCs w:val="24"/>
              </w:rPr>
              <w:t xml:space="preserve">16 0 00 00000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7CD643" w14:textId="3D835430" w:rsidR="005E4980" w:rsidRPr="001441E9" w:rsidRDefault="005E4980" w:rsidP="005E4980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348063" w14:textId="0BF72DCE" w:rsidR="005E4980" w:rsidRPr="001441E9" w:rsidRDefault="005E4980" w:rsidP="005E4980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b/>
                <w:bCs/>
                <w:sz w:val="24"/>
                <w:szCs w:val="24"/>
              </w:rPr>
              <w:t>11 202,7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2E2AB6" w14:textId="24A4ECD0" w:rsidR="005E4980" w:rsidRPr="001441E9" w:rsidRDefault="005E4980" w:rsidP="005E4980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b/>
                <w:bCs/>
                <w:sz w:val="24"/>
                <w:szCs w:val="24"/>
              </w:rPr>
              <w:t>11 202,7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294C4E" w14:textId="661DAB25" w:rsidR="005E4980" w:rsidRPr="001441E9" w:rsidRDefault="005E4980" w:rsidP="005E4980">
            <w:pPr>
              <w:ind w:right="-102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b/>
                <w:bCs/>
                <w:sz w:val="24"/>
                <w:szCs w:val="24"/>
              </w:rPr>
              <w:t>13 717,1</w:t>
            </w:r>
          </w:p>
        </w:tc>
      </w:tr>
      <w:tr w:rsidR="005E4980" w:rsidRPr="00903C87" w14:paraId="692D4CDA" w14:textId="77777777" w:rsidTr="00EC6513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1CCD5" w14:textId="724179B2" w:rsidR="005E4980" w:rsidRPr="00D12E73" w:rsidRDefault="005E4980" w:rsidP="005E4980">
            <w:pPr>
              <w:ind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12E73">
              <w:rPr>
                <w:sz w:val="24"/>
                <w:szCs w:val="24"/>
              </w:rPr>
              <w:t>Мероприятия по повышению уровня противопожарной защиты населенных пунктов Балахнинского муниципального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13B927" w14:textId="54E68DB6" w:rsidR="005E4980" w:rsidRPr="001441E9" w:rsidRDefault="005E4980" w:rsidP="005E4980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16 0 01 00000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97266D" w14:textId="2BD75643" w:rsidR="005E4980" w:rsidRPr="001441E9" w:rsidRDefault="005E4980" w:rsidP="005E4980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9EAEE" w14:textId="1B3BA481" w:rsidR="005E4980" w:rsidRPr="001441E9" w:rsidRDefault="005E4980" w:rsidP="005E4980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1 786,4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A6834D" w14:textId="5A229837" w:rsidR="005E4980" w:rsidRPr="001441E9" w:rsidRDefault="005E4980" w:rsidP="005E4980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1 786,4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080ED1" w14:textId="7C366E63" w:rsidR="005E4980" w:rsidRPr="001441E9" w:rsidRDefault="005E4980" w:rsidP="005E4980">
            <w:pPr>
              <w:ind w:right="-102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4 300,8</w:t>
            </w:r>
          </w:p>
        </w:tc>
      </w:tr>
      <w:tr w:rsidR="005E4980" w:rsidRPr="00903C87" w14:paraId="46D42F57" w14:textId="77777777" w:rsidTr="00EC6513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A3AD0" w14:textId="7F150554" w:rsidR="005E4980" w:rsidRPr="00D12E73" w:rsidRDefault="005E4980" w:rsidP="005E4980">
            <w:pPr>
              <w:ind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12E73">
              <w:rPr>
                <w:sz w:val="24"/>
                <w:szCs w:val="24"/>
              </w:rPr>
              <w:t xml:space="preserve">Расходы, направленные </w:t>
            </w:r>
            <w:proofErr w:type="gramStart"/>
            <w:r w:rsidRPr="00D12E73">
              <w:rPr>
                <w:sz w:val="24"/>
                <w:szCs w:val="24"/>
              </w:rPr>
              <w:t>на</w:t>
            </w:r>
            <w:proofErr w:type="gramEnd"/>
            <w:r w:rsidRPr="00D12E73">
              <w:rPr>
                <w:sz w:val="24"/>
                <w:szCs w:val="24"/>
              </w:rPr>
              <w:t xml:space="preserve"> </w:t>
            </w:r>
            <w:proofErr w:type="gramStart"/>
            <w:r w:rsidRPr="00D12E73">
              <w:rPr>
                <w:sz w:val="24"/>
                <w:szCs w:val="24"/>
              </w:rPr>
              <w:t>повышению</w:t>
            </w:r>
            <w:proofErr w:type="gramEnd"/>
            <w:r w:rsidRPr="00D12E73">
              <w:rPr>
                <w:sz w:val="24"/>
                <w:szCs w:val="24"/>
              </w:rPr>
              <w:t xml:space="preserve"> уровня противопожарной защиты населенных пунктов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616C53" w14:textId="647A622C" w:rsidR="005E4980" w:rsidRPr="001441E9" w:rsidRDefault="005E4980" w:rsidP="005E4980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16 0 01 25010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5AE9B" w14:textId="46151929" w:rsidR="005E4980" w:rsidRPr="001441E9" w:rsidRDefault="005E4980" w:rsidP="005E4980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882CED" w14:textId="4F35C832" w:rsidR="005E4980" w:rsidRPr="001441E9" w:rsidRDefault="005E4980" w:rsidP="005E4980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1 786,4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3057E9" w14:textId="5D4E064C" w:rsidR="005E4980" w:rsidRPr="001441E9" w:rsidRDefault="005E4980" w:rsidP="005E4980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1 786,4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A9815B" w14:textId="15546D2D" w:rsidR="005E4980" w:rsidRPr="001441E9" w:rsidRDefault="005E4980" w:rsidP="005E4980">
            <w:pPr>
              <w:ind w:right="-102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4 300,8</w:t>
            </w:r>
          </w:p>
        </w:tc>
      </w:tr>
      <w:tr w:rsidR="005E4980" w:rsidRPr="00903C87" w14:paraId="6F579AB0" w14:textId="77777777" w:rsidTr="00EC6513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8E7AF" w14:textId="3273184E" w:rsidR="005E4980" w:rsidRPr="00D12E73" w:rsidRDefault="005E4980" w:rsidP="005E4980">
            <w:pPr>
              <w:ind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12E7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4CFE91" w14:textId="04783D15" w:rsidR="005E4980" w:rsidRPr="001441E9" w:rsidRDefault="005E4980" w:rsidP="005E4980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16 0 01 25010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CEB9EC" w14:textId="13CC12D1" w:rsidR="005E4980" w:rsidRPr="001441E9" w:rsidRDefault="005E4980" w:rsidP="005E4980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BF63E1" w14:textId="62ED0979" w:rsidR="005E4980" w:rsidRPr="001441E9" w:rsidRDefault="005E4980" w:rsidP="005E4980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1 786,4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67A414" w14:textId="3A9154A7" w:rsidR="005E4980" w:rsidRPr="001441E9" w:rsidRDefault="005E4980" w:rsidP="005E4980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1 786,4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0E5821" w14:textId="74696182" w:rsidR="005E4980" w:rsidRPr="001441E9" w:rsidRDefault="005E4980" w:rsidP="005E4980">
            <w:pPr>
              <w:ind w:right="-102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4 300,8</w:t>
            </w:r>
          </w:p>
        </w:tc>
      </w:tr>
      <w:tr w:rsidR="00C0135E" w:rsidRPr="00903C87" w14:paraId="483BA93B" w14:textId="77777777" w:rsidTr="00EC6513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E3154" w14:textId="77777777" w:rsidR="00C0135E" w:rsidRPr="0000667A" w:rsidRDefault="00C0135E" w:rsidP="00EC6513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0667A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«Обеспечение безопасности дорожного движения на территории Балахнинского </w:t>
            </w:r>
            <w:r w:rsidRPr="0000667A">
              <w:rPr>
                <w:b/>
                <w:bCs/>
                <w:color w:val="000000"/>
                <w:sz w:val="24"/>
                <w:szCs w:val="24"/>
              </w:rPr>
              <w:lastRenderedPageBreak/>
              <w:t>муниципального округа Нижегородской области»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C40E0E" w14:textId="77777777" w:rsidR="00D12E73" w:rsidRDefault="00D12E73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4C5BD9F2" w14:textId="77777777" w:rsidR="00D12E73" w:rsidRDefault="00D12E73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7AC4EEDB" w14:textId="77777777" w:rsidR="00D12E73" w:rsidRDefault="00D12E73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700C2E82" w14:textId="77777777" w:rsidR="00D12E73" w:rsidRDefault="00D12E73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1E61213F" w14:textId="77777777" w:rsidR="00D12E73" w:rsidRDefault="00D12E73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4B972F31" w14:textId="77777777" w:rsidR="00C0135E" w:rsidRPr="0000667A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0667A">
              <w:rPr>
                <w:b/>
                <w:bCs/>
                <w:color w:val="000000"/>
                <w:sz w:val="24"/>
                <w:szCs w:val="24"/>
              </w:rPr>
              <w:t>17 0 00 00000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4536A5" w14:textId="77777777" w:rsidR="00D12E73" w:rsidRDefault="00D12E73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6D4E19BA" w14:textId="77777777" w:rsidR="00D12E73" w:rsidRDefault="00D12E73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683DE0D7" w14:textId="77777777" w:rsidR="00D12E73" w:rsidRDefault="00D12E73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28E78414" w14:textId="77777777" w:rsidR="00D12E73" w:rsidRDefault="00D12E73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54C2C34A" w14:textId="77777777" w:rsidR="00D12E73" w:rsidRDefault="00D12E73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01FA562D" w14:textId="77777777" w:rsidR="00C0135E" w:rsidRPr="0000667A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0667A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C76C" w14:textId="77777777" w:rsidR="00D12E73" w:rsidRDefault="00D12E73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54515665" w14:textId="77777777" w:rsidR="00D12E73" w:rsidRDefault="00D12E73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4F6C4A91" w14:textId="77777777" w:rsidR="00D12E73" w:rsidRDefault="00D12E73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08756968" w14:textId="77777777" w:rsidR="00D12E73" w:rsidRDefault="00D12E73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1B596E42" w14:textId="77777777" w:rsidR="00D12E73" w:rsidRDefault="00D12E73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7BC8BAFC" w14:textId="4BC67C52" w:rsidR="00C0135E" w:rsidRPr="0000667A" w:rsidRDefault="0000667A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0667A">
              <w:rPr>
                <w:b/>
                <w:bCs/>
                <w:color w:val="000000"/>
                <w:sz w:val="24"/>
                <w:szCs w:val="24"/>
              </w:rPr>
              <w:t>119 719,4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7ABA6" w14:textId="77777777" w:rsidR="00D12E73" w:rsidRDefault="00D12E73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62B0D8B1" w14:textId="77777777" w:rsidR="00D12E73" w:rsidRDefault="00D12E73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3575F2E4" w14:textId="77777777" w:rsidR="00D12E73" w:rsidRDefault="00D12E73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08F3E096" w14:textId="77777777" w:rsidR="00D12E73" w:rsidRDefault="00D12E73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0EFB801C" w14:textId="77777777" w:rsidR="00D12E73" w:rsidRDefault="00D12E73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5EBA500E" w14:textId="77777777" w:rsidR="00C0135E" w:rsidRPr="0000667A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0667A">
              <w:rPr>
                <w:b/>
                <w:bCs/>
                <w:color w:val="000000"/>
                <w:sz w:val="24"/>
                <w:szCs w:val="24"/>
              </w:rPr>
              <w:t>42 189,7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6E6CB0" w14:textId="77777777" w:rsidR="00D12E73" w:rsidRDefault="00D12E73" w:rsidP="00EC6513">
            <w:pPr>
              <w:ind w:right="-102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644C96D1" w14:textId="77777777" w:rsidR="00D12E73" w:rsidRDefault="00D12E73" w:rsidP="00EC6513">
            <w:pPr>
              <w:ind w:right="-102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6942CBEE" w14:textId="77777777" w:rsidR="00D12E73" w:rsidRDefault="00D12E73" w:rsidP="00EC6513">
            <w:pPr>
              <w:ind w:right="-102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42965AE7" w14:textId="77777777" w:rsidR="00D12E73" w:rsidRDefault="00D12E73" w:rsidP="00EC6513">
            <w:pPr>
              <w:ind w:right="-102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1D2A29E9" w14:textId="77777777" w:rsidR="00D12E73" w:rsidRDefault="00D12E73" w:rsidP="00EC6513">
            <w:pPr>
              <w:ind w:right="-102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2C9E1941" w14:textId="77777777" w:rsidR="00C0135E" w:rsidRPr="0000667A" w:rsidRDefault="00C0135E" w:rsidP="00EC6513">
            <w:pPr>
              <w:ind w:right="-102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0667A">
              <w:rPr>
                <w:b/>
                <w:bCs/>
                <w:color w:val="000000"/>
                <w:sz w:val="24"/>
                <w:szCs w:val="24"/>
              </w:rPr>
              <w:t>52 189,7</w:t>
            </w:r>
          </w:p>
        </w:tc>
      </w:tr>
      <w:tr w:rsidR="00C0135E" w:rsidRPr="00903C87" w14:paraId="4EAF9C09" w14:textId="77777777" w:rsidTr="00EC6513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B26DA" w14:textId="77777777" w:rsidR="00C0135E" w:rsidRPr="0000667A" w:rsidRDefault="00C0135E" w:rsidP="00EC6513">
            <w:pPr>
              <w:tabs>
                <w:tab w:val="left" w:pos="2418"/>
              </w:tabs>
              <w:ind w:firstLine="0"/>
              <w:rPr>
                <w:color w:val="000000"/>
                <w:sz w:val="24"/>
                <w:szCs w:val="24"/>
              </w:rPr>
            </w:pPr>
            <w:r w:rsidRPr="0000667A">
              <w:rPr>
                <w:color w:val="000000"/>
                <w:sz w:val="24"/>
                <w:szCs w:val="24"/>
              </w:rPr>
              <w:lastRenderedPageBreak/>
              <w:t>Капитальный ремонт и ремонт автомобильных дорог общего пользования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AE1FF0" w14:textId="77777777" w:rsidR="00C0135E" w:rsidRPr="0000667A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0667A">
              <w:rPr>
                <w:color w:val="000000"/>
                <w:sz w:val="24"/>
                <w:szCs w:val="24"/>
              </w:rPr>
              <w:t>17 0 03 00000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0BEA23" w14:textId="77777777" w:rsidR="00C0135E" w:rsidRPr="0000667A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0667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224A83" w14:textId="1B093AF9" w:rsidR="00C0135E" w:rsidRPr="0000667A" w:rsidRDefault="0000667A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0667A">
              <w:rPr>
                <w:color w:val="000000"/>
                <w:sz w:val="24"/>
                <w:szCs w:val="24"/>
              </w:rPr>
              <w:t>88 104,0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913891" w14:textId="77777777" w:rsidR="00C0135E" w:rsidRPr="0000667A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0667A">
              <w:rPr>
                <w:color w:val="000000"/>
                <w:sz w:val="24"/>
                <w:szCs w:val="24"/>
              </w:rPr>
              <w:t>19 784,9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33D643" w14:textId="77777777" w:rsidR="00C0135E" w:rsidRPr="0000667A" w:rsidRDefault="00C0135E" w:rsidP="00EC6513">
            <w:pPr>
              <w:ind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0667A">
              <w:rPr>
                <w:color w:val="000000"/>
                <w:sz w:val="24"/>
                <w:szCs w:val="24"/>
              </w:rPr>
              <w:t>21 756,3</w:t>
            </w:r>
          </w:p>
        </w:tc>
      </w:tr>
      <w:tr w:rsidR="0000667A" w:rsidRPr="00903C87" w14:paraId="7AC6211D" w14:textId="77777777" w:rsidTr="0000667A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01E674" w14:textId="6C9D10D8" w:rsidR="0000667A" w:rsidRPr="0000667A" w:rsidRDefault="0000667A" w:rsidP="0000667A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00667A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F2BA2B" w14:textId="609C1A10" w:rsidR="0000667A" w:rsidRPr="0000667A" w:rsidRDefault="0000667A" w:rsidP="0000667A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00667A">
              <w:rPr>
                <w:sz w:val="24"/>
                <w:szCs w:val="24"/>
              </w:rPr>
              <w:t>17 0 03 22000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DCEF25" w14:textId="5FA0D1B8" w:rsidR="0000667A" w:rsidRPr="0000667A" w:rsidRDefault="0000667A" w:rsidP="0000667A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00667A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CF2B06" w14:textId="3D0CBB7D" w:rsidR="0000667A" w:rsidRPr="0000667A" w:rsidRDefault="0000667A" w:rsidP="0000667A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00667A"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B22AB8" w14:textId="63B199C5" w:rsidR="0000667A" w:rsidRPr="0000667A" w:rsidRDefault="0000667A" w:rsidP="0000667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066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1DAEC2" w14:textId="326D18B0" w:rsidR="0000667A" w:rsidRPr="0000667A" w:rsidRDefault="0000667A" w:rsidP="0000667A">
            <w:pPr>
              <w:ind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0667A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0667A" w:rsidRPr="00903C87" w14:paraId="1219B42C" w14:textId="77777777" w:rsidTr="0000667A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F1512B" w14:textId="379A6DFD" w:rsidR="0000667A" w:rsidRPr="0000667A" w:rsidRDefault="0000667A" w:rsidP="0000667A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00667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C3AD5F" w14:textId="3A7A5D33" w:rsidR="0000667A" w:rsidRPr="0000667A" w:rsidRDefault="0000667A" w:rsidP="0000667A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00667A">
              <w:rPr>
                <w:sz w:val="24"/>
                <w:szCs w:val="24"/>
              </w:rPr>
              <w:t>17 0 03 22000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DEEBAD" w14:textId="035642A6" w:rsidR="0000667A" w:rsidRPr="0000667A" w:rsidRDefault="0000667A" w:rsidP="0000667A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00667A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0447B5" w14:textId="2C816FDF" w:rsidR="0000667A" w:rsidRPr="0000667A" w:rsidRDefault="0000667A" w:rsidP="0000667A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00667A"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3FA7E5" w14:textId="502D66C5" w:rsidR="0000667A" w:rsidRPr="0000667A" w:rsidRDefault="0000667A" w:rsidP="0000667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0667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18DE6C" w14:textId="246C2ED6" w:rsidR="0000667A" w:rsidRPr="0000667A" w:rsidRDefault="0000667A" w:rsidP="0000667A">
            <w:pPr>
              <w:ind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0667A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F09A3" w:rsidRPr="00903C87" w14:paraId="4E5D2D41" w14:textId="77777777" w:rsidTr="00FF09A3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21B4C7" w14:textId="6FF2B196" w:rsidR="00FF09A3" w:rsidRPr="00FF09A3" w:rsidRDefault="00FF09A3" w:rsidP="00FF09A3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FF09A3">
              <w:rPr>
                <w:sz w:val="24"/>
                <w:szCs w:val="24"/>
              </w:rPr>
              <w:t>Расходы, направленные на капитальный ремонт и ремонт автомобильных дорог общего пользования за счет средств дорожного фонда Балахнинского муниципального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12A5B" w14:textId="4C93A8F9" w:rsidR="00FF09A3" w:rsidRPr="00FF09A3" w:rsidRDefault="00FF09A3" w:rsidP="00FF09A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F09A3">
              <w:rPr>
                <w:sz w:val="24"/>
                <w:szCs w:val="24"/>
              </w:rPr>
              <w:t>17 0 03 25120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62CCD5" w14:textId="57C63E6F" w:rsidR="00FF09A3" w:rsidRPr="00FF09A3" w:rsidRDefault="00FF09A3" w:rsidP="00FF09A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F09A3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58F72C" w14:textId="59FD0CC7" w:rsidR="00FF09A3" w:rsidRPr="00FF09A3" w:rsidRDefault="00FF09A3" w:rsidP="00FF09A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F09A3">
              <w:rPr>
                <w:sz w:val="24"/>
                <w:szCs w:val="24"/>
              </w:rPr>
              <w:t>11 261,3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0F2D1F" w14:textId="5BE02427" w:rsidR="00FF09A3" w:rsidRPr="00FF09A3" w:rsidRDefault="00FF09A3" w:rsidP="00FF09A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F09A3">
              <w:rPr>
                <w:sz w:val="24"/>
                <w:szCs w:val="24"/>
              </w:rPr>
              <w:t>19 784,9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42EBCF" w14:textId="40D7E1A8" w:rsidR="00FF09A3" w:rsidRPr="00FF09A3" w:rsidRDefault="00FF09A3" w:rsidP="00FF09A3">
            <w:pPr>
              <w:ind w:right="-102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F09A3">
              <w:rPr>
                <w:sz w:val="24"/>
                <w:szCs w:val="24"/>
              </w:rPr>
              <w:t>21 756,3</w:t>
            </w:r>
          </w:p>
        </w:tc>
      </w:tr>
      <w:tr w:rsidR="00FF09A3" w:rsidRPr="00903C87" w14:paraId="6D4A7557" w14:textId="77777777" w:rsidTr="00FF09A3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9DF446" w14:textId="6B560A54" w:rsidR="00FF09A3" w:rsidRPr="00FF09A3" w:rsidRDefault="00FF09A3" w:rsidP="00FF09A3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FF09A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B0FD38" w14:textId="5ED728D5" w:rsidR="00FF09A3" w:rsidRPr="00FF09A3" w:rsidRDefault="00FF09A3" w:rsidP="00FF09A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F09A3">
              <w:rPr>
                <w:sz w:val="24"/>
                <w:szCs w:val="24"/>
              </w:rPr>
              <w:t>17 0 03 25120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EF1460" w14:textId="7F465801" w:rsidR="00FF09A3" w:rsidRPr="00FF09A3" w:rsidRDefault="00FF09A3" w:rsidP="00FF09A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F09A3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ED8836" w14:textId="34F8BCAE" w:rsidR="00FF09A3" w:rsidRPr="00FF09A3" w:rsidRDefault="00FF09A3" w:rsidP="00FF09A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F09A3">
              <w:rPr>
                <w:sz w:val="24"/>
                <w:szCs w:val="24"/>
              </w:rPr>
              <w:t>11 261,3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8F314C" w14:textId="456B2019" w:rsidR="00FF09A3" w:rsidRPr="00FF09A3" w:rsidRDefault="00FF09A3" w:rsidP="00FF09A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F09A3">
              <w:rPr>
                <w:sz w:val="24"/>
                <w:szCs w:val="24"/>
              </w:rPr>
              <w:t>19 784,9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62F47F" w14:textId="39BB4476" w:rsidR="00FF09A3" w:rsidRPr="00FF09A3" w:rsidRDefault="00FF09A3" w:rsidP="00FF09A3">
            <w:pPr>
              <w:ind w:right="-102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F09A3">
              <w:rPr>
                <w:sz w:val="24"/>
                <w:szCs w:val="24"/>
              </w:rPr>
              <w:t>21 756,3</w:t>
            </w:r>
          </w:p>
        </w:tc>
      </w:tr>
      <w:tr w:rsidR="004A3AC1" w:rsidRPr="00903C87" w14:paraId="2E13C5E0" w14:textId="77777777" w:rsidTr="004A3AC1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47633" w14:textId="4CE20AC1" w:rsidR="004A3AC1" w:rsidRPr="004A3AC1" w:rsidRDefault="004A3AC1" w:rsidP="004A3AC1">
            <w:pPr>
              <w:ind w:firstLine="0"/>
              <w:rPr>
                <w:sz w:val="24"/>
                <w:szCs w:val="24"/>
                <w:highlight w:val="yellow"/>
              </w:rPr>
            </w:pPr>
            <w:r w:rsidRPr="004A3AC1">
              <w:rPr>
                <w:sz w:val="24"/>
                <w:szCs w:val="24"/>
              </w:rPr>
              <w:t xml:space="preserve"> Расходы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9688E3" w14:textId="77777777" w:rsidR="00D12E73" w:rsidRDefault="00D12E73" w:rsidP="004A3AC1">
            <w:pPr>
              <w:ind w:firstLine="0"/>
              <w:rPr>
                <w:sz w:val="24"/>
                <w:szCs w:val="24"/>
              </w:rPr>
            </w:pPr>
          </w:p>
          <w:p w14:paraId="2B0E63FA" w14:textId="77777777" w:rsidR="00D12E73" w:rsidRDefault="00D12E73" w:rsidP="004A3AC1">
            <w:pPr>
              <w:ind w:firstLine="0"/>
              <w:rPr>
                <w:sz w:val="24"/>
                <w:szCs w:val="24"/>
              </w:rPr>
            </w:pPr>
          </w:p>
          <w:p w14:paraId="621E3CDE" w14:textId="77777777" w:rsidR="00D12E73" w:rsidRDefault="00D12E73" w:rsidP="004A3AC1">
            <w:pPr>
              <w:ind w:firstLine="0"/>
              <w:rPr>
                <w:sz w:val="24"/>
                <w:szCs w:val="24"/>
              </w:rPr>
            </w:pPr>
          </w:p>
          <w:p w14:paraId="60B77C6F" w14:textId="16C37E22" w:rsidR="004A3AC1" w:rsidRPr="004A3AC1" w:rsidRDefault="004A3AC1" w:rsidP="004A3AC1">
            <w:pPr>
              <w:ind w:firstLine="0"/>
              <w:rPr>
                <w:sz w:val="24"/>
                <w:szCs w:val="24"/>
                <w:highlight w:val="yellow"/>
              </w:rPr>
            </w:pPr>
            <w:r w:rsidRPr="004A3AC1">
              <w:rPr>
                <w:sz w:val="24"/>
                <w:szCs w:val="24"/>
              </w:rPr>
              <w:t>17 0 03 S2210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1202B1" w14:textId="77777777" w:rsidR="00D12E73" w:rsidRDefault="00D12E73" w:rsidP="004A3AC1">
            <w:pPr>
              <w:ind w:firstLine="0"/>
              <w:rPr>
                <w:sz w:val="24"/>
                <w:szCs w:val="24"/>
              </w:rPr>
            </w:pPr>
          </w:p>
          <w:p w14:paraId="76FE054F" w14:textId="77777777" w:rsidR="00D12E73" w:rsidRDefault="00D12E73" w:rsidP="004A3AC1">
            <w:pPr>
              <w:ind w:firstLine="0"/>
              <w:rPr>
                <w:sz w:val="24"/>
                <w:szCs w:val="24"/>
              </w:rPr>
            </w:pPr>
          </w:p>
          <w:p w14:paraId="0A1E8CB5" w14:textId="77777777" w:rsidR="00D12E73" w:rsidRDefault="00D12E73" w:rsidP="004A3AC1">
            <w:pPr>
              <w:ind w:firstLine="0"/>
              <w:rPr>
                <w:sz w:val="24"/>
                <w:szCs w:val="24"/>
              </w:rPr>
            </w:pPr>
          </w:p>
          <w:p w14:paraId="7A2D9C77" w14:textId="64CAA708" w:rsidR="004A3AC1" w:rsidRPr="004A3AC1" w:rsidRDefault="004A3AC1" w:rsidP="004A3AC1">
            <w:pPr>
              <w:ind w:firstLine="0"/>
              <w:rPr>
                <w:sz w:val="24"/>
                <w:szCs w:val="24"/>
                <w:highlight w:val="yellow"/>
              </w:rPr>
            </w:pPr>
            <w:r w:rsidRPr="004A3AC1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2D881E2" w14:textId="1C7BF915" w:rsidR="004A3AC1" w:rsidRPr="004A3AC1" w:rsidRDefault="004A3AC1" w:rsidP="004A3AC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4A3AC1">
              <w:rPr>
                <w:sz w:val="24"/>
                <w:szCs w:val="24"/>
              </w:rPr>
              <w:t>54 847,2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6FB904D" w14:textId="5B0F6914" w:rsidR="004A3AC1" w:rsidRPr="004A3AC1" w:rsidRDefault="004A3AC1" w:rsidP="004A3AC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4A3AC1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DB7B3D" w14:textId="793F04EC" w:rsidR="004A3AC1" w:rsidRPr="004A3AC1" w:rsidRDefault="004A3AC1" w:rsidP="004A3AC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4A3AC1">
              <w:rPr>
                <w:sz w:val="24"/>
                <w:szCs w:val="24"/>
              </w:rPr>
              <w:t>0,0</w:t>
            </w:r>
          </w:p>
        </w:tc>
      </w:tr>
      <w:tr w:rsidR="004A3AC1" w:rsidRPr="00903C87" w14:paraId="0759612F" w14:textId="77777777" w:rsidTr="004A3AC1">
        <w:trPr>
          <w:trHeight w:val="20"/>
        </w:trPr>
        <w:tc>
          <w:tcPr>
            <w:tcW w:w="3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AFFCF" w14:textId="4D76BF16" w:rsidR="004A3AC1" w:rsidRPr="004A3AC1" w:rsidRDefault="004A3AC1" w:rsidP="004A3AC1">
            <w:pPr>
              <w:ind w:firstLine="0"/>
              <w:rPr>
                <w:sz w:val="24"/>
                <w:szCs w:val="24"/>
                <w:highlight w:val="yellow"/>
              </w:rPr>
            </w:pPr>
            <w:r w:rsidRPr="004A3AC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D3A5CF" w14:textId="77777777" w:rsidR="00D12E73" w:rsidRDefault="00D12E73" w:rsidP="004A3AC1">
            <w:pPr>
              <w:ind w:firstLine="0"/>
              <w:rPr>
                <w:sz w:val="24"/>
                <w:szCs w:val="24"/>
              </w:rPr>
            </w:pPr>
          </w:p>
          <w:p w14:paraId="278CE924" w14:textId="77777777" w:rsidR="00D12E73" w:rsidRDefault="00D12E73" w:rsidP="004A3AC1">
            <w:pPr>
              <w:ind w:firstLine="0"/>
              <w:rPr>
                <w:sz w:val="24"/>
                <w:szCs w:val="24"/>
              </w:rPr>
            </w:pPr>
          </w:p>
          <w:p w14:paraId="20549572" w14:textId="5F8D9F62" w:rsidR="004A3AC1" w:rsidRPr="004A3AC1" w:rsidRDefault="004A3AC1" w:rsidP="004A3AC1">
            <w:pPr>
              <w:ind w:firstLine="0"/>
              <w:rPr>
                <w:sz w:val="24"/>
                <w:szCs w:val="24"/>
                <w:highlight w:val="yellow"/>
              </w:rPr>
            </w:pPr>
            <w:r w:rsidRPr="004A3AC1">
              <w:rPr>
                <w:sz w:val="24"/>
                <w:szCs w:val="24"/>
              </w:rPr>
              <w:t>17 0 03 S2210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D8D5FB" w14:textId="77777777" w:rsidR="00D12E73" w:rsidRDefault="00D12E73" w:rsidP="004A3AC1">
            <w:pPr>
              <w:ind w:firstLine="0"/>
              <w:rPr>
                <w:sz w:val="24"/>
                <w:szCs w:val="24"/>
              </w:rPr>
            </w:pPr>
          </w:p>
          <w:p w14:paraId="1095D81A" w14:textId="77777777" w:rsidR="00D12E73" w:rsidRDefault="00D12E73" w:rsidP="004A3AC1">
            <w:pPr>
              <w:ind w:firstLine="0"/>
              <w:rPr>
                <w:sz w:val="24"/>
                <w:szCs w:val="24"/>
              </w:rPr>
            </w:pPr>
          </w:p>
          <w:p w14:paraId="67F609CF" w14:textId="57285E1F" w:rsidR="004A3AC1" w:rsidRPr="004A3AC1" w:rsidRDefault="004A3AC1" w:rsidP="004A3AC1">
            <w:pPr>
              <w:ind w:firstLine="0"/>
              <w:rPr>
                <w:sz w:val="24"/>
                <w:szCs w:val="24"/>
                <w:highlight w:val="yellow"/>
              </w:rPr>
            </w:pPr>
            <w:r w:rsidRPr="004A3AC1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4E32A68" w14:textId="01ACB7B7" w:rsidR="004A3AC1" w:rsidRPr="004A3AC1" w:rsidRDefault="004A3AC1" w:rsidP="004A3AC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4A3AC1">
              <w:rPr>
                <w:sz w:val="24"/>
                <w:szCs w:val="24"/>
              </w:rPr>
              <w:t>54 847,2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9DEBA4F" w14:textId="5A10A332" w:rsidR="004A3AC1" w:rsidRPr="004A3AC1" w:rsidRDefault="004A3AC1" w:rsidP="004A3AC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4A3AC1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E636E" w14:textId="4B51AC74" w:rsidR="004A3AC1" w:rsidRPr="004A3AC1" w:rsidRDefault="004A3AC1" w:rsidP="004A3AC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4A3AC1">
              <w:rPr>
                <w:sz w:val="24"/>
                <w:szCs w:val="24"/>
              </w:rPr>
              <w:t>0,0</w:t>
            </w:r>
          </w:p>
        </w:tc>
      </w:tr>
      <w:tr w:rsidR="004A3AC1" w:rsidRPr="00903C87" w14:paraId="196D26C4" w14:textId="77777777" w:rsidTr="00EC6513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2030C" w14:textId="42AFBE34" w:rsidR="004A3AC1" w:rsidRPr="004A3AC1" w:rsidRDefault="004A3AC1" w:rsidP="004A3AC1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4A3AC1"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6B94F7" w14:textId="4930D907" w:rsidR="004A3AC1" w:rsidRPr="004A3AC1" w:rsidRDefault="004A3AC1" w:rsidP="004A3AC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3E84A6" w14:textId="7922DACD" w:rsidR="004A3AC1" w:rsidRPr="004A3AC1" w:rsidRDefault="004A3AC1" w:rsidP="004A3AC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73A1A2" w14:textId="021BA202" w:rsidR="004A3AC1" w:rsidRPr="00903C87" w:rsidRDefault="004A3AC1" w:rsidP="004A3AC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0C9436" w14:textId="0106EF6C" w:rsidR="004A3AC1" w:rsidRPr="00903C87" w:rsidRDefault="004A3AC1" w:rsidP="004A3AC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9EC15F" w14:textId="48D07AE1" w:rsidR="004A3AC1" w:rsidRPr="00903C87" w:rsidRDefault="004A3AC1" w:rsidP="004A3AC1">
            <w:pPr>
              <w:ind w:right="-102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4A3AC1" w:rsidRPr="00903C87" w14:paraId="7774BA2B" w14:textId="77777777" w:rsidTr="00EC6513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74EB19" w14:textId="056FB0EC" w:rsidR="004A3AC1" w:rsidRPr="00E95CB3" w:rsidRDefault="004A3AC1" w:rsidP="004A3AC1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95CB3">
              <w:rPr>
                <w:sz w:val="24"/>
                <w:szCs w:val="24"/>
              </w:rPr>
              <w:t xml:space="preserve">  - расходы на капитальный ремонт и ремонт автомобильных дорог общего пользования местного значения за счет средств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6BD2E9" w14:textId="28E2FE84" w:rsidR="004A3AC1" w:rsidRPr="00903C87" w:rsidRDefault="004A3AC1" w:rsidP="004A3AC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6EA4C" w14:textId="274ACAF2" w:rsidR="004A3AC1" w:rsidRPr="00903C87" w:rsidRDefault="004A3AC1" w:rsidP="004A3AC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D71B30" w14:textId="492BB0A2" w:rsidR="004A3AC1" w:rsidRPr="00903C87" w:rsidRDefault="004A3AC1" w:rsidP="004A3AC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2 775,1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AAF0B" w14:textId="2C241CE8" w:rsidR="004A3AC1" w:rsidRPr="00903C87" w:rsidRDefault="004A3AC1" w:rsidP="004A3AC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5A1217" w14:textId="0075B2E6" w:rsidR="004A3AC1" w:rsidRPr="00903C87" w:rsidRDefault="004A3AC1" w:rsidP="004A3AC1">
            <w:pPr>
              <w:ind w:right="-102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4A3AC1" w:rsidRPr="00903C87" w14:paraId="343CCBDC" w14:textId="77777777" w:rsidTr="00EC6513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16FE34" w14:textId="7B587A35" w:rsidR="004A3AC1" w:rsidRPr="00E95CB3" w:rsidRDefault="004A3AC1" w:rsidP="004A3AC1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95CB3">
              <w:rPr>
                <w:sz w:val="24"/>
                <w:szCs w:val="24"/>
              </w:rPr>
              <w:t>Расходы на мероприятия по реализации проекта инициативного бюджетирования "Вам решать"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22FC91" w14:textId="0C552A5C" w:rsidR="004A3AC1" w:rsidRPr="00903C87" w:rsidRDefault="004A3AC1" w:rsidP="004A3AC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sz w:val="22"/>
                <w:szCs w:val="22"/>
              </w:rPr>
              <w:t>17 0 03 S2600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3FFAD4" w14:textId="3A46BC80" w:rsidR="004A3AC1" w:rsidRPr="00903C87" w:rsidRDefault="004A3AC1" w:rsidP="004A3AC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sz w:val="22"/>
                <w:szCs w:val="22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865AAD" w14:textId="3E5CC106" w:rsidR="004A3AC1" w:rsidRPr="00903C87" w:rsidRDefault="004A3AC1" w:rsidP="004A3AC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sz w:val="22"/>
                <w:szCs w:val="22"/>
              </w:rPr>
              <w:t>14 570,6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517983" w14:textId="0765E81D" w:rsidR="004A3AC1" w:rsidRPr="00903C87" w:rsidRDefault="004A3AC1" w:rsidP="004A3AC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AF6831" w14:textId="6B8652CF" w:rsidR="004A3AC1" w:rsidRPr="00903C87" w:rsidRDefault="004A3AC1" w:rsidP="004A3AC1">
            <w:pPr>
              <w:ind w:right="-102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4A3AC1" w:rsidRPr="00903C87" w14:paraId="63908BD7" w14:textId="77777777" w:rsidTr="00EC6513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658945" w14:textId="46BA535D" w:rsidR="004A3AC1" w:rsidRPr="00E95CB3" w:rsidRDefault="004A3AC1" w:rsidP="004A3AC1">
            <w:pPr>
              <w:tabs>
                <w:tab w:val="left" w:pos="2418"/>
              </w:tabs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95CB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4FE772" w14:textId="751D00F5" w:rsidR="004A3AC1" w:rsidRPr="00903C87" w:rsidRDefault="004A3AC1" w:rsidP="004A3AC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sz w:val="22"/>
                <w:szCs w:val="22"/>
              </w:rPr>
              <w:t>17 0 03 S2600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6ECFEB" w14:textId="74BA9F9A" w:rsidR="004A3AC1" w:rsidRPr="00903C87" w:rsidRDefault="004A3AC1" w:rsidP="004A3AC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2B1321" w14:textId="1B23CAD5" w:rsidR="004A3AC1" w:rsidRPr="00903C87" w:rsidRDefault="004A3AC1" w:rsidP="004A3AC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sz w:val="22"/>
                <w:szCs w:val="22"/>
              </w:rPr>
              <w:t>14 570,6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89D200" w14:textId="47291C21" w:rsidR="004A3AC1" w:rsidRPr="00903C87" w:rsidRDefault="004A3AC1" w:rsidP="004A3AC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4A0AE3" w14:textId="0F28F429" w:rsidR="004A3AC1" w:rsidRPr="00903C87" w:rsidRDefault="004A3AC1" w:rsidP="004A3AC1">
            <w:pPr>
              <w:ind w:right="-102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4A3AC1" w:rsidRPr="00903C87" w14:paraId="40725FE6" w14:textId="77777777" w:rsidTr="00EC6513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51AE2B" w14:textId="3689C6AA" w:rsidR="004A3AC1" w:rsidRPr="00E95CB3" w:rsidRDefault="004A3AC1" w:rsidP="004A3AC1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95CB3"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37326" w14:textId="5E973B00" w:rsidR="004A3AC1" w:rsidRPr="00903C87" w:rsidRDefault="004A3AC1" w:rsidP="004A3AC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B5563D" w14:textId="6ABF67A2" w:rsidR="004A3AC1" w:rsidRPr="00903C87" w:rsidRDefault="004A3AC1" w:rsidP="004A3AC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BA4F69" w14:textId="312B7807" w:rsidR="004A3AC1" w:rsidRPr="00903C87" w:rsidRDefault="004A3AC1" w:rsidP="004A3AC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51C54" w14:textId="6BA861AF" w:rsidR="004A3AC1" w:rsidRPr="00903C87" w:rsidRDefault="004A3AC1" w:rsidP="004A3AC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C8A4B" w14:textId="35B858CE" w:rsidR="004A3AC1" w:rsidRPr="00903C87" w:rsidRDefault="004A3AC1" w:rsidP="004A3AC1">
            <w:pPr>
              <w:ind w:right="-102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4A3AC1" w:rsidRPr="00903C87" w14:paraId="54059CBC" w14:textId="77777777" w:rsidTr="00EC6513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D5CFBF" w14:textId="4BF79CA0" w:rsidR="004A3AC1" w:rsidRPr="00E95CB3" w:rsidRDefault="004A3AC1" w:rsidP="004A3AC1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95CB3">
              <w:rPr>
                <w:sz w:val="24"/>
                <w:szCs w:val="24"/>
              </w:rPr>
              <w:t xml:space="preserve">   -расходы на мероприятия по реализации проекта инициативного бюджетирования "Вам решать" за счет средств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8FC061" w14:textId="754079BE" w:rsidR="004A3AC1" w:rsidRPr="00903C87" w:rsidRDefault="004A3AC1" w:rsidP="004A3AC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D43BF5" w14:textId="458B6323" w:rsidR="004A3AC1" w:rsidRPr="00903C87" w:rsidRDefault="004A3AC1" w:rsidP="004A3AC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0CDD13" w14:textId="7C33B5C4" w:rsidR="004A3AC1" w:rsidRPr="00903C87" w:rsidRDefault="004A3AC1" w:rsidP="004A3AC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9 372,3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8A0F26" w14:textId="66D125B9" w:rsidR="004A3AC1" w:rsidRPr="00903C87" w:rsidRDefault="004A3AC1" w:rsidP="004A3AC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3F833" w14:textId="00A11E6D" w:rsidR="004A3AC1" w:rsidRPr="00903C87" w:rsidRDefault="004A3AC1" w:rsidP="004A3AC1">
            <w:pPr>
              <w:ind w:right="-102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</w:tr>
      <w:tr w:rsidR="00C0135E" w:rsidRPr="00903C87" w14:paraId="0B5C2AA3" w14:textId="77777777" w:rsidTr="00EC6513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934B2" w14:textId="77777777" w:rsidR="00C0135E" w:rsidRPr="00DE3AD9" w:rsidRDefault="00C0135E" w:rsidP="00EC6513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DE3AD9">
              <w:rPr>
                <w:b/>
                <w:b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0764BC" w14:textId="77777777" w:rsidR="00C0135E" w:rsidRPr="00DE3AD9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E3AD9">
              <w:rPr>
                <w:b/>
                <w:bCs/>
                <w:color w:val="000000"/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B0527E" w14:textId="77777777" w:rsidR="00C0135E" w:rsidRPr="00DE3AD9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E3AD9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598F94" w14:textId="7930D567" w:rsidR="00C0135E" w:rsidRPr="00DE3AD9" w:rsidRDefault="00DE3AD9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E3AD9">
              <w:rPr>
                <w:b/>
                <w:bCs/>
                <w:color w:val="000000"/>
                <w:sz w:val="24"/>
                <w:szCs w:val="24"/>
              </w:rPr>
              <w:t>373 228,6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E5F882" w14:textId="77777777" w:rsidR="00C0135E" w:rsidRPr="00DE3AD9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E3AD9">
              <w:rPr>
                <w:b/>
                <w:bCs/>
                <w:color w:val="000000"/>
                <w:sz w:val="24"/>
                <w:szCs w:val="24"/>
              </w:rPr>
              <w:t>257 791,4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7B619B" w14:textId="77777777" w:rsidR="00C0135E" w:rsidRPr="00DE3AD9" w:rsidRDefault="00C0135E" w:rsidP="00EC6513">
            <w:pPr>
              <w:ind w:right="-102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E3AD9">
              <w:rPr>
                <w:b/>
                <w:bCs/>
                <w:color w:val="000000"/>
                <w:sz w:val="24"/>
                <w:szCs w:val="24"/>
              </w:rPr>
              <w:t>286 946,4</w:t>
            </w:r>
          </w:p>
        </w:tc>
      </w:tr>
      <w:tr w:rsidR="00C0135E" w:rsidRPr="00903C87" w14:paraId="3E5F57C8" w14:textId="77777777" w:rsidTr="00EC6513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C72F3" w14:textId="77777777" w:rsidR="00C0135E" w:rsidRPr="00DE3AD9" w:rsidRDefault="00C0135E" w:rsidP="00EC6513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DE3AD9">
              <w:rPr>
                <w:b/>
                <w:bCs/>
                <w:color w:val="000000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32B5E9" w14:textId="77777777" w:rsidR="00C0135E" w:rsidRPr="00DE3AD9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3979791F" w14:textId="77777777" w:rsidR="00C0135E" w:rsidRPr="00DE3AD9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E3AD9">
              <w:rPr>
                <w:b/>
                <w:bCs/>
                <w:color w:val="000000"/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286D10" w14:textId="77777777" w:rsidR="00C0135E" w:rsidRPr="00DE3AD9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1DECA747" w14:textId="77777777" w:rsidR="00C0135E" w:rsidRPr="00DE3AD9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E3AD9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DA0591" w14:textId="77777777" w:rsidR="00C0135E" w:rsidRPr="00DE3AD9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39145D0C" w14:textId="45A46EAB" w:rsidR="00C0135E" w:rsidRPr="00DE3AD9" w:rsidRDefault="00DE3AD9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E3AD9">
              <w:rPr>
                <w:b/>
                <w:bCs/>
                <w:color w:val="000000"/>
                <w:sz w:val="24"/>
                <w:szCs w:val="24"/>
              </w:rPr>
              <w:t>373 228,6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2793D" w14:textId="77777777" w:rsidR="00C0135E" w:rsidRPr="00DE3AD9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5A31F7DE" w14:textId="77777777" w:rsidR="00C0135E" w:rsidRPr="00DE3AD9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E3AD9">
              <w:rPr>
                <w:b/>
                <w:bCs/>
                <w:color w:val="000000"/>
                <w:sz w:val="24"/>
                <w:szCs w:val="24"/>
              </w:rPr>
              <w:t>257 791,4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EF044" w14:textId="77777777" w:rsidR="00C0135E" w:rsidRPr="00DE3AD9" w:rsidRDefault="00C0135E" w:rsidP="00EC6513">
            <w:pPr>
              <w:ind w:right="-102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54543AC4" w14:textId="77777777" w:rsidR="00C0135E" w:rsidRPr="00DE3AD9" w:rsidRDefault="00C0135E" w:rsidP="00EC6513">
            <w:pPr>
              <w:ind w:right="-102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E3AD9">
              <w:rPr>
                <w:b/>
                <w:bCs/>
                <w:color w:val="000000"/>
                <w:sz w:val="24"/>
                <w:szCs w:val="24"/>
              </w:rPr>
              <w:t>286 946,4</w:t>
            </w:r>
          </w:p>
        </w:tc>
      </w:tr>
      <w:tr w:rsidR="008471FC" w:rsidRPr="00903C87" w14:paraId="00D28F51" w14:textId="77777777" w:rsidTr="008471FC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760AE" w14:textId="2FFF4636" w:rsidR="008471FC" w:rsidRPr="008471FC" w:rsidRDefault="008471FC" w:rsidP="008471FC">
            <w:pPr>
              <w:ind w:firstLine="0"/>
              <w:rPr>
                <w:b/>
                <w:bCs/>
                <w:color w:val="000000"/>
                <w:sz w:val="24"/>
                <w:szCs w:val="24"/>
                <w:highlight w:val="yellow"/>
                <w:lang w:val="en-US"/>
              </w:rPr>
            </w:pPr>
            <w:r w:rsidRPr="008471FC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04E8ED" w14:textId="6F354B00" w:rsidR="008471FC" w:rsidRPr="008471FC" w:rsidRDefault="008471FC" w:rsidP="008471FC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471FC">
              <w:rPr>
                <w:sz w:val="24"/>
                <w:szCs w:val="24"/>
              </w:rPr>
              <w:t>77 7 02 00000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688D4A" w14:textId="6A8B207B" w:rsidR="008471FC" w:rsidRPr="008471FC" w:rsidRDefault="008471FC" w:rsidP="008471FC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471FC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010469" w14:textId="33CF1866" w:rsidR="008471FC" w:rsidRPr="008471FC" w:rsidRDefault="008471FC" w:rsidP="008471FC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471FC">
              <w:rPr>
                <w:sz w:val="24"/>
                <w:szCs w:val="24"/>
              </w:rPr>
              <w:t>44 221,3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12F048" w14:textId="2AE7CD8F" w:rsidR="008471FC" w:rsidRPr="008471FC" w:rsidRDefault="008471FC" w:rsidP="008471FC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471FC">
              <w:rPr>
                <w:sz w:val="24"/>
                <w:szCs w:val="24"/>
              </w:rPr>
              <w:t>36 509,8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98E694" w14:textId="19C5ABE3" w:rsidR="008471FC" w:rsidRPr="008471FC" w:rsidRDefault="008471FC" w:rsidP="008471FC">
            <w:pPr>
              <w:ind w:right="-102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471FC">
              <w:rPr>
                <w:sz w:val="24"/>
                <w:szCs w:val="24"/>
              </w:rPr>
              <w:t>36 554,3</w:t>
            </w:r>
          </w:p>
        </w:tc>
      </w:tr>
      <w:tr w:rsidR="008471FC" w:rsidRPr="00903C87" w14:paraId="1E87859F" w14:textId="77777777" w:rsidTr="008471FC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D0B7D8" w14:textId="7669F4A8" w:rsidR="008471FC" w:rsidRPr="008471FC" w:rsidRDefault="008471FC" w:rsidP="008471FC">
            <w:pPr>
              <w:ind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471FC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29B3C2" w14:textId="59DBD966" w:rsidR="008471FC" w:rsidRPr="008471FC" w:rsidRDefault="008471FC" w:rsidP="008471FC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471FC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1FA18" w14:textId="62300E5F" w:rsidR="008471FC" w:rsidRPr="008471FC" w:rsidRDefault="008471FC" w:rsidP="008471FC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471FC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44605B" w14:textId="4F5FDB23" w:rsidR="008471FC" w:rsidRPr="008471FC" w:rsidRDefault="008471FC" w:rsidP="008471FC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471FC">
              <w:rPr>
                <w:sz w:val="24"/>
                <w:szCs w:val="24"/>
              </w:rPr>
              <w:t>38 901,6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3163A4" w14:textId="2B66A5FB" w:rsidR="008471FC" w:rsidRPr="008471FC" w:rsidRDefault="008471FC" w:rsidP="008471FC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471FC">
              <w:rPr>
                <w:sz w:val="24"/>
                <w:szCs w:val="24"/>
              </w:rPr>
              <w:t>31 178,6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C86997" w14:textId="1BFA66FA" w:rsidR="008471FC" w:rsidRPr="008471FC" w:rsidRDefault="008471FC" w:rsidP="008471FC">
            <w:pPr>
              <w:ind w:right="-102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471FC">
              <w:rPr>
                <w:sz w:val="24"/>
                <w:szCs w:val="24"/>
              </w:rPr>
              <w:t>31 178,6</w:t>
            </w:r>
          </w:p>
        </w:tc>
      </w:tr>
      <w:tr w:rsidR="008471FC" w:rsidRPr="00903C87" w14:paraId="070923C5" w14:textId="77777777" w:rsidTr="008471FC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1DEE57" w14:textId="68A43710" w:rsidR="008471FC" w:rsidRPr="008471FC" w:rsidRDefault="008471FC" w:rsidP="008471FC">
            <w:pPr>
              <w:ind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471FC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4D67AF" w14:textId="7EE157DF" w:rsidR="008471FC" w:rsidRPr="008471FC" w:rsidRDefault="008471FC" w:rsidP="008471FC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471FC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8F6383" w14:textId="25F4F7E8" w:rsidR="008471FC" w:rsidRPr="008471FC" w:rsidRDefault="008471FC" w:rsidP="008471FC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471FC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E9889C" w14:textId="704D41A9" w:rsidR="008471FC" w:rsidRPr="008471FC" w:rsidRDefault="008471FC" w:rsidP="008471FC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471FC">
              <w:rPr>
                <w:sz w:val="24"/>
                <w:szCs w:val="24"/>
              </w:rPr>
              <w:t>23 301,9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2A915B" w14:textId="5EDCDD1D" w:rsidR="008471FC" w:rsidRPr="008471FC" w:rsidRDefault="008471FC" w:rsidP="008471FC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471FC">
              <w:rPr>
                <w:sz w:val="24"/>
                <w:szCs w:val="24"/>
              </w:rPr>
              <w:t>20 800,8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170AE0" w14:textId="5A1B90F4" w:rsidR="008471FC" w:rsidRPr="008471FC" w:rsidRDefault="008471FC" w:rsidP="008471FC">
            <w:pPr>
              <w:ind w:right="-102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471FC">
              <w:rPr>
                <w:sz w:val="24"/>
                <w:szCs w:val="24"/>
              </w:rPr>
              <w:t>20 800,8</w:t>
            </w:r>
          </w:p>
        </w:tc>
      </w:tr>
      <w:tr w:rsidR="008471FC" w:rsidRPr="00903C87" w14:paraId="643BAD29" w14:textId="77777777" w:rsidTr="008471FC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AE01BB" w14:textId="41D7365B" w:rsidR="008471FC" w:rsidRPr="008471FC" w:rsidRDefault="008471FC" w:rsidP="008471FC">
            <w:pPr>
              <w:ind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471F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50926" w14:textId="784D07F0" w:rsidR="008471FC" w:rsidRPr="008471FC" w:rsidRDefault="008471FC" w:rsidP="008471FC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471FC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BCC2B5" w14:textId="3E367BF2" w:rsidR="008471FC" w:rsidRPr="008471FC" w:rsidRDefault="008471FC" w:rsidP="008471FC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471FC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103FC4" w14:textId="6E94BE4C" w:rsidR="008471FC" w:rsidRPr="008471FC" w:rsidRDefault="008471FC" w:rsidP="008471FC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471FC">
              <w:rPr>
                <w:sz w:val="24"/>
                <w:szCs w:val="24"/>
              </w:rPr>
              <w:t>6 554,4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6AF11C" w14:textId="5B556BC2" w:rsidR="008471FC" w:rsidRPr="008471FC" w:rsidRDefault="008471FC" w:rsidP="008471FC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471FC">
              <w:rPr>
                <w:sz w:val="24"/>
                <w:szCs w:val="24"/>
              </w:rPr>
              <w:t>5 771,4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B08DC5" w14:textId="7713DEF2" w:rsidR="008471FC" w:rsidRPr="008471FC" w:rsidRDefault="008471FC" w:rsidP="008471FC">
            <w:pPr>
              <w:ind w:right="-102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471FC">
              <w:rPr>
                <w:sz w:val="24"/>
                <w:szCs w:val="24"/>
              </w:rPr>
              <w:t>5 771,4</w:t>
            </w:r>
          </w:p>
        </w:tc>
      </w:tr>
      <w:tr w:rsidR="008471FC" w:rsidRPr="00903C87" w14:paraId="0AD1E1A4" w14:textId="77777777" w:rsidTr="008471FC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6EDBA1" w14:textId="4B3DD332" w:rsidR="008471FC" w:rsidRPr="008471FC" w:rsidRDefault="008471FC" w:rsidP="008471FC">
            <w:pPr>
              <w:ind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471FC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EC923F" w14:textId="1DDC0EAA" w:rsidR="008471FC" w:rsidRPr="008471FC" w:rsidRDefault="008471FC" w:rsidP="008471F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471FC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B33DCC" w14:textId="1E2B6002" w:rsidR="008471FC" w:rsidRPr="008471FC" w:rsidRDefault="008471FC" w:rsidP="008471F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471FC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69CD2" w14:textId="505CD237" w:rsidR="008471FC" w:rsidRPr="008471FC" w:rsidRDefault="008471FC" w:rsidP="008471F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471FC">
              <w:rPr>
                <w:sz w:val="24"/>
                <w:szCs w:val="24"/>
              </w:rPr>
              <w:t>1 404,0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CAD25F" w14:textId="5D575411" w:rsidR="008471FC" w:rsidRPr="00E95CB3" w:rsidRDefault="00E95CB3" w:rsidP="008471FC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E95CB3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F55530" w14:textId="7A4107E8" w:rsidR="008471FC" w:rsidRPr="00E95CB3" w:rsidRDefault="00E95CB3" w:rsidP="008471FC">
            <w:pPr>
              <w:ind w:right="-102"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E95CB3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8471FC" w:rsidRPr="00903C87" w14:paraId="64E08D26" w14:textId="77777777" w:rsidTr="008471FC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CA03D5" w14:textId="010EF4D0" w:rsidR="008471FC" w:rsidRPr="008471FC" w:rsidRDefault="008471FC" w:rsidP="008471FC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8471F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01BF25" w14:textId="35D27900" w:rsidR="008471FC" w:rsidRPr="008471FC" w:rsidRDefault="008471FC" w:rsidP="008471FC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471FC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0ED432" w14:textId="6678B9A2" w:rsidR="008471FC" w:rsidRPr="008471FC" w:rsidRDefault="008471FC" w:rsidP="008471FC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471FC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EF4F45" w14:textId="13F95BD4" w:rsidR="008471FC" w:rsidRPr="008471FC" w:rsidRDefault="008471FC" w:rsidP="008471FC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471FC">
              <w:rPr>
                <w:sz w:val="24"/>
                <w:szCs w:val="24"/>
              </w:rPr>
              <w:t>6 093,2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C0BA06" w14:textId="6044914E" w:rsidR="008471FC" w:rsidRPr="008471FC" w:rsidRDefault="008471FC" w:rsidP="008471FC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471FC">
              <w:rPr>
                <w:sz w:val="24"/>
                <w:szCs w:val="24"/>
              </w:rPr>
              <w:t>4 606,4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D353F" w14:textId="41874D81" w:rsidR="008471FC" w:rsidRPr="008471FC" w:rsidRDefault="008471FC" w:rsidP="008471FC">
            <w:pPr>
              <w:ind w:right="-102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471FC">
              <w:rPr>
                <w:sz w:val="24"/>
                <w:szCs w:val="24"/>
              </w:rPr>
              <w:t>4 606,4</w:t>
            </w:r>
          </w:p>
        </w:tc>
      </w:tr>
      <w:tr w:rsidR="008471FC" w:rsidRPr="00903C87" w14:paraId="3E864E9F" w14:textId="77777777" w:rsidTr="008471FC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93E4CA" w14:textId="40766FD7" w:rsidR="008471FC" w:rsidRPr="008471FC" w:rsidRDefault="008471FC" w:rsidP="008471FC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8471FC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BCE821" w14:textId="1AAD6BD7" w:rsidR="008471FC" w:rsidRPr="008471FC" w:rsidRDefault="008471FC" w:rsidP="008471FC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471FC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223686" w14:textId="0A0EDDB1" w:rsidR="008471FC" w:rsidRPr="008471FC" w:rsidRDefault="008471FC" w:rsidP="008471FC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471FC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9261D0" w14:textId="7EB5247A" w:rsidR="008471FC" w:rsidRPr="008471FC" w:rsidRDefault="008471FC" w:rsidP="008471FC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471FC">
              <w:rPr>
                <w:sz w:val="24"/>
                <w:szCs w:val="24"/>
              </w:rPr>
              <w:t>1 548,1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BF25B5" w14:textId="06455BA1" w:rsidR="008471FC" w:rsidRPr="008471FC" w:rsidRDefault="008471FC" w:rsidP="008471FC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471FC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164C9F" w14:textId="2DD8D3FB" w:rsidR="008471FC" w:rsidRPr="008471FC" w:rsidRDefault="008471FC" w:rsidP="008471FC">
            <w:pPr>
              <w:ind w:right="-102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471FC">
              <w:rPr>
                <w:sz w:val="24"/>
                <w:szCs w:val="24"/>
              </w:rPr>
              <w:t>0,0</w:t>
            </w:r>
          </w:p>
        </w:tc>
      </w:tr>
      <w:tr w:rsidR="008471FC" w:rsidRPr="008471FC" w14:paraId="07C4FEE4" w14:textId="77777777" w:rsidTr="008471FC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8301F4" w14:textId="3BBAD042" w:rsidR="008471FC" w:rsidRPr="008471FC" w:rsidRDefault="008471FC" w:rsidP="008471FC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8471FC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EEBF76" w14:textId="08D44F18" w:rsidR="008471FC" w:rsidRPr="008471FC" w:rsidRDefault="008471FC" w:rsidP="008471FC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471FC">
              <w:rPr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33F932" w14:textId="53EAFA66" w:rsidR="008471FC" w:rsidRPr="008471FC" w:rsidRDefault="008471FC" w:rsidP="008471FC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471FC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EBB925" w14:textId="55283319" w:rsidR="008471FC" w:rsidRPr="008471FC" w:rsidRDefault="008471FC" w:rsidP="008471FC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471FC">
              <w:rPr>
                <w:sz w:val="24"/>
                <w:szCs w:val="24"/>
              </w:rPr>
              <w:t>180 683,5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2AB34E" w14:textId="023D23BF" w:rsidR="008471FC" w:rsidRPr="008471FC" w:rsidRDefault="008471FC" w:rsidP="008471FC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471FC">
              <w:rPr>
                <w:sz w:val="24"/>
                <w:szCs w:val="24"/>
              </w:rPr>
              <w:t>90 001,5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2DA2A3" w14:textId="7E910BCF" w:rsidR="008471FC" w:rsidRPr="008471FC" w:rsidRDefault="008471FC" w:rsidP="008471FC">
            <w:pPr>
              <w:ind w:right="-102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471FC">
              <w:rPr>
                <w:sz w:val="24"/>
                <w:szCs w:val="24"/>
              </w:rPr>
              <w:t>119 112,0</w:t>
            </w:r>
          </w:p>
        </w:tc>
      </w:tr>
      <w:tr w:rsidR="008471FC" w:rsidRPr="00903C87" w14:paraId="6368F05C" w14:textId="77777777" w:rsidTr="008471FC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7322BB" w14:textId="6B1219C2" w:rsidR="008471FC" w:rsidRPr="008471FC" w:rsidRDefault="008471FC" w:rsidP="008471FC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8471FC">
              <w:rPr>
                <w:sz w:val="24"/>
                <w:szCs w:val="24"/>
              </w:rPr>
              <w:t>Расходы за счет средств резервного фонда Правительства Нижегородской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0838B8" w14:textId="30731C84" w:rsidR="008471FC" w:rsidRPr="008471FC" w:rsidRDefault="008471FC" w:rsidP="008471FC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471FC">
              <w:rPr>
                <w:sz w:val="24"/>
                <w:szCs w:val="24"/>
              </w:rPr>
              <w:t>77 7 03 21000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74F46A" w14:textId="4B19C34D" w:rsidR="008471FC" w:rsidRPr="008471FC" w:rsidRDefault="008471FC" w:rsidP="008471FC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471FC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D14CDD" w14:textId="112802B3" w:rsidR="008471FC" w:rsidRPr="008471FC" w:rsidRDefault="008471FC" w:rsidP="008471FC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471FC">
              <w:rPr>
                <w:sz w:val="24"/>
                <w:szCs w:val="24"/>
              </w:rPr>
              <w:t>47 386,0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7EA9A0" w14:textId="46FC569B" w:rsidR="008471FC" w:rsidRPr="008471FC" w:rsidRDefault="008471FC" w:rsidP="008471FC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471FC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3E5C55" w14:textId="59936062" w:rsidR="008471FC" w:rsidRPr="008471FC" w:rsidRDefault="008471FC" w:rsidP="008471FC">
            <w:pPr>
              <w:ind w:right="-102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471FC">
              <w:rPr>
                <w:sz w:val="24"/>
                <w:szCs w:val="24"/>
              </w:rPr>
              <w:t>0,0</w:t>
            </w:r>
          </w:p>
        </w:tc>
      </w:tr>
      <w:tr w:rsidR="008471FC" w:rsidRPr="00903C87" w14:paraId="0E6AAA23" w14:textId="77777777" w:rsidTr="008471FC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D9DE33" w14:textId="36664886" w:rsidR="008471FC" w:rsidRPr="008471FC" w:rsidRDefault="008471FC" w:rsidP="008471FC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8471F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2E3022" w14:textId="0CF91792" w:rsidR="008471FC" w:rsidRPr="008471FC" w:rsidRDefault="008471FC" w:rsidP="008471FC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471FC">
              <w:rPr>
                <w:sz w:val="24"/>
                <w:szCs w:val="24"/>
              </w:rPr>
              <w:t>77 7 03 21000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F94785" w14:textId="4B09FC2D" w:rsidR="008471FC" w:rsidRPr="008471FC" w:rsidRDefault="008471FC" w:rsidP="008471FC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471FC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397184" w14:textId="05E574E9" w:rsidR="008471FC" w:rsidRPr="008471FC" w:rsidRDefault="008471FC" w:rsidP="008471FC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471FC">
              <w:rPr>
                <w:sz w:val="24"/>
                <w:szCs w:val="24"/>
              </w:rPr>
              <w:t>26 431,9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C49FA6" w14:textId="4EC2B1EF" w:rsidR="008471FC" w:rsidRPr="008471FC" w:rsidRDefault="008471FC" w:rsidP="008471FC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471FC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2D7190" w14:textId="1E310CDF" w:rsidR="008471FC" w:rsidRPr="008471FC" w:rsidRDefault="008471FC" w:rsidP="008471FC">
            <w:pPr>
              <w:ind w:right="-102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471FC">
              <w:rPr>
                <w:sz w:val="24"/>
                <w:szCs w:val="24"/>
              </w:rPr>
              <w:t>0,0</w:t>
            </w:r>
          </w:p>
        </w:tc>
      </w:tr>
      <w:tr w:rsidR="008471FC" w:rsidRPr="00903C87" w14:paraId="0807A7E8" w14:textId="77777777" w:rsidTr="00EC6513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0DA7E7" w14:textId="2B802DFE" w:rsidR="008471FC" w:rsidRPr="00E95CB3" w:rsidRDefault="008471FC" w:rsidP="008471FC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E95CB3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F22AE" w14:textId="6F7138EB" w:rsidR="008471FC" w:rsidRPr="00E95CB3" w:rsidRDefault="008471FC" w:rsidP="008471FC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95CB3">
              <w:rPr>
                <w:sz w:val="24"/>
                <w:szCs w:val="24"/>
              </w:rPr>
              <w:t>77 7 03 22000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125E48" w14:textId="65A192CB" w:rsidR="008471FC" w:rsidRPr="00E95CB3" w:rsidRDefault="008471FC" w:rsidP="008471FC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95CB3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B7A761" w14:textId="7900529B" w:rsidR="008471FC" w:rsidRPr="00E95CB3" w:rsidRDefault="008471FC" w:rsidP="008471FC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95CB3">
              <w:rPr>
                <w:sz w:val="24"/>
                <w:szCs w:val="24"/>
              </w:rPr>
              <w:t>775,8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9D090E" w14:textId="1C6DEBDD" w:rsidR="008471FC" w:rsidRPr="00E95CB3" w:rsidRDefault="008471FC" w:rsidP="008471FC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95CB3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714F9B" w14:textId="3FFE31F6" w:rsidR="008471FC" w:rsidRPr="00E95CB3" w:rsidRDefault="008471FC" w:rsidP="008471FC">
            <w:pPr>
              <w:ind w:right="-102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95CB3">
              <w:rPr>
                <w:sz w:val="24"/>
                <w:szCs w:val="24"/>
              </w:rPr>
              <w:t>0,0</w:t>
            </w:r>
          </w:p>
        </w:tc>
      </w:tr>
      <w:tr w:rsidR="008471FC" w:rsidRPr="00903C87" w14:paraId="18BB9C5F" w14:textId="77777777" w:rsidTr="00EC6513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C12468" w14:textId="028966AB" w:rsidR="008471FC" w:rsidRPr="00E95CB3" w:rsidRDefault="008471FC" w:rsidP="008471FC">
            <w:pPr>
              <w:ind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95CB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ED2ACB" w14:textId="6C345754" w:rsidR="008471FC" w:rsidRPr="00E95CB3" w:rsidRDefault="008471FC" w:rsidP="008471F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95CB3">
              <w:rPr>
                <w:sz w:val="24"/>
                <w:szCs w:val="24"/>
              </w:rPr>
              <w:t>77 7 03 22000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103F34" w14:textId="2F072DFA" w:rsidR="008471FC" w:rsidRPr="00E95CB3" w:rsidRDefault="008471FC" w:rsidP="008471F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95CB3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7F9097" w14:textId="15CF7872" w:rsidR="008471FC" w:rsidRPr="00E95CB3" w:rsidRDefault="008471FC" w:rsidP="008471F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95CB3">
              <w:rPr>
                <w:sz w:val="24"/>
                <w:szCs w:val="24"/>
              </w:rPr>
              <w:t>775,8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430FFC" w14:textId="534C6B3B" w:rsidR="008471FC" w:rsidRPr="00E95CB3" w:rsidRDefault="008471FC" w:rsidP="008471F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95CB3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72588B" w14:textId="35BA8AA7" w:rsidR="008471FC" w:rsidRPr="00E95CB3" w:rsidRDefault="008471FC" w:rsidP="008471FC">
            <w:pPr>
              <w:ind w:right="-102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95CB3">
              <w:rPr>
                <w:sz w:val="24"/>
                <w:szCs w:val="24"/>
              </w:rPr>
              <w:t>0,0</w:t>
            </w:r>
          </w:p>
        </w:tc>
      </w:tr>
      <w:tr w:rsidR="001D0969" w:rsidRPr="00903C87" w14:paraId="3B8485B0" w14:textId="77777777" w:rsidTr="001D0969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AB41D" w14:textId="418C3B03" w:rsidR="001D0969" w:rsidRPr="00E95CB3" w:rsidRDefault="001D0969" w:rsidP="001D0969">
            <w:pPr>
              <w:ind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95CB3">
              <w:rPr>
                <w:sz w:val="24"/>
                <w:szCs w:val="24"/>
              </w:rPr>
              <w:t>Мероприятия в сфере средств массовой информации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8CA0F0" w14:textId="3BC0C0E0" w:rsidR="001D0969" w:rsidRPr="00E95CB3" w:rsidRDefault="001D0969" w:rsidP="001D096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95CB3">
              <w:rPr>
                <w:sz w:val="24"/>
                <w:szCs w:val="24"/>
              </w:rPr>
              <w:t>77 7 03 25270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070050" w14:textId="6CB42298" w:rsidR="001D0969" w:rsidRPr="00E95CB3" w:rsidRDefault="001D0969" w:rsidP="001D096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95CB3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A3D0D5" w14:textId="7251150D" w:rsidR="001D0969" w:rsidRPr="00E95CB3" w:rsidRDefault="001D0969" w:rsidP="001D096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95CB3">
              <w:rPr>
                <w:sz w:val="24"/>
                <w:szCs w:val="24"/>
              </w:rPr>
              <w:t>83,2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8F5810" w14:textId="2BA19726" w:rsidR="001D0969" w:rsidRPr="00E95CB3" w:rsidRDefault="001D0969" w:rsidP="001D096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95CB3">
              <w:rPr>
                <w:sz w:val="24"/>
                <w:szCs w:val="24"/>
              </w:rPr>
              <w:t>318,2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32521B" w14:textId="7130575B" w:rsidR="001D0969" w:rsidRPr="00E95CB3" w:rsidRDefault="001D0969" w:rsidP="001D0969">
            <w:pPr>
              <w:ind w:right="-102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95CB3">
              <w:rPr>
                <w:sz w:val="24"/>
                <w:szCs w:val="24"/>
              </w:rPr>
              <w:t>318,2</w:t>
            </w:r>
          </w:p>
        </w:tc>
      </w:tr>
      <w:tr w:rsidR="001D0969" w:rsidRPr="00903C87" w14:paraId="5305D4D8" w14:textId="77777777" w:rsidTr="001D0969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098D66" w14:textId="55A01D86" w:rsidR="001D0969" w:rsidRPr="00E95CB3" w:rsidRDefault="001D0969" w:rsidP="001D0969">
            <w:pPr>
              <w:ind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95CB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26171" w14:textId="7A9984B4" w:rsidR="001D0969" w:rsidRPr="00E95CB3" w:rsidRDefault="001D0969" w:rsidP="001D096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95CB3">
              <w:rPr>
                <w:sz w:val="24"/>
                <w:szCs w:val="24"/>
              </w:rPr>
              <w:t>77 7 03 25270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0E84A" w14:textId="6E84E439" w:rsidR="001D0969" w:rsidRPr="00E95CB3" w:rsidRDefault="001D0969" w:rsidP="001D096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95CB3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C6095" w14:textId="669433FE" w:rsidR="001D0969" w:rsidRPr="00E95CB3" w:rsidRDefault="001D0969" w:rsidP="001D096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95CB3">
              <w:rPr>
                <w:sz w:val="24"/>
                <w:szCs w:val="24"/>
              </w:rPr>
              <w:t>83,2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21E28" w14:textId="5E9B93E1" w:rsidR="001D0969" w:rsidRPr="00E95CB3" w:rsidRDefault="001D0969" w:rsidP="001D096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95CB3">
              <w:rPr>
                <w:sz w:val="24"/>
                <w:szCs w:val="24"/>
              </w:rPr>
              <w:t>318,2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B98E9" w14:textId="1184FB34" w:rsidR="001D0969" w:rsidRPr="00E95CB3" w:rsidRDefault="001D0969" w:rsidP="001D0969">
            <w:pPr>
              <w:ind w:right="-102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95CB3">
              <w:rPr>
                <w:sz w:val="24"/>
                <w:szCs w:val="24"/>
              </w:rPr>
              <w:t>318,2</w:t>
            </w:r>
          </w:p>
        </w:tc>
      </w:tr>
      <w:tr w:rsidR="001D0969" w:rsidRPr="00903C87" w14:paraId="00F3D343" w14:textId="77777777" w:rsidTr="00E95CB3">
        <w:trPr>
          <w:trHeight w:hRule="exact" w:val="855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35722" w14:textId="3BD7AB24" w:rsidR="001D0969" w:rsidRPr="001D0969" w:rsidRDefault="001D0969" w:rsidP="001D0969">
            <w:pPr>
              <w:ind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D0969">
              <w:rPr>
                <w:sz w:val="24"/>
                <w:szCs w:val="24"/>
              </w:rPr>
              <w:lastRenderedPageBreak/>
              <w:t>Прочие выплаты по обязательствам Балахнинского муниципального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F28612" w14:textId="5BCD462A" w:rsidR="001D0969" w:rsidRPr="001D0969" w:rsidRDefault="001D0969" w:rsidP="001D0969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1D0969">
              <w:rPr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0E4EC2" w14:textId="6D099B09" w:rsidR="001D0969" w:rsidRPr="001D0969" w:rsidRDefault="001D0969" w:rsidP="001D0969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1D096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F049BD" w14:textId="0E92644A" w:rsidR="001D0969" w:rsidRPr="001D0969" w:rsidRDefault="001D0969" w:rsidP="001D0969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1D0969">
              <w:rPr>
                <w:sz w:val="24"/>
                <w:szCs w:val="24"/>
              </w:rPr>
              <w:t>4 383,9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49824C" w14:textId="211E319E" w:rsidR="001D0969" w:rsidRPr="001D0969" w:rsidRDefault="001D0969" w:rsidP="001D0969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1D0969">
              <w:rPr>
                <w:sz w:val="24"/>
                <w:szCs w:val="24"/>
              </w:rPr>
              <w:t>624,2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185EA6" w14:textId="1E623FDC" w:rsidR="001D0969" w:rsidRPr="001D0969" w:rsidRDefault="001D0969" w:rsidP="001D0969">
            <w:pPr>
              <w:ind w:right="-102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1D0969">
              <w:rPr>
                <w:sz w:val="24"/>
                <w:szCs w:val="24"/>
              </w:rPr>
              <w:t>5 624,2</w:t>
            </w:r>
          </w:p>
        </w:tc>
      </w:tr>
      <w:tr w:rsidR="00242067" w:rsidRPr="00903C87" w14:paraId="7C2C17E8" w14:textId="77777777" w:rsidTr="00FC5709">
        <w:trPr>
          <w:trHeight w:hRule="exact" w:val="86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FC535C" w14:textId="04D0709F" w:rsidR="00242067" w:rsidRPr="00FC5709" w:rsidRDefault="00242067" w:rsidP="00242067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FC570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16B5BA" w14:textId="4B7D3FB4" w:rsidR="00242067" w:rsidRPr="00FC5709" w:rsidRDefault="00242067" w:rsidP="00242067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FC5709">
              <w:rPr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46ACF3" w14:textId="1F01C238" w:rsidR="00242067" w:rsidRPr="00FC5709" w:rsidRDefault="00242067" w:rsidP="00242067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FC5709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65B8A0" w14:textId="46911BFD" w:rsidR="00242067" w:rsidRPr="00FC5709" w:rsidRDefault="00242067" w:rsidP="00242067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FC5709">
              <w:rPr>
                <w:sz w:val="24"/>
                <w:szCs w:val="24"/>
              </w:rPr>
              <w:t>313,9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689D82" w14:textId="47EBA5B5" w:rsidR="00242067" w:rsidRPr="00FC5709" w:rsidRDefault="00242067" w:rsidP="00242067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FC5709">
              <w:rPr>
                <w:sz w:val="24"/>
                <w:szCs w:val="24"/>
              </w:rPr>
              <w:t>304,2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6F2D5D" w14:textId="3640EC2B" w:rsidR="00242067" w:rsidRPr="00FC5709" w:rsidRDefault="00242067" w:rsidP="00242067">
            <w:pPr>
              <w:ind w:right="-102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FC5709">
              <w:rPr>
                <w:sz w:val="24"/>
                <w:szCs w:val="24"/>
              </w:rPr>
              <w:t>5 304,2</w:t>
            </w:r>
          </w:p>
        </w:tc>
      </w:tr>
      <w:tr w:rsidR="00FC5709" w:rsidRPr="00903C87" w14:paraId="61297953" w14:textId="77777777" w:rsidTr="00FC5709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E184A" w14:textId="047BF97F" w:rsidR="00FC5709" w:rsidRPr="00FC5709" w:rsidRDefault="00FC5709" w:rsidP="00FC5709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FC5709"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16B635" w14:textId="231F254D" w:rsidR="00FC5709" w:rsidRPr="00FC5709" w:rsidRDefault="00FC5709" w:rsidP="00FC5709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FC5709">
              <w:rPr>
                <w:sz w:val="24"/>
                <w:szCs w:val="24"/>
              </w:rPr>
              <w:t>77 7 03 66130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58FB99" w14:textId="7CE6BC3B" w:rsidR="00FC5709" w:rsidRPr="00FC5709" w:rsidRDefault="00FC5709" w:rsidP="00FC5709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FC570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B90F73" w14:textId="1559E492" w:rsidR="00FC5709" w:rsidRPr="00FC5709" w:rsidRDefault="00FC5709" w:rsidP="00FC5709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FC5709">
              <w:rPr>
                <w:sz w:val="24"/>
                <w:szCs w:val="24"/>
              </w:rPr>
              <w:t>8 131,0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9273C9" w14:textId="34A28271" w:rsidR="00FC5709" w:rsidRPr="00FC5709" w:rsidRDefault="00FC5709" w:rsidP="00FC5709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FC5709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70CB05" w14:textId="5972F4E1" w:rsidR="00FC5709" w:rsidRPr="00FC5709" w:rsidRDefault="00FC5709" w:rsidP="00FC5709">
            <w:pPr>
              <w:ind w:right="-102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FC5709">
              <w:rPr>
                <w:sz w:val="24"/>
                <w:szCs w:val="24"/>
              </w:rPr>
              <w:t>0,0</w:t>
            </w:r>
          </w:p>
        </w:tc>
      </w:tr>
      <w:tr w:rsidR="00FC5709" w:rsidRPr="00903C87" w14:paraId="22778DF7" w14:textId="77777777" w:rsidTr="00FC5709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203E65" w14:textId="3AD02BA7" w:rsidR="00FC5709" w:rsidRPr="00FC5709" w:rsidRDefault="00FC5709" w:rsidP="00FC5709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FC5709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0668FA" w14:textId="5F278832" w:rsidR="00FC5709" w:rsidRPr="00FC5709" w:rsidRDefault="00FC5709" w:rsidP="00FC5709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FC5709">
              <w:rPr>
                <w:sz w:val="24"/>
                <w:szCs w:val="24"/>
              </w:rPr>
              <w:t>77 7 03 66130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F6392F" w14:textId="0AA0E0E6" w:rsidR="00FC5709" w:rsidRPr="00FC5709" w:rsidRDefault="00FC5709" w:rsidP="00FC5709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FC5709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FC64F1" w14:textId="2A292EB0" w:rsidR="00FC5709" w:rsidRPr="00FC5709" w:rsidRDefault="00FC5709" w:rsidP="00FC5709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FC5709">
              <w:rPr>
                <w:sz w:val="24"/>
                <w:szCs w:val="24"/>
              </w:rPr>
              <w:t>8 131,0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B9331C" w14:textId="08F0CC57" w:rsidR="00FC5709" w:rsidRPr="00FC5709" w:rsidRDefault="00FC5709" w:rsidP="00FC5709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FC5709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EAB6E8" w14:textId="18DBD423" w:rsidR="00FC5709" w:rsidRPr="00FC5709" w:rsidRDefault="00FC5709" w:rsidP="00FC5709">
            <w:pPr>
              <w:ind w:right="-102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FC5709">
              <w:rPr>
                <w:sz w:val="24"/>
                <w:szCs w:val="24"/>
              </w:rPr>
              <w:t>0,0</w:t>
            </w:r>
          </w:p>
        </w:tc>
      </w:tr>
      <w:tr w:rsidR="00570D8B" w:rsidRPr="00903C87" w14:paraId="099DD410" w14:textId="77777777" w:rsidTr="00570D8B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8E1299" w14:textId="7918DE97" w:rsidR="00570D8B" w:rsidRPr="00570D8B" w:rsidRDefault="00570D8B" w:rsidP="00570D8B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570D8B">
              <w:rPr>
                <w:sz w:val="24"/>
                <w:szCs w:val="24"/>
              </w:rPr>
              <w:t>Взносы на капитальный ремонт общего имущества в многоквартирных домах в доле собственности Балахнинского муниципального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6C5790" w14:textId="4A203AC5" w:rsidR="00570D8B" w:rsidRPr="00570D8B" w:rsidRDefault="00570D8B" w:rsidP="00570D8B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570D8B">
              <w:rPr>
                <w:sz w:val="24"/>
                <w:szCs w:val="24"/>
              </w:rPr>
              <w:t>77 7 03 90150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68234E" w14:textId="517B7168" w:rsidR="00570D8B" w:rsidRPr="00570D8B" w:rsidRDefault="00570D8B" w:rsidP="00570D8B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570D8B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F21B4" w14:textId="0F12A859" w:rsidR="00570D8B" w:rsidRPr="00570D8B" w:rsidRDefault="00570D8B" w:rsidP="00570D8B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570D8B">
              <w:rPr>
                <w:sz w:val="24"/>
                <w:szCs w:val="24"/>
              </w:rPr>
              <w:t>10 972,6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CE356" w14:textId="59D124D7" w:rsidR="00570D8B" w:rsidRPr="00570D8B" w:rsidRDefault="00570D8B" w:rsidP="00570D8B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570D8B">
              <w:rPr>
                <w:sz w:val="24"/>
                <w:szCs w:val="24"/>
              </w:rPr>
              <w:t>9 008,9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8A3848" w14:textId="477F2306" w:rsidR="00570D8B" w:rsidRPr="00570D8B" w:rsidRDefault="00570D8B" w:rsidP="00570D8B">
            <w:pPr>
              <w:ind w:right="-102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570D8B">
              <w:rPr>
                <w:sz w:val="24"/>
                <w:szCs w:val="24"/>
              </w:rPr>
              <w:t>9 008,9</w:t>
            </w:r>
          </w:p>
        </w:tc>
      </w:tr>
      <w:tr w:rsidR="00570D8B" w:rsidRPr="00903C87" w14:paraId="76D2D282" w14:textId="77777777" w:rsidTr="00570D8B">
        <w:trPr>
          <w:trHeight w:hRule="exact" w:val="838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DD1C3E" w14:textId="07BA7475" w:rsidR="00570D8B" w:rsidRPr="00570D8B" w:rsidRDefault="00570D8B" w:rsidP="00570D8B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570D8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91335D" w14:textId="17125F88" w:rsidR="00570D8B" w:rsidRPr="00570D8B" w:rsidRDefault="00570D8B" w:rsidP="00570D8B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570D8B">
              <w:rPr>
                <w:sz w:val="24"/>
                <w:szCs w:val="24"/>
              </w:rPr>
              <w:t>77 7 03 90150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6C6382" w14:textId="36E7B2A2" w:rsidR="00570D8B" w:rsidRPr="00570D8B" w:rsidRDefault="00570D8B" w:rsidP="00570D8B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570D8B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323B49" w14:textId="736F6BA0" w:rsidR="00570D8B" w:rsidRPr="00570D8B" w:rsidRDefault="00570D8B" w:rsidP="00570D8B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570D8B">
              <w:rPr>
                <w:sz w:val="24"/>
                <w:szCs w:val="24"/>
              </w:rPr>
              <w:t>10 972,6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1916D2" w14:textId="1480E026" w:rsidR="00570D8B" w:rsidRPr="00570D8B" w:rsidRDefault="00570D8B" w:rsidP="00570D8B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570D8B">
              <w:rPr>
                <w:sz w:val="24"/>
                <w:szCs w:val="24"/>
              </w:rPr>
              <w:t>9 008,9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8D2BB7" w14:textId="2F23D192" w:rsidR="00570D8B" w:rsidRPr="00570D8B" w:rsidRDefault="00570D8B" w:rsidP="00570D8B">
            <w:pPr>
              <w:ind w:right="-102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570D8B">
              <w:rPr>
                <w:sz w:val="24"/>
                <w:szCs w:val="24"/>
              </w:rPr>
              <w:t>9 008,9</w:t>
            </w:r>
          </w:p>
        </w:tc>
      </w:tr>
      <w:tr w:rsidR="00570D8B" w:rsidRPr="00903C87" w14:paraId="6FD4DD41" w14:textId="77777777" w:rsidTr="00EC6513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E2CCED" w14:textId="581A1ED9" w:rsidR="00570D8B" w:rsidRPr="00570D8B" w:rsidRDefault="00570D8B" w:rsidP="00570D8B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570D8B">
              <w:rPr>
                <w:b/>
                <w:bCs/>
                <w:sz w:val="24"/>
                <w:szCs w:val="24"/>
              </w:rPr>
              <w:t xml:space="preserve">Предотвращение влияния ухудшения экономической ситуации на развитие отраслей экономики, в связи с распространением новой </w:t>
            </w:r>
            <w:proofErr w:type="spellStart"/>
            <w:r w:rsidRPr="00570D8B">
              <w:rPr>
                <w:b/>
                <w:bCs/>
                <w:sz w:val="24"/>
                <w:szCs w:val="24"/>
              </w:rPr>
              <w:t>короновирусной</w:t>
            </w:r>
            <w:proofErr w:type="spellEnd"/>
            <w:r w:rsidRPr="00570D8B">
              <w:rPr>
                <w:b/>
                <w:bCs/>
                <w:sz w:val="24"/>
                <w:szCs w:val="24"/>
              </w:rPr>
              <w:t xml:space="preserve"> инфекции (COVID-19)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3A032E" w14:textId="7D1E43C5" w:rsidR="00570D8B" w:rsidRPr="00570D8B" w:rsidRDefault="00570D8B" w:rsidP="00570D8B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570D8B">
              <w:rPr>
                <w:b/>
                <w:bCs/>
                <w:sz w:val="24"/>
                <w:szCs w:val="24"/>
              </w:rPr>
              <w:t>77 7 С2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C7309A" w14:textId="0D1AE4B7" w:rsidR="00570D8B" w:rsidRPr="00570D8B" w:rsidRDefault="00570D8B" w:rsidP="00570D8B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570D8B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09026B" w14:textId="0BF08372" w:rsidR="00570D8B" w:rsidRPr="00570D8B" w:rsidRDefault="00570D8B" w:rsidP="00570D8B">
            <w:pPr>
              <w:ind w:firstLine="0"/>
              <w:jc w:val="center"/>
              <w:rPr>
                <w:i/>
                <w:iCs/>
                <w:color w:val="000000"/>
                <w:sz w:val="24"/>
                <w:szCs w:val="24"/>
                <w:highlight w:val="yellow"/>
              </w:rPr>
            </w:pPr>
            <w:r w:rsidRPr="00570D8B">
              <w:rPr>
                <w:b/>
                <w:bCs/>
                <w:sz w:val="24"/>
                <w:szCs w:val="24"/>
              </w:rPr>
              <w:t>15 127,3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1E7913" w14:textId="24EF673C" w:rsidR="00570D8B" w:rsidRPr="00570D8B" w:rsidRDefault="00570D8B" w:rsidP="00570D8B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570D8B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5679D" w14:textId="0F583E55" w:rsidR="00570D8B" w:rsidRPr="00570D8B" w:rsidRDefault="00570D8B" w:rsidP="00570D8B">
            <w:pPr>
              <w:ind w:right="-102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570D8B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570D8B" w:rsidRPr="00903C87" w14:paraId="3F9ED603" w14:textId="77777777" w:rsidTr="00EC6513">
        <w:trPr>
          <w:trHeight w:hRule="exact" w:val="858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39040B" w14:textId="5BC4F59A" w:rsidR="00570D8B" w:rsidRPr="00570D8B" w:rsidRDefault="00570D8B" w:rsidP="00570D8B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570D8B">
              <w:rPr>
                <w:sz w:val="24"/>
                <w:szCs w:val="24"/>
              </w:rPr>
              <w:t>Расходы на возмещение части затрат организаций, пострадавших от распространения новой коронавирусной инфекции (COVID-19). на оплату труда работников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6AA5C2" w14:textId="2E0F0CD5" w:rsidR="00570D8B" w:rsidRPr="00570D8B" w:rsidRDefault="00570D8B" w:rsidP="00570D8B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570D8B">
              <w:rPr>
                <w:sz w:val="24"/>
                <w:szCs w:val="24"/>
              </w:rPr>
              <w:t>77 7 С2 74190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9A7614" w14:textId="126C12D6" w:rsidR="00570D8B" w:rsidRPr="00570D8B" w:rsidRDefault="00570D8B" w:rsidP="00570D8B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570D8B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5042C2" w14:textId="475BF053" w:rsidR="00570D8B" w:rsidRPr="00570D8B" w:rsidRDefault="00570D8B" w:rsidP="00570D8B">
            <w:pPr>
              <w:ind w:firstLine="0"/>
              <w:jc w:val="center"/>
              <w:rPr>
                <w:i/>
                <w:iCs/>
                <w:color w:val="000000"/>
                <w:sz w:val="24"/>
                <w:szCs w:val="24"/>
                <w:highlight w:val="yellow"/>
              </w:rPr>
            </w:pPr>
            <w:r w:rsidRPr="00570D8B">
              <w:rPr>
                <w:sz w:val="24"/>
                <w:szCs w:val="24"/>
              </w:rPr>
              <w:t>10 200,0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0394B2" w14:textId="2D1F6D25" w:rsidR="00570D8B" w:rsidRPr="00570D8B" w:rsidRDefault="00570D8B" w:rsidP="00570D8B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570D8B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1A4391" w14:textId="29AADD17" w:rsidR="00570D8B" w:rsidRPr="00570D8B" w:rsidRDefault="00570D8B" w:rsidP="00570D8B">
            <w:pPr>
              <w:ind w:right="-102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570D8B">
              <w:rPr>
                <w:sz w:val="24"/>
                <w:szCs w:val="24"/>
              </w:rPr>
              <w:t>0,0</w:t>
            </w:r>
          </w:p>
        </w:tc>
      </w:tr>
      <w:tr w:rsidR="00570D8B" w:rsidRPr="00903C87" w14:paraId="35D5BB6E" w14:textId="77777777" w:rsidTr="00570D8B">
        <w:trPr>
          <w:trHeight w:hRule="exact" w:val="293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84FDBE" w14:textId="571B4BD8" w:rsidR="00570D8B" w:rsidRPr="00570D8B" w:rsidRDefault="00570D8B" w:rsidP="00570D8B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570D8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033E90" w14:textId="4D398ED6" w:rsidR="00570D8B" w:rsidRPr="00570D8B" w:rsidRDefault="00570D8B" w:rsidP="00570D8B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570D8B">
              <w:rPr>
                <w:sz w:val="24"/>
                <w:szCs w:val="24"/>
              </w:rPr>
              <w:t>77 7 С2 74190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145E4D" w14:textId="34297AC4" w:rsidR="00570D8B" w:rsidRPr="00570D8B" w:rsidRDefault="00570D8B" w:rsidP="00570D8B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570D8B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F6738" w14:textId="1AF07B1F" w:rsidR="00570D8B" w:rsidRPr="00570D8B" w:rsidRDefault="00570D8B" w:rsidP="00570D8B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570D8B">
              <w:rPr>
                <w:sz w:val="24"/>
                <w:szCs w:val="24"/>
              </w:rPr>
              <w:t>10 200,0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6646C9" w14:textId="16B01DD8" w:rsidR="00570D8B" w:rsidRPr="00570D8B" w:rsidRDefault="00570D8B" w:rsidP="00570D8B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570D8B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140376" w14:textId="7D75A92D" w:rsidR="00570D8B" w:rsidRPr="00570D8B" w:rsidRDefault="00570D8B" w:rsidP="00570D8B">
            <w:pPr>
              <w:ind w:right="-102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570D8B">
              <w:rPr>
                <w:sz w:val="24"/>
                <w:szCs w:val="24"/>
              </w:rPr>
              <w:t>0,0</w:t>
            </w:r>
          </w:p>
        </w:tc>
      </w:tr>
      <w:tr w:rsidR="00570D8B" w:rsidRPr="00903C87" w14:paraId="7B75DEBC" w14:textId="77777777" w:rsidTr="00EC6513">
        <w:trPr>
          <w:trHeight w:hRule="exact" w:val="854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844493" w14:textId="36576E92" w:rsidR="00570D8B" w:rsidRPr="00570D8B" w:rsidRDefault="00570D8B" w:rsidP="00570D8B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570D8B">
              <w:rPr>
                <w:sz w:val="24"/>
                <w:szCs w:val="24"/>
              </w:rPr>
              <w:t>Расходы на возмещение затрат организаций, пострадавших от распространения новой коронавирусной инфекции (COVID-19). на оплату коммунальных услуг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4CAFE" w14:textId="5339A7D0" w:rsidR="00570D8B" w:rsidRPr="00570D8B" w:rsidRDefault="00570D8B" w:rsidP="00570D8B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570D8B">
              <w:rPr>
                <w:sz w:val="24"/>
                <w:szCs w:val="24"/>
              </w:rPr>
              <w:t>77 7 С2 74210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E70FCE" w14:textId="65E7A90E" w:rsidR="00570D8B" w:rsidRPr="00570D8B" w:rsidRDefault="00570D8B" w:rsidP="00570D8B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570D8B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893F5A" w14:textId="25E82F04" w:rsidR="00570D8B" w:rsidRPr="00570D8B" w:rsidRDefault="00570D8B" w:rsidP="00570D8B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570D8B">
              <w:rPr>
                <w:sz w:val="24"/>
                <w:szCs w:val="24"/>
              </w:rPr>
              <w:t>4 800,0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0182A7" w14:textId="5760761B" w:rsidR="00570D8B" w:rsidRPr="00570D8B" w:rsidRDefault="00570D8B" w:rsidP="00570D8B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570D8B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B51F12" w14:textId="2A9FD8DB" w:rsidR="00570D8B" w:rsidRPr="00570D8B" w:rsidRDefault="00570D8B" w:rsidP="00570D8B">
            <w:pPr>
              <w:ind w:right="-102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570D8B">
              <w:rPr>
                <w:sz w:val="24"/>
                <w:szCs w:val="24"/>
              </w:rPr>
              <w:t>0,0</w:t>
            </w:r>
          </w:p>
        </w:tc>
      </w:tr>
      <w:tr w:rsidR="00570D8B" w:rsidRPr="00903C87" w14:paraId="3BE787A2" w14:textId="77777777" w:rsidTr="00570D8B">
        <w:trPr>
          <w:trHeight w:hRule="exact" w:val="267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EED365" w14:textId="034D7DC5" w:rsidR="00570D8B" w:rsidRPr="00570D8B" w:rsidRDefault="00570D8B" w:rsidP="00570D8B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570D8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A8644B" w14:textId="4EDE8F76" w:rsidR="00570D8B" w:rsidRPr="00570D8B" w:rsidRDefault="00570D8B" w:rsidP="00570D8B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570D8B">
              <w:rPr>
                <w:sz w:val="24"/>
                <w:szCs w:val="24"/>
              </w:rPr>
              <w:t>77 7 С2 74210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ADB2DF" w14:textId="4B3271BE" w:rsidR="00570D8B" w:rsidRPr="00570D8B" w:rsidRDefault="00570D8B" w:rsidP="00570D8B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570D8B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F70559" w14:textId="514F0460" w:rsidR="00570D8B" w:rsidRPr="00570D8B" w:rsidRDefault="00570D8B" w:rsidP="00570D8B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570D8B">
              <w:rPr>
                <w:sz w:val="24"/>
                <w:szCs w:val="24"/>
              </w:rPr>
              <w:t>4 800,0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4876E5" w14:textId="5F67C744" w:rsidR="00570D8B" w:rsidRPr="00570D8B" w:rsidRDefault="00570D8B" w:rsidP="00570D8B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570D8B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33739F" w14:textId="2B54673A" w:rsidR="00570D8B" w:rsidRPr="00570D8B" w:rsidRDefault="00570D8B" w:rsidP="00570D8B">
            <w:pPr>
              <w:ind w:right="-102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570D8B">
              <w:rPr>
                <w:sz w:val="24"/>
                <w:szCs w:val="24"/>
              </w:rPr>
              <w:t>0,0</w:t>
            </w:r>
          </w:p>
        </w:tc>
      </w:tr>
      <w:tr w:rsidR="00C0135E" w:rsidRPr="00903C87" w14:paraId="211EE6A0" w14:textId="77777777" w:rsidTr="00EC6513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EB57A" w14:textId="77777777" w:rsidR="00C0135E" w:rsidRPr="00903C87" w:rsidRDefault="00C0135E" w:rsidP="00EC6513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D4E509" w14:textId="77777777" w:rsidR="00C0135E" w:rsidRPr="00903C87" w:rsidRDefault="00C0135E" w:rsidP="00EC6513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634A56" w14:textId="77777777" w:rsidR="00C0135E" w:rsidRPr="00903C87" w:rsidRDefault="00C0135E" w:rsidP="00EC6513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278456" w14:textId="77777777" w:rsidR="00C0135E" w:rsidRPr="00903C87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C8879" w14:textId="77777777" w:rsidR="00C0135E" w:rsidRPr="00903C87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C4A65" w14:textId="77777777" w:rsidR="00C0135E" w:rsidRPr="00903C87" w:rsidRDefault="00C0135E" w:rsidP="00EC6513">
            <w:pPr>
              <w:ind w:right="-102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C0135E" w:rsidRPr="005971FC" w14:paraId="4EC15A42" w14:textId="77777777" w:rsidTr="005971FC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824B1D" w14:textId="77777777" w:rsidR="00C0135E" w:rsidRPr="005971FC" w:rsidRDefault="00C0135E" w:rsidP="00EC6513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5971FC"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859D8" w14:textId="77777777" w:rsidR="00C0135E" w:rsidRPr="005971FC" w:rsidRDefault="00C0135E" w:rsidP="00EC65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BAA28" w14:textId="77777777" w:rsidR="00C0135E" w:rsidRPr="005971FC" w:rsidRDefault="00C0135E" w:rsidP="00EC65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B8F95" w14:textId="4F0EB8B2" w:rsidR="00C0135E" w:rsidRPr="005971FC" w:rsidRDefault="005971FC" w:rsidP="00B7498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5971FC">
              <w:rPr>
                <w:b/>
                <w:bCs/>
                <w:sz w:val="22"/>
                <w:szCs w:val="22"/>
              </w:rPr>
              <w:t>2 472 456,9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F012CF" w14:textId="77777777" w:rsidR="00C0135E" w:rsidRPr="005971FC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971FC">
              <w:rPr>
                <w:b/>
                <w:bCs/>
                <w:color w:val="000000"/>
                <w:sz w:val="24"/>
                <w:szCs w:val="24"/>
              </w:rPr>
              <w:t>2 025 405,0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0E5435" w14:textId="77777777" w:rsidR="00C0135E" w:rsidRPr="005971FC" w:rsidRDefault="00C0135E" w:rsidP="00EC6513">
            <w:pPr>
              <w:ind w:right="-102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971FC">
              <w:rPr>
                <w:b/>
                <w:bCs/>
                <w:color w:val="000000"/>
                <w:sz w:val="24"/>
                <w:szCs w:val="24"/>
              </w:rPr>
              <w:t>1 988 625,9</w:t>
            </w:r>
          </w:p>
        </w:tc>
      </w:tr>
    </w:tbl>
    <w:p w14:paraId="02D062A1" w14:textId="77777777" w:rsidR="00B74986" w:rsidRDefault="00B74986" w:rsidP="00C0135E">
      <w:pPr>
        <w:ind w:firstLine="540"/>
        <w:jc w:val="both"/>
        <w:rPr>
          <w:color w:val="000000"/>
          <w:szCs w:val="28"/>
        </w:rPr>
      </w:pPr>
    </w:p>
    <w:p w14:paraId="0CE4006E" w14:textId="225DA2D2" w:rsidR="00C0135E" w:rsidRPr="005971FC" w:rsidRDefault="00C0135E" w:rsidP="00C0135E">
      <w:pPr>
        <w:ind w:firstLine="540"/>
        <w:jc w:val="both"/>
        <w:rPr>
          <w:color w:val="000000"/>
          <w:szCs w:val="28"/>
        </w:rPr>
      </w:pPr>
      <w:r w:rsidRPr="005971FC">
        <w:rPr>
          <w:color w:val="000000"/>
          <w:szCs w:val="28"/>
        </w:rPr>
        <w:lastRenderedPageBreak/>
        <w:t>1.</w:t>
      </w:r>
      <w:r w:rsidR="0081745B">
        <w:rPr>
          <w:color w:val="000000"/>
          <w:szCs w:val="28"/>
        </w:rPr>
        <w:t>7</w:t>
      </w:r>
      <w:r w:rsidRPr="005971FC">
        <w:rPr>
          <w:color w:val="000000"/>
          <w:szCs w:val="28"/>
        </w:rPr>
        <w:t>. в приложении 6:</w:t>
      </w:r>
    </w:p>
    <w:p w14:paraId="4783189A" w14:textId="77777777" w:rsidR="00C0135E" w:rsidRPr="005971FC" w:rsidRDefault="00C0135E" w:rsidP="00C0135E">
      <w:pPr>
        <w:pStyle w:val="25"/>
        <w:tabs>
          <w:tab w:val="num" w:pos="0"/>
        </w:tabs>
        <w:ind w:firstLine="567"/>
        <w:rPr>
          <w:color w:val="000000"/>
          <w:sz w:val="28"/>
          <w:szCs w:val="28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09"/>
        <w:gridCol w:w="567"/>
        <w:gridCol w:w="567"/>
        <w:gridCol w:w="1559"/>
        <w:gridCol w:w="709"/>
        <w:gridCol w:w="1276"/>
        <w:gridCol w:w="1276"/>
        <w:gridCol w:w="1275"/>
      </w:tblGrid>
      <w:tr w:rsidR="00C0135E" w:rsidRPr="00AB2228" w14:paraId="6FD54B71" w14:textId="77777777" w:rsidTr="00EC6513">
        <w:trPr>
          <w:cantSplit/>
          <w:trHeight w:val="432"/>
          <w:tblHeader/>
        </w:trPr>
        <w:tc>
          <w:tcPr>
            <w:tcW w:w="2410" w:type="dxa"/>
            <w:vMerge w:val="restart"/>
            <w:vAlign w:val="center"/>
          </w:tcPr>
          <w:p w14:paraId="0B53B7EC" w14:textId="77777777" w:rsidR="00C0135E" w:rsidRPr="00E47B3E" w:rsidRDefault="00C0135E" w:rsidP="00EC6513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E47B3E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4111" w:type="dxa"/>
            <w:gridSpan w:val="5"/>
            <w:vAlign w:val="center"/>
          </w:tcPr>
          <w:p w14:paraId="25C38265" w14:textId="77777777" w:rsidR="00C0135E" w:rsidRPr="00E47B3E" w:rsidRDefault="00C0135E" w:rsidP="00EC6513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B3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276" w:type="dxa"/>
            <w:vAlign w:val="center"/>
          </w:tcPr>
          <w:p w14:paraId="586E363B" w14:textId="77777777" w:rsidR="00C0135E" w:rsidRPr="00E47B3E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47B3E">
              <w:rPr>
                <w:b/>
                <w:bCs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276" w:type="dxa"/>
            <w:vAlign w:val="center"/>
          </w:tcPr>
          <w:p w14:paraId="17235199" w14:textId="77777777" w:rsidR="00C0135E" w:rsidRPr="00E47B3E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47B3E">
              <w:rPr>
                <w:b/>
                <w:bCs/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1275" w:type="dxa"/>
            <w:vAlign w:val="center"/>
          </w:tcPr>
          <w:p w14:paraId="40FE1E18" w14:textId="77777777" w:rsidR="00C0135E" w:rsidRPr="00E47B3E" w:rsidRDefault="00C0135E" w:rsidP="00EC6513">
            <w:pPr>
              <w:ind w:left="-152" w:right="-108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47B3E">
              <w:rPr>
                <w:b/>
                <w:bCs/>
                <w:color w:val="000000"/>
                <w:sz w:val="24"/>
                <w:szCs w:val="24"/>
              </w:rPr>
              <w:t>2023 год</w:t>
            </w:r>
          </w:p>
        </w:tc>
      </w:tr>
      <w:tr w:rsidR="00C0135E" w:rsidRPr="00AB2228" w14:paraId="799D9EC0" w14:textId="77777777" w:rsidTr="00EC6513">
        <w:trPr>
          <w:cantSplit/>
          <w:tblHeader/>
        </w:trPr>
        <w:tc>
          <w:tcPr>
            <w:tcW w:w="2410" w:type="dxa"/>
            <w:vMerge/>
            <w:vAlign w:val="center"/>
          </w:tcPr>
          <w:p w14:paraId="64BC2E40" w14:textId="77777777" w:rsidR="00C0135E" w:rsidRPr="00E47B3E" w:rsidRDefault="00C0135E" w:rsidP="00EC651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2247455D" w14:textId="77777777" w:rsidR="00C0135E" w:rsidRPr="00E47B3E" w:rsidRDefault="00C0135E" w:rsidP="00EC6513">
            <w:pPr>
              <w:ind w:left="-72" w:right="-134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E47B3E">
              <w:rPr>
                <w:b/>
                <w:bCs/>
                <w:color w:val="000000"/>
                <w:sz w:val="24"/>
                <w:szCs w:val="24"/>
              </w:rPr>
              <w:t>Ведо</w:t>
            </w:r>
            <w:proofErr w:type="spellEnd"/>
          </w:p>
          <w:p w14:paraId="233CBAC8" w14:textId="77777777" w:rsidR="00C0135E" w:rsidRPr="00E47B3E" w:rsidRDefault="00C0135E" w:rsidP="00EC6513">
            <w:pPr>
              <w:ind w:left="-72" w:right="-134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E47B3E">
              <w:rPr>
                <w:b/>
                <w:bCs/>
                <w:color w:val="000000"/>
                <w:sz w:val="24"/>
                <w:szCs w:val="24"/>
              </w:rPr>
              <w:t>мство</w:t>
            </w:r>
            <w:proofErr w:type="spellEnd"/>
          </w:p>
        </w:tc>
        <w:tc>
          <w:tcPr>
            <w:tcW w:w="567" w:type="dxa"/>
            <w:vAlign w:val="center"/>
          </w:tcPr>
          <w:p w14:paraId="6BD654C2" w14:textId="77777777" w:rsidR="00C0135E" w:rsidRPr="00E47B3E" w:rsidRDefault="00C0135E" w:rsidP="00EC6513">
            <w:pPr>
              <w:ind w:left="-75" w:right="-131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47B3E">
              <w:rPr>
                <w:b/>
                <w:bCs/>
                <w:color w:val="000000"/>
                <w:sz w:val="24"/>
                <w:szCs w:val="24"/>
              </w:rPr>
              <w:t>Раз</w:t>
            </w:r>
          </w:p>
          <w:p w14:paraId="187E88F8" w14:textId="77777777" w:rsidR="00C0135E" w:rsidRPr="00E47B3E" w:rsidRDefault="00C0135E" w:rsidP="00EC6513">
            <w:pPr>
              <w:ind w:left="-75" w:right="-131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47B3E">
              <w:rPr>
                <w:b/>
                <w:bCs/>
                <w:color w:val="000000"/>
                <w:sz w:val="24"/>
                <w:szCs w:val="24"/>
              </w:rPr>
              <w:t>дел</w:t>
            </w:r>
          </w:p>
        </w:tc>
        <w:tc>
          <w:tcPr>
            <w:tcW w:w="567" w:type="dxa"/>
            <w:vAlign w:val="center"/>
          </w:tcPr>
          <w:p w14:paraId="49595A8D" w14:textId="5AA615D9" w:rsidR="00C0135E" w:rsidRPr="00E47B3E" w:rsidRDefault="00C0135E" w:rsidP="001279B3">
            <w:pPr>
              <w:ind w:left="-108" w:right="-17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E47B3E">
              <w:rPr>
                <w:b/>
                <w:bCs/>
                <w:color w:val="000000"/>
                <w:sz w:val="24"/>
                <w:szCs w:val="24"/>
              </w:rPr>
              <w:t>Подраз</w:t>
            </w:r>
            <w:proofErr w:type="spellEnd"/>
            <w:r w:rsidRPr="00E47B3E">
              <w:rPr>
                <w:b/>
                <w:bCs/>
                <w:color w:val="000000"/>
                <w:sz w:val="24"/>
                <w:szCs w:val="24"/>
              </w:rPr>
              <w:t>-</w:t>
            </w:r>
            <w:r w:rsidR="001279B3">
              <w:rPr>
                <w:b/>
                <w:bCs/>
                <w:color w:val="000000"/>
                <w:sz w:val="24"/>
                <w:szCs w:val="24"/>
              </w:rPr>
              <w:t>д</w:t>
            </w:r>
            <w:r w:rsidRPr="00E47B3E">
              <w:rPr>
                <w:b/>
                <w:bCs/>
                <w:color w:val="000000"/>
                <w:sz w:val="24"/>
                <w:szCs w:val="24"/>
              </w:rPr>
              <w:t>ел</w:t>
            </w:r>
            <w:proofErr w:type="gramEnd"/>
          </w:p>
        </w:tc>
        <w:tc>
          <w:tcPr>
            <w:tcW w:w="1559" w:type="dxa"/>
            <w:vAlign w:val="center"/>
          </w:tcPr>
          <w:p w14:paraId="03F39F81" w14:textId="77777777" w:rsidR="00C0135E" w:rsidRPr="00E47B3E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47B3E">
              <w:rPr>
                <w:b/>
                <w:bCs/>
                <w:color w:val="000000"/>
                <w:sz w:val="24"/>
                <w:szCs w:val="24"/>
              </w:rPr>
              <w:t>Целевая статья расходов</w:t>
            </w:r>
          </w:p>
        </w:tc>
        <w:tc>
          <w:tcPr>
            <w:tcW w:w="709" w:type="dxa"/>
            <w:vAlign w:val="center"/>
          </w:tcPr>
          <w:p w14:paraId="343AC7E5" w14:textId="77777777" w:rsidR="00C0135E" w:rsidRPr="00E47B3E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47B3E">
              <w:rPr>
                <w:b/>
                <w:bCs/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tcW w:w="1276" w:type="dxa"/>
            <w:vAlign w:val="center"/>
          </w:tcPr>
          <w:p w14:paraId="4E13603A" w14:textId="77777777" w:rsidR="00C0135E" w:rsidRPr="00E47B3E" w:rsidRDefault="00C0135E" w:rsidP="00EC651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85F6836" w14:textId="77777777" w:rsidR="00C0135E" w:rsidRPr="00E47B3E" w:rsidRDefault="00C0135E" w:rsidP="00EC651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F2DC2F8" w14:textId="77777777" w:rsidR="00C0135E" w:rsidRPr="00E47B3E" w:rsidRDefault="00C0135E" w:rsidP="00EC651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47B3E" w:rsidRPr="00AB2228" w14:paraId="39596B81" w14:textId="77777777" w:rsidTr="00E47B3E">
        <w:trPr>
          <w:trHeight w:val="24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91DACF" w14:textId="3561C64B" w:rsidR="00E47B3E" w:rsidRPr="00E47B3E" w:rsidRDefault="00E47B3E" w:rsidP="00E47B3E">
            <w:pPr>
              <w:ind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47B3E">
              <w:rPr>
                <w:b/>
                <w:bCs/>
                <w:sz w:val="24"/>
                <w:szCs w:val="24"/>
              </w:rPr>
              <w:t>Управление сельского хозяйства администрации Балахнинского муниципального округа Нижегородской области, ИТОГО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840E56" w14:textId="0300E95E" w:rsidR="00E47B3E" w:rsidRPr="00E47B3E" w:rsidRDefault="00E47B3E" w:rsidP="00E47B3E">
            <w:pPr>
              <w:ind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47B3E">
              <w:rPr>
                <w:b/>
                <w:bCs/>
                <w:sz w:val="24"/>
                <w:szCs w:val="24"/>
              </w:rPr>
              <w:t>082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702F7" w14:textId="77777777" w:rsidR="00E47B3E" w:rsidRPr="00E47B3E" w:rsidRDefault="00E47B3E" w:rsidP="00E47B3E">
            <w:pPr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A96BD0" w14:textId="77777777" w:rsidR="00E47B3E" w:rsidRPr="00E47B3E" w:rsidRDefault="00E47B3E" w:rsidP="00E47B3E">
            <w:pPr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99D93C" w14:textId="77777777" w:rsidR="00E47B3E" w:rsidRPr="00E47B3E" w:rsidRDefault="00E47B3E" w:rsidP="00E47B3E">
            <w:pPr>
              <w:ind w:left="-74" w:firstLine="74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2FC85D" w14:textId="77777777" w:rsidR="00E47B3E" w:rsidRPr="00E47B3E" w:rsidRDefault="00E47B3E" w:rsidP="00E47B3E">
            <w:pPr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264B1D" w14:textId="2BC8E6E8" w:rsidR="00E47B3E" w:rsidRPr="00E47B3E" w:rsidRDefault="00E47B3E" w:rsidP="00E47B3E">
            <w:pPr>
              <w:ind w:left="-138" w:right="-87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47B3E">
              <w:rPr>
                <w:b/>
                <w:bCs/>
                <w:sz w:val="24"/>
                <w:szCs w:val="24"/>
              </w:rPr>
              <w:t>15 687,7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C5B46" w14:textId="554F15F1" w:rsidR="00E47B3E" w:rsidRPr="00E47B3E" w:rsidRDefault="00E47B3E" w:rsidP="00E47B3E">
            <w:pPr>
              <w:ind w:left="-137" w:right="-214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47B3E">
              <w:rPr>
                <w:b/>
                <w:bCs/>
                <w:sz w:val="24"/>
                <w:szCs w:val="24"/>
              </w:rPr>
              <w:t>15 502,4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E647B3" w14:textId="56099937" w:rsidR="00E47B3E" w:rsidRPr="00E47B3E" w:rsidRDefault="00E47B3E" w:rsidP="00E47B3E">
            <w:pPr>
              <w:ind w:left="-137" w:right="-109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47B3E">
              <w:rPr>
                <w:b/>
                <w:bCs/>
                <w:sz w:val="24"/>
                <w:szCs w:val="24"/>
              </w:rPr>
              <w:t>15 527,6</w:t>
            </w:r>
          </w:p>
        </w:tc>
      </w:tr>
      <w:tr w:rsidR="00E47B3E" w:rsidRPr="00AB2228" w14:paraId="79A156B0" w14:textId="77777777" w:rsidTr="00EC6513">
        <w:trPr>
          <w:trHeight w:val="469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7E06A9" w14:textId="0B5CAB45" w:rsidR="00E47B3E" w:rsidRPr="001279B3" w:rsidRDefault="00E47B3E" w:rsidP="00E47B3E">
            <w:pPr>
              <w:ind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D25039" w14:textId="3392A2DF" w:rsidR="00E47B3E" w:rsidRPr="001279B3" w:rsidRDefault="00E47B3E" w:rsidP="00E47B3E">
            <w:pPr>
              <w:jc w:val="right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C517A" w14:textId="4A08DF24" w:rsidR="00E47B3E" w:rsidRPr="001279B3" w:rsidRDefault="00E47B3E" w:rsidP="00E47B3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AEAD0E" w14:textId="516541EB" w:rsidR="00E47B3E" w:rsidRPr="001279B3" w:rsidRDefault="00E47B3E" w:rsidP="00E47B3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31D61D" w14:textId="349EA60B" w:rsidR="00E47B3E" w:rsidRPr="001279B3" w:rsidRDefault="00E47B3E" w:rsidP="00E47B3E">
            <w:pPr>
              <w:ind w:left="-74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F0032E" w14:textId="4554CD63" w:rsidR="00E47B3E" w:rsidRPr="001279B3" w:rsidRDefault="00E47B3E" w:rsidP="00E47B3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B6E417" w14:textId="16CCC0B7" w:rsidR="00E47B3E" w:rsidRPr="001279B3" w:rsidRDefault="00E47B3E" w:rsidP="00E47B3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b/>
                <w:bCs/>
                <w:sz w:val="24"/>
                <w:szCs w:val="24"/>
              </w:rPr>
              <w:t>12 724,7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58FACE" w14:textId="4809E820" w:rsidR="00E47B3E" w:rsidRPr="001279B3" w:rsidRDefault="00E47B3E" w:rsidP="00E47B3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b/>
                <w:bCs/>
                <w:sz w:val="24"/>
                <w:szCs w:val="24"/>
              </w:rPr>
              <w:t>15 452,4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9A905F" w14:textId="3F1ADD94" w:rsidR="00E47B3E" w:rsidRPr="001279B3" w:rsidRDefault="00E47B3E" w:rsidP="00E47B3E">
            <w:pPr>
              <w:ind w:right="-109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b/>
                <w:bCs/>
                <w:sz w:val="24"/>
                <w:szCs w:val="24"/>
              </w:rPr>
              <w:t>15 477,6</w:t>
            </w:r>
          </w:p>
        </w:tc>
      </w:tr>
      <w:tr w:rsidR="00E47B3E" w:rsidRPr="00AB2228" w14:paraId="26DEEF44" w14:textId="77777777" w:rsidTr="00EC6513">
        <w:trPr>
          <w:trHeight w:val="48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879766" w14:textId="61581D30" w:rsidR="00E47B3E" w:rsidRPr="001279B3" w:rsidRDefault="00E47B3E" w:rsidP="00E47B3E">
            <w:pPr>
              <w:ind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b/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C7E878" w14:textId="1B7F1004" w:rsidR="00E47B3E" w:rsidRPr="001279B3" w:rsidRDefault="00E47B3E" w:rsidP="00E47B3E">
            <w:pPr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2DF0DA" w14:textId="0D3C8F91" w:rsidR="00E47B3E" w:rsidRPr="001279B3" w:rsidRDefault="00E47B3E" w:rsidP="00E47B3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7DA9F2" w14:textId="675C6831" w:rsidR="00E47B3E" w:rsidRPr="001279B3" w:rsidRDefault="00E47B3E" w:rsidP="00E47B3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ED7F15" w14:textId="5F161AAE" w:rsidR="00E47B3E" w:rsidRPr="001279B3" w:rsidRDefault="00E47B3E" w:rsidP="00E47B3E">
            <w:pPr>
              <w:ind w:left="-74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311E20" w14:textId="6E0A8137" w:rsidR="00E47B3E" w:rsidRPr="001279B3" w:rsidRDefault="00E47B3E" w:rsidP="00E47B3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D6EC4" w14:textId="04B35B53" w:rsidR="00E47B3E" w:rsidRPr="001279B3" w:rsidRDefault="00E47B3E" w:rsidP="00E47B3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b/>
                <w:bCs/>
                <w:sz w:val="24"/>
                <w:szCs w:val="24"/>
              </w:rPr>
              <w:t>12 724,7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6F3770" w14:textId="6FC3297C" w:rsidR="00E47B3E" w:rsidRPr="001279B3" w:rsidRDefault="00E47B3E" w:rsidP="00E47B3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b/>
                <w:bCs/>
                <w:sz w:val="24"/>
                <w:szCs w:val="24"/>
              </w:rPr>
              <w:t>15 452,4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AE7C30" w14:textId="2D1B6BF0" w:rsidR="00E47B3E" w:rsidRPr="001279B3" w:rsidRDefault="00E47B3E" w:rsidP="00E47B3E">
            <w:pPr>
              <w:ind w:right="-109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b/>
                <w:bCs/>
                <w:sz w:val="24"/>
                <w:szCs w:val="24"/>
              </w:rPr>
              <w:t>15 477,6</w:t>
            </w:r>
          </w:p>
        </w:tc>
      </w:tr>
      <w:tr w:rsidR="00E47B3E" w:rsidRPr="00AB2228" w14:paraId="773549B2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8DD586" w14:textId="240C0C6D" w:rsidR="00E47B3E" w:rsidRPr="001279B3" w:rsidRDefault="00E47B3E" w:rsidP="00E47B3E">
            <w:pPr>
              <w:ind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b/>
                <w:bCs/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455D01" w14:textId="74963C79" w:rsidR="00E47B3E" w:rsidRPr="001279B3" w:rsidRDefault="00E47B3E" w:rsidP="00E47B3E">
            <w:pPr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C76CAA" w14:textId="6A4EDB0E" w:rsidR="00E47B3E" w:rsidRPr="001279B3" w:rsidRDefault="00E47B3E" w:rsidP="00E47B3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C8F59A" w14:textId="6E369780" w:rsidR="00E47B3E" w:rsidRPr="001279B3" w:rsidRDefault="00E47B3E" w:rsidP="00E47B3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799A0" w14:textId="3F5F0D86" w:rsidR="00E47B3E" w:rsidRPr="001279B3" w:rsidRDefault="00E47B3E" w:rsidP="00E47B3E">
            <w:pPr>
              <w:ind w:left="-74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b/>
                <w:bCs/>
                <w:sz w:val="24"/>
                <w:szCs w:val="24"/>
              </w:rPr>
              <w:t>11 0 00 00000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9EA1F" w14:textId="3C96A99E" w:rsidR="00E47B3E" w:rsidRPr="001279B3" w:rsidRDefault="00E47B3E" w:rsidP="00E47B3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275AE2" w14:textId="1008B3A0" w:rsidR="00E47B3E" w:rsidRPr="001279B3" w:rsidRDefault="00E47B3E" w:rsidP="00E47B3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b/>
                <w:bCs/>
                <w:sz w:val="24"/>
                <w:szCs w:val="24"/>
              </w:rPr>
              <w:t>12 724,7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D69614" w14:textId="38DFC802" w:rsidR="00E47B3E" w:rsidRPr="001279B3" w:rsidRDefault="00E47B3E" w:rsidP="00E47B3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b/>
                <w:bCs/>
                <w:sz w:val="24"/>
                <w:szCs w:val="24"/>
              </w:rPr>
              <w:t>15 452,4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48280C" w14:textId="7C08C81E" w:rsidR="00E47B3E" w:rsidRPr="001279B3" w:rsidRDefault="00E47B3E" w:rsidP="00E47B3E">
            <w:pPr>
              <w:ind w:right="-109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b/>
                <w:bCs/>
                <w:sz w:val="24"/>
                <w:szCs w:val="24"/>
              </w:rPr>
              <w:t>15 477,6</w:t>
            </w:r>
          </w:p>
        </w:tc>
      </w:tr>
      <w:tr w:rsidR="00E47B3E" w:rsidRPr="00AB2228" w14:paraId="35930EF6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91CE3" w14:textId="7AF5E75D" w:rsidR="00E47B3E" w:rsidRPr="001279B3" w:rsidRDefault="00E47B3E" w:rsidP="00E47B3E">
            <w:pPr>
              <w:ind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b/>
                <w:bCs/>
                <w:sz w:val="24"/>
                <w:szCs w:val="24"/>
              </w:rPr>
              <w:t>Подпрограмма «Развитие производства»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6079B" w14:textId="429AD1B0" w:rsidR="00E47B3E" w:rsidRPr="001279B3" w:rsidRDefault="00E47B3E" w:rsidP="00E47B3E">
            <w:pPr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4EA8AA" w14:textId="62F62EF3" w:rsidR="00E47B3E" w:rsidRPr="001279B3" w:rsidRDefault="00E47B3E" w:rsidP="00E47B3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A9560D" w14:textId="1974037C" w:rsidR="00E47B3E" w:rsidRPr="001279B3" w:rsidRDefault="00E47B3E" w:rsidP="00E47B3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5717D2" w14:textId="12B67268" w:rsidR="00E47B3E" w:rsidRPr="001279B3" w:rsidRDefault="00E47B3E" w:rsidP="00E47B3E">
            <w:pPr>
              <w:ind w:left="-74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b/>
                <w:bCs/>
                <w:sz w:val="24"/>
                <w:szCs w:val="24"/>
              </w:rPr>
              <w:t>11 1 00 00000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9D118" w14:textId="7C4FC8C2" w:rsidR="00E47B3E" w:rsidRPr="001279B3" w:rsidRDefault="00E47B3E" w:rsidP="00E47B3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175EA9" w14:textId="77F22D77" w:rsidR="00E47B3E" w:rsidRPr="001279B3" w:rsidRDefault="00E47B3E" w:rsidP="00E47B3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b/>
                <w:bCs/>
                <w:sz w:val="24"/>
                <w:szCs w:val="24"/>
              </w:rPr>
              <w:t>10 209,8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7442D" w14:textId="20C73720" w:rsidR="00E47B3E" w:rsidRPr="001279B3" w:rsidRDefault="00E47B3E" w:rsidP="00E47B3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b/>
                <w:bCs/>
                <w:sz w:val="24"/>
                <w:szCs w:val="24"/>
              </w:rPr>
              <w:t>12 937,5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1F3077" w14:textId="159A9B12" w:rsidR="00E47B3E" w:rsidRPr="001279B3" w:rsidRDefault="00E47B3E" w:rsidP="00E47B3E">
            <w:pPr>
              <w:ind w:right="-109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b/>
                <w:bCs/>
                <w:sz w:val="24"/>
                <w:szCs w:val="24"/>
              </w:rPr>
              <w:t>12 962,7</w:t>
            </w:r>
          </w:p>
        </w:tc>
      </w:tr>
      <w:tr w:rsidR="00E47B3E" w:rsidRPr="00AB2228" w14:paraId="459013F2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B1CE7A" w14:textId="1BD5B789" w:rsidR="00E47B3E" w:rsidRPr="001E7EF9" w:rsidRDefault="00E47B3E" w:rsidP="00E47B3E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1E7EF9">
              <w:rPr>
                <w:sz w:val="24"/>
                <w:szCs w:val="24"/>
              </w:rPr>
              <w:t>Развитие отраслей агропромышленного комплекса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4B19B9" w14:textId="486B1DC9" w:rsidR="00E47B3E" w:rsidRPr="001E7EF9" w:rsidRDefault="00E47B3E" w:rsidP="00E47B3E">
            <w:pPr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26D4A0" w14:textId="11BE15F5" w:rsidR="00E47B3E" w:rsidRPr="001E7EF9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E7EF9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B7F93C" w14:textId="445D1260" w:rsidR="00E47B3E" w:rsidRPr="001E7EF9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E7EF9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E136FB" w14:textId="4196B375" w:rsidR="00E47B3E" w:rsidRPr="001E7EF9" w:rsidRDefault="00E47B3E" w:rsidP="00E47B3E">
            <w:pPr>
              <w:ind w:left="-74" w:right="-108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E7EF9">
              <w:rPr>
                <w:sz w:val="24"/>
                <w:szCs w:val="24"/>
              </w:rPr>
              <w:t>11 1 01 00000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072043" w14:textId="4D6F6D63" w:rsidR="00E47B3E" w:rsidRPr="001E7EF9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E7EF9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6D8575" w14:textId="673BD036" w:rsidR="00E47B3E" w:rsidRPr="001E7EF9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E7EF9">
              <w:rPr>
                <w:sz w:val="24"/>
                <w:szCs w:val="24"/>
              </w:rPr>
              <w:t>8 771,9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A5882F" w14:textId="7CAF9D2D" w:rsidR="00E47B3E" w:rsidRPr="001E7EF9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E7EF9">
              <w:rPr>
                <w:sz w:val="24"/>
                <w:szCs w:val="24"/>
              </w:rPr>
              <w:t>12 318,6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65322" w14:textId="782DC752" w:rsidR="00E47B3E" w:rsidRPr="001E7EF9" w:rsidRDefault="00E47B3E" w:rsidP="00E47B3E">
            <w:pPr>
              <w:ind w:right="-109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E7EF9">
              <w:rPr>
                <w:sz w:val="24"/>
                <w:szCs w:val="24"/>
              </w:rPr>
              <w:t>12 343,8</w:t>
            </w:r>
          </w:p>
        </w:tc>
      </w:tr>
      <w:tr w:rsidR="00E47B3E" w:rsidRPr="00AB2228" w14:paraId="35E56717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5A0787" w14:textId="46C45FA8" w:rsidR="00E47B3E" w:rsidRPr="001279B3" w:rsidRDefault="00E47B3E" w:rsidP="00E47B3E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 xml:space="preserve">Обеспечение прироста сельскохозяйственной продукции собственного производства в рамках приоритетных подотраслей агропромышленного комплекса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DF8CFF" w14:textId="34CFDD28" w:rsidR="00E47B3E" w:rsidRPr="001279B3" w:rsidRDefault="00E47B3E" w:rsidP="00E47B3E">
            <w:pPr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31135C" w14:textId="0947F546" w:rsidR="00E47B3E" w:rsidRPr="001279B3" w:rsidRDefault="00E47B3E" w:rsidP="00E47B3E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C0B305" w14:textId="2899259E" w:rsidR="00E47B3E" w:rsidRPr="001279B3" w:rsidRDefault="00E47B3E" w:rsidP="00E47B3E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0B7BB" w14:textId="1644F82A" w:rsidR="00E47B3E" w:rsidRPr="001279B3" w:rsidRDefault="00E47B3E" w:rsidP="00E47B3E">
            <w:pPr>
              <w:ind w:left="-74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11 1 01 R5020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B576F2" w14:textId="6EF12DF5" w:rsidR="00E47B3E" w:rsidRPr="001279B3" w:rsidRDefault="00E47B3E" w:rsidP="00E47B3E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A0FEF9" w14:textId="0F449E49" w:rsidR="00E47B3E" w:rsidRPr="001279B3" w:rsidRDefault="00E47B3E" w:rsidP="00E47B3E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1 863,1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628739" w14:textId="567915FC" w:rsidR="00E47B3E" w:rsidRPr="001279B3" w:rsidRDefault="00E47B3E" w:rsidP="00E47B3E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5 077,9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EA7DB5" w14:textId="7E4D389D" w:rsidR="00E47B3E" w:rsidRPr="001279B3" w:rsidRDefault="00E47B3E" w:rsidP="00E47B3E">
            <w:pPr>
              <w:ind w:right="-109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5 103,1</w:t>
            </w:r>
          </w:p>
        </w:tc>
      </w:tr>
      <w:tr w:rsidR="00E47B3E" w:rsidRPr="00AB2228" w14:paraId="184FABC4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B0AB22" w14:textId="357D13E1" w:rsidR="00E47B3E" w:rsidRPr="001279B3" w:rsidRDefault="00E47B3E" w:rsidP="00E47B3E">
            <w:pPr>
              <w:spacing w:line="250" w:lineRule="exact"/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1FFA8" w14:textId="256413E3" w:rsidR="00E47B3E" w:rsidRPr="001279B3" w:rsidRDefault="00E47B3E" w:rsidP="00E47B3E">
            <w:pPr>
              <w:spacing w:line="250" w:lineRule="exact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D9B4BC" w14:textId="6602AC21" w:rsidR="00E47B3E" w:rsidRPr="001279B3" w:rsidRDefault="00E47B3E" w:rsidP="00E47B3E">
            <w:pPr>
              <w:spacing w:line="250" w:lineRule="exact"/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F76EEE" w14:textId="0F924E93" w:rsidR="00E47B3E" w:rsidRPr="001279B3" w:rsidRDefault="00E47B3E" w:rsidP="00E47B3E">
            <w:pPr>
              <w:spacing w:line="250" w:lineRule="exact"/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678A1C" w14:textId="7ADD160B" w:rsidR="00E47B3E" w:rsidRPr="001279B3" w:rsidRDefault="00E47B3E" w:rsidP="00E47B3E">
            <w:pPr>
              <w:spacing w:line="250" w:lineRule="exact"/>
              <w:ind w:left="-74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11 1 01 R5020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2A325C" w14:textId="0EA3B07D" w:rsidR="00E47B3E" w:rsidRPr="001279B3" w:rsidRDefault="00E47B3E" w:rsidP="00E47B3E">
            <w:pPr>
              <w:spacing w:line="250" w:lineRule="exact"/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DAB343" w14:textId="7381D798" w:rsidR="00E47B3E" w:rsidRPr="001279B3" w:rsidRDefault="00E47B3E" w:rsidP="00E47B3E">
            <w:pPr>
              <w:spacing w:line="250" w:lineRule="exact"/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1 863,1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1BE1E4" w14:textId="5738C619" w:rsidR="00E47B3E" w:rsidRPr="001279B3" w:rsidRDefault="00E47B3E" w:rsidP="00E47B3E">
            <w:pPr>
              <w:spacing w:line="250" w:lineRule="exact"/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5 077,9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B5B0E3" w14:textId="38148BDE" w:rsidR="00E47B3E" w:rsidRPr="001279B3" w:rsidRDefault="00E47B3E" w:rsidP="00E47B3E">
            <w:pPr>
              <w:spacing w:line="250" w:lineRule="exact"/>
              <w:ind w:right="-109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5 103,1</w:t>
            </w:r>
          </w:p>
        </w:tc>
      </w:tr>
      <w:tr w:rsidR="00E47B3E" w:rsidRPr="00AB2228" w14:paraId="4FD830CF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7D33A1" w14:textId="38B67511" w:rsidR="00E47B3E" w:rsidRPr="001279B3" w:rsidRDefault="00E47B3E" w:rsidP="00E47B3E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326E85" w14:textId="0B5BA277" w:rsidR="00E47B3E" w:rsidRPr="001279B3" w:rsidRDefault="00E47B3E" w:rsidP="00E47B3E">
            <w:pPr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C6C5A5" w14:textId="3CDA13BE" w:rsidR="00E47B3E" w:rsidRPr="001279B3" w:rsidRDefault="00E47B3E" w:rsidP="00E47B3E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994945" w14:textId="15342A0E" w:rsidR="00E47B3E" w:rsidRPr="001279B3" w:rsidRDefault="00E47B3E" w:rsidP="00E47B3E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9CBF80" w14:textId="0D3E2040" w:rsidR="00E47B3E" w:rsidRPr="001279B3" w:rsidRDefault="00E47B3E" w:rsidP="00E47B3E">
            <w:pPr>
              <w:ind w:left="-74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6B4667" w14:textId="2367DD77" w:rsidR="00E47B3E" w:rsidRPr="001279B3" w:rsidRDefault="00E47B3E" w:rsidP="00E47B3E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789A09" w14:textId="074694E0" w:rsidR="00E47B3E" w:rsidRPr="001279B3" w:rsidRDefault="00E47B3E" w:rsidP="00E47B3E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BA2315" w14:textId="39CA04F5" w:rsidR="00E47B3E" w:rsidRPr="001279B3" w:rsidRDefault="00E47B3E" w:rsidP="00E47B3E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E0D855" w14:textId="162CEB98" w:rsidR="00E47B3E" w:rsidRPr="001279B3" w:rsidRDefault="00E47B3E" w:rsidP="00E47B3E">
            <w:pPr>
              <w:ind w:right="-109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rFonts w:ascii="Arial CYR" w:hAnsi="Arial CYR" w:cs="Arial CYR"/>
                <w:sz w:val="24"/>
                <w:szCs w:val="24"/>
              </w:rPr>
              <w:t> </w:t>
            </w:r>
          </w:p>
        </w:tc>
      </w:tr>
      <w:tr w:rsidR="00E47B3E" w:rsidRPr="00AB2228" w14:paraId="2A5E0578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D55FAC" w14:textId="62A7EA22" w:rsidR="00E47B3E" w:rsidRPr="001279B3" w:rsidRDefault="00E47B3E" w:rsidP="00E47B3E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lastRenderedPageBreak/>
              <w:t>средства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C42799" w14:textId="55746F25" w:rsidR="00E47B3E" w:rsidRPr="001279B3" w:rsidRDefault="00E47B3E" w:rsidP="00E47B3E">
            <w:pPr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2FD174" w14:textId="1E20AD58" w:rsidR="00E47B3E" w:rsidRPr="001279B3" w:rsidRDefault="00E47B3E" w:rsidP="00E47B3E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8323CE" w14:textId="66A6DE3C" w:rsidR="00E47B3E" w:rsidRPr="001279B3" w:rsidRDefault="00E47B3E" w:rsidP="00E47B3E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019FC7" w14:textId="2AA898C3" w:rsidR="00E47B3E" w:rsidRPr="001279B3" w:rsidRDefault="00E47B3E" w:rsidP="00E47B3E">
            <w:pPr>
              <w:ind w:left="-74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5B7E92" w14:textId="20F93913" w:rsidR="00E47B3E" w:rsidRPr="001279B3" w:rsidRDefault="00E47B3E" w:rsidP="00E47B3E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136262" w14:textId="5456EFB9" w:rsidR="00E47B3E" w:rsidRPr="001279B3" w:rsidRDefault="00E47B3E" w:rsidP="00E47B3E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1 176,2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B21E0D" w14:textId="26376D51" w:rsidR="00E47B3E" w:rsidRPr="001279B3" w:rsidRDefault="00E47B3E" w:rsidP="00E47B3E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3 569,4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378108" w14:textId="37697F7D" w:rsidR="00E47B3E" w:rsidRPr="001279B3" w:rsidRDefault="00E47B3E" w:rsidP="00E47B3E">
            <w:pPr>
              <w:ind w:right="-109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3 591,4</w:t>
            </w:r>
          </w:p>
        </w:tc>
      </w:tr>
      <w:tr w:rsidR="00E47B3E" w:rsidRPr="00AB2228" w14:paraId="2617D8BB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04A635" w14:textId="140F4547" w:rsidR="00E47B3E" w:rsidRPr="001279B3" w:rsidRDefault="00E47B3E" w:rsidP="00E47B3E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92262" w14:textId="6ED8B5F5" w:rsidR="00E47B3E" w:rsidRPr="001279B3" w:rsidRDefault="00E47B3E" w:rsidP="00E47B3E">
            <w:pPr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58EF6D" w14:textId="6BC00159" w:rsidR="00E47B3E" w:rsidRPr="001279B3" w:rsidRDefault="00E47B3E" w:rsidP="00E47B3E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E6231C" w14:textId="4000950A" w:rsidR="00E47B3E" w:rsidRPr="001279B3" w:rsidRDefault="00E47B3E" w:rsidP="00E47B3E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DD9BF8" w14:textId="71627513" w:rsidR="00E47B3E" w:rsidRPr="001279B3" w:rsidRDefault="00E47B3E" w:rsidP="00E47B3E">
            <w:pPr>
              <w:ind w:left="-74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B57F25" w14:textId="69324EF0" w:rsidR="00E47B3E" w:rsidRPr="001279B3" w:rsidRDefault="00E47B3E" w:rsidP="00E47B3E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DB6045" w14:textId="654CA7B0" w:rsidR="00E47B3E" w:rsidRPr="001279B3" w:rsidRDefault="00E47B3E" w:rsidP="00E47B3E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686,9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0908E4" w14:textId="48C9FD81" w:rsidR="00E47B3E" w:rsidRPr="001279B3" w:rsidRDefault="00E47B3E" w:rsidP="00E47B3E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1 508,5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A6D3CB" w14:textId="080F0D4A" w:rsidR="00E47B3E" w:rsidRPr="001279B3" w:rsidRDefault="00E47B3E" w:rsidP="00E47B3E">
            <w:pPr>
              <w:ind w:right="-109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1 511,7</w:t>
            </w:r>
          </w:p>
        </w:tc>
      </w:tr>
      <w:tr w:rsidR="00E47B3E" w:rsidRPr="00AB2228" w14:paraId="57924AF9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E24A6F" w14:textId="4A0B42E6" w:rsidR="00E47B3E" w:rsidRPr="001279B3" w:rsidRDefault="00E47B3E" w:rsidP="00E47B3E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4E6F9F" w14:textId="0AC957D7" w:rsidR="00E47B3E" w:rsidRPr="001279B3" w:rsidRDefault="00E47B3E" w:rsidP="00E47B3E">
            <w:pPr>
              <w:spacing w:line="250" w:lineRule="exact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1D04CB" w14:textId="33F13BB3" w:rsidR="00E47B3E" w:rsidRPr="001279B3" w:rsidRDefault="00E47B3E" w:rsidP="00E47B3E">
            <w:pPr>
              <w:spacing w:line="250" w:lineRule="exact"/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4DDE5F" w14:textId="488C022A" w:rsidR="00E47B3E" w:rsidRPr="001279B3" w:rsidRDefault="00E47B3E" w:rsidP="00E47B3E">
            <w:pPr>
              <w:spacing w:line="250" w:lineRule="exact"/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58E1AB" w14:textId="3E3BF1AE" w:rsidR="00E47B3E" w:rsidRPr="001279B3" w:rsidRDefault="00E47B3E" w:rsidP="00E47B3E">
            <w:pPr>
              <w:spacing w:line="250" w:lineRule="exact"/>
              <w:ind w:left="-74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D61A09" w14:textId="1CB373AF" w:rsidR="00E47B3E" w:rsidRPr="001279B3" w:rsidRDefault="00E47B3E" w:rsidP="00E47B3E">
            <w:pPr>
              <w:spacing w:line="250" w:lineRule="exact"/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B1BEF5" w14:textId="447D980A" w:rsidR="00E47B3E" w:rsidRPr="001279B3" w:rsidRDefault="00E47B3E" w:rsidP="00E47B3E">
            <w:pPr>
              <w:spacing w:line="250" w:lineRule="exact"/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F7A83A" w14:textId="213E8E67" w:rsidR="00E47B3E" w:rsidRPr="001279B3" w:rsidRDefault="00E47B3E" w:rsidP="00E47B3E">
            <w:pPr>
              <w:spacing w:line="250" w:lineRule="exact"/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FD9036" w14:textId="77E9C5EE" w:rsidR="00E47B3E" w:rsidRPr="001279B3" w:rsidRDefault="00E47B3E" w:rsidP="00E47B3E">
            <w:pPr>
              <w:spacing w:line="250" w:lineRule="exact"/>
              <w:ind w:right="-109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rFonts w:ascii="Arial CYR" w:hAnsi="Arial CYR" w:cs="Arial CYR"/>
                <w:b/>
                <w:bCs/>
                <w:sz w:val="24"/>
                <w:szCs w:val="24"/>
              </w:rPr>
              <w:t> </w:t>
            </w:r>
          </w:p>
        </w:tc>
      </w:tr>
      <w:tr w:rsidR="00E47B3E" w:rsidRPr="00AB2228" w14:paraId="0EB35AAF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5306C1" w14:textId="2B69C164" w:rsidR="00E47B3E" w:rsidRPr="001279B3" w:rsidRDefault="00E47B3E" w:rsidP="00E47B3E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Возмещение части затрат, связанных с производством, реализацией и (или) отгрузкой на собственную переработку сельскохозяйственных культур по ставке на 1 гектар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36DAD9" w14:textId="693B92DE" w:rsidR="00E47B3E" w:rsidRPr="001279B3" w:rsidRDefault="00E47B3E" w:rsidP="00E47B3E">
            <w:pPr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76B4A3" w14:textId="3969249F" w:rsidR="00E47B3E" w:rsidRPr="001279B3" w:rsidRDefault="00E47B3E" w:rsidP="00E47B3E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FCAA15" w14:textId="11AEABF3" w:rsidR="00E47B3E" w:rsidRPr="001279B3" w:rsidRDefault="00E47B3E" w:rsidP="00E47B3E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15AB70" w14:textId="750747FD" w:rsidR="00E47B3E" w:rsidRPr="001279B3" w:rsidRDefault="00E47B3E" w:rsidP="00E47B3E">
            <w:pPr>
              <w:ind w:left="-74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5ED049" w14:textId="3361B663" w:rsidR="00E47B3E" w:rsidRPr="001279B3" w:rsidRDefault="00E47B3E" w:rsidP="00E47B3E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69703C" w14:textId="5E5B245C" w:rsidR="00E47B3E" w:rsidRPr="001279B3" w:rsidRDefault="00E47B3E" w:rsidP="00E47B3E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1 469,5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03A754" w14:textId="698EC2A6" w:rsidR="00E47B3E" w:rsidRPr="001279B3" w:rsidRDefault="00E47B3E" w:rsidP="00E47B3E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1 454,5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373330" w14:textId="24CE435B" w:rsidR="00E47B3E" w:rsidRPr="001279B3" w:rsidRDefault="00E47B3E" w:rsidP="00E47B3E">
            <w:pPr>
              <w:ind w:right="-109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1 479,7</w:t>
            </w:r>
          </w:p>
        </w:tc>
      </w:tr>
      <w:tr w:rsidR="00E47B3E" w:rsidRPr="00AB2228" w14:paraId="57C9C458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AA9F6E" w14:textId="469EC902" w:rsidR="00E47B3E" w:rsidRPr="001279B3" w:rsidRDefault="00E47B3E" w:rsidP="00E47B3E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B2E6BF" w14:textId="6B2DA5C3" w:rsidR="00E47B3E" w:rsidRPr="001279B3" w:rsidRDefault="00E47B3E" w:rsidP="00E47B3E">
            <w:pPr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4B1889" w14:textId="078CC09E" w:rsidR="00E47B3E" w:rsidRPr="001279B3" w:rsidRDefault="00E47B3E" w:rsidP="00E47B3E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F90FDE" w14:textId="3DC623A6" w:rsidR="00E47B3E" w:rsidRPr="001279B3" w:rsidRDefault="00E47B3E" w:rsidP="00E47B3E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E29827" w14:textId="75525E42" w:rsidR="00E47B3E" w:rsidRPr="001279B3" w:rsidRDefault="00E47B3E" w:rsidP="00E47B3E">
            <w:pPr>
              <w:ind w:left="-74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F40E92" w14:textId="73F70AB3" w:rsidR="00E47B3E" w:rsidRPr="001279B3" w:rsidRDefault="00E47B3E" w:rsidP="00E47B3E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DFE15C" w14:textId="17FAC6DD" w:rsidR="00E47B3E" w:rsidRPr="001279B3" w:rsidRDefault="00E47B3E" w:rsidP="00E47B3E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1 469,5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D57CF6" w14:textId="0AABC6BC" w:rsidR="00E47B3E" w:rsidRPr="001279B3" w:rsidRDefault="00E47B3E" w:rsidP="00E47B3E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1 454,5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27AAA1" w14:textId="7AF3C17B" w:rsidR="00E47B3E" w:rsidRPr="001279B3" w:rsidRDefault="00E47B3E" w:rsidP="00E47B3E">
            <w:pPr>
              <w:ind w:right="-109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1 479,7</w:t>
            </w:r>
          </w:p>
        </w:tc>
      </w:tr>
      <w:tr w:rsidR="00E47B3E" w:rsidRPr="00AB2228" w14:paraId="1790391B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7E4659" w14:textId="676277A0" w:rsidR="00E47B3E" w:rsidRPr="001279B3" w:rsidRDefault="00E47B3E" w:rsidP="00E47B3E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5DB120" w14:textId="513D19DB" w:rsidR="00E47B3E" w:rsidRPr="001279B3" w:rsidRDefault="00E47B3E" w:rsidP="00E47B3E">
            <w:pPr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610EF0" w14:textId="19844393" w:rsidR="00E47B3E" w:rsidRPr="001279B3" w:rsidRDefault="00E47B3E" w:rsidP="00E47B3E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86DFD5" w14:textId="02210E23" w:rsidR="00E47B3E" w:rsidRPr="001279B3" w:rsidRDefault="00E47B3E" w:rsidP="00E47B3E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45D5A1" w14:textId="4927FCE0" w:rsidR="00E47B3E" w:rsidRPr="001279B3" w:rsidRDefault="00E47B3E" w:rsidP="00E47B3E">
            <w:pPr>
              <w:ind w:left="-74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2166DE" w14:textId="1E1D0501" w:rsidR="00E47B3E" w:rsidRPr="001279B3" w:rsidRDefault="00E47B3E" w:rsidP="00E47B3E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742345" w14:textId="74528BCF" w:rsidR="00E47B3E" w:rsidRPr="001279B3" w:rsidRDefault="00E47B3E" w:rsidP="00E47B3E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79F8FD" w14:textId="1DCA756B" w:rsidR="00E47B3E" w:rsidRPr="001279B3" w:rsidRDefault="00E47B3E" w:rsidP="00E47B3E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51E378" w14:textId="7B074F07" w:rsidR="00E47B3E" w:rsidRPr="001279B3" w:rsidRDefault="00E47B3E" w:rsidP="00E47B3E">
            <w:pPr>
              <w:ind w:right="-109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rFonts w:ascii="Arial CYR" w:hAnsi="Arial CYR" w:cs="Arial CYR"/>
                <w:b/>
                <w:bCs/>
                <w:sz w:val="24"/>
                <w:szCs w:val="24"/>
              </w:rPr>
              <w:t> </w:t>
            </w:r>
          </w:p>
        </w:tc>
      </w:tr>
      <w:tr w:rsidR="00E47B3E" w:rsidRPr="00AB2228" w14:paraId="3BF37CD4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EB715D" w14:textId="5A55C9DC" w:rsidR="00E47B3E" w:rsidRPr="001279B3" w:rsidRDefault="00E47B3E" w:rsidP="00E47B3E">
            <w:pPr>
              <w:ind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8CB3C" w14:textId="3015D5AE" w:rsidR="00E47B3E" w:rsidRPr="001279B3" w:rsidRDefault="00E47B3E" w:rsidP="00E47B3E">
            <w:pPr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499D74" w14:textId="0180A96C" w:rsidR="00E47B3E" w:rsidRPr="001279B3" w:rsidRDefault="00E47B3E" w:rsidP="00E47B3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A5144" w14:textId="3FF03DBF" w:rsidR="00E47B3E" w:rsidRPr="001279B3" w:rsidRDefault="00E47B3E" w:rsidP="00E47B3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7C8DA5" w14:textId="7E7D93FD" w:rsidR="00E47B3E" w:rsidRPr="001279B3" w:rsidRDefault="00E47B3E" w:rsidP="00E47B3E">
            <w:pPr>
              <w:ind w:left="-74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2DB2B" w14:textId="32A340C7" w:rsidR="00E47B3E" w:rsidRPr="001279B3" w:rsidRDefault="00E47B3E" w:rsidP="00E47B3E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AECD80" w14:textId="626FB27B" w:rsidR="00E47B3E" w:rsidRPr="001279B3" w:rsidRDefault="00E47B3E" w:rsidP="00E47B3E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884,9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0E68E9" w14:textId="721F0B19" w:rsidR="00E47B3E" w:rsidRPr="001279B3" w:rsidRDefault="00E47B3E" w:rsidP="00E47B3E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815,6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DBA271" w14:textId="2BF9A5EF" w:rsidR="00E47B3E" w:rsidRPr="001279B3" w:rsidRDefault="00E47B3E" w:rsidP="00E47B3E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837,6</w:t>
            </w:r>
          </w:p>
        </w:tc>
      </w:tr>
      <w:tr w:rsidR="00E47B3E" w:rsidRPr="00AB2228" w14:paraId="20ADC71B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089834" w14:textId="3BF8F37A" w:rsidR="00E47B3E" w:rsidRPr="001279B3" w:rsidRDefault="00E47B3E" w:rsidP="00E47B3E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C3A56E" w14:textId="50B335FF" w:rsidR="00E47B3E" w:rsidRPr="001279B3" w:rsidRDefault="00E47B3E" w:rsidP="00E47B3E">
            <w:pPr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AE630C" w14:textId="40ED96DB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1AA764" w14:textId="75C11C22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946D9D" w14:textId="0C61369F" w:rsidR="00E47B3E" w:rsidRPr="001279B3" w:rsidRDefault="00E47B3E" w:rsidP="00E47B3E">
            <w:pPr>
              <w:ind w:left="-74" w:right="-108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3DE20D" w14:textId="08792564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15C12B" w14:textId="235F9260" w:rsidR="00E47B3E" w:rsidRPr="001279B3" w:rsidRDefault="00E47B3E" w:rsidP="00E47B3E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584,6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A09485" w14:textId="247F2A78" w:rsidR="00E47B3E" w:rsidRPr="001279B3" w:rsidRDefault="00E47B3E" w:rsidP="00E47B3E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638,9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E7C92" w14:textId="3D8CFCE9" w:rsidR="00E47B3E" w:rsidRPr="001279B3" w:rsidRDefault="00E47B3E" w:rsidP="00E47B3E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642,1</w:t>
            </w:r>
          </w:p>
        </w:tc>
      </w:tr>
      <w:tr w:rsidR="00E47B3E" w:rsidRPr="00AB2228" w14:paraId="19E39225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BC1706" w14:textId="2A9C2693" w:rsidR="00E47B3E" w:rsidRPr="001279B3" w:rsidRDefault="00E47B3E" w:rsidP="00E47B3E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 xml:space="preserve">Возмещение части затрат, связанных с производством, реализацией и (или) отгрузкой на собственную переработку молока по ставке на 1 голову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CC0E34" w14:textId="062B63E9" w:rsidR="00E47B3E" w:rsidRPr="001279B3" w:rsidRDefault="00E47B3E" w:rsidP="00E47B3E">
            <w:pPr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49D69A" w14:textId="39823E33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BAB97F" w14:textId="5498EF3C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B1806" w14:textId="0A1EC04B" w:rsidR="00E47B3E" w:rsidRPr="001279B3" w:rsidRDefault="00E47B3E" w:rsidP="00E47B3E">
            <w:pPr>
              <w:ind w:left="-74" w:right="-108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8584AF" w14:textId="58C3BB83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3FF3A3" w14:textId="64CF3CC7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393,6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726152" w14:textId="7D5B78BA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3 623,4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0C6DF9" w14:textId="393380FD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3 623,4</w:t>
            </w:r>
          </w:p>
        </w:tc>
      </w:tr>
      <w:tr w:rsidR="00E47B3E" w:rsidRPr="00AB2228" w14:paraId="02FB74FC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6A611E" w14:textId="67FD6841" w:rsidR="00E47B3E" w:rsidRPr="001279B3" w:rsidRDefault="00E47B3E" w:rsidP="00E47B3E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1CA745" w14:textId="49A4A72D" w:rsidR="00E47B3E" w:rsidRPr="001279B3" w:rsidRDefault="00E47B3E" w:rsidP="00E47B3E">
            <w:pPr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49E711" w14:textId="2378546A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3271B0" w14:textId="5A4B29DE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401FBE" w14:textId="10920ECE" w:rsidR="00E47B3E" w:rsidRPr="001279B3" w:rsidRDefault="00E47B3E" w:rsidP="00E47B3E">
            <w:pPr>
              <w:ind w:left="-74" w:right="-108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0E7557" w14:textId="4E4EB08E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B88916" w14:textId="07E848D9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393,6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6FDBD9" w14:textId="753F65A0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3 623,4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51D8EA" w14:textId="1C2A9F31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3 623,4</w:t>
            </w:r>
          </w:p>
        </w:tc>
      </w:tr>
      <w:tr w:rsidR="00E47B3E" w:rsidRPr="00AB2228" w14:paraId="77CC3288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C39149" w14:textId="3BD80882" w:rsidR="00E47B3E" w:rsidRPr="001279B3" w:rsidRDefault="00E47B3E" w:rsidP="00E47B3E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A957AC" w14:textId="4CAE58C4" w:rsidR="00E47B3E" w:rsidRPr="001279B3" w:rsidRDefault="00E47B3E" w:rsidP="00E47B3E">
            <w:pPr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9503CA" w14:textId="35EF7B78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BF54AD" w14:textId="3F60729A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202560" w14:textId="721946C6" w:rsidR="00E47B3E" w:rsidRPr="001279B3" w:rsidRDefault="00E47B3E" w:rsidP="00E47B3E">
            <w:pPr>
              <w:ind w:left="-74" w:right="-108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469403" w14:textId="4EBD090C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A92383" w14:textId="2A29DC37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42C0F" w14:textId="22F1F36A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DB22A0" w14:textId="3713DD49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rFonts w:ascii="Arial CYR" w:hAnsi="Arial CYR" w:cs="Arial CYR"/>
                <w:sz w:val="24"/>
                <w:szCs w:val="24"/>
              </w:rPr>
              <w:t> </w:t>
            </w:r>
          </w:p>
        </w:tc>
      </w:tr>
      <w:tr w:rsidR="00E47B3E" w:rsidRPr="00AB2228" w14:paraId="7CC1BF6B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B8683" w14:textId="4510F996" w:rsidR="00E47B3E" w:rsidRPr="001279B3" w:rsidRDefault="00E47B3E" w:rsidP="00E47B3E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243A37" w14:textId="579034DD" w:rsidR="00E47B3E" w:rsidRPr="001279B3" w:rsidRDefault="00E47B3E" w:rsidP="00E47B3E">
            <w:pPr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DA15BC" w14:textId="3C9E49ED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80D19E" w14:textId="1F86D288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F69235" w14:textId="12475F2F" w:rsidR="00E47B3E" w:rsidRPr="001279B3" w:rsidRDefault="00E47B3E" w:rsidP="00E47B3E">
            <w:pPr>
              <w:ind w:left="-74" w:right="-108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3E62D" w14:textId="571B5541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B22DE7" w14:textId="101D00B4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291,3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97E3C9" w14:textId="43B0C24C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2 753,8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A934D" w14:textId="6F1AAD55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2 753,8</w:t>
            </w:r>
          </w:p>
        </w:tc>
      </w:tr>
      <w:tr w:rsidR="00E47B3E" w:rsidRPr="00AB2228" w14:paraId="015FDCD1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D972E5" w14:textId="4EA28DE2" w:rsidR="00E47B3E" w:rsidRPr="001279B3" w:rsidRDefault="00E47B3E" w:rsidP="00E47B3E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97AF5" w14:textId="4D29E6D3" w:rsidR="00E47B3E" w:rsidRPr="001279B3" w:rsidRDefault="00E47B3E" w:rsidP="00E47B3E">
            <w:pPr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8ED296" w14:textId="5B8910AE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318635" w14:textId="3451CFDC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F65E31" w14:textId="419FECEF" w:rsidR="00E47B3E" w:rsidRPr="001279B3" w:rsidRDefault="00E47B3E" w:rsidP="00E47B3E">
            <w:pPr>
              <w:ind w:left="-74" w:right="-108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886DD1" w14:textId="2F5167A3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9D9F9" w14:textId="6D7879E8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102,3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5BE047" w14:textId="41E9A601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869,6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B7CDD3" w14:textId="3B923D6B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869,6</w:t>
            </w:r>
          </w:p>
        </w:tc>
      </w:tr>
      <w:tr w:rsidR="00E47B3E" w:rsidRPr="00AB2228" w14:paraId="081F1537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A6E423" w14:textId="6101B7BF" w:rsidR="00E47B3E" w:rsidRPr="001279B3" w:rsidRDefault="00E47B3E" w:rsidP="00E47B3E">
            <w:pPr>
              <w:spacing w:line="250" w:lineRule="exact"/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 xml:space="preserve">Поддержка сельскохозяйственного производства по отдельным подотраслям растениеводства и </w:t>
            </w:r>
            <w:r w:rsidRPr="001279B3">
              <w:rPr>
                <w:sz w:val="24"/>
                <w:szCs w:val="24"/>
              </w:rPr>
              <w:lastRenderedPageBreak/>
              <w:t>животноводства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8B04FA" w14:textId="5248DE12" w:rsidR="00E47B3E" w:rsidRPr="001279B3" w:rsidRDefault="00E47B3E" w:rsidP="00E47B3E">
            <w:pPr>
              <w:spacing w:line="250" w:lineRule="exact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4AF690" w14:textId="1BF71F8F" w:rsidR="00E47B3E" w:rsidRPr="001279B3" w:rsidRDefault="00E47B3E" w:rsidP="00E47B3E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E1C302" w14:textId="72827548" w:rsidR="00E47B3E" w:rsidRPr="001279B3" w:rsidRDefault="00E47B3E" w:rsidP="00E47B3E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03159F" w14:textId="11DA3E2D" w:rsidR="00E47B3E" w:rsidRPr="001279B3" w:rsidRDefault="00E47B3E" w:rsidP="00E47B3E">
            <w:pPr>
              <w:spacing w:line="250" w:lineRule="exact"/>
              <w:ind w:left="-74" w:right="-108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11 1 01 R5080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612BD5" w14:textId="7C8FF0ED" w:rsidR="00E47B3E" w:rsidRPr="001279B3" w:rsidRDefault="00E47B3E" w:rsidP="00E47B3E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DB77A1" w14:textId="744B0F87" w:rsidR="00E47B3E" w:rsidRPr="001279B3" w:rsidRDefault="00E47B3E" w:rsidP="00E47B3E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6 908,8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890884" w14:textId="7E9FB031" w:rsidR="00E47B3E" w:rsidRPr="001279B3" w:rsidRDefault="00E47B3E" w:rsidP="00E47B3E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7 240,7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18B687" w14:textId="4F373545" w:rsidR="00E47B3E" w:rsidRPr="001279B3" w:rsidRDefault="00E47B3E" w:rsidP="00E47B3E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7 240,7</w:t>
            </w:r>
          </w:p>
        </w:tc>
      </w:tr>
      <w:tr w:rsidR="00E47B3E" w:rsidRPr="00AB2228" w14:paraId="6F7E0119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7D8CFD" w14:textId="391AB739" w:rsidR="00E47B3E" w:rsidRPr="001279B3" w:rsidRDefault="00E47B3E" w:rsidP="00E47B3E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968D9F" w14:textId="507C45EF" w:rsidR="00E47B3E" w:rsidRPr="001279B3" w:rsidRDefault="00E47B3E" w:rsidP="00E47B3E">
            <w:pPr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C3B9B8" w14:textId="361BD7CF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B8A116" w14:textId="6532F4CB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088948" w14:textId="6EE5EC5B" w:rsidR="00E47B3E" w:rsidRPr="001279B3" w:rsidRDefault="00E47B3E" w:rsidP="00E47B3E">
            <w:pPr>
              <w:ind w:left="-74" w:right="-108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11 1 01 R5080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876326" w14:textId="05A94C62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F39A66" w14:textId="14038072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6 908,8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76FC9E" w14:textId="656349DD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7 240,7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C610C3" w14:textId="2D1582D2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7 240,7</w:t>
            </w:r>
          </w:p>
        </w:tc>
      </w:tr>
      <w:tr w:rsidR="00E47B3E" w:rsidRPr="00AB2228" w14:paraId="42821F2E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EE96AB" w14:textId="4AE3FFAD" w:rsidR="00E47B3E" w:rsidRPr="001279B3" w:rsidRDefault="00E47B3E" w:rsidP="00E47B3E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17006D" w14:textId="4A93C328" w:rsidR="00E47B3E" w:rsidRPr="001279B3" w:rsidRDefault="00E47B3E" w:rsidP="00E47B3E">
            <w:pPr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783B6D" w14:textId="1C48E6B4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8C98AB" w14:textId="33C7589D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C9AA51" w14:textId="019F54FB" w:rsidR="00E47B3E" w:rsidRPr="001279B3" w:rsidRDefault="00E47B3E" w:rsidP="00E47B3E">
            <w:pPr>
              <w:ind w:left="-74" w:right="-108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97C93A" w14:textId="588BE1C5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0FB42D" w14:textId="2D487C78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7FF0CD" w14:textId="50DBDAB0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45A2C5" w14:textId="1D617CA3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rFonts w:ascii="Arial CYR" w:hAnsi="Arial CYR" w:cs="Arial CYR"/>
                <w:sz w:val="24"/>
                <w:szCs w:val="24"/>
              </w:rPr>
              <w:t> </w:t>
            </w:r>
          </w:p>
        </w:tc>
      </w:tr>
      <w:tr w:rsidR="00E47B3E" w:rsidRPr="00AB2228" w14:paraId="5487DAC7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F309B8" w14:textId="09613270" w:rsidR="00E47B3E" w:rsidRPr="001279B3" w:rsidRDefault="00E47B3E" w:rsidP="00E47B3E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C8A1CC" w14:textId="21B2AD80" w:rsidR="00E47B3E" w:rsidRPr="001279B3" w:rsidRDefault="00E47B3E" w:rsidP="00E47B3E">
            <w:pPr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3F3AB" w14:textId="453A0A99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D79174" w14:textId="5EB56E84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F40109" w14:textId="715D9D1C" w:rsidR="00E47B3E" w:rsidRPr="001279B3" w:rsidRDefault="00E47B3E" w:rsidP="00E47B3E">
            <w:pPr>
              <w:ind w:left="-74" w:right="-108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D86D57" w14:textId="2F612F3D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78FDB" w14:textId="3FF745DE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2 350,1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868898" w14:textId="0C402886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2 223,3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33065D" w14:textId="145F4C1D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2 223,3</w:t>
            </w:r>
          </w:p>
        </w:tc>
      </w:tr>
      <w:tr w:rsidR="00E47B3E" w:rsidRPr="00AB2228" w14:paraId="798249FC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E0D896" w14:textId="3E5DF893" w:rsidR="00E47B3E" w:rsidRPr="001279B3" w:rsidRDefault="00E47B3E" w:rsidP="00E47B3E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E1D999" w14:textId="5EB6C46A" w:rsidR="00E47B3E" w:rsidRPr="001279B3" w:rsidRDefault="00E47B3E" w:rsidP="00E47B3E">
            <w:pPr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573A9" w14:textId="01920D86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2F343" w14:textId="5B1D6E7F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0B1527" w14:textId="1324ED69" w:rsidR="00E47B3E" w:rsidRPr="001279B3" w:rsidRDefault="00E47B3E" w:rsidP="00E47B3E">
            <w:pPr>
              <w:ind w:left="-74" w:right="-108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373B67" w14:textId="0AB489F9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EECE23" w14:textId="26F7A730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4 558,7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66E7F6" w14:textId="05D5AE30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5 017,4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DD9AA4" w14:textId="7188216E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5 017,4</w:t>
            </w:r>
          </w:p>
        </w:tc>
      </w:tr>
      <w:tr w:rsidR="00E47B3E" w:rsidRPr="00AB2228" w14:paraId="4CD98EF7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D4288" w14:textId="4B1DCB1B" w:rsidR="00E47B3E" w:rsidRPr="001279B3" w:rsidRDefault="00E47B3E" w:rsidP="00E47B3E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CE2A29" w14:textId="249A0A33" w:rsidR="00E47B3E" w:rsidRPr="001279B3" w:rsidRDefault="00E47B3E" w:rsidP="00E47B3E">
            <w:pPr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3416B4" w14:textId="60DAC25B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57A686" w14:textId="435EF626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C1FD2" w14:textId="2D15E885" w:rsidR="00E47B3E" w:rsidRPr="001279B3" w:rsidRDefault="00E47B3E" w:rsidP="00E47B3E">
            <w:pPr>
              <w:ind w:left="-74" w:right="-108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7D9D85" w14:textId="3C86128E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10D62E" w14:textId="0E77696F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F5548A" w14:textId="16146D2A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903F4" w14:textId="28ACB3AF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rFonts w:ascii="Arial CYR" w:hAnsi="Arial CYR" w:cs="Arial CYR"/>
                <w:sz w:val="24"/>
                <w:szCs w:val="24"/>
              </w:rPr>
              <w:t> </w:t>
            </w:r>
          </w:p>
        </w:tc>
      </w:tr>
      <w:tr w:rsidR="00E47B3E" w:rsidRPr="00AB2228" w14:paraId="43284B00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4E8613" w14:textId="7E829C10" w:rsidR="00E47B3E" w:rsidRPr="001279B3" w:rsidRDefault="00E47B3E" w:rsidP="00E47B3E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Возмещение части затрат на приобретение элитных семян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7A79C4" w14:textId="44860B63" w:rsidR="00E47B3E" w:rsidRPr="001279B3" w:rsidRDefault="00E47B3E" w:rsidP="00E47B3E">
            <w:pPr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9E3F81" w14:textId="5BECD2F2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F6EF88" w14:textId="2765631C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503309" w14:textId="7797F0CD" w:rsidR="00E47B3E" w:rsidRPr="001279B3" w:rsidRDefault="00E47B3E" w:rsidP="00E47B3E">
            <w:pPr>
              <w:ind w:left="-74" w:right="-108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2B936" w14:textId="1AFDDB31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481764" w14:textId="047608BC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622,5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B6622C" w14:textId="3F39C4B3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202,6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0FBCA" w14:textId="263BEDE8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666,7</w:t>
            </w:r>
          </w:p>
        </w:tc>
      </w:tr>
      <w:tr w:rsidR="00E47B3E" w:rsidRPr="00AB2228" w14:paraId="5BC8A18A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D217F0" w14:textId="17CE9DE0" w:rsidR="00E47B3E" w:rsidRPr="001279B3" w:rsidRDefault="00E47B3E" w:rsidP="00E47B3E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ED4354" w14:textId="656FAC08" w:rsidR="00E47B3E" w:rsidRPr="001279B3" w:rsidRDefault="00E47B3E" w:rsidP="00E47B3E">
            <w:pPr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3CD225" w14:textId="3A1EF45F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56AD1B" w14:textId="5091C0CB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3BD293" w14:textId="029E1540" w:rsidR="00E47B3E" w:rsidRPr="001279B3" w:rsidRDefault="00E47B3E" w:rsidP="00E47B3E">
            <w:pPr>
              <w:ind w:left="-74" w:right="-108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0A5593" w14:textId="05A1E224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81D21F" w14:textId="64229FD1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622,5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6FAC7" w14:textId="1F59FA28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202,6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AF8687" w14:textId="59DE9337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666,7</w:t>
            </w:r>
          </w:p>
        </w:tc>
      </w:tr>
      <w:tr w:rsidR="00E47B3E" w:rsidRPr="00AB2228" w14:paraId="43B28D9D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A0353" w14:textId="2E6D20CD" w:rsidR="00E47B3E" w:rsidRPr="001279B3" w:rsidRDefault="00E47B3E" w:rsidP="00E47B3E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8E58F9" w14:textId="08278B4C" w:rsidR="00E47B3E" w:rsidRPr="001279B3" w:rsidRDefault="00E47B3E" w:rsidP="00E47B3E">
            <w:pPr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F82FC8" w14:textId="5218289A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4DF801" w14:textId="03DA7381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300B04" w14:textId="6E8DC5AC" w:rsidR="00E47B3E" w:rsidRPr="001279B3" w:rsidRDefault="00E47B3E" w:rsidP="00E47B3E">
            <w:pPr>
              <w:ind w:left="-74" w:right="-108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236B53" w14:textId="4FE53EF6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D924F2" w14:textId="4AC29825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6B30EE" w14:textId="2653A440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40EC35" w14:textId="71D0F8CC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rFonts w:ascii="Arial CYR" w:hAnsi="Arial CYR" w:cs="Arial CYR"/>
                <w:sz w:val="24"/>
                <w:szCs w:val="24"/>
              </w:rPr>
              <w:t> </w:t>
            </w:r>
          </w:p>
        </w:tc>
      </w:tr>
      <w:tr w:rsidR="00E47B3E" w:rsidRPr="00AB2228" w14:paraId="3612251B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EF8A24" w14:textId="28AD375D" w:rsidR="00E47B3E" w:rsidRPr="001279B3" w:rsidRDefault="00E47B3E" w:rsidP="00E47B3E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35336" w14:textId="701794A9" w:rsidR="00E47B3E" w:rsidRPr="001279B3" w:rsidRDefault="00E47B3E" w:rsidP="00E47B3E">
            <w:pPr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EBE0B6" w14:textId="46207904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187265" w14:textId="66CF65D1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E96316" w14:textId="3D81FB30" w:rsidR="00E47B3E" w:rsidRPr="001279B3" w:rsidRDefault="00E47B3E" w:rsidP="00E47B3E">
            <w:pPr>
              <w:ind w:left="-74" w:right="-108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8B0706" w14:textId="3E8E285E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996EAF" w14:textId="78E5AA3C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281,2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381301" w14:textId="1DC0B104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352,7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DE8A0" w14:textId="0453AB9E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352,7</w:t>
            </w:r>
          </w:p>
        </w:tc>
      </w:tr>
      <w:tr w:rsidR="00E47B3E" w:rsidRPr="00AB2228" w14:paraId="5FCC4FD1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26549F" w14:textId="6EAF865F" w:rsidR="00E47B3E" w:rsidRPr="001279B3" w:rsidRDefault="00E47B3E" w:rsidP="00E47B3E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895377" w14:textId="53AEFE1F" w:rsidR="00E47B3E" w:rsidRPr="001279B3" w:rsidRDefault="00E47B3E" w:rsidP="00E47B3E">
            <w:pPr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53F83D" w14:textId="74C1F6AC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7073D" w14:textId="50212237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8D8926" w14:textId="222A6A07" w:rsidR="00E47B3E" w:rsidRPr="001279B3" w:rsidRDefault="00E47B3E" w:rsidP="00E47B3E">
            <w:pPr>
              <w:ind w:left="-74" w:right="-108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D3566A" w14:textId="50326469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A6F1A8" w14:textId="18EB729D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341,3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918902" w14:textId="1B98BCF1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314,0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41D670" w14:textId="4D951D1A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314,0</w:t>
            </w:r>
          </w:p>
        </w:tc>
      </w:tr>
      <w:tr w:rsidR="00E47B3E" w:rsidRPr="00AB2228" w14:paraId="10ECD186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1D1F3E" w14:textId="3842F021" w:rsidR="00E47B3E" w:rsidRPr="001279B3" w:rsidRDefault="00E47B3E" w:rsidP="00E47B3E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Возмещение части затрат на поддержку собственного производства молока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4474D9" w14:textId="7B57C64C" w:rsidR="00E47B3E" w:rsidRPr="001279B3" w:rsidRDefault="00E47B3E" w:rsidP="00E47B3E">
            <w:pPr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43952D" w14:textId="3AAF3AC5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BED236" w14:textId="6F6E5E39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934CEB" w14:textId="7821958F" w:rsidR="00E47B3E" w:rsidRPr="001279B3" w:rsidRDefault="00E47B3E" w:rsidP="00E47B3E">
            <w:pPr>
              <w:ind w:left="-74" w:right="-108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FA8B0B" w14:textId="3B737BAC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B4FD42" w14:textId="6C8A4715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6 162,5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64CC22" w14:textId="0FD5EC44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6 212,0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F7F132" w14:textId="1CD59518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6 212,0</w:t>
            </w:r>
          </w:p>
        </w:tc>
      </w:tr>
      <w:tr w:rsidR="00E47B3E" w:rsidRPr="00AB2228" w14:paraId="0A9EC5CE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2ECAA8" w14:textId="585C3E8A" w:rsidR="00E47B3E" w:rsidRPr="001279B3" w:rsidRDefault="00E47B3E" w:rsidP="00E47B3E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218C16" w14:textId="715F460C" w:rsidR="00E47B3E" w:rsidRPr="001279B3" w:rsidRDefault="00E47B3E" w:rsidP="00E47B3E">
            <w:pPr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0807E7" w14:textId="2D2F7489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23EF93" w14:textId="109672CE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ABF41" w14:textId="76BF03CD" w:rsidR="00E47B3E" w:rsidRPr="001279B3" w:rsidRDefault="00E47B3E" w:rsidP="00E47B3E">
            <w:pPr>
              <w:ind w:left="-74" w:right="-108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780D30" w14:textId="1901CDCE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9EA57B" w14:textId="48C56986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6 162,5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3F3E9D" w14:textId="586E0F2C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6 212,0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52128E" w14:textId="1148EE7E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6 212,0</w:t>
            </w:r>
          </w:p>
        </w:tc>
      </w:tr>
      <w:tr w:rsidR="00E47B3E" w:rsidRPr="00AB2228" w14:paraId="7F45BA6D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1718D3" w14:textId="754114E6" w:rsidR="00E47B3E" w:rsidRPr="001279B3" w:rsidRDefault="00E47B3E" w:rsidP="00E47B3E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2017D6" w14:textId="5CCBBD2E" w:rsidR="00E47B3E" w:rsidRPr="001279B3" w:rsidRDefault="00E47B3E" w:rsidP="00E47B3E">
            <w:pPr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3F6DFE" w14:textId="0F2570D8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6B8FDA" w14:textId="2A66CDDC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7A6B38" w14:textId="44F43E06" w:rsidR="00E47B3E" w:rsidRPr="001279B3" w:rsidRDefault="00E47B3E" w:rsidP="00E47B3E">
            <w:pPr>
              <w:ind w:left="-74" w:right="-108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70390D" w14:textId="68FC427F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49B5B7" w14:textId="35F213A4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CCE90D" w14:textId="22E85970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155AB5" w14:textId="46BBF5E1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rFonts w:ascii="Arial CYR" w:hAnsi="Arial CYR" w:cs="Arial CYR"/>
                <w:sz w:val="24"/>
                <w:szCs w:val="24"/>
              </w:rPr>
              <w:t> </w:t>
            </w:r>
          </w:p>
        </w:tc>
      </w:tr>
      <w:tr w:rsidR="00E47B3E" w:rsidRPr="00AB2228" w14:paraId="043862B6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0DDE49" w14:textId="308FE591" w:rsidR="00E47B3E" w:rsidRPr="001279B3" w:rsidRDefault="00E47B3E" w:rsidP="00E47B3E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156591" w14:textId="1B66C6F1" w:rsidR="00E47B3E" w:rsidRPr="001279B3" w:rsidRDefault="00E47B3E" w:rsidP="00E47B3E">
            <w:pPr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E65DB7" w14:textId="50EAC82B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A62101" w14:textId="5A0DF170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4CEFF1" w14:textId="63F42B07" w:rsidR="00E47B3E" w:rsidRPr="001279B3" w:rsidRDefault="00E47B3E" w:rsidP="00E47B3E">
            <w:pPr>
              <w:ind w:left="-74" w:right="-108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9DBC75" w14:textId="2923A77A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53880F" w14:textId="33D48A90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2 068,9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9759BA" w14:textId="7BD47746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1 870,6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5A09D7" w14:textId="20F0A4C7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1 870,6</w:t>
            </w:r>
          </w:p>
        </w:tc>
      </w:tr>
      <w:tr w:rsidR="00E47B3E" w:rsidRPr="00AB2228" w14:paraId="1CBCF263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2F9F49" w14:textId="57DCB76E" w:rsidR="00E47B3E" w:rsidRPr="001279B3" w:rsidRDefault="00E47B3E" w:rsidP="00E47B3E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FE6BB6" w14:textId="4975D512" w:rsidR="00E47B3E" w:rsidRPr="001279B3" w:rsidRDefault="00E47B3E" w:rsidP="00E47B3E">
            <w:pPr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772E29" w14:textId="487BF2C6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32D434" w14:textId="561D6A99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03ABBB" w14:textId="418F5329" w:rsidR="00E47B3E" w:rsidRPr="001279B3" w:rsidRDefault="00E47B3E" w:rsidP="00E47B3E">
            <w:pPr>
              <w:ind w:left="-74" w:right="-108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DFDA6F" w14:textId="32763518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CBA253" w14:textId="4AEE32F2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4 093,6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1F275E" w14:textId="2F2540C9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4 341,4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35F320" w14:textId="433334D0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4 341,4</w:t>
            </w:r>
          </w:p>
        </w:tc>
      </w:tr>
      <w:tr w:rsidR="00E47B3E" w:rsidRPr="00AB2228" w14:paraId="227ADA5A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AB78B0" w14:textId="7BDFB474" w:rsidR="00E47B3E" w:rsidRPr="001279B3" w:rsidRDefault="00E47B3E" w:rsidP="00E47B3E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Возмещение части затрат на поддержку племенного животноводства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41BEAC" w14:textId="0A26D88F" w:rsidR="00E47B3E" w:rsidRPr="001279B3" w:rsidRDefault="00E47B3E" w:rsidP="00E47B3E">
            <w:pPr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3C91F1" w14:textId="2E0711FE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B7B301" w14:textId="6049F791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5AE8EE" w14:textId="10AB5BA8" w:rsidR="00E47B3E" w:rsidRPr="001279B3" w:rsidRDefault="00E47B3E" w:rsidP="00E47B3E">
            <w:pPr>
              <w:ind w:left="-74" w:right="-108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A6DBD0" w14:textId="18E7F7AD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4B7D06" w14:textId="1E7DE894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123,8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082D71" w14:textId="5F504783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362,0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C40EDB" w14:textId="25D44CF3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362,0</w:t>
            </w:r>
          </w:p>
        </w:tc>
      </w:tr>
      <w:tr w:rsidR="00E47B3E" w:rsidRPr="00AB2228" w14:paraId="4983D733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176CA9" w14:textId="161571CE" w:rsidR="00E47B3E" w:rsidRPr="001279B3" w:rsidRDefault="00E47B3E" w:rsidP="00E47B3E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B0718D" w14:textId="0F4E9EC0" w:rsidR="00E47B3E" w:rsidRPr="001279B3" w:rsidRDefault="00E47B3E" w:rsidP="00E47B3E">
            <w:pPr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01061D" w14:textId="6D769F3D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5462D9" w14:textId="7AC7D90C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60F047" w14:textId="5FDEA528" w:rsidR="00E47B3E" w:rsidRPr="001279B3" w:rsidRDefault="00E47B3E" w:rsidP="00E47B3E">
            <w:pPr>
              <w:ind w:left="-74" w:right="-108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EEBEA5" w14:textId="7B72DCD9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147451" w14:textId="5C98D061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123,8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F1FFD" w14:textId="6D7F0BBA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362,0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3B2192" w14:textId="3DF1CD64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362,0</w:t>
            </w:r>
          </w:p>
        </w:tc>
      </w:tr>
      <w:tr w:rsidR="00E47B3E" w:rsidRPr="00AB2228" w14:paraId="25EB2268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38E6D" w14:textId="008F7190" w:rsidR="00E47B3E" w:rsidRPr="001279B3" w:rsidRDefault="00E47B3E" w:rsidP="00E47B3E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BCFB3" w14:textId="562CD316" w:rsidR="00E47B3E" w:rsidRPr="001279B3" w:rsidRDefault="00E47B3E" w:rsidP="00E47B3E">
            <w:pPr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BBF9A5" w14:textId="339196EB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4ECE7" w14:textId="7357897A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E16271" w14:textId="0041F630" w:rsidR="00E47B3E" w:rsidRPr="001279B3" w:rsidRDefault="00E47B3E" w:rsidP="00E47B3E">
            <w:pPr>
              <w:ind w:left="-74" w:right="-108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8A3ABA" w14:textId="7D8E37AC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FBDBD3" w14:textId="006141AF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2CDBF5" w14:textId="3FA36435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FF2996" w14:textId="7F0D6332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E47B3E" w:rsidRPr="00AB2228" w14:paraId="097B10C6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68688C" w14:textId="4DC4BC2C" w:rsidR="00E47B3E" w:rsidRPr="001279B3" w:rsidRDefault="00E47B3E" w:rsidP="00E47B3E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 xml:space="preserve"> - средства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7FCC35" w14:textId="0594A121" w:rsidR="00E47B3E" w:rsidRPr="001279B3" w:rsidRDefault="00E47B3E" w:rsidP="00E47B3E">
            <w:pPr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C9BEC9" w14:textId="66D5D2DB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A8DAF9" w14:textId="34070D13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E52D8A" w14:textId="0D8D72DD" w:rsidR="00E47B3E" w:rsidRPr="001279B3" w:rsidRDefault="00E47B3E" w:rsidP="00E47B3E">
            <w:pPr>
              <w:ind w:left="-74" w:right="-108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10F1FC" w14:textId="067C3D6A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20103D" w14:textId="19A2BEBA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123,8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1BB6C5" w14:textId="137BA15E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362,0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3F8FC4" w14:textId="08EA44AE" w:rsidR="00E47B3E" w:rsidRPr="001279B3" w:rsidRDefault="00E47B3E" w:rsidP="00E47B3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362,0</w:t>
            </w:r>
          </w:p>
        </w:tc>
      </w:tr>
      <w:tr w:rsidR="00E47B3E" w:rsidRPr="00AB2228" w14:paraId="5EDD1ED3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2F9D2B" w14:textId="296151D4" w:rsidR="00E47B3E" w:rsidRPr="001E7EF9" w:rsidRDefault="00E47B3E" w:rsidP="00E47B3E">
            <w:pPr>
              <w:ind w:firstLine="0"/>
              <w:rPr>
                <w:sz w:val="24"/>
                <w:szCs w:val="24"/>
              </w:rPr>
            </w:pPr>
            <w:r w:rsidRPr="001E7EF9">
              <w:rPr>
                <w:sz w:val="24"/>
                <w:szCs w:val="24"/>
              </w:rPr>
              <w:t>Техническая и технологическая</w:t>
            </w:r>
            <w:r w:rsidRPr="001E7EF9">
              <w:rPr>
                <w:sz w:val="24"/>
                <w:szCs w:val="24"/>
              </w:rPr>
              <w:br/>
            </w:r>
            <w:r w:rsidRPr="001E7EF9">
              <w:rPr>
                <w:sz w:val="24"/>
                <w:szCs w:val="24"/>
              </w:rPr>
              <w:lastRenderedPageBreak/>
              <w:t>модернизация, инновационное развитие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AD324B" w14:textId="3B1B4AE1" w:rsidR="00E47B3E" w:rsidRPr="001E7EF9" w:rsidRDefault="00E47B3E" w:rsidP="00E47B3E">
            <w:pPr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6F3F83" w14:textId="59B17FEB" w:rsidR="00E47B3E" w:rsidRPr="001E7EF9" w:rsidRDefault="00E47B3E" w:rsidP="00E47B3E">
            <w:pPr>
              <w:ind w:firstLine="0"/>
              <w:jc w:val="center"/>
              <w:rPr>
                <w:sz w:val="24"/>
                <w:szCs w:val="24"/>
              </w:rPr>
            </w:pPr>
            <w:r w:rsidRPr="001E7EF9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E45D62" w14:textId="09853CFB" w:rsidR="00E47B3E" w:rsidRPr="001E7EF9" w:rsidRDefault="00E47B3E" w:rsidP="00E47B3E">
            <w:pPr>
              <w:ind w:firstLine="0"/>
              <w:jc w:val="center"/>
              <w:rPr>
                <w:sz w:val="24"/>
                <w:szCs w:val="24"/>
              </w:rPr>
            </w:pPr>
            <w:r w:rsidRPr="001E7EF9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DF3572" w14:textId="57811E28" w:rsidR="00E47B3E" w:rsidRPr="001E7EF9" w:rsidRDefault="00E47B3E" w:rsidP="00E47B3E">
            <w:pPr>
              <w:ind w:left="-74" w:right="-108" w:firstLine="0"/>
              <w:jc w:val="center"/>
              <w:rPr>
                <w:sz w:val="24"/>
                <w:szCs w:val="24"/>
              </w:rPr>
            </w:pPr>
            <w:r w:rsidRPr="001E7EF9">
              <w:rPr>
                <w:sz w:val="24"/>
                <w:szCs w:val="24"/>
              </w:rPr>
              <w:t>11 1 02 00000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121CC7" w14:textId="0F6ECE7C" w:rsidR="00E47B3E" w:rsidRPr="001E7EF9" w:rsidRDefault="00E47B3E" w:rsidP="00E47B3E">
            <w:pPr>
              <w:ind w:firstLine="0"/>
              <w:jc w:val="center"/>
              <w:rPr>
                <w:sz w:val="24"/>
                <w:szCs w:val="24"/>
              </w:rPr>
            </w:pPr>
            <w:r w:rsidRPr="001E7EF9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E6A0EA" w14:textId="5DE1BB13" w:rsidR="00E47B3E" w:rsidRPr="001E7EF9" w:rsidRDefault="00E47B3E" w:rsidP="00E47B3E">
            <w:pPr>
              <w:ind w:firstLine="0"/>
              <w:jc w:val="center"/>
              <w:rPr>
                <w:sz w:val="24"/>
                <w:szCs w:val="24"/>
              </w:rPr>
            </w:pPr>
            <w:r w:rsidRPr="001E7EF9">
              <w:rPr>
                <w:sz w:val="24"/>
                <w:szCs w:val="24"/>
              </w:rPr>
              <w:t>1 437,9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B7E157" w14:textId="37D2BEAA" w:rsidR="00E47B3E" w:rsidRPr="001E7EF9" w:rsidRDefault="00E47B3E" w:rsidP="00E47B3E">
            <w:pPr>
              <w:ind w:firstLine="0"/>
              <w:jc w:val="center"/>
              <w:rPr>
                <w:sz w:val="24"/>
                <w:szCs w:val="24"/>
              </w:rPr>
            </w:pPr>
            <w:r w:rsidRPr="001E7EF9">
              <w:rPr>
                <w:sz w:val="24"/>
                <w:szCs w:val="24"/>
              </w:rPr>
              <w:t>618,9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4C8027" w14:textId="2AE955C7" w:rsidR="00E47B3E" w:rsidRPr="001E7EF9" w:rsidRDefault="00E47B3E" w:rsidP="00E47B3E">
            <w:pPr>
              <w:ind w:firstLine="0"/>
              <w:jc w:val="center"/>
              <w:rPr>
                <w:sz w:val="24"/>
                <w:szCs w:val="24"/>
              </w:rPr>
            </w:pPr>
            <w:r w:rsidRPr="001E7EF9">
              <w:rPr>
                <w:sz w:val="24"/>
                <w:szCs w:val="24"/>
              </w:rPr>
              <w:t>618,9</w:t>
            </w:r>
          </w:p>
        </w:tc>
      </w:tr>
      <w:tr w:rsidR="00E47B3E" w:rsidRPr="00AB2228" w14:paraId="1A8DF85E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F46981" w14:textId="28F41861" w:rsidR="00E47B3E" w:rsidRPr="001279B3" w:rsidRDefault="00E47B3E" w:rsidP="00E47B3E">
            <w:pPr>
              <w:ind w:firstLine="0"/>
              <w:rPr>
                <w:sz w:val="24"/>
                <w:szCs w:val="24"/>
              </w:rPr>
            </w:pPr>
            <w:r w:rsidRPr="001279B3">
              <w:rPr>
                <w:sz w:val="24"/>
                <w:szCs w:val="24"/>
              </w:rPr>
              <w:lastRenderedPageBreak/>
              <w:t xml:space="preserve">Возмещение части затрат на приобретение оборудования и техники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80666F" w14:textId="21146DF6" w:rsidR="00E47B3E" w:rsidRPr="001279B3" w:rsidRDefault="00E47B3E" w:rsidP="00E47B3E">
            <w:pPr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691BC" w14:textId="4975870D" w:rsidR="00E47B3E" w:rsidRPr="001279B3" w:rsidRDefault="00E47B3E" w:rsidP="00E47B3E">
            <w:pPr>
              <w:ind w:firstLine="0"/>
              <w:jc w:val="center"/>
              <w:rPr>
                <w:sz w:val="24"/>
                <w:szCs w:val="24"/>
              </w:rPr>
            </w:pPr>
            <w:r w:rsidRPr="001279B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7191DE" w14:textId="3CCAD397" w:rsidR="00E47B3E" w:rsidRPr="001279B3" w:rsidRDefault="00E47B3E" w:rsidP="00E47B3E">
            <w:pPr>
              <w:ind w:firstLine="0"/>
              <w:jc w:val="center"/>
              <w:rPr>
                <w:sz w:val="24"/>
                <w:szCs w:val="24"/>
              </w:rPr>
            </w:pPr>
            <w:r w:rsidRPr="001279B3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5D0CF" w14:textId="4C2427D7" w:rsidR="00E47B3E" w:rsidRPr="001279B3" w:rsidRDefault="00E47B3E" w:rsidP="00E47B3E">
            <w:pPr>
              <w:ind w:left="-74" w:right="-108" w:firstLine="0"/>
              <w:jc w:val="center"/>
              <w:rPr>
                <w:sz w:val="24"/>
                <w:szCs w:val="24"/>
              </w:rPr>
            </w:pPr>
            <w:r w:rsidRPr="001279B3">
              <w:rPr>
                <w:sz w:val="24"/>
                <w:szCs w:val="24"/>
              </w:rPr>
              <w:t>11 1 02 73220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5879E8" w14:textId="221930BC" w:rsidR="00E47B3E" w:rsidRPr="001279B3" w:rsidRDefault="00E47B3E" w:rsidP="00E47B3E">
            <w:pPr>
              <w:ind w:firstLine="0"/>
              <w:jc w:val="center"/>
              <w:rPr>
                <w:sz w:val="24"/>
                <w:szCs w:val="24"/>
              </w:rPr>
            </w:pPr>
            <w:r w:rsidRPr="001279B3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49718E" w14:textId="548C7AD9" w:rsidR="00E47B3E" w:rsidRPr="001279B3" w:rsidRDefault="00E47B3E" w:rsidP="00E47B3E">
            <w:pPr>
              <w:ind w:firstLine="0"/>
              <w:jc w:val="center"/>
              <w:rPr>
                <w:sz w:val="24"/>
                <w:szCs w:val="24"/>
              </w:rPr>
            </w:pPr>
            <w:r w:rsidRPr="001279B3">
              <w:rPr>
                <w:sz w:val="24"/>
                <w:szCs w:val="24"/>
              </w:rPr>
              <w:t>1 437,9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9617DF" w14:textId="2C51C295" w:rsidR="00E47B3E" w:rsidRPr="001279B3" w:rsidRDefault="00E47B3E" w:rsidP="00E47B3E">
            <w:pPr>
              <w:ind w:firstLine="0"/>
              <w:jc w:val="center"/>
              <w:rPr>
                <w:sz w:val="24"/>
                <w:szCs w:val="24"/>
              </w:rPr>
            </w:pPr>
            <w:r w:rsidRPr="001279B3">
              <w:rPr>
                <w:sz w:val="24"/>
                <w:szCs w:val="24"/>
              </w:rPr>
              <w:t>618,9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1EA433" w14:textId="57A2893F" w:rsidR="00E47B3E" w:rsidRPr="001279B3" w:rsidRDefault="00E47B3E" w:rsidP="00E47B3E">
            <w:pPr>
              <w:ind w:firstLine="0"/>
              <w:jc w:val="center"/>
              <w:rPr>
                <w:sz w:val="24"/>
                <w:szCs w:val="24"/>
              </w:rPr>
            </w:pPr>
            <w:r w:rsidRPr="001279B3">
              <w:rPr>
                <w:sz w:val="24"/>
                <w:szCs w:val="24"/>
              </w:rPr>
              <w:t>618,9</w:t>
            </w:r>
          </w:p>
        </w:tc>
      </w:tr>
      <w:tr w:rsidR="00E47B3E" w:rsidRPr="00AB2228" w14:paraId="1A2708AB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7DFEB2" w14:textId="3B6F56AB" w:rsidR="00E47B3E" w:rsidRPr="001279B3" w:rsidRDefault="00E47B3E" w:rsidP="00E47B3E">
            <w:pPr>
              <w:ind w:firstLine="0"/>
              <w:rPr>
                <w:sz w:val="24"/>
                <w:szCs w:val="24"/>
              </w:rPr>
            </w:pPr>
            <w:r w:rsidRPr="001279B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A0D69F" w14:textId="27CB3024" w:rsidR="00E47B3E" w:rsidRPr="001279B3" w:rsidRDefault="00E47B3E" w:rsidP="00E47B3E">
            <w:pPr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565113" w14:textId="32276B47" w:rsidR="00E47B3E" w:rsidRPr="001279B3" w:rsidRDefault="00E47B3E" w:rsidP="00E47B3E">
            <w:pPr>
              <w:ind w:firstLine="0"/>
              <w:jc w:val="center"/>
              <w:rPr>
                <w:sz w:val="24"/>
                <w:szCs w:val="24"/>
              </w:rPr>
            </w:pPr>
            <w:r w:rsidRPr="001279B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713266" w14:textId="2D4B4D20" w:rsidR="00E47B3E" w:rsidRPr="001279B3" w:rsidRDefault="00E47B3E" w:rsidP="00E47B3E">
            <w:pPr>
              <w:ind w:firstLine="0"/>
              <w:jc w:val="center"/>
              <w:rPr>
                <w:sz w:val="24"/>
                <w:szCs w:val="24"/>
              </w:rPr>
            </w:pPr>
            <w:r w:rsidRPr="001279B3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A74D7D" w14:textId="3CDA7F4B" w:rsidR="00E47B3E" w:rsidRPr="001279B3" w:rsidRDefault="00E47B3E" w:rsidP="00E47B3E">
            <w:pPr>
              <w:ind w:left="-74" w:right="-108" w:firstLine="0"/>
              <w:jc w:val="center"/>
              <w:rPr>
                <w:sz w:val="24"/>
                <w:szCs w:val="24"/>
              </w:rPr>
            </w:pPr>
            <w:r w:rsidRPr="001279B3">
              <w:rPr>
                <w:sz w:val="24"/>
                <w:szCs w:val="24"/>
              </w:rPr>
              <w:t>11 1 02 73220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54BDD4" w14:textId="255242B4" w:rsidR="00E47B3E" w:rsidRPr="001279B3" w:rsidRDefault="00E47B3E" w:rsidP="00E47B3E">
            <w:pPr>
              <w:ind w:firstLine="0"/>
              <w:jc w:val="center"/>
              <w:rPr>
                <w:sz w:val="24"/>
                <w:szCs w:val="24"/>
              </w:rPr>
            </w:pPr>
            <w:r w:rsidRPr="001279B3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034CF3" w14:textId="11781BCB" w:rsidR="00E47B3E" w:rsidRPr="001279B3" w:rsidRDefault="00E47B3E" w:rsidP="00E47B3E">
            <w:pPr>
              <w:ind w:firstLine="0"/>
              <w:jc w:val="center"/>
              <w:rPr>
                <w:sz w:val="24"/>
                <w:szCs w:val="24"/>
              </w:rPr>
            </w:pPr>
            <w:r w:rsidRPr="001279B3">
              <w:rPr>
                <w:sz w:val="24"/>
                <w:szCs w:val="24"/>
              </w:rPr>
              <w:t>1 437,9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ABE570" w14:textId="47CEEF6C" w:rsidR="00E47B3E" w:rsidRPr="001279B3" w:rsidRDefault="00E47B3E" w:rsidP="00E47B3E">
            <w:pPr>
              <w:ind w:firstLine="0"/>
              <w:jc w:val="center"/>
              <w:rPr>
                <w:sz w:val="24"/>
                <w:szCs w:val="24"/>
              </w:rPr>
            </w:pPr>
            <w:r w:rsidRPr="001279B3">
              <w:rPr>
                <w:sz w:val="24"/>
                <w:szCs w:val="24"/>
              </w:rPr>
              <w:t>618,9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8DC763" w14:textId="68C3D04F" w:rsidR="00E47B3E" w:rsidRPr="001279B3" w:rsidRDefault="00E47B3E" w:rsidP="00E47B3E">
            <w:pPr>
              <w:ind w:firstLine="0"/>
              <w:jc w:val="center"/>
              <w:rPr>
                <w:sz w:val="24"/>
                <w:szCs w:val="24"/>
              </w:rPr>
            </w:pPr>
            <w:r w:rsidRPr="001279B3">
              <w:rPr>
                <w:sz w:val="24"/>
                <w:szCs w:val="24"/>
              </w:rPr>
              <w:t>618,9</w:t>
            </w:r>
          </w:p>
        </w:tc>
      </w:tr>
      <w:tr w:rsidR="001279B3" w:rsidRPr="00AB2228" w14:paraId="435D9DE4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1BEFD8" w14:textId="77777777" w:rsidR="001279B3" w:rsidRDefault="001279B3" w:rsidP="008960AF">
            <w:pPr>
              <w:spacing w:line="250" w:lineRule="exact"/>
              <w:ind w:right="-115" w:firstLine="34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CD0A55" w14:textId="77777777" w:rsidR="001279B3" w:rsidRDefault="001279B3" w:rsidP="008960AF">
            <w:pPr>
              <w:spacing w:line="250" w:lineRule="exact"/>
              <w:ind w:left="-109" w:right="-108" w:firstLine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12490D" w14:textId="77777777" w:rsidR="001279B3" w:rsidRDefault="001279B3" w:rsidP="008960AF">
            <w:pPr>
              <w:spacing w:line="250" w:lineRule="exact"/>
              <w:ind w:firstLine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896066" w14:textId="77777777" w:rsidR="001279B3" w:rsidRDefault="001279B3" w:rsidP="008960AF">
            <w:pPr>
              <w:spacing w:line="250" w:lineRule="exact"/>
              <w:ind w:firstLine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43F961" w14:textId="77777777" w:rsidR="001279B3" w:rsidRDefault="001279B3" w:rsidP="008960AF">
            <w:pPr>
              <w:spacing w:line="250" w:lineRule="exact"/>
              <w:ind w:left="-74" w:right="-108" w:firstLine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C2CD49" w14:textId="77777777" w:rsidR="001279B3" w:rsidRDefault="001279B3" w:rsidP="008960AF">
            <w:pPr>
              <w:spacing w:line="250" w:lineRule="exact"/>
              <w:ind w:firstLine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4A5B90" w14:textId="77777777" w:rsidR="001279B3" w:rsidRDefault="001279B3" w:rsidP="008960AF">
            <w:pPr>
              <w:spacing w:line="250" w:lineRule="exact"/>
              <w:ind w:left="-100" w:right="-80" w:firstLine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76852" w14:textId="77777777" w:rsidR="001279B3" w:rsidRDefault="001279B3" w:rsidP="008960AF">
            <w:pPr>
              <w:spacing w:line="250" w:lineRule="exact"/>
              <w:ind w:left="-129" w:right="-81" w:firstLine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9F6CC" w14:textId="77777777" w:rsidR="001279B3" w:rsidRDefault="001279B3" w:rsidP="008960AF">
            <w:pPr>
              <w:spacing w:line="250" w:lineRule="exact"/>
              <w:ind w:left="-128" w:right="-110" w:firstLine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8960AF" w:rsidRPr="00AB2228" w14:paraId="4E12E7D2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FD0A60" w14:textId="5FD93850" w:rsidR="008960AF" w:rsidRPr="001279B3" w:rsidRDefault="008960AF" w:rsidP="008960AF">
            <w:pPr>
              <w:spacing w:line="250" w:lineRule="exact"/>
              <w:ind w:right="-115" w:firstLine="34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b/>
                <w:bCs/>
                <w:sz w:val="24"/>
                <w:szCs w:val="24"/>
              </w:rPr>
              <w:t>Администрация Балахнинского муниципального округа Нижегородской области, ИТОГО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3B676" w14:textId="2B523AF7" w:rsidR="008960AF" w:rsidRPr="001279B3" w:rsidRDefault="008960AF" w:rsidP="008960AF">
            <w:pPr>
              <w:spacing w:line="250" w:lineRule="exact"/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4B95EC" w14:textId="0CACF0C6" w:rsidR="008960AF" w:rsidRPr="001279B3" w:rsidRDefault="008960AF" w:rsidP="008960AF">
            <w:pPr>
              <w:spacing w:line="25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35C65" w14:textId="619D83A4" w:rsidR="008960AF" w:rsidRPr="001279B3" w:rsidRDefault="008960AF" w:rsidP="008960AF">
            <w:pPr>
              <w:spacing w:line="25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BC6A7B" w14:textId="72D00EC1" w:rsidR="008960AF" w:rsidRPr="001279B3" w:rsidRDefault="008960AF" w:rsidP="008960AF">
            <w:pPr>
              <w:spacing w:line="250" w:lineRule="exact"/>
              <w:ind w:left="-74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4DB7B7" w14:textId="32D2FCB2" w:rsidR="008960AF" w:rsidRPr="001279B3" w:rsidRDefault="008960AF" w:rsidP="008960AF">
            <w:pPr>
              <w:spacing w:line="25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EB418B" w14:textId="2BC55E6F" w:rsidR="008960AF" w:rsidRPr="001279B3" w:rsidRDefault="008960AF" w:rsidP="008960AF">
            <w:pPr>
              <w:spacing w:line="250" w:lineRule="exact"/>
              <w:ind w:left="-100" w:right="-80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b/>
                <w:bCs/>
                <w:sz w:val="24"/>
                <w:szCs w:val="24"/>
              </w:rPr>
              <w:t>2 403 812,5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3E4891" w14:textId="4DC49008" w:rsidR="008960AF" w:rsidRPr="001279B3" w:rsidRDefault="008960AF" w:rsidP="008960AF">
            <w:pPr>
              <w:spacing w:line="250" w:lineRule="exact"/>
              <w:ind w:left="-129" w:right="-81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b/>
                <w:bCs/>
                <w:sz w:val="24"/>
                <w:szCs w:val="24"/>
              </w:rPr>
              <w:t>1 961 775,7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0A0FF4" w14:textId="08D6563B" w:rsidR="008960AF" w:rsidRPr="001279B3" w:rsidRDefault="008960AF" w:rsidP="008960AF">
            <w:pPr>
              <w:spacing w:line="250" w:lineRule="exact"/>
              <w:ind w:left="-128" w:right="-110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b/>
                <w:bCs/>
                <w:sz w:val="24"/>
                <w:szCs w:val="24"/>
              </w:rPr>
              <w:t>1 925 011,4</w:t>
            </w:r>
          </w:p>
        </w:tc>
      </w:tr>
      <w:tr w:rsidR="008960AF" w:rsidRPr="00AB2228" w14:paraId="5A54BE14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543782" w14:textId="633518CC" w:rsidR="008960AF" w:rsidRPr="001279B3" w:rsidRDefault="008960AF" w:rsidP="008960AF">
            <w:pPr>
              <w:ind w:right="-115" w:firstLine="34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E2565D" w14:textId="070525AD" w:rsidR="008960AF" w:rsidRPr="001279B3" w:rsidRDefault="008960AF" w:rsidP="008960AF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7E2FC" w14:textId="6B830FF9" w:rsidR="008960AF" w:rsidRPr="001279B3" w:rsidRDefault="008960AF" w:rsidP="008960AF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6BB609" w14:textId="1E08B128" w:rsidR="008960AF" w:rsidRPr="001279B3" w:rsidRDefault="008960AF" w:rsidP="008960AF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3364F7" w14:textId="4E80FC02" w:rsidR="008960AF" w:rsidRPr="001279B3" w:rsidRDefault="008960AF" w:rsidP="008960AF">
            <w:pPr>
              <w:ind w:left="-74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B52E93" w14:textId="4550C692" w:rsidR="008960AF" w:rsidRPr="001279B3" w:rsidRDefault="008960AF" w:rsidP="008960AF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C884E1" w14:textId="21B6C850" w:rsidR="008960AF" w:rsidRPr="001279B3" w:rsidRDefault="008960AF" w:rsidP="008960AF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b/>
                <w:bCs/>
                <w:sz w:val="24"/>
                <w:szCs w:val="24"/>
              </w:rPr>
              <w:t>148 963,7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9EB6E0" w14:textId="7C2F6559" w:rsidR="008960AF" w:rsidRPr="001279B3" w:rsidRDefault="008960AF" w:rsidP="008960AF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b/>
                <w:bCs/>
                <w:sz w:val="24"/>
                <w:szCs w:val="24"/>
              </w:rPr>
              <w:t>142 166,3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DABB6A" w14:textId="415001B1" w:rsidR="008960AF" w:rsidRPr="001279B3" w:rsidRDefault="008960AF" w:rsidP="008960AF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b/>
                <w:bCs/>
                <w:sz w:val="24"/>
                <w:szCs w:val="24"/>
              </w:rPr>
              <w:t>147 018,0</w:t>
            </w:r>
          </w:p>
        </w:tc>
      </w:tr>
      <w:tr w:rsidR="008C7F25" w:rsidRPr="00AB2228" w14:paraId="3FC3648F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0CE6AD" w14:textId="7C9ADD5F" w:rsidR="008C7F25" w:rsidRPr="001279B3" w:rsidRDefault="008C7F25" w:rsidP="008C7F25">
            <w:pPr>
              <w:ind w:left="34" w:right="-115"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FA336C" w14:textId="5C2B88B6" w:rsidR="008C7F25" w:rsidRPr="001279B3" w:rsidRDefault="008C7F25" w:rsidP="008C7F25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FB296B" w14:textId="0D288A0F" w:rsidR="008C7F25" w:rsidRPr="001279B3" w:rsidRDefault="008C7F25" w:rsidP="008C7F25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B547E1" w14:textId="6745100D" w:rsidR="008C7F25" w:rsidRPr="001279B3" w:rsidRDefault="008C7F25" w:rsidP="008C7F25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B1F0D1" w14:textId="5F85C22D" w:rsidR="008C7F25" w:rsidRPr="001279B3" w:rsidRDefault="008C7F25" w:rsidP="008C7F25">
            <w:pPr>
              <w:ind w:left="-74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D7B77F" w14:textId="29771111" w:rsidR="008C7F25" w:rsidRPr="001279B3" w:rsidRDefault="008C7F25" w:rsidP="008C7F25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A73C75" w14:textId="52B1FBC6" w:rsidR="008C7F25" w:rsidRPr="001279B3" w:rsidRDefault="008C7F25" w:rsidP="008C7F25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b/>
                <w:bCs/>
                <w:sz w:val="24"/>
                <w:szCs w:val="24"/>
              </w:rPr>
              <w:t>26 162,7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C72C9E" w14:textId="63986D87" w:rsidR="008C7F25" w:rsidRPr="001279B3" w:rsidRDefault="008C7F25" w:rsidP="008C7F25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b/>
                <w:bCs/>
                <w:sz w:val="24"/>
                <w:szCs w:val="24"/>
              </w:rPr>
              <w:t>20 338,8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079A9D" w14:textId="1B23A6BD" w:rsidR="008C7F25" w:rsidRPr="001279B3" w:rsidRDefault="008C7F25" w:rsidP="008C7F25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b/>
                <w:bCs/>
                <w:sz w:val="24"/>
                <w:szCs w:val="24"/>
              </w:rPr>
              <w:t>25 338,8</w:t>
            </w:r>
          </w:p>
        </w:tc>
      </w:tr>
      <w:tr w:rsidR="00A11C1D" w:rsidRPr="00AB2228" w14:paraId="7255AD06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58E9A" w14:textId="57D66F0C" w:rsidR="00A11C1D" w:rsidRPr="001279B3" w:rsidRDefault="00A11C1D" w:rsidP="00A11C1D">
            <w:pPr>
              <w:ind w:left="34" w:right="-115"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b/>
                <w:bCs/>
                <w:sz w:val="24"/>
                <w:szCs w:val="24"/>
              </w:rPr>
              <w:t>Муниципальная программа «Противодействие коррупции в Балахнинском муниципальном округе Нижегородской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6C7CD0" w14:textId="7CD501BC" w:rsidR="00A11C1D" w:rsidRPr="001279B3" w:rsidRDefault="00A11C1D" w:rsidP="00A11C1D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B5F2EF" w14:textId="37CD637F" w:rsidR="00A11C1D" w:rsidRPr="001279B3" w:rsidRDefault="00A11C1D" w:rsidP="00A11C1D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6CD13D" w14:textId="5D6ED959" w:rsidR="00A11C1D" w:rsidRPr="001279B3" w:rsidRDefault="00A11C1D" w:rsidP="00A11C1D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F9016" w14:textId="00951FDA" w:rsidR="00A11C1D" w:rsidRPr="001279B3" w:rsidRDefault="00A11C1D" w:rsidP="00A11C1D">
            <w:pPr>
              <w:ind w:left="-74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b/>
                <w:bCs/>
                <w:sz w:val="24"/>
                <w:szCs w:val="24"/>
              </w:rPr>
              <w:t>04 0 00 00000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17C5B2" w14:textId="73F38C9D" w:rsidR="00A11C1D" w:rsidRPr="001279B3" w:rsidRDefault="00A11C1D" w:rsidP="00A11C1D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082AAF" w14:textId="09A08000" w:rsidR="00A11C1D" w:rsidRPr="001279B3" w:rsidRDefault="008C7F25" w:rsidP="00A11C1D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5A606D" w14:textId="30E49F4B" w:rsidR="00A11C1D" w:rsidRPr="001279B3" w:rsidRDefault="00A11C1D" w:rsidP="00A11C1D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  <w:lang w:val="en-US"/>
              </w:rPr>
            </w:pPr>
            <w:r w:rsidRPr="001279B3">
              <w:rPr>
                <w:b/>
                <w:bCs/>
                <w:sz w:val="24"/>
                <w:szCs w:val="24"/>
              </w:rPr>
              <w:t> </w:t>
            </w:r>
            <w:r w:rsidR="00C7257E">
              <w:rPr>
                <w:b/>
                <w:bCs/>
                <w:sz w:val="24"/>
                <w:szCs w:val="24"/>
              </w:rPr>
              <w:t>5</w:t>
            </w:r>
            <w:r w:rsidRPr="001279B3">
              <w:rPr>
                <w:b/>
                <w:bCs/>
                <w:sz w:val="24"/>
                <w:szCs w:val="24"/>
                <w:lang w:val="en-US"/>
              </w:rPr>
              <w:t>0</w:t>
            </w:r>
            <w:r w:rsidRPr="001279B3">
              <w:rPr>
                <w:b/>
                <w:bCs/>
                <w:sz w:val="24"/>
                <w:szCs w:val="24"/>
              </w:rPr>
              <w:t>,</w:t>
            </w:r>
            <w:r w:rsidRPr="001279B3">
              <w:rPr>
                <w:b/>
                <w:bCs/>
                <w:sz w:val="24"/>
                <w:szCs w:val="24"/>
                <w:lang w:val="en-US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2222B" w14:textId="4DBFBFEF" w:rsidR="00A11C1D" w:rsidRPr="001279B3" w:rsidRDefault="00C7257E" w:rsidP="00A11C1D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  <w:r w:rsidR="00A11C1D" w:rsidRPr="001279B3">
              <w:rPr>
                <w:b/>
                <w:bCs/>
                <w:sz w:val="24"/>
                <w:szCs w:val="24"/>
                <w:lang w:val="en-US"/>
              </w:rPr>
              <w:t>0</w:t>
            </w:r>
            <w:r w:rsidR="00A11C1D" w:rsidRPr="001279B3">
              <w:rPr>
                <w:b/>
                <w:bCs/>
                <w:sz w:val="24"/>
                <w:szCs w:val="24"/>
              </w:rPr>
              <w:t>,</w:t>
            </w:r>
            <w:r w:rsidR="00A11C1D" w:rsidRPr="001279B3">
              <w:rPr>
                <w:b/>
                <w:bCs/>
                <w:sz w:val="24"/>
                <w:szCs w:val="24"/>
                <w:lang w:val="en-US"/>
              </w:rPr>
              <w:t>0</w:t>
            </w:r>
            <w:r w:rsidR="00A11C1D" w:rsidRPr="001279B3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A11C1D" w:rsidRPr="00AB2228" w14:paraId="026B2D35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BC47A" w14:textId="5C973BF9" w:rsidR="00A11C1D" w:rsidRPr="001279B3" w:rsidRDefault="00A11C1D" w:rsidP="00C7257E">
            <w:pPr>
              <w:ind w:left="34" w:right="-115"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 xml:space="preserve">Антикоррупционное образование муниципальных </w:t>
            </w:r>
            <w:r w:rsidR="00C7257E">
              <w:rPr>
                <w:sz w:val="24"/>
                <w:szCs w:val="24"/>
              </w:rPr>
              <w:t>с</w:t>
            </w:r>
            <w:r w:rsidRPr="001279B3">
              <w:rPr>
                <w:sz w:val="24"/>
                <w:szCs w:val="24"/>
              </w:rPr>
              <w:t>лужащих</w:t>
            </w:r>
            <w:r w:rsidR="00C7257E">
              <w:rPr>
                <w:sz w:val="24"/>
                <w:szCs w:val="24"/>
              </w:rPr>
              <w:t>,</w:t>
            </w:r>
            <w:r w:rsidRPr="001279B3">
              <w:rPr>
                <w:sz w:val="24"/>
                <w:szCs w:val="24"/>
              </w:rPr>
              <w:t xml:space="preserve"> впервые поступивших на муниципальную службу для замещения должностей, включенных в перечни должностей, связанных с коррупционными рисками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0D5B8F" w14:textId="12B077AB" w:rsidR="00A11C1D" w:rsidRPr="001279B3" w:rsidRDefault="00A11C1D" w:rsidP="00A11C1D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018101" w14:textId="23FB46F0" w:rsidR="00A11C1D" w:rsidRPr="001279B3" w:rsidRDefault="00A11C1D" w:rsidP="00A11C1D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44CD60" w14:textId="79DD367B" w:rsidR="00A11C1D" w:rsidRPr="001279B3" w:rsidRDefault="00A11C1D" w:rsidP="00A11C1D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56CAA4" w14:textId="36800FF5" w:rsidR="00A11C1D" w:rsidRPr="001279B3" w:rsidRDefault="00A11C1D" w:rsidP="00A11C1D">
            <w:pPr>
              <w:ind w:left="-74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04 0 04 00000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EE247A" w14:textId="69F10CD5" w:rsidR="00A11C1D" w:rsidRPr="001279B3" w:rsidRDefault="00A11C1D" w:rsidP="00A11C1D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A3437" w14:textId="3C02DD0C" w:rsidR="00A11C1D" w:rsidRPr="001279B3" w:rsidRDefault="00A11C1D" w:rsidP="00A11C1D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B1D7ED" w14:textId="53E4AA4E" w:rsidR="00A11C1D" w:rsidRPr="001279B3" w:rsidRDefault="00A11C1D" w:rsidP="00C7257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 </w:t>
            </w:r>
            <w:r w:rsidR="00C7257E">
              <w:rPr>
                <w:sz w:val="24"/>
                <w:szCs w:val="24"/>
              </w:rPr>
              <w:t>16</w:t>
            </w:r>
            <w:r w:rsidRPr="001279B3">
              <w:rPr>
                <w:sz w:val="24"/>
                <w:szCs w:val="24"/>
              </w:rPr>
              <w:t>,</w:t>
            </w:r>
            <w:r w:rsidRPr="001279B3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B596E8" w14:textId="1F2E98E2" w:rsidR="00A11C1D" w:rsidRPr="001279B3" w:rsidRDefault="00C7257E" w:rsidP="00A11C1D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16</w:t>
            </w:r>
            <w:r w:rsidR="00A11C1D" w:rsidRPr="001279B3">
              <w:rPr>
                <w:sz w:val="24"/>
                <w:szCs w:val="24"/>
              </w:rPr>
              <w:t>,</w:t>
            </w:r>
            <w:r w:rsidR="00A11C1D" w:rsidRPr="001279B3">
              <w:rPr>
                <w:sz w:val="24"/>
                <w:szCs w:val="24"/>
                <w:lang w:val="en-US"/>
              </w:rPr>
              <w:t>0</w:t>
            </w:r>
            <w:r w:rsidR="00A11C1D" w:rsidRPr="001279B3">
              <w:rPr>
                <w:sz w:val="24"/>
                <w:szCs w:val="24"/>
              </w:rPr>
              <w:t> </w:t>
            </w:r>
          </w:p>
        </w:tc>
      </w:tr>
      <w:tr w:rsidR="00A11C1D" w:rsidRPr="00AB2228" w14:paraId="62F8F080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B20572" w14:textId="5F86379F" w:rsidR="00A11C1D" w:rsidRPr="001279B3" w:rsidRDefault="00A11C1D" w:rsidP="00A11C1D">
            <w:pPr>
              <w:ind w:left="34" w:right="-115"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 xml:space="preserve">Расходы на </w:t>
            </w:r>
            <w:r w:rsidRPr="001279B3">
              <w:rPr>
                <w:sz w:val="24"/>
                <w:szCs w:val="24"/>
              </w:rPr>
              <w:lastRenderedPageBreak/>
              <w:t>реализацию мероприятий антикоррупционной направленности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87D34A" w14:textId="16EBA407" w:rsidR="00A11C1D" w:rsidRPr="001279B3" w:rsidRDefault="00A11C1D" w:rsidP="00A11C1D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3C48BD" w14:textId="09B0A728" w:rsidR="00A11C1D" w:rsidRPr="001279B3" w:rsidRDefault="00A11C1D" w:rsidP="00A11C1D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38A516" w14:textId="59094E52" w:rsidR="00A11C1D" w:rsidRPr="001279B3" w:rsidRDefault="00A11C1D" w:rsidP="00A11C1D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7CF090" w14:textId="550E80BF" w:rsidR="00A11C1D" w:rsidRPr="001279B3" w:rsidRDefault="00A11C1D" w:rsidP="00A11C1D">
            <w:pPr>
              <w:ind w:left="-74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04 0 04 29600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9D5F72" w14:textId="286DFAE0" w:rsidR="00A11C1D" w:rsidRPr="001279B3" w:rsidRDefault="00A11C1D" w:rsidP="00A11C1D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639BEB" w14:textId="463AD0D8" w:rsidR="00A11C1D" w:rsidRPr="001279B3" w:rsidRDefault="00A11C1D" w:rsidP="00A11C1D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613174" w14:textId="2EE53E7D" w:rsidR="00A11C1D" w:rsidRPr="001279B3" w:rsidRDefault="00A11C1D" w:rsidP="00C7257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279B3">
              <w:rPr>
                <w:sz w:val="24"/>
                <w:szCs w:val="24"/>
              </w:rPr>
              <w:t> </w:t>
            </w:r>
            <w:r w:rsidR="00C7257E">
              <w:rPr>
                <w:sz w:val="24"/>
                <w:szCs w:val="24"/>
              </w:rPr>
              <w:t>16</w:t>
            </w:r>
            <w:r w:rsidRPr="001279B3">
              <w:rPr>
                <w:sz w:val="24"/>
                <w:szCs w:val="24"/>
              </w:rPr>
              <w:t>,</w:t>
            </w:r>
            <w:r w:rsidRPr="001279B3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B319FE" w14:textId="78B634D1" w:rsidR="00A11C1D" w:rsidRPr="001279B3" w:rsidRDefault="00C7257E" w:rsidP="00A11C1D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16</w:t>
            </w:r>
            <w:r w:rsidR="00A11C1D" w:rsidRPr="001279B3">
              <w:rPr>
                <w:sz w:val="24"/>
                <w:szCs w:val="24"/>
              </w:rPr>
              <w:t>,</w:t>
            </w:r>
            <w:r w:rsidR="00A11C1D" w:rsidRPr="001279B3">
              <w:rPr>
                <w:sz w:val="24"/>
                <w:szCs w:val="24"/>
                <w:lang w:val="en-US"/>
              </w:rPr>
              <w:t>0</w:t>
            </w:r>
            <w:r w:rsidR="00A11C1D" w:rsidRPr="001279B3">
              <w:rPr>
                <w:sz w:val="24"/>
                <w:szCs w:val="24"/>
              </w:rPr>
              <w:t> </w:t>
            </w:r>
          </w:p>
        </w:tc>
      </w:tr>
      <w:tr w:rsidR="00A11C1D" w:rsidRPr="00AB2228" w14:paraId="42B99FD4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F466E" w14:textId="1E3E34E6" w:rsidR="00A11C1D" w:rsidRPr="00C7257E" w:rsidRDefault="00A11C1D" w:rsidP="00A11C1D">
            <w:pPr>
              <w:ind w:left="34" w:right="-115"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C7257E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AD9AF7" w14:textId="69007044" w:rsidR="00A11C1D" w:rsidRPr="00C7257E" w:rsidRDefault="00A11C1D" w:rsidP="00A11C1D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1AC93D" w14:textId="76654E31" w:rsidR="00A11C1D" w:rsidRPr="00C7257E" w:rsidRDefault="00A11C1D" w:rsidP="00A11C1D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C7257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C6C7A2" w14:textId="27759F2B" w:rsidR="00A11C1D" w:rsidRPr="00C7257E" w:rsidRDefault="00A11C1D" w:rsidP="00A11C1D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C7257E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307754" w14:textId="666807B7" w:rsidR="00A11C1D" w:rsidRPr="00C7257E" w:rsidRDefault="00A11C1D" w:rsidP="00A11C1D">
            <w:pPr>
              <w:ind w:left="-74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C7257E">
              <w:rPr>
                <w:sz w:val="24"/>
                <w:szCs w:val="24"/>
              </w:rPr>
              <w:t>04 0 04 29600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BEA2A4" w14:textId="3FFCE22E" w:rsidR="00A11C1D" w:rsidRPr="00C7257E" w:rsidRDefault="00A11C1D" w:rsidP="00A11C1D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C7257E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0DC3C7" w14:textId="5EC74642" w:rsidR="00A11C1D" w:rsidRPr="00C7257E" w:rsidRDefault="008C7F25" w:rsidP="00A11C1D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C7257E">
              <w:rPr>
                <w:sz w:val="24"/>
                <w:szCs w:val="24"/>
              </w:rPr>
              <w:t>16</w:t>
            </w:r>
            <w:r w:rsidR="00A11C1D" w:rsidRPr="00C7257E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201DE" w14:textId="226648CB" w:rsidR="00A11C1D" w:rsidRPr="00C7257E" w:rsidRDefault="00A11C1D" w:rsidP="00C7257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C7257E">
              <w:rPr>
                <w:sz w:val="24"/>
                <w:szCs w:val="24"/>
              </w:rPr>
              <w:t> </w:t>
            </w:r>
            <w:r w:rsidR="00C7257E" w:rsidRPr="00C7257E">
              <w:rPr>
                <w:sz w:val="24"/>
                <w:szCs w:val="24"/>
              </w:rPr>
              <w:t>16</w:t>
            </w:r>
            <w:r w:rsidRPr="00C7257E">
              <w:rPr>
                <w:sz w:val="24"/>
                <w:szCs w:val="24"/>
              </w:rPr>
              <w:t>,</w:t>
            </w:r>
            <w:r w:rsidRPr="00C7257E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577893" w14:textId="2153EA67" w:rsidR="00A11C1D" w:rsidRPr="00C7257E" w:rsidRDefault="00C7257E" w:rsidP="00A11C1D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C7257E">
              <w:rPr>
                <w:sz w:val="24"/>
                <w:szCs w:val="24"/>
              </w:rPr>
              <w:t>16</w:t>
            </w:r>
            <w:r w:rsidR="00A11C1D" w:rsidRPr="00C7257E">
              <w:rPr>
                <w:sz w:val="24"/>
                <w:szCs w:val="24"/>
              </w:rPr>
              <w:t>,</w:t>
            </w:r>
            <w:r w:rsidR="00A11C1D" w:rsidRPr="00C7257E">
              <w:rPr>
                <w:sz w:val="24"/>
                <w:szCs w:val="24"/>
                <w:lang w:val="en-US"/>
              </w:rPr>
              <w:t>0</w:t>
            </w:r>
            <w:r w:rsidR="00A11C1D" w:rsidRPr="00C7257E">
              <w:rPr>
                <w:sz w:val="24"/>
                <w:szCs w:val="24"/>
              </w:rPr>
              <w:t> </w:t>
            </w:r>
          </w:p>
        </w:tc>
      </w:tr>
      <w:tr w:rsidR="00A11C1D" w:rsidRPr="00AB2228" w14:paraId="482C4DCF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56EBE" w14:textId="637DCB5C" w:rsidR="00A11C1D" w:rsidRPr="00C7257E" w:rsidRDefault="00A11C1D" w:rsidP="00A11C1D">
            <w:pPr>
              <w:ind w:left="34" w:right="-115"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C7257E">
              <w:rPr>
                <w:sz w:val="24"/>
                <w:szCs w:val="24"/>
              </w:rPr>
              <w:t>Антикоррупционное образование муниципальных служащих в должностные обязанности, которых входит участие в противодействии коррупции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E649FD" w14:textId="50DFC4BB" w:rsidR="00A11C1D" w:rsidRPr="00C7257E" w:rsidRDefault="00A11C1D" w:rsidP="00A11C1D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21FC1" w14:textId="5E4DDFD3" w:rsidR="00A11C1D" w:rsidRPr="00C7257E" w:rsidRDefault="00A11C1D" w:rsidP="00A11C1D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C7257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3354A8" w14:textId="6C907ABD" w:rsidR="00A11C1D" w:rsidRPr="00C7257E" w:rsidRDefault="00A11C1D" w:rsidP="00A11C1D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C7257E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8BF839" w14:textId="7DC1A3BC" w:rsidR="00A11C1D" w:rsidRPr="00C7257E" w:rsidRDefault="00A11C1D" w:rsidP="00A11C1D">
            <w:pPr>
              <w:ind w:left="-74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C7257E">
              <w:rPr>
                <w:sz w:val="24"/>
                <w:szCs w:val="24"/>
              </w:rPr>
              <w:t>04 0 05 00000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E5F046" w14:textId="08B365E7" w:rsidR="00A11C1D" w:rsidRPr="00C7257E" w:rsidRDefault="00A11C1D" w:rsidP="00A11C1D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C7257E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3F6BEB" w14:textId="6E7399AB" w:rsidR="00A11C1D" w:rsidRPr="00C7257E" w:rsidRDefault="00A11C1D" w:rsidP="00A11C1D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C7257E">
              <w:rPr>
                <w:sz w:val="24"/>
                <w:szCs w:val="24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1C02F2" w14:textId="5A652555" w:rsidR="00A11C1D" w:rsidRPr="00C7257E" w:rsidRDefault="00A11C1D" w:rsidP="00C7257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C7257E">
              <w:rPr>
                <w:sz w:val="24"/>
                <w:szCs w:val="24"/>
              </w:rPr>
              <w:t> </w:t>
            </w:r>
            <w:r w:rsidR="00C7257E" w:rsidRPr="00C7257E">
              <w:rPr>
                <w:sz w:val="24"/>
                <w:szCs w:val="24"/>
              </w:rPr>
              <w:t>4</w:t>
            </w:r>
            <w:r w:rsidRPr="00C7257E">
              <w:rPr>
                <w:sz w:val="24"/>
                <w:szCs w:val="24"/>
              </w:rPr>
              <w:t>,</w:t>
            </w:r>
            <w:r w:rsidRPr="00C7257E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A9B908" w14:textId="7F8FD9BB" w:rsidR="00A11C1D" w:rsidRPr="00C7257E" w:rsidRDefault="00C7257E" w:rsidP="00A11C1D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C7257E">
              <w:rPr>
                <w:sz w:val="24"/>
                <w:szCs w:val="24"/>
              </w:rPr>
              <w:t>4</w:t>
            </w:r>
            <w:r w:rsidR="00A11C1D" w:rsidRPr="00C7257E">
              <w:rPr>
                <w:sz w:val="24"/>
                <w:szCs w:val="24"/>
              </w:rPr>
              <w:t>,</w:t>
            </w:r>
            <w:r w:rsidR="00A11C1D" w:rsidRPr="00C7257E">
              <w:rPr>
                <w:sz w:val="24"/>
                <w:szCs w:val="24"/>
                <w:lang w:val="en-US"/>
              </w:rPr>
              <w:t>0</w:t>
            </w:r>
            <w:r w:rsidR="00A11C1D" w:rsidRPr="00C7257E">
              <w:rPr>
                <w:sz w:val="24"/>
                <w:szCs w:val="24"/>
              </w:rPr>
              <w:t> </w:t>
            </w:r>
          </w:p>
        </w:tc>
      </w:tr>
      <w:tr w:rsidR="00A11C1D" w:rsidRPr="00AB2228" w14:paraId="212BF30F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B1D93C" w14:textId="6558F31B" w:rsidR="00A11C1D" w:rsidRPr="00C7257E" w:rsidRDefault="00A11C1D" w:rsidP="00A11C1D">
            <w:pPr>
              <w:ind w:left="34" w:right="-115"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C7257E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E7C73C" w14:textId="338B2695" w:rsidR="00A11C1D" w:rsidRPr="00C7257E" w:rsidRDefault="00A11C1D" w:rsidP="00A11C1D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D32CFB" w14:textId="01BA9D7C" w:rsidR="00A11C1D" w:rsidRPr="00C7257E" w:rsidRDefault="00A11C1D" w:rsidP="00A11C1D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C7257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71470B" w14:textId="6F384635" w:rsidR="00A11C1D" w:rsidRPr="00C7257E" w:rsidRDefault="00A11C1D" w:rsidP="00A11C1D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C7257E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BF2AC4" w14:textId="5CEA46E1" w:rsidR="00A11C1D" w:rsidRPr="00C7257E" w:rsidRDefault="00A11C1D" w:rsidP="00A11C1D">
            <w:pPr>
              <w:ind w:left="-74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C7257E">
              <w:rPr>
                <w:sz w:val="24"/>
                <w:szCs w:val="24"/>
              </w:rPr>
              <w:t>04 0 05 29600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87CC3" w14:textId="22AE1E9A" w:rsidR="00A11C1D" w:rsidRPr="00C7257E" w:rsidRDefault="00A11C1D" w:rsidP="00A11C1D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C7257E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3743B2" w14:textId="2708FD08" w:rsidR="00A11C1D" w:rsidRPr="00C7257E" w:rsidRDefault="00A11C1D" w:rsidP="00A11C1D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C7257E">
              <w:rPr>
                <w:sz w:val="24"/>
                <w:szCs w:val="24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2CCB11" w14:textId="4F01421F" w:rsidR="00A11C1D" w:rsidRPr="00C7257E" w:rsidRDefault="00A11C1D" w:rsidP="00C7257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C7257E">
              <w:rPr>
                <w:sz w:val="24"/>
                <w:szCs w:val="24"/>
              </w:rPr>
              <w:t> </w:t>
            </w:r>
            <w:r w:rsidR="00C7257E" w:rsidRPr="00C7257E">
              <w:rPr>
                <w:sz w:val="24"/>
                <w:szCs w:val="24"/>
              </w:rPr>
              <w:t>4</w:t>
            </w:r>
            <w:r w:rsidRPr="00C7257E">
              <w:rPr>
                <w:sz w:val="24"/>
                <w:szCs w:val="24"/>
              </w:rPr>
              <w:t>,</w:t>
            </w:r>
            <w:r w:rsidRPr="00C7257E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774F59" w14:textId="3CC04ED5" w:rsidR="00A11C1D" w:rsidRPr="00C7257E" w:rsidRDefault="00C7257E" w:rsidP="00A11C1D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C7257E">
              <w:rPr>
                <w:sz w:val="24"/>
                <w:szCs w:val="24"/>
              </w:rPr>
              <w:t>4</w:t>
            </w:r>
            <w:r w:rsidR="00A11C1D" w:rsidRPr="00C7257E">
              <w:rPr>
                <w:sz w:val="24"/>
                <w:szCs w:val="24"/>
              </w:rPr>
              <w:t>,</w:t>
            </w:r>
            <w:r w:rsidR="00A11C1D" w:rsidRPr="00C7257E">
              <w:rPr>
                <w:sz w:val="24"/>
                <w:szCs w:val="24"/>
                <w:lang w:val="en-US"/>
              </w:rPr>
              <w:t>0</w:t>
            </w:r>
            <w:r w:rsidR="00A11C1D" w:rsidRPr="00C7257E">
              <w:rPr>
                <w:sz w:val="24"/>
                <w:szCs w:val="24"/>
              </w:rPr>
              <w:t> </w:t>
            </w:r>
          </w:p>
        </w:tc>
      </w:tr>
      <w:tr w:rsidR="00A11C1D" w:rsidRPr="00AB2228" w14:paraId="7A2D9FEC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18453E" w14:textId="0CD8ACE6" w:rsidR="00A11C1D" w:rsidRPr="00C7257E" w:rsidRDefault="00A11C1D" w:rsidP="00A11C1D">
            <w:pPr>
              <w:ind w:right="-115" w:firstLine="34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C7257E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25173D" w14:textId="7C53E423" w:rsidR="00A11C1D" w:rsidRPr="00C7257E" w:rsidRDefault="00A11C1D" w:rsidP="00A11C1D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F97672" w14:textId="5FA48D6F" w:rsidR="00A11C1D" w:rsidRPr="00C7257E" w:rsidRDefault="00A11C1D" w:rsidP="00A11C1D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C7257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41D3D8" w14:textId="46D2CD71" w:rsidR="00A11C1D" w:rsidRPr="00C7257E" w:rsidRDefault="00A11C1D" w:rsidP="00A11C1D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C7257E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68FCE7" w14:textId="20203408" w:rsidR="00A11C1D" w:rsidRPr="00C7257E" w:rsidRDefault="00A11C1D" w:rsidP="00A11C1D">
            <w:pPr>
              <w:ind w:left="-74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C7257E">
              <w:rPr>
                <w:sz w:val="24"/>
                <w:szCs w:val="24"/>
              </w:rPr>
              <w:t>04 0 05 29600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BB1871" w14:textId="0E78D16E" w:rsidR="00A11C1D" w:rsidRPr="00C7257E" w:rsidRDefault="00A11C1D" w:rsidP="00A11C1D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C7257E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A55774" w14:textId="240F0D15" w:rsidR="00A11C1D" w:rsidRPr="00C7257E" w:rsidRDefault="00A11C1D" w:rsidP="00A11C1D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C7257E">
              <w:rPr>
                <w:sz w:val="24"/>
                <w:szCs w:val="24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8E405" w14:textId="7F9434B8" w:rsidR="00A11C1D" w:rsidRPr="00C7257E" w:rsidRDefault="00A11C1D" w:rsidP="00C7257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C7257E">
              <w:rPr>
                <w:sz w:val="24"/>
                <w:szCs w:val="24"/>
              </w:rPr>
              <w:t> </w:t>
            </w:r>
            <w:r w:rsidR="00C7257E" w:rsidRPr="00C7257E">
              <w:rPr>
                <w:sz w:val="24"/>
                <w:szCs w:val="24"/>
              </w:rPr>
              <w:t>4</w:t>
            </w:r>
            <w:r w:rsidRPr="00C7257E">
              <w:rPr>
                <w:sz w:val="24"/>
                <w:szCs w:val="24"/>
              </w:rPr>
              <w:t>,</w:t>
            </w:r>
            <w:r w:rsidRPr="00C7257E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0565B" w14:textId="5D39FD51" w:rsidR="00A11C1D" w:rsidRPr="00C7257E" w:rsidRDefault="00C7257E" w:rsidP="00A11C1D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C7257E">
              <w:rPr>
                <w:sz w:val="24"/>
                <w:szCs w:val="24"/>
              </w:rPr>
              <w:t>4</w:t>
            </w:r>
            <w:r w:rsidR="00A11C1D" w:rsidRPr="00C7257E">
              <w:rPr>
                <w:sz w:val="24"/>
                <w:szCs w:val="24"/>
              </w:rPr>
              <w:t>,</w:t>
            </w:r>
            <w:r w:rsidR="00A11C1D" w:rsidRPr="00C7257E">
              <w:rPr>
                <w:sz w:val="24"/>
                <w:szCs w:val="24"/>
                <w:lang w:val="en-US"/>
              </w:rPr>
              <w:t>0</w:t>
            </w:r>
            <w:r w:rsidR="00A11C1D" w:rsidRPr="00C7257E">
              <w:rPr>
                <w:sz w:val="24"/>
                <w:szCs w:val="24"/>
              </w:rPr>
              <w:t> </w:t>
            </w:r>
          </w:p>
        </w:tc>
      </w:tr>
      <w:tr w:rsidR="00A11C1D" w:rsidRPr="00AB2228" w14:paraId="54E1E68E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5D09C9" w14:textId="4C07171E" w:rsidR="00A11C1D" w:rsidRPr="00C7257E" w:rsidRDefault="00A11C1D" w:rsidP="00A11C1D">
            <w:pPr>
              <w:ind w:right="-115" w:firstLine="34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C7257E">
              <w:rPr>
                <w:sz w:val="24"/>
                <w:szCs w:val="24"/>
              </w:rPr>
              <w:t>Внедрение социальной рекламы антикоррупционной направленности. Размещение социальной рекламы антикоррупционной направленности в СМИ, в местах массового посещения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4D30F8" w14:textId="396413E4" w:rsidR="00A11C1D" w:rsidRPr="00C7257E" w:rsidRDefault="00A11C1D" w:rsidP="00A11C1D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5C88D7" w14:textId="19713294" w:rsidR="00A11C1D" w:rsidRPr="00C7257E" w:rsidRDefault="00A11C1D" w:rsidP="00A11C1D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C7257E">
              <w:rPr>
                <w:sz w:val="24"/>
                <w:szCs w:val="24"/>
              </w:rPr>
              <w:t xml:space="preserve">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FA656A" w14:textId="26AE0B65" w:rsidR="00A11C1D" w:rsidRPr="00C7257E" w:rsidRDefault="00A11C1D" w:rsidP="00A11C1D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C7257E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116E06" w14:textId="7DF7DAEF" w:rsidR="00A11C1D" w:rsidRPr="00C7257E" w:rsidRDefault="00A11C1D" w:rsidP="00A11C1D">
            <w:pPr>
              <w:ind w:left="-74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C7257E">
              <w:rPr>
                <w:sz w:val="24"/>
                <w:szCs w:val="24"/>
              </w:rPr>
              <w:t>04 0 13 00000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B69FD8" w14:textId="2896FA56" w:rsidR="00A11C1D" w:rsidRPr="00C7257E" w:rsidRDefault="00A11C1D" w:rsidP="00A11C1D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C7257E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ED5C5" w14:textId="77D72480" w:rsidR="00A11C1D" w:rsidRPr="00C7257E" w:rsidRDefault="00A11C1D" w:rsidP="00A11C1D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C7257E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FBB829" w14:textId="618C5A83" w:rsidR="00A11C1D" w:rsidRPr="00C7257E" w:rsidRDefault="00C7257E" w:rsidP="00A11C1D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</w:t>
            </w:r>
            <w:r w:rsidR="00A11C1D" w:rsidRPr="00C7257E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D4F5AF" w14:textId="5CB7ECB8" w:rsidR="00A11C1D" w:rsidRPr="00C7257E" w:rsidRDefault="00C7257E" w:rsidP="00A11C1D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</w:t>
            </w:r>
            <w:r w:rsidR="00A11C1D" w:rsidRPr="00C7257E">
              <w:rPr>
                <w:sz w:val="24"/>
                <w:szCs w:val="24"/>
              </w:rPr>
              <w:t>0,0</w:t>
            </w:r>
          </w:p>
        </w:tc>
      </w:tr>
      <w:tr w:rsidR="00A11C1D" w:rsidRPr="00AB2228" w14:paraId="2E43975F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6C753" w14:textId="430E844B" w:rsidR="00A11C1D" w:rsidRPr="00C7257E" w:rsidRDefault="00A11C1D" w:rsidP="00A11C1D">
            <w:pPr>
              <w:ind w:right="-115" w:firstLine="34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C7257E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29B105" w14:textId="4F5BF15C" w:rsidR="00A11C1D" w:rsidRPr="00C7257E" w:rsidRDefault="00A11C1D" w:rsidP="00A11C1D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78B5A8" w14:textId="5DF4D51B" w:rsidR="00A11C1D" w:rsidRPr="00C7257E" w:rsidRDefault="00A11C1D" w:rsidP="00A11C1D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C7257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DDA148" w14:textId="14A051D1" w:rsidR="00A11C1D" w:rsidRPr="00C7257E" w:rsidRDefault="00A11C1D" w:rsidP="00A11C1D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C7257E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812A4A" w14:textId="656F6CB4" w:rsidR="00A11C1D" w:rsidRPr="00C7257E" w:rsidRDefault="00A11C1D" w:rsidP="00A11C1D">
            <w:pPr>
              <w:ind w:left="-74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C7257E">
              <w:rPr>
                <w:sz w:val="24"/>
                <w:szCs w:val="24"/>
              </w:rPr>
              <w:t>04 0 13 29600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401845" w14:textId="7EAA34EA" w:rsidR="00A11C1D" w:rsidRPr="00C7257E" w:rsidRDefault="00A11C1D" w:rsidP="00A11C1D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C7257E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F00288" w14:textId="06018A18" w:rsidR="00A11C1D" w:rsidRPr="00C7257E" w:rsidRDefault="00A11C1D" w:rsidP="00A11C1D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C7257E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9DF1CD" w14:textId="23B3E7EE" w:rsidR="00A11C1D" w:rsidRPr="00C7257E" w:rsidRDefault="00C7257E" w:rsidP="00A11C1D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C7257E">
              <w:rPr>
                <w:sz w:val="24"/>
                <w:szCs w:val="24"/>
              </w:rPr>
              <w:t>3</w:t>
            </w:r>
            <w:r w:rsidR="00A11C1D" w:rsidRPr="00C7257E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520981" w14:textId="25AD2EC7" w:rsidR="00A11C1D" w:rsidRPr="00C7257E" w:rsidRDefault="00C7257E" w:rsidP="00A11C1D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C7257E">
              <w:rPr>
                <w:sz w:val="24"/>
                <w:szCs w:val="24"/>
              </w:rPr>
              <w:t>3</w:t>
            </w:r>
            <w:r w:rsidR="00A11C1D" w:rsidRPr="00C7257E">
              <w:rPr>
                <w:sz w:val="24"/>
                <w:szCs w:val="24"/>
              </w:rPr>
              <w:t>0,0</w:t>
            </w:r>
          </w:p>
        </w:tc>
      </w:tr>
      <w:tr w:rsidR="00A11C1D" w:rsidRPr="00AB2228" w14:paraId="6A8AC782" w14:textId="77777777" w:rsidTr="00A11C1D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2D480" w14:textId="62BCFB0E" w:rsidR="00A11C1D" w:rsidRPr="00C7257E" w:rsidRDefault="00A11C1D" w:rsidP="00A11C1D">
            <w:pPr>
              <w:ind w:right="-115" w:firstLine="34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C7257E">
              <w:rPr>
                <w:sz w:val="24"/>
                <w:szCs w:val="24"/>
              </w:rPr>
              <w:t xml:space="preserve">Закупка товаров, работ и услуг для </w:t>
            </w:r>
            <w:r w:rsidRPr="00C7257E">
              <w:rPr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6F2D28" w14:textId="154746F8" w:rsidR="00A11C1D" w:rsidRPr="00C7257E" w:rsidRDefault="00A11C1D" w:rsidP="00A11C1D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243EB5" w14:textId="77FB159D" w:rsidR="00A11C1D" w:rsidRPr="00C7257E" w:rsidRDefault="00A11C1D" w:rsidP="00A11C1D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C7257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86842B" w14:textId="76790F5C" w:rsidR="00A11C1D" w:rsidRPr="00C7257E" w:rsidRDefault="00A11C1D" w:rsidP="00A11C1D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C7257E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891401" w14:textId="1D4F28D8" w:rsidR="00A11C1D" w:rsidRPr="00C7257E" w:rsidRDefault="00A11C1D" w:rsidP="00A11C1D">
            <w:pPr>
              <w:ind w:left="-74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C7257E">
              <w:rPr>
                <w:sz w:val="24"/>
                <w:szCs w:val="24"/>
              </w:rPr>
              <w:t>04 0 13 29600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D12E8C" w14:textId="00DEBA05" w:rsidR="00A11C1D" w:rsidRPr="00C7257E" w:rsidRDefault="00A11C1D" w:rsidP="00A11C1D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C7257E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F395F0" w14:textId="389716F4" w:rsidR="00A11C1D" w:rsidRPr="00C7257E" w:rsidRDefault="00A11C1D" w:rsidP="00A11C1D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C7257E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BF34E" w14:textId="0F491834" w:rsidR="00A11C1D" w:rsidRPr="00C7257E" w:rsidRDefault="00C7257E" w:rsidP="00A11C1D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C7257E">
              <w:rPr>
                <w:sz w:val="24"/>
                <w:szCs w:val="24"/>
              </w:rPr>
              <w:t>3</w:t>
            </w:r>
            <w:r w:rsidR="00A11C1D" w:rsidRPr="00C7257E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41A604" w14:textId="59EC965F" w:rsidR="00A11C1D" w:rsidRPr="00C7257E" w:rsidRDefault="00C7257E" w:rsidP="00A11C1D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C7257E">
              <w:rPr>
                <w:sz w:val="24"/>
                <w:szCs w:val="24"/>
              </w:rPr>
              <w:t>3</w:t>
            </w:r>
            <w:r w:rsidR="00A11C1D" w:rsidRPr="00C7257E">
              <w:rPr>
                <w:sz w:val="24"/>
                <w:szCs w:val="24"/>
              </w:rPr>
              <w:t>0,0</w:t>
            </w:r>
          </w:p>
        </w:tc>
      </w:tr>
      <w:tr w:rsidR="008C7F25" w:rsidRPr="00AB2228" w14:paraId="62D5767A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14C12F" w14:textId="0682C4E1" w:rsidR="008C7F25" w:rsidRPr="00C7257E" w:rsidRDefault="008C7F25" w:rsidP="008C7F25">
            <w:pPr>
              <w:ind w:right="-115" w:firstLine="34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C7257E">
              <w:rPr>
                <w:b/>
                <w:bCs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4404AF" w14:textId="6A7A44D3" w:rsidR="008C7F25" w:rsidRPr="00C7257E" w:rsidRDefault="008C7F25" w:rsidP="008C7F25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49AE5" w14:textId="4106003B" w:rsidR="008C7F25" w:rsidRPr="00C7257E" w:rsidRDefault="008C7F25" w:rsidP="008C7F25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C7257E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671D8D" w14:textId="1E43BB8A" w:rsidR="008C7F25" w:rsidRPr="00C7257E" w:rsidRDefault="008C7F25" w:rsidP="008C7F25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C7257E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E5ACAC" w14:textId="277E6A63" w:rsidR="008C7F25" w:rsidRPr="00C7257E" w:rsidRDefault="008C7F25" w:rsidP="008C7F25">
            <w:pPr>
              <w:ind w:left="-74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C7257E">
              <w:rPr>
                <w:b/>
                <w:bCs/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1E2576" w14:textId="37C415DB" w:rsidR="008C7F25" w:rsidRPr="00C7257E" w:rsidRDefault="008C7F25" w:rsidP="008C7F25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C7257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901E0B" w14:textId="5CBBFCA7" w:rsidR="008C7F25" w:rsidRPr="00C7257E" w:rsidRDefault="008C7F25" w:rsidP="008C7F25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C7257E">
              <w:rPr>
                <w:b/>
                <w:bCs/>
                <w:sz w:val="24"/>
                <w:szCs w:val="24"/>
              </w:rPr>
              <w:t>22 970,3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DD87B4" w14:textId="32D86D68" w:rsidR="008C7F25" w:rsidRPr="00C7257E" w:rsidRDefault="008C7F25" w:rsidP="008C7F25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C7257E">
              <w:rPr>
                <w:b/>
                <w:bCs/>
                <w:sz w:val="24"/>
                <w:szCs w:val="24"/>
              </w:rPr>
              <w:t>17 146,4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ABD9F6" w14:textId="33EA0759" w:rsidR="008C7F25" w:rsidRPr="00C7257E" w:rsidRDefault="008C7F25" w:rsidP="008C7F25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C7257E">
              <w:rPr>
                <w:b/>
                <w:bCs/>
                <w:sz w:val="24"/>
                <w:szCs w:val="24"/>
              </w:rPr>
              <w:t>22 146,4</w:t>
            </w:r>
          </w:p>
        </w:tc>
      </w:tr>
      <w:tr w:rsidR="008C7F25" w:rsidRPr="00AB2228" w14:paraId="4632E1C2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2F046E" w14:textId="78874DBE" w:rsidR="008C7F25" w:rsidRPr="00C7257E" w:rsidRDefault="008C7F25" w:rsidP="008C7F25">
            <w:pPr>
              <w:ind w:right="-115" w:firstLine="34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C7257E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C9CF32" w14:textId="6FAF3D59" w:rsidR="008C7F25" w:rsidRPr="00C7257E" w:rsidRDefault="008C7F25" w:rsidP="008C7F25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1E85D5" w14:textId="1A8448FF" w:rsidR="008C7F25" w:rsidRPr="00C7257E" w:rsidRDefault="008C7F25" w:rsidP="008C7F25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C7257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011FF5" w14:textId="5FF10D51" w:rsidR="008C7F25" w:rsidRPr="00C7257E" w:rsidRDefault="008C7F25" w:rsidP="008C7F25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C7257E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33E333" w14:textId="3D98BC7C" w:rsidR="008C7F25" w:rsidRPr="00C7257E" w:rsidRDefault="008C7F25" w:rsidP="008C7F25">
            <w:pPr>
              <w:ind w:left="-74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C7257E">
              <w:rPr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A01CA0" w14:textId="2783B5A5" w:rsidR="008C7F25" w:rsidRPr="00C7257E" w:rsidRDefault="008C7F25" w:rsidP="008C7F25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C7257E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772520" w14:textId="3428AFA2" w:rsidR="008C7F25" w:rsidRPr="00C7257E" w:rsidRDefault="008C7F25" w:rsidP="008C7F25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C7257E">
              <w:rPr>
                <w:sz w:val="24"/>
                <w:szCs w:val="24"/>
              </w:rPr>
              <w:t>22 970,3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D83855" w14:textId="17E6AC93" w:rsidR="008C7F25" w:rsidRPr="00C7257E" w:rsidRDefault="008C7F25" w:rsidP="008C7F25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C7257E">
              <w:rPr>
                <w:sz w:val="24"/>
                <w:szCs w:val="24"/>
              </w:rPr>
              <w:t>17 146,4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F5EA87" w14:textId="07774B43" w:rsidR="008C7F25" w:rsidRPr="00C7257E" w:rsidRDefault="008C7F25" w:rsidP="008C7F25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C7257E">
              <w:rPr>
                <w:sz w:val="24"/>
                <w:szCs w:val="24"/>
              </w:rPr>
              <w:t>22 146,4</w:t>
            </w:r>
          </w:p>
        </w:tc>
      </w:tr>
      <w:tr w:rsidR="008C7F25" w:rsidRPr="00AB2228" w14:paraId="4A1737FD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0BA978" w14:textId="02DC3132" w:rsidR="008C7F25" w:rsidRPr="00C7257E" w:rsidRDefault="008C7F25" w:rsidP="008C7F25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C7257E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7119D7" w14:textId="30D17259" w:rsidR="008C7F25" w:rsidRPr="00C7257E" w:rsidRDefault="008C7F25" w:rsidP="008C7F25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F91E40" w14:textId="4BFC4BD8" w:rsidR="008C7F25" w:rsidRPr="00C7257E" w:rsidRDefault="008C7F25" w:rsidP="008C7F2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C7257E">
              <w:rPr>
                <w:sz w:val="24"/>
                <w:szCs w:val="24"/>
              </w:rPr>
              <w:t xml:space="preserve">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0A7297" w14:textId="28F66A32" w:rsidR="008C7F25" w:rsidRPr="00C7257E" w:rsidRDefault="008C7F25" w:rsidP="008C7F2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C7257E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DACFB7" w14:textId="1054DA02" w:rsidR="008C7F25" w:rsidRPr="00C7257E" w:rsidRDefault="008C7F25" w:rsidP="008C7F25">
            <w:pPr>
              <w:ind w:left="-74" w:right="-108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C7257E">
              <w:rPr>
                <w:sz w:val="24"/>
                <w:szCs w:val="24"/>
              </w:rPr>
              <w:t>77 7 02 00000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5F768D" w14:textId="223C2A0A" w:rsidR="008C7F25" w:rsidRPr="00C7257E" w:rsidRDefault="008C7F25" w:rsidP="008C7F2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C7257E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53B53E" w14:textId="068F043D" w:rsidR="008C7F25" w:rsidRPr="00C7257E" w:rsidRDefault="008C7F25" w:rsidP="008C7F2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C7257E">
              <w:rPr>
                <w:sz w:val="24"/>
                <w:szCs w:val="24"/>
              </w:rPr>
              <w:t>15 883,9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5D0A4E" w14:textId="37A242CC" w:rsidR="008C7F25" w:rsidRPr="00C7257E" w:rsidRDefault="008C7F25" w:rsidP="008C7F2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C7257E">
              <w:rPr>
                <w:sz w:val="24"/>
                <w:szCs w:val="24"/>
              </w:rPr>
              <w:t>14 772,2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6112B2" w14:textId="66E94D25" w:rsidR="008C7F25" w:rsidRPr="00C7257E" w:rsidRDefault="008C7F25" w:rsidP="008C7F2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C7257E">
              <w:rPr>
                <w:sz w:val="24"/>
                <w:szCs w:val="24"/>
              </w:rPr>
              <w:t>14 772,2</w:t>
            </w:r>
          </w:p>
        </w:tc>
      </w:tr>
      <w:tr w:rsidR="008C7F25" w:rsidRPr="00AB2228" w14:paraId="3F8A6705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CBD287" w14:textId="792574A8" w:rsidR="008C7F25" w:rsidRPr="00C7257E" w:rsidRDefault="008C7F25" w:rsidP="008C7F25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C7257E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587B47" w14:textId="6E1C9346" w:rsidR="008C7F25" w:rsidRPr="00C7257E" w:rsidRDefault="008C7F25" w:rsidP="008C7F25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7E44E9" w14:textId="71F0B083" w:rsidR="008C7F25" w:rsidRPr="00C7257E" w:rsidRDefault="008C7F25" w:rsidP="008C7F2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C7257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266A9E" w14:textId="39B083EE" w:rsidR="008C7F25" w:rsidRPr="00C7257E" w:rsidRDefault="008C7F25" w:rsidP="008C7F2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C7257E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D536A5" w14:textId="43C2227E" w:rsidR="008C7F25" w:rsidRPr="00C7257E" w:rsidRDefault="008C7F25" w:rsidP="008C7F25">
            <w:pPr>
              <w:ind w:left="-74" w:right="-108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C7257E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9E2C88" w14:textId="09B21E3C" w:rsidR="008C7F25" w:rsidRPr="00C7257E" w:rsidRDefault="008C7F25" w:rsidP="008C7F2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C7257E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1F6061" w14:textId="1F4177C2" w:rsidR="008C7F25" w:rsidRPr="00C7257E" w:rsidRDefault="008C7F25" w:rsidP="008C7F2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C7257E">
              <w:rPr>
                <w:sz w:val="24"/>
                <w:szCs w:val="24"/>
              </w:rPr>
              <w:t>15 883,9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C15690" w14:textId="2D9C15DC" w:rsidR="008C7F25" w:rsidRPr="00C7257E" w:rsidRDefault="008C7F25" w:rsidP="008C7F2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C7257E">
              <w:rPr>
                <w:sz w:val="24"/>
                <w:szCs w:val="24"/>
              </w:rPr>
              <w:t>14 772,2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228663" w14:textId="57FF5E3B" w:rsidR="008C7F25" w:rsidRPr="00C7257E" w:rsidRDefault="008C7F25" w:rsidP="008C7F2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C7257E">
              <w:rPr>
                <w:sz w:val="24"/>
                <w:szCs w:val="24"/>
              </w:rPr>
              <w:t>14 772,2</w:t>
            </w:r>
          </w:p>
        </w:tc>
      </w:tr>
      <w:tr w:rsidR="008C7F25" w:rsidRPr="00AB2228" w14:paraId="16D6FDB7" w14:textId="77777777" w:rsidTr="008C7F25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9F099A" w14:textId="134F8A20" w:rsidR="008C7F25" w:rsidRPr="00C7257E" w:rsidRDefault="008C7F25" w:rsidP="008C7F25">
            <w:pPr>
              <w:ind w:right="-115" w:firstLine="34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C7257E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402A2A" w14:textId="594AE78E" w:rsidR="008C7F25" w:rsidRPr="00C7257E" w:rsidRDefault="008C7F25" w:rsidP="008C7F25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8BE45C" w14:textId="622DCD85" w:rsidR="008C7F25" w:rsidRPr="00C7257E" w:rsidRDefault="008C7F25" w:rsidP="008C7F25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C7257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6A1216" w14:textId="123254CA" w:rsidR="008C7F25" w:rsidRPr="00C7257E" w:rsidRDefault="008C7F25" w:rsidP="008C7F25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C7257E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1822E7" w14:textId="2FEB8B52" w:rsidR="008C7F25" w:rsidRPr="00C7257E" w:rsidRDefault="008C7F25" w:rsidP="008C7F25">
            <w:pPr>
              <w:ind w:left="-74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C7257E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2854EC" w14:textId="7A4C9CA1" w:rsidR="008C7F25" w:rsidRPr="00C7257E" w:rsidRDefault="008C7F25" w:rsidP="008C7F25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C7257E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4E894B" w14:textId="69BED5D7" w:rsidR="008C7F25" w:rsidRPr="00C7257E" w:rsidRDefault="008C7F25" w:rsidP="008C7F2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C7257E">
              <w:rPr>
                <w:sz w:val="24"/>
                <w:szCs w:val="24"/>
              </w:rPr>
              <w:t>4 718,4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F5FEDB" w14:textId="591E9051" w:rsidR="008C7F25" w:rsidRPr="00C7257E" w:rsidRDefault="008C7F25" w:rsidP="008C7F2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C7257E">
              <w:rPr>
                <w:sz w:val="24"/>
                <w:szCs w:val="24"/>
              </w:rPr>
              <w:t>4 578,4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3EE4A9" w14:textId="04934CE5" w:rsidR="008C7F25" w:rsidRPr="00C7257E" w:rsidRDefault="008C7F25" w:rsidP="008C7F2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C7257E">
              <w:rPr>
                <w:sz w:val="24"/>
                <w:szCs w:val="24"/>
              </w:rPr>
              <w:t>4 578,4</w:t>
            </w:r>
          </w:p>
        </w:tc>
      </w:tr>
      <w:tr w:rsidR="008C7F25" w:rsidRPr="00AB2228" w14:paraId="32FA9AC0" w14:textId="77777777" w:rsidTr="008C7F25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D0128C" w14:textId="6821D681" w:rsidR="008C7F25" w:rsidRPr="00C7257E" w:rsidRDefault="008C7F25" w:rsidP="008C7F25">
            <w:pPr>
              <w:ind w:right="-115" w:firstLine="34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C7257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4601F" w14:textId="29A207A2" w:rsidR="008C7F25" w:rsidRPr="00C7257E" w:rsidRDefault="008C7F25" w:rsidP="008C7F25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16EBD1" w14:textId="2799E044" w:rsidR="008C7F25" w:rsidRPr="00C7257E" w:rsidRDefault="008C7F25" w:rsidP="008C7F25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C7257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01543" w14:textId="553D618D" w:rsidR="008C7F25" w:rsidRPr="00C7257E" w:rsidRDefault="008C7F25" w:rsidP="008C7F25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C7257E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70CD93" w14:textId="2ED437B0" w:rsidR="008C7F25" w:rsidRPr="00C7257E" w:rsidRDefault="008C7F25" w:rsidP="008C7F25">
            <w:pPr>
              <w:ind w:left="-74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C7257E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BCCC5F" w14:textId="1E693022" w:rsidR="008C7F25" w:rsidRPr="00C7257E" w:rsidRDefault="008C7F25" w:rsidP="008C7F25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C7257E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F921DF" w14:textId="21F99C06" w:rsidR="008C7F25" w:rsidRPr="00C7257E" w:rsidRDefault="008C7F25" w:rsidP="008C7F2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C7257E">
              <w:rPr>
                <w:sz w:val="24"/>
                <w:szCs w:val="24"/>
              </w:rPr>
              <w:t>971,7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514D3" w14:textId="7FE359CF" w:rsidR="008C7F25" w:rsidRPr="00C7257E" w:rsidRDefault="008C7F25" w:rsidP="008C7F2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C7257E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4C8798" w14:textId="282F7D02" w:rsidR="008C7F25" w:rsidRPr="00C7257E" w:rsidRDefault="008C7F25" w:rsidP="008C7F2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C7257E">
              <w:rPr>
                <w:sz w:val="24"/>
                <w:szCs w:val="24"/>
              </w:rPr>
              <w:t>0,0 </w:t>
            </w:r>
          </w:p>
        </w:tc>
      </w:tr>
      <w:tr w:rsidR="003912FC" w:rsidRPr="00AB2228" w14:paraId="0B6D3D54" w14:textId="77777777" w:rsidTr="00BA233F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3B29F" w14:textId="422331FE" w:rsidR="003912FC" w:rsidRPr="003912FC" w:rsidRDefault="003912FC" w:rsidP="003912FC">
            <w:pPr>
              <w:ind w:right="-115" w:firstLine="34"/>
              <w:rPr>
                <w:sz w:val="24"/>
                <w:szCs w:val="24"/>
              </w:rPr>
            </w:pPr>
            <w:r w:rsidRPr="003912FC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483A75" w14:textId="77777777" w:rsidR="003912FC" w:rsidRPr="00C7257E" w:rsidRDefault="003912FC" w:rsidP="003912FC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F752EE" w14:textId="42DF075F" w:rsidR="003912FC" w:rsidRPr="00C7257E" w:rsidRDefault="003912FC" w:rsidP="003912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351F53" w14:textId="012A9BF6" w:rsidR="003912FC" w:rsidRPr="00C7257E" w:rsidRDefault="003912FC" w:rsidP="003912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F62BB" w14:textId="5AADD4AD" w:rsidR="003912FC" w:rsidRPr="00C7257E" w:rsidRDefault="003912FC" w:rsidP="003912FC">
            <w:pPr>
              <w:ind w:left="-74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77 7 03 00000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B86E3" w14:textId="59C4E669" w:rsidR="003912FC" w:rsidRPr="00C7257E" w:rsidRDefault="003912FC" w:rsidP="003912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F27C1F" w14:textId="499CF4C9" w:rsidR="003912FC" w:rsidRPr="00C7257E" w:rsidRDefault="003912FC" w:rsidP="003912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7 086,4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9079F2" w14:textId="25679FDC" w:rsidR="003912FC" w:rsidRPr="00C7257E" w:rsidRDefault="003912FC" w:rsidP="003912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2 374,2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A2F3BC" w14:textId="136C706C" w:rsidR="003912FC" w:rsidRPr="00C7257E" w:rsidRDefault="003912FC" w:rsidP="003912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7 374,2</w:t>
            </w:r>
          </w:p>
        </w:tc>
      </w:tr>
      <w:tr w:rsidR="003912FC" w:rsidRPr="00AB2228" w14:paraId="7CB281EC" w14:textId="77777777" w:rsidTr="00BA233F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684AC" w14:textId="5B41B6D0" w:rsidR="003912FC" w:rsidRPr="003912FC" w:rsidRDefault="003912FC" w:rsidP="003912FC">
            <w:pPr>
              <w:ind w:right="-115" w:firstLine="34"/>
              <w:rPr>
                <w:sz w:val="24"/>
                <w:szCs w:val="24"/>
              </w:rPr>
            </w:pPr>
            <w:r w:rsidRPr="003912FC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ACAD6C" w14:textId="77777777" w:rsidR="003912FC" w:rsidRPr="00C7257E" w:rsidRDefault="003912FC" w:rsidP="003912FC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85FAA6" w14:textId="71C82F38" w:rsidR="003912FC" w:rsidRPr="00C7257E" w:rsidRDefault="003912FC" w:rsidP="003912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ED9A27" w14:textId="27C878D2" w:rsidR="003912FC" w:rsidRPr="00C7257E" w:rsidRDefault="003912FC" w:rsidP="003912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3FC114" w14:textId="50CFE555" w:rsidR="003912FC" w:rsidRPr="00C7257E" w:rsidRDefault="003912FC" w:rsidP="003912FC">
            <w:pPr>
              <w:ind w:left="-74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77 7 03 26000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DF004C" w14:textId="529DCDF0" w:rsidR="003912FC" w:rsidRPr="00C7257E" w:rsidRDefault="003912FC" w:rsidP="003912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1B29E5" w14:textId="4221AD3C" w:rsidR="003912FC" w:rsidRPr="00C7257E" w:rsidRDefault="003912FC" w:rsidP="003912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263,9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22F834" w14:textId="20FFB403" w:rsidR="003912FC" w:rsidRPr="00C7257E" w:rsidRDefault="003912FC" w:rsidP="003912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254,2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8BDB5" w14:textId="0CA98912" w:rsidR="003912FC" w:rsidRPr="00C7257E" w:rsidRDefault="003912FC" w:rsidP="003912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5 254,2</w:t>
            </w:r>
          </w:p>
        </w:tc>
      </w:tr>
      <w:tr w:rsidR="003912FC" w:rsidRPr="00AB2228" w14:paraId="31C47819" w14:textId="77777777" w:rsidTr="00BA233F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F2B46" w14:textId="030F25BA" w:rsidR="003912FC" w:rsidRPr="003912FC" w:rsidRDefault="003912FC" w:rsidP="003912FC">
            <w:pPr>
              <w:ind w:right="-115" w:firstLine="34"/>
              <w:rPr>
                <w:sz w:val="24"/>
                <w:szCs w:val="24"/>
              </w:rPr>
            </w:pPr>
            <w:r w:rsidRPr="003912F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9C160B" w14:textId="77777777" w:rsidR="003912FC" w:rsidRPr="00C7257E" w:rsidRDefault="003912FC" w:rsidP="003912FC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064FE7" w14:textId="0AF244C9" w:rsidR="003912FC" w:rsidRPr="00C7257E" w:rsidRDefault="003912FC" w:rsidP="003912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343BB1" w14:textId="0B458945" w:rsidR="003912FC" w:rsidRPr="00C7257E" w:rsidRDefault="003912FC" w:rsidP="003912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E2C8EC" w14:textId="05AFE307" w:rsidR="003912FC" w:rsidRPr="00C7257E" w:rsidRDefault="003912FC" w:rsidP="003912FC">
            <w:pPr>
              <w:ind w:left="-74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77 7 03 26000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42D47D" w14:textId="47A5378B" w:rsidR="003912FC" w:rsidRPr="00C7257E" w:rsidRDefault="003912FC" w:rsidP="003912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DE6F38" w14:textId="5EFC30EF" w:rsidR="003912FC" w:rsidRPr="00C7257E" w:rsidRDefault="003912FC" w:rsidP="003912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263,9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5D6678" w14:textId="0BEE1FE9" w:rsidR="003912FC" w:rsidRPr="00C7257E" w:rsidRDefault="003912FC" w:rsidP="003912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254,2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311376" w14:textId="494AF460" w:rsidR="003912FC" w:rsidRPr="00C7257E" w:rsidRDefault="003912FC" w:rsidP="003912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5 254,2</w:t>
            </w:r>
          </w:p>
        </w:tc>
      </w:tr>
      <w:tr w:rsidR="00CF248A" w:rsidRPr="00AB2228" w14:paraId="6B2C2836" w14:textId="77777777" w:rsidTr="00CF248A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0F8AFF" w14:textId="7994D09F" w:rsidR="00CF248A" w:rsidRPr="00C7257E" w:rsidRDefault="00CF248A" w:rsidP="00CF248A">
            <w:pPr>
              <w:ind w:right="-115" w:firstLine="34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C7257E">
              <w:rPr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42AE9" w14:textId="547DAA41" w:rsidR="00CF248A" w:rsidRPr="00C7257E" w:rsidRDefault="00CF248A" w:rsidP="00CF248A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2BA209" w14:textId="73B5FC2E" w:rsidR="00CF248A" w:rsidRPr="00C7257E" w:rsidRDefault="00CF248A" w:rsidP="00CF248A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C7257E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58C992" w14:textId="279862E7" w:rsidR="00CF248A" w:rsidRPr="00C7257E" w:rsidRDefault="00CF248A" w:rsidP="00CF248A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C7257E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19DE88" w14:textId="1C170ADE" w:rsidR="00CF248A" w:rsidRPr="00C7257E" w:rsidRDefault="00CF248A" w:rsidP="00CF248A">
            <w:pPr>
              <w:ind w:left="-74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C7257E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53C752" w14:textId="3B089D0C" w:rsidR="00CF248A" w:rsidRPr="00C7257E" w:rsidRDefault="00CF248A" w:rsidP="00CF248A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C7257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FB77C4" w14:textId="61F074DF" w:rsidR="00CF248A" w:rsidRPr="00C7257E" w:rsidRDefault="00CF248A" w:rsidP="00CF248A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C7257E">
              <w:rPr>
                <w:b/>
                <w:bCs/>
                <w:sz w:val="24"/>
                <w:szCs w:val="24"/>
              </w:rPr>
              <w:t>20 054,8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3F3917" w14:textId="60C075E3" w:rsidR="00CF248A" w:rsidRPr="00C7257E" w:rsidRDefault="00CF248A" w:rsidP="00CF248A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C7257E">
              <w:rPr>
                <w:b/>
                <w:bCs/>
                <w:sz w:val="24"/>
                <w:szCs w:val="24"/>
              </w:rPr>
              <w:t>19 871,8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F03BA0" w14:textId="52776E5D" w:rsidR="00CF248A" w:rsidRPr="00C7257E" w:rsidRDefault="00CF248A" w:rsidP="00CF248A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C7257E">
              <w:rPr>
                <w:b/>
                <w:bCs/>
                <w:sz w:val="24"/>
                <w:szCs w:val="24"/>
              </w:rPr>
              <w:t>22 386,2</w:t>
            </w:r>
          </w:p>
        </w:tc>
      </w:tr>
      <w:tr w:rsidR="00CF248A" w:rsidRPr="00AB2228" w14:paraId="16C7DDA0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0F9D93" w14:textId="6F4C7DF3" w:rsidR="00CF248A" w:rsidRPr="00C7257E" w:rsidRDefault="00CF248A" w:rsidP="00CF248A">
            <w:pPr>
              <w:ind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bookmarkStart w:id="5" w:name="_Hlk71725038"/>
            <w:r w:rsidRPr="00C7257E">
              <w:rPr>
                <w:b/>
                <w:bCs/>
                <w:sz w:val="24"/>
                <w:szCs w:val="24"/>
              </w:rPr>
              <w:t xml:space="preserve">Защита населения и территории от чрезвычайных ситуаций природного и техногенного </w:t>
            </w:r>
            <w:r w:rsidRPr="00C7257E">
              <w:rPr>
                <w:b/>
                <w:bCs/>
                <w:sz w:val="24"/>
                <w:szCs w:val="24"/>
              </w:rPr>
              <w:lastRenderedPageBreak/>
              <w:t>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CD0EB" w14:textId="2CC7AB82" w:rsidR="00CF248A" w:rsidRPr="00C7257E" w:rsidRDefault="00CF248A" w:rsidP="00CF248A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8789E9" w14:textId="6E965954" w:rsidR="00CF248A" w:rsidRPr="00C7257E" w:rsidRDefault="00CF248A" w:rsidP="00CF248A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C7257E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C26E83" w14:textId="18EDE8A6" w:rsidR="00CF248A" w:rsidRPr="00C7257E" w:rsidRDefault="00CF248A" w:rsidP="00CF248A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C7257E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165A46" w14:textId="7A02E8F7" w:rsidR="00CF248A" w:rsidRPr="00C7257E" w:rsidRDefault="00CF248A" w:rsidP="00CF248A">
            <w:pPr>
              <w:ind w:left="-74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C7257E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922299" w14:textId="5CB04291" w:rsidR="00CF248A" w:rsidRPr="00C7257E" w:rsidRDefault="00CF248A" w:rsidP="00CF248A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C7257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460206" w14:textId="0946F564" w:rsidR="00CF248A" w:rsidRPr="00C7257E" w:rsidRDefault="00CF248A" w:rsidP="00CF248A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C7257E">
              <w:rPr>
                <w:b/>
                <w:bCs/>
                <w:sz w:val="24"/>
                <w:szCs w:val="24"/>
              </w:rPr>
              <w:t>11 953,8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C89418" w14:textId="0240A711" w:rsidR="00CF248A" w:rsidRPr="00C7257E" w:rsidRDefault="00CF248A" w:rsidP="00CF248A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C7257E">
              <w:rPr>
                <w:b/>
                <w:bCs/>
                <w:sz w:val="24"/>
                <w:szCs w:val="24"/>
              </w:rPr>
              <w:t>11 860,8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E6368F" w14:textId="38E48AB4" w:rsidR="00CF248A" w:rsidRPr="00C7257E" w:rsidRDefault="00CF248A" w:rsidP="00CF248A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C7257E">
              <w:rPr>
                <w:b/>
                <w:bCs/>
                <w:sz w:val="24"/>
                <w:szCs w:val="24"/>
              </w:rPr>
              <w:t>14 375,2</w:t>
            </w:r>
          </w:p>
        </w:tc>
      </w:tr>
      <w:tr w:rsidR="00CF248A" w:rsidRPr="001441E9" w14:paraId="1FC9DB09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8DF628" w14:textId="70F691CF" w:rsidR="00CF248A" w:rsidRPr="001441E9" w:rsidRDefault="00CF248A" w:rsidP="00CF248A">
            <w:pPr>
              <w:ind w:right="-115" w:firstLine="34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lastRenderedPageBreak/>
              <w:t>Муниципальная программа «Обеспечение первичных мер пожарной безопасности на территории Балахнинского муниципального округа Нижегородской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290465" w14:textId="030B73B2" w:rsidR="00CF248A" w:rsidRPr="001441E9" w:rsidRDefault="00CF248A" w:rsidP="00CF248A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368830" w14:textId="6B3819DA" w:rsidR="00CF248A" w:rsidRPr="001441E9" w:rsidRDefault="00CF248A" w:rsidP="00CF248A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00D2F8" w14:textId="6244ACD7" w:rsidR="00CF248A" w:rsidRPr="001441E9" w:rsidRDefault="00CF248A" w:rsidP="00CF248A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CECF6C" w14:textId="7FA79CA0" w:rsidR="00CF248A" w:rsidRPr="001441E9" w:rsidRDefault="00CF248A" w:rsidP="00CF248A">
            <w:pPr>
              <w:ind w:left="-74" w:right="-108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 xml:space="preserve">16 0 00 00000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C22B7A" w14:textId="5C30B53D" w:rsidR="00CF248A" w:rsidRPr="001441E9" w:rsidRDefault="00CF248A" w:rsidP="00CF248A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0ACFD9" w14:textId="4D17AED5" w:rsidR="00CF248A" w:rsidRPr="001441E9" w:rsidRDefault="00CF248A" w:rsidP="00CF248A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11 202,7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D47A4C" w14:textId="209AFC43" w:rsidR="00CF248A" w:rsidRPr="001441E9" w:rsidRDefault="00CF248A" w:rsidP="00CF248A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11 202,7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646D81" w14:textId="3B37C0DE" w:rsidR="00CF248A" w:rsidRPr="001441E9" w:rsidRDefault="00CF248A" w:rsidP="00CF248A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13 717,1</w:t>
            </w:r>
          </w:p>
        </w:tc>
      </w:tr>
      <w:bookmarkEnd w:id="5"/>
      <w:tr w:rsidR="00CF248A" w:rsidRPr="00AB2228" w14:paraId="582A0C53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E4B4B3" w14:textId="53A5BC9A" w:rsidR="00CF248A" w:rsidRPr="001441E9" w:rsidRDefault="00CF248A" w:rsidP="00CF248A">
            <w:pPr>
              <w:ind w:right="-115" w:firstLine="34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color w:val="000000"/>
                <w:sz w:val="24"/>
                <w:szCs w:val="24"/>
              </w:rPr>
              <w:t>Мероприятия по повышению уровня противопожарной защиты населенных пунктов Балахнинского муниципального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F4F4FE" w14:textId="3D4F2B2E" w:rsidR="00CF248A" w:rsidRPr="001441E9" w:rsidRDefault="00CF248A" w:rsidP="00CF248A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261DB9" w14:textId="192D4760" w:rsidR="00CF248A" w:rsidRPr="001441E9" w:rsidRDefault="00CF248A" w:rsidP="00CF248A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DD9699" w14:textId="7917F01C" w:rsidR="00CF248A" w:rsidRPr="001441E9" w:rsidRDefault="00CF248A" w:rsidP="00CF248A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8CF7E3" w14:textId="266351E4" w:rsidR="00CF248A" w:rsidRPr="001441E9" w:rsidRDefault="00CF248A" w:rsidP="00CF248A">
            <w:pPr>
              <w:ind w:left="-74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color w:val="000000"/>
                <w:sz w:val="24"/>
                <w:szCs w:val="24"/>
              </w:rPr>
              <w:t>16 0 01 00000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0E73EA" w14:textId="4B496B13" w:rsidR="00CF248A" w:rsidRPr="001441E9" w:rsidRDefault="00CF248A" w:rsidP="00CF248A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81B78B" w14:textId="5BD40D1F" w:rsidR="00CF248A" w:rsidRPr="001441E9" w:rsidRDefault="00CF248A" w:rsidP="00CF248A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1 786,4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6B19AC" w14:textId="710854DF" w:rsidR="00CF248A" w:rsidRPr="001441E9" w:rsidRDefault="00CF248A" w:rsidP="00CF248A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1 786,4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4D4F1" w14:textId="3A3EFA11" w:rsidR="00CF248A" w:rsidRPr="001441E9" w:rsidRDefault="00CF248A" w:rsidP="00CF248A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4 300,8</w:t>
            </w:r>
          </w:p>
        </w:tc>
      </w:tr>
      <w:tr w:rsidR="00CF248A" w:rsidRPr="00AB2228" w14:paraId="7E87D0E7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279FC5" w14:textId="5A9D8A2C" w:rsidR="00CF248A" w:rsidRPr="001441E9" w:rsidRDefault="00CF248A" w:rsidP="00CF248A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 xml:space="preserve">Расходы, направленные </w:t>
            </w:r>
            <w:proofErr w:type="gramStart"/>
            <w:r w:rsidRPr="001441E9">
              <w:rPr>
                <w:sz w:val="24"/>
                <w:szCs w:val="24"/>
              </w:rPr>
              <w:t>на</w:t>
            </w:r>
            <w:proofErr w:type="gramEnd"/>
            <w:r w:rsidRPr="001441E9">
              <w:rPr>
                <w:sz w:val="24"/>
                <w:szCs w:val="24"/>
              </w:rPr>
              <w:t xml:space="preserve"> </w:t>
            </w:r>
            <w:proofErr w:type="gramStart"/>
            <w:r w:rsidRPr="001441E9">
              <w:rPr>
                <w:sz w:val="24"/>
                <w:szCs w:val="24"/>
              </w:rPr>
              <w:t>повышению</w:t>
            </w:r>
            <w:proofErr w:type="gramEnd"/>
            <w:r w:rsidRPr="001441E9">
              <w:rPr>
                <w:sz w:val="24"/>
                <w:szCs w:val="24"/>
              </w:rPr>
              <w:t xml:space="preserve"> уровня противопожарной защиты населенных пунктов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93DAD" w14:textId="21385263" w:rsidR="00CF248A" w:rsidRPr="001441E9" w:rsidRDefault="00CF248A" w:rsidP="00CF248A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301261" w14:textId="411F7A19" w:rsidR="00CF248A" w:rsidRPr="001441E9" w:rsidRDefault="00CF248A" w:rsidP="00CF248A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DE8E1" w14:textId="6F9BDFD4" w:rsidR="00CF248A" w:rsidRPr="001441E9" w:rsidRDefault="00CF248A" w:rsidP="00CF248A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99AB3B" w14:textId="49E6C48C" w:rsidR="00CF248A" w:rsidRPr="001441E9" w:rsidRDefault="00CF248A" w:rsidP="00CF248A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color w:val="000000"/>
                <w:sz w:val="24"/>
                <w:szCs w:val="24"/>
              </w:rPr>
              <w:t>16 0 01 25010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4AE7A6" w14:textId="350F0481" w:rsidR="00CF248A" w:rsidRPr="001441E9" w:rsidRDefault="00CF248A" w:rsidP="00CF248A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A5B6C1" w14:textId="6DB8A173" w:rsidR="00CF248A" w:rsidRPr="001441E9" w:rsidRDefault="00CF248A" w:rsidP="00CF248A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1 786,4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60CFDE" w14:textId="5F16B1B6" w:rsidR="00CF248A" w:rsidRPr="001441E9" w:rsidRDefault="00CF248A" w:rsidP="00CF248A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1 786,4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137BF8" w14:textId="77975117" w:rsidR="00CF248A" w:rsidRPr="001441E9" w:rsidRDefault="00CF248A" w:rsidP="00CF248A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4 300,8</w:t>
            </w:r>
          </w:p>
        </w:tc>
      </w:tr>
      <w:tr w:rsidR="00CF248A" w:rsidRPr="00AB2228" w14:paraId="190169EB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6618C4" w14:textId="1C2C93F2" w:rsidR="00CF248A" w:rsidRPr="001441E9" w:rsidRDefault="00CF248A" w:rsidP="00CF248A">
            <w:pPr>
              <w:ind w:right="-115" w:firstLine="0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D0F1F1" w14:textId="08BD6F2B" w:rsidR="00CF248A" w:rsidRPr="001441E9" w:rsidRDefault="00CF248A" w:rsidP="00CF248A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DE831E" w14:textId="751BB3BD" w:rsidR="00CF248A" w:rsidRPr="001441E9" w:rsidRDefault="00CF248A" w:rsidP="00CF248A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58E432" w14:textId="42CB512C" w:rsidR="00CF248A" w:rsidRPr="001441E9" w:rsidRDefault="00CF248A" w:rsidP="00CF248A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374B40" w14:textId="0CF5D40A" w:rsidR="00CF248A" w:rsidRPr="001441E9" w:rsidRDefault="00CF248A" w:rsidP="00CF248A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color w:val="000000"/>
                <w:sz w:val="24"/>
                <w:szCs w:val="24"/>
              </w:rPr>
              <w:t>16 0 01 25010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E9E1C" w14:textId="4DD428F2" w:rsidR="00CF248A" w:rsidRPr="001441E9" w:rsidRDefault="00CF248A" w:rsidP="00CF248A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145311" w14:textId="66D9B94B" w:rsidR="00CF248A" w:rsidRPr="001441E9" w:rsidRDefault="00CF248A" w:rsidP="00CF248A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1 786,4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C3842D" w14:textId="49A6609D" w:rsidR="00CF248A" w:rsidRPr="001441E9" w:rsidRDefault="00CF248A" w:rsidP="00CF248A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1 786,4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B27363" w14:textId="6A479DDA" w:rsidR="00CF248A" w:rsidRPr="001441E9" w:rsidRDefault="00CF248A" w:rsidP="00CF248A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4 300,8</w:t>
            </w:r>
          </w:p>
        </w:tc>
      </w:tr>
      <w:tr w:rsidR="00EF401F" w:rsidRPr="00AB2228" w14:paraId="2CA22D48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4924C0" w14:textId="7EF36ACB" w:rsidR="00EF401F" w:rsidRPr="001441E9" w:rsidRDefault="00EF401F" w:rsidP="00EF401F">
            <w:pPr>
              <w:ind w:right="-115"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13C56D" w14:textId="7F579C0A" w:rsidR="00EF401F" w:rsidRPr="001441E9" w:rsidRDefault="00EF401F" w:rsidP="00EF401F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899ABF" w14:textId="63CC19F0" w:rsidR="00EF401F" w:rsidRPr="001441E9" w:rsidRDefault="00EF401F" w:rsidP="00EF401F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027B69" w14:textId="280BEFB2" w:rsidR="00EF401F" w:rsidRPr="001441E9" w:rsidRDefault="00EF401F" w:rsidP="00EF401F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4545D0" w14:textId="6CF73B88" w:rsidR="00EF401F" w:rsidRPr="001441E9" w:rsidRDefault="00EF401F" w:rsidP="00EF401F">
            <w:pPr>
              <w:ind w:left="-108" w:right="-104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93E7CB" w14:textId="63B3AF43" w:rsidR="00EF401F" w:rsidRPr="001441E9" w:rsidRDefault="00EF401F" w:rsidP="00EF401F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304F88" w14:textId="529A3AD1" w:rsidR="00EF401F" w:rsidRPr="001441E9" w:rsidRDefault="00EF401F" w:rsidP="00EF401F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b/>
                <w:bCs/>
                <w:sz w:val="24"/>
                <w:szCs w:val="24"/>
              </w:rPr>
              <w:t>169 971,9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67F523" w14:textId="01CF52AD" w:rsidR="00EF401F" w:rsidRPr="001441E9" w:rsidRDefault="00EF401F" w:rsidP="00EF401F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b/>
                <w:bCs/>
                <w:sz w:val="24"/>
                <w:szCs w:val="24"/>
              </w:rPr>
              <w:t>51 266,2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342CA9" w14:textId="09A355CC" w:rsidR="00EF401F" w:rsidRPr="001441E9" w:rsidRDefault="00EF401F" w:rsidP="00EF401F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b/>
                <w:bCs/>
                <w:sz w:val="24"/>
                <w:szCs w:val="24"/>
              </w:rPr>
              <w:t>61 266,2</w:t>
            </w:r>
          </w:p>
        </w:tc>
      </w:tr>
      <w:tr w:rsidR="0073172C" w:rsidRPr="00AB2228" w14:paraId="194BC290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AFED7C" w14:textId="5C2E3466" w:rsidR="0073172C" w:rsidRPr="001441E9" w:rsidRDefault="0073172C" w:rsidP="0073172C">
            <w:pPr>
              <w:ind w:right="-115"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b/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68F14" w14:textId="3A9856EB" w:rsidR="0073172C" w:rsidRPr="001441E9" w:rsidRDefault="0073172C" w:rsidP="0073172C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1BD4B8" w14:textId="6B0FC5FF" w:rsidR="0073172C" w:rsidRPr="001441E9" w:rsidRDefault="0073172C" w:rsidP="0073172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BC8A9C" w14:textId="572BC6A4" w:rsidR="0073172C" w:rsidRPr="001441E9" w:rsidRDefault="0073172C" w:rsidP="0073172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1E4E80" w14:textId="457056EC" w:rsidR="0073172C" w:rsidRPr="001441E9" w:rsidRDefault="0073172C" w:rsidP="0073172C">
            <w:pPr>
              <w:ind w:left="-108" w:right="-104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65771" w14:textId="01C3714E" w:rsidR="0073172C" w:rsidRPr="001441E9" w:rsidRDefault="0073172C" w:rsidP="0073172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458D2E" w14:textId="3C9A76FE" w:rsidR="0073172C" w:rsidRPr="001441E9" w:rsidRDefault="0073172C" w:rsidP="0073172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b/>
                <w:bCs/>
                <w:sz w:val="24"/>
                <w:szCs w:val="24"/>
              </w:rPr>
              <w:t>144 760,6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5CC65" w14:textId="0CD3CC3D" w:rsidR="0073172C" w:rsidRPr="001441E9" w:rsidRDefault="0073172C" w:rsidP="0073172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b/>
                <w:bCs/>
                <w:sz w:val="24"/>
                <w:szCs w:val="24"/>
              </w:rPr>
              <w:t>42 189,7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BEF862" w14:textId="344EEB18" w:rsidR="0073172C" w:rsidRPr="001441E9" w:rsidRDefault="0073172C" w:rsidP="0073172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b/>
                <w:bCs/>
                <w:sz w:val="24"/>
                <w:szCs w:val="24"/>
              </w:rPr>
              <w:t>52 189,7</w:t>
            </w:r>
          </w:p>
        </w:tc>
      </w:tr>
      <w:tr w:rsidR="0073172C" w:rsidRPr="00AB2228" w14:paraId="200CB4CF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3C490" w14:textId="41DE8172" w:rsidR="0073172C" w:rsidRPr="001441E9" w:rsidRDefault="0073172C" w:rsidP="0073172C">
            <w:pPr>
              <w:ind w:right="-115"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 xml:space="preserve">Муниципальная программа «Обеспечение безопасности дорожного движения на территории Балахнинского муниципального </w:t>
            </w:r>
            <w:r w:rsidRPr="001441E9">
              <w:rPr>
                <w:sz w:val="24"/>
                <w:szCs w:val="24"/>
              </w:rPr>
              <w:lastRenderedPageBreak/>
              <w:t>округа Нижегородской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488F46" w14:textId="014B4852" w:rsidR="0073172C" w:rsidRPr="001441E9" w:rsidRDefault="0073172C" w:rsidP="0073172C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AD246D" w14:textId="23049AEB" w:rsidR="0073172C" w:rsidRPr="001441E9" w:rsidRDefault="0073172C" w:rsidP="0073172C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5B6C0D" w14:textId="02B7F4FA" w:rsidR="0073172C" w:rsidRPr="001441E9" w:rsidRDefault="0073172C" w:rsidP="0073172C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4CEB57" w14:textId="663DD8DC" w:rsidR="0073172C" w:rsidRPr="001441E9" w:rsidRDefault="0073172C" w:rsidP="0073172C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17 0 00 00000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ED406D" w14:textId="6DB5590C" w:rsidR="0073172C" w:rsidRPr="001441E9" w:rsidRDefault="0073172C" w:rsidP="0073172C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D4495" w14:textId="529DD4A1" w:rsidR="0073172C" w:rsidRPr="001441E9" w:rsidRDefault="0073172C" w:rsidP="0073172C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color w:val="000000"/>
                <w:sz w:val="24"/>
                <w:szCs w:val="24"/>
              </w:rPr>
              <w:t>119 719,4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CCB756" w14:textId="0BF30752" w:rsidR="0073172C" w:rsidRPr="001441E9" w:rsidRDefault="0073172C" w:rsidP="0073172C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color w:val="000000"/>
                <w:sz w:val="24"/>
                <w:szCs w:val="24"/>
              </w:rPr>
              <w:t>42 189,7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A2225B" w14:textId="056C9EAC" w:rsidR="0073172C" w:rsidRPr="001441E9" w:rsidRDefault="0073172C" w:rsidP="0073172C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color w:val="000000"/>
                <w:sz w:val="24"/>
                <w:szCs w:val="24"/>
              </w:rPr>
              <w:t>52 189,7</w:t>
            </w:r>
          </w:p>
        </w:tc>
      </w:tr>
      <w:tr w:rsidR="00EE011E" w:rsidRPr="00AB2228" w14:paraId="08308F62" w14:textId="77777777" w:rsidTr="00EE011E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12212" w14:textId="66FAFE1A" w:rsidR="00EE011E" w:rsidRPr="001441E9" w:rsidRDefault="00EE011E" w:rsidP="00EE011E">
            <w:pPr>
              <w:ind w:right="-115"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lastRenderedPageBreak/>
              <w:t>Капитальный ремонт и ремонт автомобильных дорог общего пользования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04E135" w14:textId="40222830" w:rsidR="00EE011E" w:rsidRPr="001441E9" w:rsidRDefault="00EE011E" w:rsidP="00EE011E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4091D6" w14:textId="1985B785" w:rsidR="00EE011E" w:rsidRPr="001441E9" w:rsidRDefault="00EE011E" w:rsidP="00EE011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278195" w14:textId="39DE1CCB" w:rsidR="00EE011E" w:rsidRPr="001441E9" w:rsidRDefault="00EE011E" w:rsidP="00EE011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A2E581" w14:textId="1903696C" w:rsidR="00EE011E" w:rsidRPr="001441E9" w:rsidRDefault="00EE011E" w:rsidP="00EE011E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17 0 03 00000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4B5E6D" w14:textId="32F00743" w:rsidR="00EE011E" w:rsidRPr="001441E9" w:rsidRDefault="00EE011E" w:rsidP="00EE011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727043" w14:textId="089CA840" w:rsidR="00EE011E" w:rsidRPr="001441E9" w:rsidRDefault="00EE011E" w:rsidP="00EE011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88 104,0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498D10" w14:textId="7CEF5C03" w:rsidR="00EE011E" w:rsidRPr="001441E9" w:rsidRDefault="00EE011E" w:rsidP="00EE011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19 784,9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B566AB" w14:textId="05A9EB36" w:rsidR="00EE011E" w:rsidRPr="001441E9" w:rsidRDefault="00EE011E" w:rsidP="00EE011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21 756,3</w:t>
            </w:r>
          </w:p>
        </w:tc>
      </w:tr>
      <w:tr w:rsidR="00EE011E" w:rsidRPr="00AB2228" w14:paraId="122D7B2F" w14:textId="77777777" w:rsidTr="00EE011E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F94D3C" w14:textId="3D536391" w:rsidR="00EE011E" w:rsidRPr="001441E9" w:rsidRDefault="00EE011E" w:rsidP="00EE011E">
            <w:pPr>
              <w:ind w:right="-115"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14DE32" w14:textId="796C8E54" w:rsidR="00EE011E" w:rsidRPr="001441E9" w:rsidRDefault="00EE011E" w:rsidP="00EE011E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9D177B" w14:textId="2A1BB0F1" w:rsidR="00EE011E" w:rsidRPr="001441E9" w:rsidRDefault="00EE011E" w:rsidP="00EE011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A9223" w14:textId="035FC813" w:rsidR="00EE011E" w:rsidRPr="001441E9" w:rsidRDefault="00EE011E" w:rsidP="00EE011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E53B5A" w14:textId="0C8B2F10" w:rsidR="00EE011E" w:rsidRPr="001441E9" w:rsidRDefault="00EE011E" w:rsidP="00EE011E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17 0 03 22000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22E89A" w14:textId="52992817" w:rsidR="00EE011E" w:rsidRPr="001441E9" w:rsidRDefault="00EE011E" w:rsidP="00EE011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422DFD" w14:textId="62B11D81" w:rsidR="00EE011E" w:rsidRPr="001441E9" w:rsidRDefault="00EE011E" w:rsidP="00EE011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EB3F24" w14:textId="085BAF7D" w:rsidR="00EE011E" w:rsidRPr="001441E9" w:rsidRDefault="00EE011E" w:rsidP="00EE011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441E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E22836" w14:textId="39DCD385" w:rsidR="00EE011E" w:rsidRPr="001441E9" w:rsidRDefault="00EE011E" w:rsidP="00EE011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441E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011E" w:rsidRPr="00AB2228" w14:paraId="3CBDEA1F" w14:textId="77777777" w:rsidTr="00EE011E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DB6C33" w14:textId="58A3EBCC" w:rsidR="00EE011E" w:rsidRPr="001441E9" w:rsidRDefault="00EE011E" w:rsidP="00EE011E">
            <w:pPr>
              <w:ind w:right="-115"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2CE38" w14:textId="549D3077" w:rsidR="00EE011E" w:rsidRPr="001441E9" w:rsidRDefault="00EE011E" w:rsidP="00EE011E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3E378D" w14:textId="5E115DB0" w:rsidR="00EE011E" w:rsidRPr="001441E9" w:rsidRDefault="00EE011E" w:rsidP="00EE011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E5E3C8" w14:textId="5B442072" w:rsidR="00EE011E" w:rsidRPr="001441E9" w:rsidRDefault="00EE011E" w:rsidP="00EE011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60350A" w14:textId="5F9DAAC0" w:rsidR="00EE011E" w:rsidRPr="001441E9" w:rsidRDefault="00EE011E" w:rsidP="00EE011E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17 0 03 22000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DFA21E" w14:textId="3EAC72D3" w:rsidR="00EE011E" w:rsidRPr="001441E9" w:rsidRDefault="00EE011E" w:rsidP="00EE011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B1871" w14:textId="3FC5C21E" w:rsidR="00EE011E" w:rsidRPr="001441E9" w:rsidRDefault="00EE011E" w:rsidP="00EE011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55BB9" w14:textId="506ED456" w:rsidR="00EE011E" w:rsidRPr="001441E9" w:rsidRDefault="00EE011E" w:rsidP="00EE011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441E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5CBCA5" w14:textId="539277A1" w:rsidR="00EE011E" w:rsidRPr="001441E9" w:rsidRDefault="00EE011E" w:rsidP="00EE011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441E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011E" w:rsidRPr="00AB2228" w14:paraId="1E38B331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CB7B8E" w14:textId="7B68CB67" w:rsidR="00EE011E" w:rsidRPr="001441E9" w:rsidRDefault="00EE011E" w:rsidP="00EE011E">
            <w:pPr>
              <w:ind w:right="-115"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Расходы, направленные на капитальный ремонт и ремонт автомобильных дорог общего пользования за счет средств дорожного фонда Балахнинского муниципального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4FDDB1" w14:textId="2D591A20" w:rsidR="00EE011E" w:rsidRPr="001441E9" w:rsidRDefault="00EE011E" w:rsidP="00EE011E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F88060" w14:textId="65ABF4FC" w:rsidR="00EE011E" w:rsidRPr="001441E9" w:rsidRDefault="00EE011E" w:rsidP="00EE011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61E21A" w14:textId="10E262F5" w:rsidR="00EE011E" w:rsidRPr="001441E9" w:rsidRDefault="00EE011E" w:rsidP="00EE011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2BE99E" w14:textId="57FB0AB3" w:rsidR="00EE011E" w:rsidRPr="001441E9" w:rsidRDefault="00EE011E" w:rsidP="00EE011E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17 0 03 25120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AE3B00" w14:textId="54D6499F" w:rsidR="00EE011E" w:rsidRPr="001441E9" w:rsidRDefault="00EE011E" w:rsidP="00EE011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1A385B" w14:textId="3C114109" w:rsidR="00EE011E" w:rsidRPr="001441E9" w:rsidRDefault="00EE011E" w:rsidP="00EE011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color w:val="000000"/>
                <w:sz w:val="24"/>
                <w:szCs w:val="24"/>
              </w:rPr>
              <w:t>11 261,3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F0CE3B" w14:textId="7CF8CDEF" w:rsidR="00EE011E" w:rsidRPr="001441E9" w:rsidRDefault="00EE011E" w:rsidP="00EE011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color w:val="000000"/>
                <w:sz w:val="24"/>
                <w:szCs w:val="24"/>
              </w:rPr>
              <w:t>19 784,9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478BC" w14:textId="70013797" w:rsidR="00EE011E" w:rsidRPr="001441E9" w:rsidRDefault="00EE011E" w:rsidP="00EE011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color w:val="000000"/>
                <w:sz w:val="24"/>
                <w:szCs w:val="24"/>
              </w:rPr>
              <w:t>21 756,3</w:t>
            </w:r>
          </w:p>
        </w:tc>
      </w:tr>
      <w:tr w:rsidR="00EE011E" w:rsidRPr="00AB2228" w14:paraId="74009143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3F320D" w14:textId="3BD33560" w:rsidR="00EE011E" w:rsidRPr="001441E9" w:rsidRDefault="00EE011E" w:rsidP="00EE011E">
            <w:pPr>
              <w:ind w:right="-115"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6FC8A2" w14:textId="4E4C0FBF" w:rsidR="00EE011E" w:rsidRPr="001441E9" w:rsidRDefault="00EE011E" w:rsidP="00EE011E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70B343" w14:textId="6E1647BD" w:rsidR="00EE011E" w:rsidRPr="001441E9" w:rsidRDefault="00EE011E" w:rsidP="00EE011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99F353" w14:textId="67CB201C" w:rsidR="00EE011E" w:rsidRPr="001441E9" w:rsidRDefault="00EE011E" w:rsidP="00EE011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18AF56" w14:textId="769BB526" w:rsidR="00EE011E" w:rsidRPr="001441E9" w:rsidRDefault="00EE011E" w:rsidP="00EE011E">
            <w:pPr>
              <w:ind w:left="-108" w:right="-104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17 0 03 25120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0B5D91" w14:textId="4E8170FC" w:rsidR="00EE011E" w:rsidRPr="001441E9" w:rsidRDefault="00EE011E" w:rsidP="00EE011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117005" w14:textId="79BEA01A" w:rsidR="00EE011E" w:rsidRPr="001441E9" w:rsidRDefault="00EE011E" w:rsidP="00EE011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color w:val="000000"/>
                <w:sz w:val="24"/>
                <w:szCs w:val="24"/>
              </w:rPr>
              <w:t>11 261,3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0362B0" w14:textId="2110F637" w:rsidR="00EE011E" w:rsidRPr="001441E9" w:rsidRDefault="00EE011E" w:rsidP="00EE011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color w:val="000000"/>
                <w:sz w:val="24"/>
                <w:szCs w:val="24"/>
              </w:rPr>
              <w:t>19 784,9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ED9882" w14:textId="22C25DB2" w:rsidR="00EE011E" w:rsidRPr="001441E9" w:rsidRDefault="00EE011E" w:rsidP="00EE011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color w:val="000000"/>
                <w:sz w:val="24"/>
                <w:szCs w:val="24"/>
              </w:rPr>
              <w:t>21 756,3</w:t>
            </w:r>
          </w:p>
        </w:tc>
      </w:tr>
      <w:tr w:rsidR="00EE011E" w:rsidRPr="00AB2228" w14:paraId="0C0ADDE8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D1A69B" w14:textId="574AE2C2" w:rsidR="00EE011E" w:rsidRPr="001441E9" w:rsidRDefault="00EE011E" w:rsidP="00EE011E">
            <w:pPr>
              <w:ind w:right="-115"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 xml:space="preserve"> Расходы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F17E79" w14:textId="5704EF39" w:rsidR="00EE011E" w:rsidRPr="001441E9" w:rsidRDefault="00EE011E" w:rsidP="00EE011E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8DAC98" w14:textId="233AA083" w:rsidR="00EE011E" w:rsidRPr="001441E9" w:rsidRDefault="00EE011E" w:rsidP="00EE011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230562" w14:textId="1B2C9570" w:rsidR="00EE011E" w:rsidRPr="001441E9" w:rsidRDefault="00EE011E" w:rsidP="00EE011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9242FD" w14:textId="186DA6FB" w:rsidR="00EE011E" w:rsidRPr="001441E9" w:rsidRDefault="00EE011E" w:rsidP="00EE011E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17 0 03 S2210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20BB34" w14:textId="41ABB4FD" w:rsidR="00EE011E" w:rsidRPr="001441E9" w:rsidRDefault="00EE011E" w:rsidP="00EE011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BA84D2" w14:textId="03F53AA2" w:rsidR="00EE011E" w:rsidRPr="001441E9" w:rsidRDefault="00EE011E" w:rsidP="00EE011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color w:val="000000"/>
                <w:sz w:val="24"/>
                <w:szCs w:val="24"/>
              </w:rPr>
              <w:t>54 847,2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863857" w14:textId="71D702F5" w:rsidR="00EE011E" w:rsidRPr="001441E9" w:rsidRDefault="00EE011E" w:rsidP="00EE011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2C4975" w14:textId="6099745A" w:rsidR="00EE011E" w:rsidRPr="001441E9" w:rsidRDefault="00EE011E" w:rsidP="00EE011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011E" w:rsidRPr="00AB2228" w14:paraId="1141A141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EFBCF0" w14:textId="734B2486" w:rsidR="00EE011E" w:rsidRPr="001441E9" w:rsidRDefault="00EE011E" w:rsidP="00EE011E">
            <w:pPr>
              <w:ind w:right="-115"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300ABE" w14:textId="735A3991" w:rsidR="00EE011E" w:rsidRPr="001441E9" w:rsidRDefault="00EE011E" w:rsidP="00EE011E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1906C5" w14:textId="3A9BB967" w:rsidR="00EE011E" w:rsidRPr="001441E9" w:rsidRDefault="00EE011E" w:rsidP="00EE011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25950C" w14:textId="03246982" w:rsidR="00EE011E" w:rsidRPr="001441E9" w:rsidRDefault="00EE011E" w:rsidP="00EE011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D3D342" w14:textId="26F03F79" w:rsidR="00EE011E" w:rsidRPr="001441E9" w:rsidRDefault="00EE011E" w:rsidP="00EE011E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17 0 03 S2210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5C8C60" w14:textId="69BFD4FB" w:rsidR="00EE011E" w:rsidRPr="001441E9" w:rsidRDefault="00EE011E" w:rsidP="00EE011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823364" w14:textId="7A118A91" w:rsidR="00EE011E" w:rsidRPr="001441E9" w:rsidRDefault="00EE011E" w:rsidP="00EE011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color w:val="000000"/>
                <w:sz w:val="24"/>
                <w:szCs w:val="24"/>
              </w:rPr>
              <w:t>54 847,2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FA4830" w14:textId="0DFDCFC5" w:rsidR="00EE011E" w:rsidRPr="001441E9" w:rsidRDefault="00EE011E" w:rsidP="00EE011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B03081" w14:textId="5D186C0A" w:rsidR="00EE011E" w:rsidRPr="001441E9" w:rsidRDefault="00EE011E" w:rsidP="00EE011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0135E" w:rsidRPr="00AB2228" w14:paraId="55E410DF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3ECAB" w14:textId="127E0051" w:rsidR="00C0135E" w:rsidRPr="001441E9" w:rsidRDefault="00EE011E" w:rsidP="00EC6513">
            <w:pPr>
              <w:ind w:right="-115" w:firstLine="0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bCs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B1C7C" w14:textId="77777777" w:rsidR="00C0135E" w:rsidRPr="001441E9" w:rsidRDefault="00C0135E" w:rsidP="00EC6513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F09C03" w14:textId="2578BA52" w:rsidR="00C0135E" w:rsidRPr="001441E9" w:rsidRDefault="00C0135E" w:rsidP="00EC651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9DE633" w14:textId="30897C77" w:rsidR="00C0135E" w:rsidRPr="001441E9" w:rsidRDefault="00C0135E" w:rsidP="00EC6513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94F477" w14:textId="1083EF8C" w:rsidR="00C0135E" w:rsidRPr="001441E9" w:rsidRDefault="00C0135E" w:rsidP="00EC6513">
            <w:pPr>
              <w:ind w:left="-108" w:right="-104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734D13" w14:textId="331D9257" w:rsidR="00C0135E" w:rsidRPr="001441E9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60B58F" w14:textId="71390263" w:rsidR="00C0135E" w:rsidRPr="001441E9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21F8C1" w14:textId="66CD68C4" w:rsidR="00C0135E" w:rsidRPr="001441E9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50DABB" w14:textId="7E9CF76F" w:rsidR="00C0135E" w:rsidRPr="001441E9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EE011E" w:rsidRPr="00AB2228" w14:paraId="1D9B9DE2" w14:textId="77777777" w:rsidTr="00EE011E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682C28" w14:textId="3D2E2FC1" w:rsidR="00EE011E" w:rsidRPr="001441E9" w:rsidRDefault="00EE011E" w:rsidP="00EE011E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color w:val="000000"/>
                <w:sz w:val="24"/>
                <w:szCs w:val="24"/>
              </w:rPr>
              <w:t xml:space="preserve">  - расходы на капитальный ремонт </w:t>
            </w:r>
            <w:r w:rsidRPr="001441E9">
              <w:rPr>
                <w:color w:val="000000"/>
                <w:sz w:val="24"/>
                <w:szCs w:val="24"/>
              </w:rPr>
              <w:lastRenderedPageBreak/>
              <w:t>и ремонт автомобильных дорог общего пользования местного значения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2B8A6" w14:textId="77777777" w:rsidR="00EE011E" w:rsidRPr="001441E9" w:rsidRDefault="00EE011E" w:rsidP="00EE011E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228208" w14:textId="190C8FCB" w:rsidR="00EE011E" w:rsidRPr="001441E9" w:rsidRDefault="00EE011E" w:rsidP="00EE011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E362EB" w14:textId="130A9BED" w:rsidR="00EE011E" w:rsidRPr="001441E9" w:rsidRDefault="00EE011E" w:rsidP="00EE011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56AE82" w14:textId="27DE37AC" w:rsidR="00EE011E" w:rsidRPr="001441E9" w:rsidRDefault="00EE011E" w:rsidP="00EE011E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71829A" w14:textId="1BBFCB12" w:rsidR="00EE011E" w:rsidRPr="001441E9" w:rsidRDefault="00EE011E" w:rsidP="00EE011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AC0B76" w14:textId="77C29308" w:rsidR="00EE011E" w:rsidRPr="001441E9" w:rsidRDefault="00EE011E" w:rsidP="00EE011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2 775,1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408C93" w14:textId="7E8F9E14" w:rsidR="00EE011E" w:rsidRPr="001441E9" w:rsidRDefault="00EE011E" w:rsidP="00EE011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5DD406" w14:textId="66B04EFD" w:rsidR="00EE011E" w:rsidRPr="001441E9" w:rsidRDefault="00EE011E" w:rsidP="00EE011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0,0</w:t>
            </w:r>
          </w:p>
        </w:tc>
      </w:tr>
      <w:tr w:rsidR="00C81211" w:rsidRPr="00AB2228" w14:paraId="617777C2" w14:textId="77777777" w:rsidTr="00C81211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04A750" w14:textId="0A670B2E" w:rsidR="00C81211" w:rsidRPr="001441E9" w:rsidRDefault="00C81211" w:rsidP="00C81211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lastRenderedPageBreak/>
              <w:t>Расходы на мероприятия по реализации проекта инициативного бюджетирования "Вам решать"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939B74" w14:textId="331CDBB4" w:rsidR="00C81211" w:rsidRPr="001441E9" w:rsidRDefault="00C81211" w:rsidP="00C81211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F807D" w14:textId="4F2A42B1" w:rsidR="00C81211" w:rsidRPr="001441E9" w:rsidRDefault="00C81211" w:rsidP="00C8121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B122F6" w14:textId="234D6262" w:rsidR="00C81211" w:rsidRPr="001441E9" w:rsidRDefault="00C81211" w:rsidP="00C8121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971242" w14:textId="6AC41A86" w:rsidR="00C81211" w:rsidRPr="001441E9" w:rsidRDefault="00C81211" w:rsidP="00C81211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17 0 03 S2600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A42E1E" w14:textId="003A671E" w:rsidR="00C81211" w:rsidRPr="001441E9" w:rsidRDefault="00C81211" w:rsidP="00C8121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89FAF4" w14:textId="47EBE25A" w:rsidR="00C81211" w:rsidRPr="001441E9" w:rsidRDefault="00C81211" w:rsidP="00C8121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14 570,6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6D5C79" w14:textId="19BCD882" w:rsidR="00C81211" w:rsidRPr="001441E9" w:rsidRDefault="00C81211" w:rsidP="00C8121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817522" w14:textId="7CCAA9FF" w:rsidR="00C81211" w:rsidRPr="001441E9" w:rsidRDefault="00C81211" w:rsidP="00C8121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0,0</w:t>
            </w:r>
          </w:p>
        </w:tc>
      </w:tr>
      <w:tr w:rsidR="00C81211" w:rsidRPr="00AB2228" w14:paraId="5F7AED75" w14:textId="77777777" w:rsidTr="00C81211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3A4896" w14:textId="5B9294AE" w:rsidR="00C81211" w:rsidRPr="001441E9" w:rsidRDefault="00C81211" w:rsidP="00C81211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F66AD" w14:textId="752548FA" w:rsidR="00C81211" w:rsidRPr="001441E9" w:rsidRDefault="00C81211" w:rsidP="00C81211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12DFEE" w14:textId="4CDA1051" w:rsidR="00C81211" w:rsidRPr="001441E9" w:rsidRDefault="00C81211" w:rsidP="00C8121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56235" w14:textId="64B0DE1F" w:rsidR="00C81211" w:rsidRPr="001441E9" w:rsidRDefault="00C81211" w:rsidP="00C8121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3586A9" w14:textId="70463E46" w:rsidR="00C81211" w:rsidRPr="001441E9" w:rsidRDefault="00C81211" w:rsidP="00C81211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17 0 03 S2600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7BE186" w14:textId="51CFFCAA" w:rsidR="00C81211" w:rsidRPr="001441E9" w:rsidRDefault="00C81211" w:rsidP="00C8121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87D39C" w14:textId="3F576EA9" w:rsidR="00C81211" w:rsidRPr="001441E9" w:rsidRDefault="00C81211" w:rsidP="00C8121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14 570,6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CDB9F3" w14:textId="05E89360" w:rsidR="00C81211" w:rsidRPr="001441E9" w:rsidRDefault="00C81211" w:rsidP="00C8121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63748D" w14:textId="466A878A" w:rsidR="00C81211" w:rsidRPr="001441E9" w:rsidRDefault="00C81211" w:rsidP="00C8121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0,0</w:t>
            </w:r>
          </w:p>
        </w:tc>
      </w:tr>
      <w:tr w:rsidR="00926E61" w:rsidRPr="00AB2228" w14:paraId="76E22524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F4901A" w14:textId="34DAD62B" w:rsidR="00926E61" w:rsidRPr="001441E9" w:rsidRDefault="00926E61" w:rsidP="00926E61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8F849" w14:textId="77777777" w:rsidR="00926E61" w:rsidRPr="001441E9" w:rsidRDefault="00926E61" w:rsidP="00926E61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69BCE5" w14:textId="4D75282B" w:rsidR="00926E61" w:rsidRPr="001441E9" w:rsidRDefault="00926E61" w:rsidP="00926E6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8075C2" w14:textId="1AEB3C4D" w:rsidR="00926E61" w:rsidRPr="001441E9" w:rsidRDefault="00926E61" w:rsidP="00926E6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3261C7" w14:textId="7985BE87" w:rsidR="00926E61" w:rsidRPr="001441E9" w:rsidRDefault="00926E61" w:rsidP="00926E61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DDE204" w14:textId="11BC228A" w:rsidR="00926E61" w:rsidRPr="001441E9" w:rsidRDefault="00926E61" w:rsidP="00926E6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347B4F" w14:textId="56338683" w:rsidR="00926E61" w:rsidRPr="001441E9" w:rsidRDefault="00926E61" w:rsidP="00926E6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6B66F5" w14:textId="5C08BC7A" w:rsidR="00926E61" w:rsidRPr="001441E9" w:rsidRDefault="00926E61" w:rsidP="00926E6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599627" w14:textId="4B141224" w:rsidR="00926E61" w:rsidRPr="001441E9" w:rsidRDefault="00926E61" w:rsidP="00926E6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926E61" w:rsidRPr="00AB2228" w14:paraId="26753D70" w14:textId="77777777" w:rsidTr="00926E61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B7C126" w14:textId="4EE6B8F6" w:rsidR="00926E61" w:rsidRPr="001441E9" w:rsidRDefault="001441E9" w:rsidP="00926E61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926E61" w:rsidRPr="001441E9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="00926E61" w:rsidRPr="001441E9">
              <w:rPr>
                <w:sz w:val="24"/>
                <w:szCs w:val="24"/>
              </w:rPr>
              <w:t>расходы на мероприятия по реализации проекта инициативного бюджетирования "Вам решать"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9BE60" w14:textId="77777777" w:rsidR="00926E61" w:rsidRPr="001441E9" w:rsidRDefault="00926E61" w:rsidP="00926E61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892E1C" w14:textId="2CA37599" w:rsidR="00926E61" w:rsidRPr="001441E9" w:rsidRDefault="00926E61" w:rsidP="00926E6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BABBB8" w14:textId="34A803B8" w:rsidR="00926E61" w:rsidRPr="001441E9" w:rsidRDefault="00926E61" w:rsidP="00926E6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C049A0" w14:textId="5C75F795" w:rsidR="00926E61" w:rsidRPr="001441E9" w:rsidRDefault="00926E61" w:rsidP="00926E61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D55969" w14:textId="189D0FDB" w:rsidR="00926E61" w:rsidRPr="001441E9" w:rsidRDefault="00926E61" w:rsidP="00926E6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D40C9F" w14:textId="4418EE9B" w:rsidR="00926E61" w:rsidRPr="001441E9" w:rsidRDefault="00926E61" w:rsidP="00926E6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color w:val="000000"/>
                <w:sz w:val="24"/>
                <w:szCs w:val="24"/>
              </w:rPr>
              <w:t>9 372,3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F53D27" w14:textId="558485E0" w:rsidR="00926E61" w:rsidRPr="001441E9" w:rsidRDefault="00926E61" w:rsidP="00926E6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37D1B8" w14:textId="5810C55B" w:rsidR="00926E61" w:rsidRPr="001441E9" w:rsidRDefault="00926E61" w:rsidP="00926E6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0,0</w:t>
            </w:r>
          </w:p>
        </w:tc>
      </w:tr>
      <w:tr w:rsidR="00926E61" w:rsidRPr="00AB2228" w14:paraId="2F1D44DF" w14:textId="77777777" w:rsidTr="00926E61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C2B100" w14:textId="5D3BDACC" w:rsidR="00926E61" w:rsidRPr="001441E9" w:rsidRDefault="00926E61" w:rsidP="00926E61">
            <w:pPr>
              <w:ind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b/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0D3980" w14:textId="61548366" w:rsidR="00926E61" w:rsidRPr="001441E9" w:rsidRDefault="00926E61" w:rsidP="00926E61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639794" w14:textId="7858A776" w:rsidR="00926E61" w:rsidRPr="001441E9" w:rsidRDefault="00926E61" w:rsidP="00926E6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AC574" w14:textId="7C1D46BC" w:rsidR="00926E61" w:rsidRPr="001441E9" w:rsidRDefault="00926E61" w:rsidP="00926E6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5F849" w14:textId="0A2F97A8" w:rsidR="00926E61" w:rsidRPr="001441E9" w:rsidRDefault="00926E61" w:rsidP="00926E61">
            <w:pPr>
              <w:ind w:left="-108" w:right="-104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83002F" w14:textId="5ED9B729" w:rsidR="00926E61" w:rsidRPr="001441E9" w:rsidRDefault="00926E61" w:rsidP="00926E6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AAC1B3" w14:textId="35C6A6C3" w:rsidR="00926E61" w:rsidRPr="001441E9" w:rsidRDefault="00926E61" w:rsidP="00926E6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b/>
                <w:bCs/>
                <w:sz w:val="24"/>
                <w:szCs w:val="24"/>
              </w:rPr>
              <w:t>21 000,3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D5B377" w14:textId="20F865B4" w:rsidR="00926E61" w:rsidRPr="001441E9" w:rsidRDefault="00926E61" w:rsidP="00926E6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b/>
                <w:bCs/>
                <w:sz w:val="24"/>
                <w:szCs w:val="24"/>
              </w:rPr>
              <w:t>5 685,5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52A1FD" w14:textId="74625C37" w:rsidR="00926E61" w:rsidRPr="001441E9" w:rsidRDefault="00926E61" w:rsidP="00926E6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b/>
                <w:bCs/>
                <w:sz w:val="24"/>
                <w:szCs w:val="24"/>
              </w:rPr>
              <w:t>5 685,5</w:t>
            </w:r>
          </w:p>
        </w:tc>
      </w:tr>
      <w:tr w:rsidR="00926E61" w:rsidRPr="00AB2228" w14:paraId="1226F8AB" w14:textId="77777777" w:rsidTr="00926E6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E7F050" w14:textId="04179F4F" w:rsidR="00926E61" w:rsidRPr="001441E9" w:rsidRDefault="00926E61" w:rsidP="00926E61">
            <w:pPr>
              <w:ind w:firstLine="0"/>
              <w:rPr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FAE39D" w14:textId="09972BE6" w:rsidR="00926E61" w:rsidRPr="001441E9" w:rsidRDefault="00926E61" w:rsidP="00926E61">
            <w:pPr>
              <w:ind w:firstLine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FABA81" w14:textId="6170D19C" w:rsidR="00926E61" w:rsidRPr="001441E9" w:rsidRDefault="00926E61" w:rsidP="00926E6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D1B0BE" w14:textId="40263C6B" w:rsidR="00926E61" w:rsidRPr="001441E9" w:rsidRDefault="00926E61" w:rsidP="00926E6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76469C" w14:textId="15E89A2F" w:rsidR="00926E61" w:rsidRPr="001441E9" w:rsidRDefault="00926E61" w:rsidP="00926E61">
            <w:pPr>
              <w:ind w:left="-108" w:right="-108" w:firstLine="0"/>
              <w:jc w:val="center"/>
              <w:rPr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7FA37E" w14:textId="176FB13A" w:rsidR="00926E61" w:rsidRPr="001441E9" w:rsidRDefault="00926E61" w:rsidP="00926E6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AFE3EC" w14:textId="08C19BBC" w:rsidR="00926E61" w:rsidRPr="001441E9" w:rsidRDefault="00926E61" w:rsidP="00926E6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15 427,3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C7DC0E" w14:textId="0680416F" w:rsidR="00926E61" w:rsidRPr="001441E9" w:rsidRDefault="00926E61" w:rsidP="00926E6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51E0B9" w14:textId="015AF367" w:rsidR="00926E61" w:rsidRPr="001441E9" w:rsidRDefault="00926E61" w:rsidP="00926E6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300,0</w:t>
            </w:r>
          </w:p>
        </w:tc>
      </w:tr>
      <w:tr w:rsidR="00926E61" w:rsidRPr="00AB2228" w14:paraId="258F61ED" w14:textId="77777777" w:rsidTr="00926E61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1E7B54" w14:textId="32EEC1BB" w:rsidR="00926E61" w:rsidRPr="001441E9" w:rsidRDefault="00926E61" w:rsidP="00926E61">
            <w:pPr>
              <w:ind w:firstLine="0"/>
              <w:rPr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6E4319" w14:textId="077BD44D" w:rsidR="00926E61" w:rsidRPr="001441E9" w:rsidRDefault="00926E61" w:rsidP="00926E61">
            <w:pPr>
              <w:ind w:firstLine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10DA0A" w14:textId="4B2FA82E" w:rsidR="00926E61" w:rsidRPr="001441E9" w:rsidRDefault="00926E61" w:rsidP="00926E6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89A82C" w14:textId="7E53BF21" w:rsidR="00926E61" w:rsidRPr="001441E9" w:rsidRDefault="00926E61" w:rsidP="00926E6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05613F" w14:textId="6DD84DB2" w:rsidR="00926E61" w:rsidRPr="001441E9" w:rsidRDefault="00926E61" w:rsidP="00926E61">
            <w:pPr>
              <w:ind w:left="-108" w:right="-108" w:firstLine="0"/>
              <w:jc w:val="center"/>
              <w:rPr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708FBD" w14:textId="1E29977C" w:rsidR="00926E61" w:rsidRPr="001441E9" w:rsidRDefault="00926E61" w:rsidP="00926E6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474E68" w14:textId="1938731D" w:rsidR="00926E61" w:rsidRPr="001441E9" w:rsidRDefault="00926E61" w:rsidP="00926E6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15 427,3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97B24A" w14:textId="25A4D7F6" w:rsidR="00926E61" w:rsidRPr="001441E9" w:rsidRDefault="00926E61" w:rsidP="00926E6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9F97CD" w14:textId="3FFDAEBA" w:rsidR="00926E61" w:rsidRPr="001441E9" w:rsidRDefault="00926E61" w:rsidP="00926E6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300,0</w:t>
            </w:r>
          </w:p>
        </w:tc>
      </w:tr>
      <w:tr w:rsidR="00926E61" w:rsidRPr="00AB2228" w14:paraId="2D1F7E00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AC7B65" w14:textId="768E2DE6" w:rsidR="00926E61" w:rsidRPr="001441E9" w:rsidRDefault="00926E61" w:rsidP="00926E61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 xml:space="preserve">Предотвращение влияния ухудшения экономической ситуации на развитие отраслей экономики, в связи с распространением новой </w:t>
            </w:r>
            <w:proofErr w:type="spellStart"/>
            <w:r w:rsidRPr="001441E9">
              <w:rPr>
                <w:sz w:val="24"/>
                <w:szCs w:val="24"/>
              </w:rPr>
              <w:t>короновирусной</w:t>
            </w:r>
            <w:proofErr w:type="spellEnd"/>
            <w:r w:rsidRPr="001441E9">
              <w:rPr>
                <w:sz w:val="24"/>
                <w:szCs w:val="24"/>
              </w:rPr>
              <w:t xml:space="preserve"> инфекции (COVID-</w:t>
            </w:r>
            <w:r w:rsidRPr="001441E9">
              <w:rPr>
                <w:sz w:val="24"/>
                <w:szCs w:val="24"/>
              </w:rPr>
              <w:lastRenderedPageBreak/>
              <w:t>19)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06914E" w14:textId="2AF6E06C" w:rsidR="00926E61" w:rsidRPr="001441E9" w:rsidRDefault="00926E61" w:rsidP="00926E61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013F59" w14:textId="2515096F" w:rsidR="00926E61" w:rsidRPr="001441E9" w:rsidRDefault="00926E61" w:rsidP="00926E6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7DCEC" w14:textId="3317B8FF" w:rsidR="00926E61" w:rsidRPr="001441E9" w:rsidRDefault="00926E61" w:rsidP="00926E6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132E4B" w14:textId="3020E807" w:rsidR="00926E61" w:rsidRPr="001441E9" w:rsidRDefault="00926E61" w:rsidP="00926E61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77 7 С2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E3B495" w14:textId="797222C4" w:rsidR="00926E61" w:rsidRPr="001441E9" w:rsidRDefault="00926E61" w:rsidP="00926E6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3A0F5" w14:textId="2BA0758E" w:rsidR="00926E61" w:rsidRPr="001441E9" w:rsidRDefault="00926E61" w:rsidP="00926E6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color w:val="000000"/>
                <w:sz w:val="24"/>
                <w:szCs w:val="24"/>
              </w:rPr>
              <w:t>15 127,3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928EE7" w14:textId="45CAA5A6" w:rsidR="00926E61" w:rsidRPr="001441E9" w:rsidRDefault="00926E61" w:rsidP="00926E6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80FAB9" w14:textId="0A419BB6" w:rsidR="00926E61" w:rsidRPr="001441E9" w:rsidRDefault="00926E61" w:rsidP="00926E6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26E61" w:rsidRPr="00AB2228" w14:paraId="1C3CD2D2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3183F8" w14:textId="2AACAB52" w:rsidR="00926E61" w:rsidRPr="001441E9" w:rsidRDefault="00926E61" w:rsidP="00926E61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lastRenderedPageBreak/>
              <w:t>Расходы на возмещение части затрат организаций, пострадавших от распространения новой коронавирусной инфекции (COVID-19). на оплату труда работников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A07CE4" w14:textId="5C0C4F99" w:rsidR="00926E61" w:rsidRPr="001441E9" w:rsidRDefault="00926E61" w:rsidP="00926E61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3E85B" w14:textId="3D3903F5" w:rsidR="00926E61" w:rsidRPr="001441E9" w:rsidRDefault="00926E61" w:rsidP="00926E6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55C75E" w14:textId="4F599E67" w:rsidR="00926E61" w:rsidRPr="001441E9" w:rsidRDefault="00926E61" w:rsidP="00926E6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CE6FF7" w14:textId="3C1EAB70" w:rsidR="00926E61" w:rsidRPr="001441E9" w:rsidRDefault="00926E61" w:rsidP="00926E61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77 7 С2 74190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AA124C" w14:textId="7FA3AF3E" w:rsidR="00926E61" w:rsidRPr="001441E9" w:rsidRDefault="00926E61" w:rsidP="00926E6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8CD6F6" w14:textId="11FF56C2" w:rsidR="00926E61" w:rsidRPr="001441E9" w:rsidRDefault="00926E61" w:rsidP="00926E6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color w:val="000000"/>
                <w:sz w:val="24"/>
                <w:szCs w:val="24"/>
              </w:rPr>
              <w:t>10 200,0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1F5DAD" w14:textId="0BB00874" w:rsidR="00926E61" w:rsidRPr="001441E9" w:rsidRDefault="00926E61" w:rsidP="00926E6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59AC89" w14:textId="7B40F18D" w:rsidR="00926E61" w:rsidRPr="001441E9" w:rsidRDefault="00926E61" w:rsidP="00926E6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26E61" w:rsidRPr="00AB2228" w14:paraId="43B332F0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708DF7" w14:textId="4586C945" w:rsidR="00926E61" w:rsidRPr="001441E9" w:rsidRDefault="00926E61" w:rsidP="00926E61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03281A" w14:textId="5F567B8B" w:rsidR="00926E61" w:rsidRPr="001441E9" w:rsidRDefault="00926E61" w:rsidP="00926E61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265274" w14:textId="751FC980" w:rsidR="00926E61" w:rsidRPr="001441E9" w:rsidRDefault="00926E61" w:rsidP="00926E6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35D9ED" w14:textId="5F822CA8" w:rsidR="00926E61" w:rsidRPr="001441E9" w:rsidRDefault="00926E61" w:rsidP="00926E6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F60BE6" w14:textId="1FF81E4C" w:rsidR="00926E61" w:rsidRPr="001441E9" w:rsidRDefault="00926E61" w:rsidP="00926E61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77 7 С2 74190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33563E" w14:textId="0CAF075B" w:rsidR="00926E61" w:rsidRPr="001441E9" w:rsidRDefault="00926E61" w:rsidP="00926E6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803A48" w14:textId="057F9CE5" w:rsidR="00926E61" w:rsidRPr="001441E9" w:rsidRDefault="00926E61" w:rsidP="00926E6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color w:val="000000"/>
                <w:sz w:val="24"/>
                <w:szCs w:val="24"/>
              </w:rPr>
              <w:t>10 200,0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4880A5" w14:textId="0BB2BB9C" w:rsidR="00926E61" w:rsidRPr="001441E9" w:rsidRDefault="00926E61" w:rsidP="00926E6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7C2563" w14:textId="62D40EE9" w:rsidR="00926E61" w:rsidRPr="001441E9" w:rsidRDefault="00926E61" w:rsidP="00926E6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26E61" w:rsidRPr="00AB2228" w14:paraId="6A42ED1F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B5F136" w14:textId="31B9D4F3" w:rsidR="00926E61" w:rsidRPr="001441E9" w:rsidRDefault="00926E61" w:rsidP="00926E61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Расходы на возмещение затрат организаций, пострадавших от распространения новой коронавирусной инфекции (COVID-19). на оплату коммунальных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37E27" w14:textId="49156AAC" w:rsidR="00926E61" w:rsidRPr="001441E9" w:rsidRDefault="00926E61" w:rsidP="00926E61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3BA0B1" w14:textId="304A48CF" w:rsidR="00926E61" w:rsidRPr="001441E9" w:rsidRDefault="00926E61" w:rsidP="00926E6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909054" w14:textId="2CD80936" w:rsidR="00926E61" w:rsidRPr="001441E9" w:rsidRDefault="00926E61" w:rsidP="00926E6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FD9AD1" w14:textId="76E6388D" w:rsidR="00926E61" w:rsidRPr="001441E9" w:rsidRDefault="00926E61" w:rsidP="00926E61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77 7 С2 74210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291586" w14:textId="7914748D" w:rsidR="00926E61" w:rsidRPr="001441E9" w:rsidRDefault="00926E61" w:rsidP="00926E6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2B881B" w14:textId="7C4CE62B" w:rsidR="00926E61" w:rsidRPr="001441E9" w:rsidRDefault="00926E61" w:rsidP="00926E6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color w:val="000000"/>
                <w:sz w:val="24"/>
                <w:szCs w:val="24"/>
              </w:rPr>
              <w:t>4 800,0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111FCB" w14:textId="2D27048C" w:rsidR="00926E61" w:rsidRPr="001441E9" w:rsidRDefault="00926E61" w:rsidP="00926E6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FD7A1F" w14:textId="4CE62B53" w:rsidR="00926E61" w:rsidRPr="001441E9" w:rsidRDefault="00926E61" w:rsidP="00926E6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26E61" w:rsidRPr="00AB2228" w14:paraId="15A31717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8FB3D4" w14:textId="20C844D4" w:rsidR="00926E61" w:rsidRPr="001441E9" w:rsidRDefault="00926E61" w:rsidP="00926E61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F27F44" w14:textId="55AA1CDA" w:rsidR="00926E61" w:rsidRPr="001441E9" w:rsidRDefault="00926E61" w:rsidP="00926E61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0936D5" w14:textId="69771933" w:rsidR="00926E61" w:rsidRPr="001441E9" w:rsidRDefault="00926E61" w:rsidP="00926E6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96F22" w14:textId="190EA700" w:rsidR="00926E61" w:rsidRPr="001441E9" w:rsidRDefault="00926E61" w:rsidP="00926E6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79389A" w14:textId="62296CEF" w:rsidR="00926E61" w:rsidRPr="001441E9" w:rsidRDefault="00926E61" w:rsidP="00926E61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77 7 С2 74210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7D5033" w14:textId="6A450708" w:rsidR="00926E61" w:rsidRPr="001441E9" w:rsidRDefault="00926E61" w:rsidP="00926E6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7A8FB7" w14:textId="3518FF65" w:rsidR="00926E61" w:rsidRPr="001441E9" w:rsidRDefault="00926E61" w:rsidP="00926E6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color w:val="000000"/>
                <w:sz w:val="24"/>
                <w:szCs w:val="24"/>
              </w:rPr>
              <w:t>4 800,0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E83B7E" w14:textId="1B0AA348" w:rsidR="00926E61" w:rsidRPr="001441E9" w:rsidRDefault="00926E61" w:rsidP="00926E6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3F2CB5" w14:textId="0226AF9E" w:rsidR="00926E61" w:rsidRPr="001441E9" w:rsidRDefault="00926E61" w:rsidP="00926E6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26E61" w:rsidRPr="00AB2228" w14:paraId="40970133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B98015" w14:textId="5CED94E4" w:rsidR="00926E61" w:rsidRPr="001441E9" w:rsidRDefault="00926E61" w:rsidP="00926E61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737E58" w14:textId="7A21C543" w:rsidR="00926E61" w:rsidRPr="001441E9" w:rsidRDefault="00926E61" w:rsidP="00926E61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C2D234" w14:textId="40214877" w:rsidR="00926E61" w:rsidRPr="001441E9" w:rsidRDefault="00926E61" w:rsidP="00926E6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0705BC" w14:textId="57E5C77C" w:rsidR="00926E61" w:rsidRPr="001441E9" w:rsidRDefault="00926E61" w:rsidP="00926E6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3C5E8" w14:textId="2522BA1D" w:rsidR="00926E61" w:rsidRPr="001441E9" w:rsidRDefault="00926E61" w:rsidP="00926E61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7C0922" w14:textId="404AAAC0" w:rsidR="00926E61" w:rsidRPr="001441E9" w:rsidRDefault="00926E61" w:rsidP="00926E6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772B81" w14:textId="473CEB7B" w:rsidR="00926E61" w:rsidRPr="001441E9" w:rsidRDefault="00926E61" w:rsidP="00926E6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b/>
                <w:bCs/>
                <w:sz w:val="24"/>
                <w:szCs w:val="24"/>
              </w:rPr>
              <w:t>380 901,9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CCC41C" w14:textId="0722AC52" w:rsidR="00926E61" w:rsidRPr="001441E9" w:rsidRDefault="00926E61" w:rsidP="00926E6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b/>
                <w:bCs/>
                <w:sz w:val="24"/>
                <w:szCs w:val="24"/>
              </w:rPr>
              <w:t>177 894,7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8C549E" w14:textId="58398913" w:rsidR="00926E61" w:rsidRPr="001441E9" w:rsidRDefault="00926E61" w:rsidP="00926E6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b/>
                <w:bCs/>
                <w:sz w:val="24"/>
                <w:szCs w:val="24"/>
              </w:rPr>
              <w:t>232 830,5</w:t>
            </w:r>
          </w:p>
        </w:tc>
      </w:tr>
      <w:tr w:rsidR="00926E61" w:rsidRPr="00AB2228" w14:paraId="587569C5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15C629" w14:textId="0B8554C8" w:rsidR="00926E61" w:rsidRPr="001441E9" w:rsidRDefault="00926E61" w:rsidP="00926E61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b/>
                <w:bCs/>
                <w:sz w:val="24"/>
                <w:szCs w:val="24"/>
              </w:rPr>
              <w:t xml:space="preserve">Жилищное хозяйство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5FFB6B" w14:textId="7C999505" w:rsidR="00926E61" w:rsidRPr="001441E9" w:rsidRDefault="00926E61" w:rsidP="00926E61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3D20B1" w14:textId="743AEC20" w:rsidR="00926E61" w:rsidRPr="001441E9" w:rsidRDefault="00926E61" w:rsidP="00926E6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1C2AEC" w14:textId="138188E1" w:rsidR="00926E61" w:rsidRPr="001441E9" w:rsidRDefault="00926E61" w:rsidP="00926E6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78D0E" w14:textId="6B6CDFF3" w:rsidR="00926E61" w:rsidRPr="001441E9" w:rsidRDefault="00926E61" w:rsidP="00926E61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DB2C73" w14:textId="4AD860AB" w:rsidR="00926E61" w:rsidRPr="001441E9" w:rsidRDefault="00926E61" w:rsidP="00926E6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4513DD" w14:textId="324C7C17" w:rsidR="00926E61" w:rsidRPr="001441E9" w:rsidRDefault="00926E61" w:rsidP="00926E6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b/>
                <w:bCs/>
                <w:sz w:val="24"/>
                <w:szCs w:val="24"/>
              </w:rPr>
              <w:t>186 346,4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17E830" w14:textId="3B413E32" w:rsidR="00926E61" w:rsidRPr="001441E9" w:rsidRDefault="00926E61" w:rsidP="00926E6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b/>
                <w:bCs/>
                <w:sz w:val="24"/>
                <w:szCs w:val="24"/>
              </w:rPr>
              <w:t>46 878,9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3370A6" w14:textId="50FBD4B6" w:rsidR="00926E61" w:rsidRPr="001441E9" w:rsidRDefault="00926E61" w:rsidP="00926E6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b/>
                <w:bCs/>
                <w:sz w:val="24"/>
                <w:szCs w:val="24"/>
              </w:rPr>
              <w:t>79 555,9</w:t>
            </w:r>
          </w:p>
        </w:tc>
      </w:tr>
      <w:tr w:rsidR="00B63D43" w:rsidRPr="00AB2228" w14:paraId="4C9725AF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677FC3" w14:textId="2B100FA1" w:rsidR="00B63D43" w:rsidRPr="001441E9" w:rsidRDefault="00B63D43" w:rsidP="001441E9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 xml:space="preserve">Муниципальная программа "Государственная поддержка граждан по обеспечению жильем на территории Балахнинского муниципального </w:t>
            </w:r>
            <w:r w:rsidR="001441E9">
              <w:rPr>
                <w:sz w:val="24"/>
                <w:szCs w:val="24"/>
              </w:rPr>
              <w:t>округа</w:t>
            </w:r>
            <w:r w:rsidRPr="001441E9">
              <w:rPr>
                <w:sz w:val="24"/>
                <w:szCs w:val="24"/>
              </w:rPr>
              <w:t xml:space="preserve">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D2379" w14:textId="054CFCD0" w:rsidR="00B63D43" w:rsidRPr="001441E9" w:rsidRDefault="00B63D43" w:rsidP="00B63D43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487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66A54E" w14:textId="758B6DBC" w:rsidR="00B63D43" w:rsidRPr="001441E9" w:rsidRDefault="00B63D43" w:rsidP="00B63D4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E0A50F" w14:textId="00FDABA7" w:rsidR="00B63D43" w:rsidRPr="001441E9" w:rsidRDefault="00B63D43" w:rsidP="00B63D4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2916E1" w14:textId="1EAEDDF1" w:rsidR="00B63D43" w:rsidRPr="001441E9" w:rsidRDefault="00B63D43" w:rsidP="00B63D43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12 0 00 00000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5F74D3" w14:textId="358529D7" w:rsidR="00B63D43" w:rsidRPr="001441E9" w:rsidRDefault="00B63D43" w:rsidP="00B63D4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11C09B" w14:textId="64E0B502" w:rsidR="00B63D43" w:rsidRPr="001441E9" w:rsidRDefault="00B63D43" w:rsidP="00B63D4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1 283,6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16E130" w14:textId="1B8CE9E4" w:rsidR="00B63D43" w:rsidRPr="001441E9" w:rsidRDefault="00B63D43" w:rsidP="00B63D4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C9B0F9" w14:textId="07F59358" w:rsidR="00B63D43" w:rsidRPr="001441E9" w:rsidRDefault="00B63D43" w:rsidP="00B63D4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0,0</w:t>
            </w:r>
          </w:p>
        </w:tc>
      </w:tr>
      <w:tr w:rsidR="00B63D43" w:rsidRPr="00AB2228" w14:paraId="2AC1806A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D939F" w14:textId="50A2E06E" w:rsidR="00B63D43" w:rsidRPr="001441E9" w:rsidRDefault="00B63D43" w:rsidP="00B63D43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 xml:space="preserve">Подпрограмма «Выполнение государственных обязательств по </w:t>
            </w:r>
            <w:r w:rsidRPr="001441E9">
              <w:rPr>
                <w:sz w:val="24"/>
                <w:szCs w:val="24"/>
              </w:rPr>
              <w:lastRenderedPageBreak/>
              <w:t>обеспечению жильем категорий граждан, установленных законодательством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652DEE" w14:textId="1388AA7D" w:rsidR="00B63D43" w:rsidRPr="001441E9" w:rsidRDefault="00B63D43" w:rsidP="00B63D43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lastRenderedPageBreak/>
              <w:t>487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9FBDE8" w14:textId="7D013EAB" w:rsidR="00B63D43" w:rsidRPr="001441E9" w:rsidRDefault="00B63D43" w:rsidP="00B63D4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453AD4" w14:textId="33CE2E58" w:rsidR="00B63D43" w:rsidRPr="001441E9" w:rsidRDefault="00B63D43" w:rsidP="00B63D4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EED724" w14:textId="07D4A224" w:rsidR="00B63D43" w:rsidRPr="001441E9" w:rsidRDefault="00B63D43" w:rsidP="00B63D43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12 1 00 00000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0714C" w14:textId="035CED17" w:rsidR="00B63D43" w:rsidRPr="001441E9" w:rsidRDefault="00B63D43" w:rsidP="00B63D4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597DEC" w14:textId="73223D54" w:rsidR="00B63D43" w:rsidRPr="001441E9" w:rsidRDefault="00B63D43" w:rsidP="00447781">
            <w:pPr>
              <w:tabs>
                <w:tab w:val="center" w:pos="530"/>
              </w:tabs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1 283,6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F2F68A" w14:textId="0397BFB9" w:rsidR="00B63D43" w:rsidRPr="001441E9" w:rsidRDefault="00B63D43" w:rsidP="00B63D4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3D8FC6" w14:textId="6FA2C797" w:rsidR="00B63D43" w:rsidRPr="001441E9" w:rsidRDefault="00B63D43" w:rsidP="00B63D4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0,0</w:t>
            </w:r>
          </w:p>
        </w:tc>
      </w:tr>
      <w:tr w:rsidR="00B63D43" w:rsidRPr="00AB2228" w14:paraId="355A9978" w14:textId="77777777" w:rsidTr="001441E9">
        <w:trPr>
          <w:trHeight w:hRule="exact" w:val="2566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68220C" w14:textId="1F002CB3" w:rsidR="00B63D43" w:rsidRPr="001441E9" w:rsidRDefault="00B63D43" w:rsidP="00B63D43">
            <w:pPr>
              <w:ind w:right="-115"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lastRenderedPageBreak/>
              <w:t>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EF0166" w14:textId="64BFA258" w:rsidR="00B63D43" w:rsidRPr="001441E9" w:rsidRDefault="00B63D43" w:rsidP="00B63D43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487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157421" w14:textId="26C40993" w:rsidR="00B63D43" w:rsidRPr="001441E9" w:rsidRDefault="00B63D43" w:rsidP="00B63D4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 xml:space="preserve">05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14FA2A" w14:textId="49B00CB1" w:rsidR="00B63D43" w:rsidRPr="001441E9" w:rsidRDefault="00B63D43" w:rsidP="00B63D4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CE17D6" w14:textId="01E3B64D" w:rsidR="00B63D43" w:rsidRPr="001441E9" w:rsidRDefault="00B63D43" w:rsidP="00B63D43">
            <w:pPr>
              <w:ind w:left="-108" w:right="-104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12 01 03 00000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75733D" w14:textId="17D54CD7" w:rsidR="00B63D43" w:rsidRPr="001441E9" w:rsidRDefault="00B63D43" w:rsidP="00B63D4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D2C6CC" w14:textId="52CFCC36" w:rsidR="00B63D43" w:rsidRPr="001441E9" w:rsidRDefault="00B63D43" w:rsidP="00B63D4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1 283,6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215F92" w14:textId="08DA243D" w:rsidR="00B63D43" w:rsidRPr="001441E9" w:rsidRDefault="00B63D43" w:rsidP="00B63D4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5C2740" w14:textId="33ACEBDD" w:rsidR="00B63D43" w:rsidRPr="001441E9" w:rsidRDefault="00B63D43" w:rsidP="00B63D4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0,0</w:t>
            </w:r>
          </w:p>
        </w:tc>
      </w:tr>
      <w:tr w:rsidR="00B63D43" w:rsidRPr="00AB2228" w14:paraId="63D52E54" w14:textId="77777777" w:rsidTr="008F01CB">
        <w:trPr>
          <w:trHeight w:hRule="exact" w:val="2829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E548D" w14:textId="6CF195AB" w:rsidR="00B63D43" w:rsidRPr="001441E9" w:rsidRDefault="00B63D43" w:rsidP="00B63D43">
            <w:pPr>
              <w:ind w:firstLine="0"/>
              <w:rPr>
                <w:b/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Расходы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BE9BC2" w14:textId="0B07AF7E" w:rsidR="00B63D43" w:rsidRPr="001441E9" w:rsidRDefault="00B63D43" w:rsidP="00B63D43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487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6A491A" w14:textId="40E43DAE" w:rsidR="00B63D43" w:rsidRPr="001441E9" w:rsidRDefault="00B63D43" w:rsidP="00B63D4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 xml:space="preserve">05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834C60" w14:textId="0F1F0BF0" w:rsidR="00B63D43" w:rsidRPr="001441E9" w:rsidRDefault="00B63D43" w:rsidP="00B63D4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15E84D" w14:textId="3519B3DB" w:rsidR="00B63D43" w:rsidRPr="001441E9" w:rsidRDefault="00B63D43" w:rsidP="00B63D43">
            <w:pPr>
              <w:ind w:left="-108" w:right="-104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12 1 03 S2400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7D9B55" w14:textId="36159ED8" w:rsidR="00B63D43" w:rsidRPr="001441E9" w:rsidRDefault="00B63D43" w:rsidP="00B63D4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BCB8B0" w14:textId="0BE13D81" w:rsidR="00B63D43" w:rsidRPr="001441E9" w:rsidRDefault="00B63D43" w:rsidP="00B63D4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1 283,6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06033E" w14:textId="5B012486" w:rsidR="00B63D43" w:rsidRPr="001441E9" w:rsidRDefault="00B63D43" w:rsidP="00B63D4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B72A0E" w14:textId="55E31E64" w:rsidR="00B63D43" w:rsidRPr="001441E9" w:rsidRDefault="00B63D43" w:rsidP="00B63D4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0,0</w:t>
            </w:r>
          </w:p>
        </w:tc>
      </w:tr>
      <w:tr w:rsidR="00B63D43" w:rsidRPr="00AB2228" w14:paraId="5D6B78C7" w14:textId="77777777" w:rsidTr="008F01CB">
        <w:trPr>
          <w:trHeight w:hRule="exact" w:val="1409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5F4527" w14:textId="0352830C" w:rsidR="00B63D43" w:rsidRPr="001441E9" w:rsidRDefault="00B63D43" w:rsidP="008F01CB">
            <w:pPr>
              <w:ind w:firstLine="0"/>
              <w:rPr>
                <w:b/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ECAD94" w14:textId="7BE2F77E" w:rsidR="00B63D43" w:rsidRPr="001441E9" w:rsidRDefault="00B63D43" w:rsidP="00B63D43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487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CBDA62" w14:textId="4D3DA2AB" w:rsidR="00B63D43" w:rsidRPr="001441E9" w:rsidRDefault="00B63D43" w:rsidP="00B63D4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 xml:space="preserve">05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85D6B6" w14:textId="50966ABD" w:rsidR="00B63D43" w:rsidRPr="001441E9" w:rsidRDefault="00B63D43" w:rsidP="00B63D4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8B00BA" w14:textId="3589AEBA" w:rsidR="00B63D43" w:rsidRPr="001441E9" w:rsidRDefault="00B63D43" w:rsidP="00B63D43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12 1 03 S2400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A795BF" w14:textId="7E00D5C8" w:rsidR="00B63D43" w:rsidRPr="001441E9" w:rsidRDefault="00B63D43" w:rsidP="00B63D4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288060" w14:textId="0511C9E2" w:rsidR="00B63D43" w:rsidRPr="001441E9" w:rsidRDefault="00B63D43" w:rsidP="00B63D4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1 283,6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D1C15C" w14:textId="167A97A1" w:rsidR="00B63D43" w:rsidRPr="001441E9" w:rsidRDefault="00B63D43" w:rsidP="00B63D4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F3C222" w14:textId="7817BBA0" w:rsidR="00B63D43" w:rsidRPr="001441E9" w:rsidRDefault="00B63D43" w:rsidP="00B63D4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0,0</w:t>
            </w:r>
          </w:p>
        </w:tc>
      </w:tr>
      <w:tr w:rsidR="00C0135E" w:rsidRPr="00AB2228" w14:paraId="5352B9CF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47AE1" w14:textId="1A158DFD" w:rsidR="00C0135E" w:rsidRPr="001441E9" w:rsidRDefault="00B63D43" w:rsidP="00EC6513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ABF03" w14:textId="77777777" w:rsidR="00C0135E" w:rsidRPr="001441E9" w:rsidRDefault="00C0135E" w:rsidP="00EC6513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6EB58C" w14:textId="7AFA3E8A" w:rsidR="00C0135E" w:rsidRPr="001441E9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37A56F" w14:textId="7378C3BE" w:rsidR="00C0135E" w:rsidRPr="001441E9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D26A9E" w14:textId="234D9C7A" w:rsidR="00C0135E" w:rsidRPr="001441E9" w:rsidRDefault="00C0135E" w:rsidP="00EC6513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50FA53" w14:textId="1959C0FE" w:rsidR="00C0135E" w:rsidRPr="001441E9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A03491" w14:textId="0A772F2E" w:rsidR="00C0135E" w:rsidRPr="001441E9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0D8687" w14:textId="408D5EB5" w:rsidR="00C0135E" w:rsidRPr="001441E9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EB998" w14:textId="7F963572" w:rsidR="00C0135E" w:rsidRPr="001441E9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B63D43" w:rsidRPr="00AB2228" w14:paraId="52E3D1FD" w14:textId="77777777" w:rsidTr="00B63D4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F1FE1" w14:textId="6DDEFAFC" w:rsidR="00B63D43" w:rsidRPr="001441E9" w:rsidRDefault="00B63D43" w:rsidP="00B63D43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color w:val="000000"/>
                <w:sz w:val="24"/>
                <w:szCs w:val="24"/>
              </w:rPr>
              <w:t xml:space="preserve">  - 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6C0E0" w14:textId="77777777" w:rsidR="00B63D43" w:rsidRPr="001441E9" w:rsidRDefault="00B63D43" w:rsidP="00B63D43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020572" w14:textId="7C390098" w:rsidR="00B63D43" w:rsidRPr="001441E9" w:rsidRDefault="00B63D43" w:rsidP="00B63D4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97EFD5" w14:textId="2DE318BE" w:rsidR="00B63D43" w:rsidRPr="001441E9" w:rsidRDefault="00B63D43" w:rsidP="00B63D4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D89D51" w14:textId="50C843EF" w:rsidR="00B63D43" w:rsidRPr="001441E9" w:rsidRDefault="00B63D43" w:rsidP="00B63D43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17E53A" w14:textId="055CB63F" w:rsidR="00B63D43" w:rsidRPr="001441E9" w:rsidRDefault="00B63D43" w:rsidP="00B63D4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C18969" w14:textId="1EE9A10A" w:rsidR="00B63D43" w:rsidRPr="001441E9" w:rsidRDefault="00B63D43" w:rsidP="00B63D4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1 028,8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C1427C" w14:textId="03D3C04C" w:rsidR="00B63D43" w:rsidRPr="001441E9" w:rsidRDefault="00B63D43" w:rsidP="00B63D4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205182" w14:textId="6D84D7E8" w:rsidR="00B63D43" w:rsidRPr="001441E9" w:rsidRDefault="00B63D43" w:rsidP="00B63D4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0,0</w:t>
            </w:r>
          </w:p>
        </w:tc>
      </w:tr>
      <w:tr w:rsidR="00B63D43" w:rsidRPr="00AB2228" w14:paraId="30973066" w14:textId="77777777" w:rsidTr="00B63D4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051BB" w14:textId="6B2B7205" w:rsidR="00B63D43" w:rsidRPr="001441E9" w:rsidRDefault="00B63D43" w:rsidP="00B63D43">
            <w:pPr>
              <w:ind w:right="-115" w:firstLine="0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color w:val="000000"/>
                <w:sz w:val="24"/>
                <w:szCs w:val="24"/>
              </w:rPr>
              <w:t xml:space="preserve"> - расходы на </w:t>
            </w:r>
            <w:r w:rsidRPr="001441E9">
              <w:rPr>
                <w:color w:val="000000"/>
                <w:sz w:val="24"/>
                <w:szCs w:val="24"/>
              </w:rPr>
              <w:lastRenderedPageBreak/>
              <w:t>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C4E20" w14:textId="77777777" w:rsidR="00B63D43" w:rsidRPr="001441E9" w:rsidRDefault="00B63D43" w:rsidP="00B63D43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8DFE1" w14:textId="3270B583" w:rsidR="00B63D43" w:rsidRPr="001441E9" w:rsidRDefault="00B63D43" w:rsidP="00B63D4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55BF7" w14:textId="732A223F" w:rsidR="00B63D43" w:rsidRPr="001441E9" w:rsidRDefault="00B63D43" w:rsidP="00B63D4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CB4EB" w14:textId="6E2A9885" w:rsidR="00B63D43" w:rsidRPr="001441E9" w:rsidRDefault="00B63D43" w:rsidP="00B63D43">
            <w:pPr>
              <w:ind w:left="-108" w:right="-104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2130A" w14:textId="32688106" w:rsidR="00B63D43" w:rsidRPr="001441E9" w:rsidRDefault="00B63D43" w:rsidP="00B63D4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1123B3" w14:textId="1C5BD73E" w:rsidR="00B63D43" w:rsidRPr="001441E9" w:rsidRDefault="00B63D43" w:rsidP="00B63D4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254,8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93654B" w14:textId="0A5D3806" w:rsidR="00B63D43" w:rsidRPr="001441E9" w:rsidRDefault="00B63D43" w:rsidP="00B63D4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A1C1DE" w14:textId="353AF122" w:rsidR="00B63D43" w:rsidRPr="001441E9" w:rsidRDefault="00B63D43" w:rsidP="00B63D4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1441E9">
              <w:rPr>
                <w:sz w:val="24"/>
                <w:szCs w:val="24"/>
              </w:rPr>
              <w:t>0,0</w:t>
            </w:r>
          </w:p>
        </w:tc>
      </w:tr>
      <w:tr w:rsidR="005B3863" w:rsidRPr="00AB2228" w14:paraId="19B9CD04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436F6" w14:textId="71EDE83D" w:rsidR="005B3863" w:rsidRPr="005B3863" w:rsidRDefault="005B3863" w:rsidP="005B3863">
            <w:pPr>
              <w:ind w:right="-115" w:firstLine="0"/>
              <w:rPr>
                <w:color w:val="000000"/>
                <w:sz w:val="24"/>
                <w:szCs w:val="24"/>
              </w:rPr>
            </w:pPr>
            <w:r w:rsidRPr="005B3863">
              <w:rPr>
                <w:color w:val="000000"/>
                <w:sz w:val="24"/>
                <w:szCs w:val="24"/>
              </w:rPr>
              <w:lastRenderedPageBreak/>
              <w:t xml:space="preserve">Муниципальная программа </w:t>
            </w:r>
          </w:p>
          <w:p w14:paraId="33288F39" w14:textId="0278DBD8" w:rsidR="005B3863" w:rsidRPr="005B3863" w:rsidRDefault="005B3863" w:rsidP="008F01CB">
            <w:pPr>
              <w:ind w:right="-115" w:firstLine="0"/>
              <w:rPr>
                <w:color w:val="000000"/>
                <w:sz w:val="24"/>
                <w:szCs w:val="24"/>
                <w:highlight w:val="yellow"/>
              </w:rPr>
            </w:pPr>
            <w:r w:rsidRPr="005B3863">
              <w:rPr>
                <w:color w:val="000000"/>
                <w:sz w:val="24"/>
                <w:szCs w:val="24"/>
              </w:rPr>
              <w:t>"Переселение граждан из аварийного жилищного фонда на территории Балахнинского муниципального округа Нижегородской области на 2021 - 2025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B5333" w14:textId="77777777" w:rsidR="005B3863" w:rsidRPr="005B3863" w:rsidRDefault="005B3863" w:rsidP="005B3863">
            <w:pPr>
              <w:ind w:left="-109" w:right="-108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F75991" w14:textId="27BEE4E9" w:rsidR="005B3863" w:rsidRPr="005B3863" w:rsidRDefault="005B3863" w:rsidP="005B386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5B3863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6E1FCF" w14:textId="61608693" w:rsidR="005B3863" w:rsidRPr="005B3863" w:rsidRDefault="005B3863" w:rsidP="005B386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5B3863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44FF67" w14:textId="4F179DA1" w:rsidR="005B3863" w:rsidRPr="005B3863" w:rsidRDefault="005B3863" w:rsidP="005B3863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5B3863">
              <w:rPr>
                <w:sz w:val="22"/>
                <w:szCs w:val="22"/>
              </w:rPr>
              <w:t>13 0 00 00000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F58CBD" w14:textId="5806F65D" w:rsidR="005B3863" w:rsidRPr="005B3863" w:rsidRDefault="005B3863" w:rsidP="005B386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5B3863">
              <w:rPr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2510F7" w14:textId="31416C9C" w:rsidR="005B3863" w:rsidRPr="005B3863" w:rsidRDefault="005B3863" w:rsidP="005B386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5B3863">
              <w:rPr>
                <w:sz w:val="24"/>
                <w:szCs w:val="24"/>
              </w:rPr>
              <w:t>162 598,2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08B990" w14:textId="35F06C8C" w:rsidR="005B3863" w:rsidRPr="005B3863" w:rsidRDefault="005B3863" w:rsidP="005B386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5B3863">
              <w:rPr>
                <w:sz w:val="24"/>
                <w:szCs w:val="24"/>
              </w:rPr>
              <w:t>35 420,5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C37705" w14:textId="63810276" w:rsidR="005B3863" w:rsidRPr="005B3863" w:rsidRDefault="005B3863" w:rsidP="005B386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5B3863">
              <w:rPr>
                <w:sz w:val="24"/>
                <w:szCs w:val="24"/>
              </w:rPr>
              <w:t>68 097,5</w:t>
            </w:r>
          </w:p>
        </w:tc>
      </w:tr>
      <w:tr w:rsidR="00B63D43" w:rsidRPr="00AB2228" w14:paraId="48AE57CB" w14:textId="77777777" w:rsidTr="00AD59E1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FACFE6" w14:textId="10C1C429" w:rsidR="00B63D43" w:rsidRPr="00B63D43" w:rsidRDefault="00AD59E1" w:rsidP="00B63D43">
            <w:pPr>
              <w:ind w:right="-115" w:firstLine="0"/>
              <w:rPr>
                <w:color w:val="000000"/>
                <w:sz w:val="24"/>
                <w:szCs w:val="24"/>
                <w:highlight w:val="yellow"/>
              </w:rPr>
            </w:pPr>
            <w:r w:rsidRPr="00AD59E1">
              <w:rPr>
                <w:sz w:val="22"/>
                <w:szCs w:val="22"/>
              </w:rPr>
              <w:t xml:space="preserve">Расходы на </w:t>
            </w:r>
            <w:proofErr w:type="spellStart"/>
            <w:r w:rsidRPr="00AD59E1">
              <w:rPr>
                <w:sz w:val="22"/>
                <w:szCs w:val="22"/>
              </w:rPr>
              <w:t>софинансирование</w:t>
            </w:r>
            <w:proofErr w:type="spellEnd"/>
            <w:r w:rsidRPr="00AD59E1">
              <w:rPr>
                <w:sz w:val="22"/>
                <w:szCs w:val="22"/>
              </w:rPr>
              <w:t xml:space="preserve"> разницы стоимости приобретения (строительства) жилых помещений, сложившейся между их рыночной стоимостью и использованной при расчетах объемов </w:t>
            </w:r>
            <w:proofErr w:type="spellStart"/>
            <w:r w:rsidRPr="00AD59E1">
              <w:rPr>
                <w:sz w:val="22"/>
                <w:szCs w:val="22"/>
              </w:rPr>
              <w:t>софинансирования</w:t>
            </w:r>
            <w:proofErr w:type="spellEnd"/>
            <w:r w:rsidRPr="00AD59E1">
              <w:rPr>
                <w:sz w:val="22"/>
                <w:szCs w:val="22"/>
              </w:rPr>
              <w:t xml:space="preserve"> по действующей региональной адресной программе переселения граждан из аварийного жилищного фонда, и на </w:t>
            </w:r>
            <w:proofErr w:type="spellStart"/>
            <w:r w:rsidRPr="00AD59E1">
              <w:rPr>
                <w:sz w:val="22"/>
                <w:szCs w:val="22"/>
              </w:rPr>
              <w:t>софинансирование</w:t>
            </w:r>
            <w:proofErr w:type="spellEnd"/>
            <w:r w:rsidRPr="00AD59E1">
              <w:rPr>
                <w:sz w:val="22"/>
                <w:szCs w:val="22"/>
              </w:rPr>
              <w:t xml:space="preserve"> разницы между фактической выкупной ценой за изымаемое жилое помещение и ценой, установленной в рамках такой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65BEF" w14:textId="0D584AD2" w:rsidR="00B63D43" w:rsidRPr="00B63D43" w:rsidRDefault="00B63D43" w:rsidP="00B63D43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D4A6BB" w14:textId="768E3064" w:rsidR="00B63D43" w:rsidRPr="00AD59E1" w:rsidRDefault="00B63D43" w:rsidP="00B63D4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D59E1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B2307" w14:textId="47E36C15" w:rsidR="00B63D43" w:rsidRPr="00AD59E1" w:rsidRDefault="00B63D43" w:rsidP="00B63D4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D59E1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386637" w14:textId="7AB62FED" w:rsidR="00B63D43" w:rsidRPr="00AD59E1" w:rsidRDefault="00B63D43" w:rsidP="00B63D43">
            <w:pPr>
              <w:ind w:left="-108" w:right="-104" w:firstLine="0"/>
              <w:jc w:val="center"/>
              <w:rPr>
                <w:color w:val="000000"/>
                <w:sz w:val="24"/>
                <w:szCs w:val="24"/>
              </w:rPr>
            </w:pPr>
            <w:r w:rsidRPr="00AD59E1">
              <w:rPr>
                <w:sz w:val="24"/>
                <w:szCs w:val="24"/>
              </w:rPr>
              <w:t>13 0 02 00000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7DCC24" w14:textId="3A59902F" w:rsidR="00B63D43" w:rsidRPr="00AD59E1" w:rsidRDefault="00B63D43" w:rsidP="00B63D4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D59E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0D65DB" w14:textId="005A7C63" w:rsidR="00B63D43" w:rsidRPr="00B63D43" w:rsidRDefault="00B63D43" w:rsidP="00B63D4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B63D43">
              <w:rPr>
                <w:sz w:val="24"/>
                <w:szCs w:val="24"/>
              </w:rPr>
              <w:t>9 200,0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96829" w14:textId="2C62BCBD" w:rsidR="00B63D43" w:rsidRPr="00B63D43" w:rsidRDefault="00B63D43" w:rsidP="00B63D4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63D43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EDD26D" w14:textId="62EF6D7C" w:rsidR="00B63D43" w:rsidRPr="00B63D43" w:rsidRDefault="00B63D43" w:rsidP="00B63D4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63D43">
              <w:rPr>
                <w:sz w:val="24"/>
                <w:szCs w:val="24"/>
              </w:rPr>
              <w:t>0,0</w:t>
            </w:r>
          </w:p>
        </w:tc>
      </w:tr>
      <w:tr w:rsidR="00B63D43" w:rsidRPr="00AB2228" w14:paraId="0AE6E4B3" w14:textId="77777777" w:rsidTr="005B386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AE96D" w14:textId="7C93B929" w:rsidR="00B63D43" w:rsidRPr="008F01CB" w:rsidRDefault="00B63D43" w:rsidP="00B63D43">
            <w:pPr>
              <w:ind w:right="-115" w:firstLine="0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lastRenderedPageBreak/>
              <w:t xml:space="preserve">Расходы на </w:t>
            </w:r>
            <w:proofErr w:type="spellStart"/>
            <w:r w:rsidRPr="008F01CB">
              <w:rPr>
                <w:sz w:val="24"/>
                <w:szCs w:val="24"/>
              </w:rPr>
              <w:t>софинансирование</w:t>
            </w:r>
            <w:proofErr w:type="spellEnd"/>
            <w:r w:rsidRPr="008F01CB">
              <w:rPr>
                <w:sz w:val="24"/>
                <w:szCs w:val="24"/>
              </w:rPr>
              <w:t xml:space="preserve"> разницы стоимости приобретения (строительства) жилых помещений, сложившейся между их рыночной стоимостью и использованной при расчетах объемов </w:t>
            </w:r>
            <w:proofErr w:type="spellStart"/>
            <w:r w:rsidRPr="008F01CB">
              <w:rPr>
                <w:sz w:val="24"/>
                <w:szCs w:val="24"/>
              </w:rPr>
              <w:t>софинансирования</w:t>
            </w:r>
            <w:proofErr w:type="spellEnd"/>
            <w:r w:rsidRPr="008F01CB">
              <w:rPr>
                <w:sz w:val="24"/>
                <w:szCs w:val="24"/>
              </w:rPr>
              <w:t xml:space="preserve"> по действующей региональной адресной программе пересел</w:t>
            </w:r>
            <w:r w:rsidR="005B3863" w:rsidRPr="008F01CB">
              <w:rPr>
                <w:sz w:val="24"/>
                <w:szCs w:val="24"/>
              </w:rPr>
              <w:t>е</w:t>
            </w:r>
            <w:r w:rsidRPr="008F01CB">
              <w:rPr>
                <w:sz w:val="24"/>
                <w:szCs w:val="24"/>
              </w:rPr>
              <w:t xml:space="preserve">ния граждан из аварийного жилищного фонда, и на </w:t>
            </w:r>
            <w:proofErr w:type="spellStart"/>
            <w:r w:rsidRPr="008F01CB">
              <w:rPr>
                <w:sz w:val="24"/>
                <w:szCs w:val="24"/>
              </w:rPr>
              <w:t>софинансирование</w:t>
            </w:r>
            <w:proofErr w:type="spellEnd"/>
            <w:r w:rsidRPr="008F01CB">
              <w:rPr>
                <w:sz w:val="24"/>
                <w:szCs w:val="24"/>
              </w:rPr>
              <w:t xml:space="preserve"> разницы между фактической выкупной ценой за изымаемое жилое помещение и ценой, установленной в рамках такой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89DCE8" w14:textId="0F3B2585" w:rsidR="00B63D43" w:rsidRPr="008F01CB" w:rsidRDefault="00B63D43" w:rsidP="00B63D43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10C69F" w14:textId="0F4694D8" w:rsidR="00B63D43" w:rsidRPr="008F01CB" w:rsidRDefault="00B63D43" w:rsidP="00B63D4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BDA3F7" w14:textId="21C8E382" w:rsidR="00B63D43" w:rsidRPr="008F01CB" w:rsidRDefault="00B63D43" w:rsidP="00B63D4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D61814" w14:textId="32CCBF2E" w:rsidR="00B63D43" w:rsidRPr="008F01CB" w:rsidRDefault="00B63D43" w:rsidP="00B63D43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13 0 02 S2620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40D7C0" w14:textId="73CF1017" w:rsidR="00B63D43" w:rsidRPr="008F01CB" w:rsidRDefault="00B63D43" w:rsidP="00B63D4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A1B92A" w14:textId="2A6280FD" w:rsidR="00B63D43" w:rsidRPr="008F01CB" w:rsidRDefault="00B63D43" w:rsidP="00B63D4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9 200,0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4966FC" w14:textId="16482230" w:rsidR="00B63D43" w:rsidRPr="008F01CB" w:rsidRDefault="00B63D43" w:rsidP="00B63D4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F01CB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00AC82" w14:textId="685453BE" w:rsidR="00B63D43" w:rsidRPr="008F01CB" w:rsidRDefault="00B63D43" w:rsidP="00B63D4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F01CB">
              <w:rPr>
                <w:sz w:val="24"/>
                <w:szCs w:val="24"/>
              </w:rPr>
              <w:t>0,0</w:t>
            </w:r>
          </w:p>
        </w:tc>
      </w:tr>
      <w:tr w:rsidR="00B63D43" w:rsidRPr="00AB2228" w14:paraId="137375AD" w14:textId="77777777" w:rsidTr="00D97D7E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E068F7" w14:textId="69A92E06" w:rsidR="00B63D43" w:rsidRPr="008F01CB" w:rsidRDefault="00B63D43" w:rsidP="00B63D43">
            <w:pPr>
              <w:ind w:right="-115" w:firstLine="0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279F92" w14:textId="6B1B20E0" w:rsidR="00B63D43" w:rsidRPr="008F01CB" w:rsidRDefault="00B63D43" w:rsidP="00B63D43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0E56A4" w14:textId="2E33EBFB" w:rsidR="00B63D43" w:rsidRPr="008F01CB" w:rsidRDefault="00B63D43" w:rsidP="00B63D4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4713A3" w14:textId="18F0D2BA" w:rsidR="00B63D43" w:rsidRPr="008F01CB" w:rsidRDefault="00B63D43" w:rsidP="00B63D4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3036E7" w14:textId="69D0FB8A" w:rsidR="00B63D43" w:rsidRPr="008F01CB" w:rsidRDefault="00B63D43" w:rsidP="00B63D43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13 0 02 S2620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ADE9B5" w14:textId="114ED266" w:rsidR="00B63D43" w:rsidRPr="008F01CB" w:rsidRDefault="00B63D43" w:rsidP="00B63D4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EB7B88" w14:textId="1FFB2508" w:rsidR="00B63D43" w:rsidRPr="008F01CB" w:rsidRDefault="00B63D43" w:rsidP="00B63D4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9 200,0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EEBB6B" w14:textId="061D84BB" w:rsidR="00B63D43" w:rsidRPr="008F01CB" w:rsidRDefault="00B63D43" w:rsidP="00B63D4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F01CB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98B564" w14:textId="3579B235" w:rsidR="00B63D43" w:rsidRPr="008F01CB" w:rsidRDefault="00B63D43" w:rsidP="00B63D4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F01CB">
              <w:rPr>
                <w:sz w:val="24"/>
                <w:szCs w:val="24"/>
              </w:rPr>
              <w:t>0,0</w:t>
            </w:r>
          </w:p>
        </w:tc>
      </w:tr>
      <w:tr w:rsidR="00B63D43" w:rsidRPr="00AB2228" w14:paraId="607B8687" w14:textId="77777777" w:rsidTr="00D97D7E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76381A" w14:textId="17EA50CC" w:rsidR="00B63D43" w:rsidRPr="008F01CB" w:rsidRDefault="00B63D43" w:rsidP="00B63D43">
            <w:pPr>
              <w:ind w:right="-115" w:firstLine="0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531783" w14:textId="0AC92F1C" w:rsidR="00B63D43" w:rsidRPr="008F01CB" w:rsidRDefault="00B63D43" w:rsidP="00B63D43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B9BCCD" w14:textId="5DFF00AD" w:rsidR="00B63D43" w:rsidRPr="008F01CB" w:rsidRDefault="00B63D43" w:rsidP="00B63D4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8CF7DC" w14:textId="1AC9C80A" w:rsidR="00B63D43" w:rsidRPr="008F01CB" w:rsidRDefault="00B63D43" w:rsidP="00B63D4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0DA8A3" w14:textId="4A0BDD48" w:rsidR="00B63D43" w:rsidRPr="008F01CB" w:rsidRDefault="00B63D43" w:rsidP="00B63D43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0B367A" w14:textId="4434EF18" w:rsidR="00B63D43" w:rsidRPr="008F01CB" w:rsidRDefault="00B63D43" w:rsidP="00B63D4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35C82F" w14:textId="77777777" w:rsidR="00B63D43" w:rsidRPr="008F01CB" w:rsidRDefault="00B63D43" w:rsidP="00B63D4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4D5FBB" w14:textId="77777777" w:rsidR="00B63D43" w:rsidRPr="008F01CB" w:rsidRDefault="00B63D43" w:rsidP="00B63D4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5E6CAA" w14:textId="77777777" w:rsidR="00B63D43" w:rsidRPr="008F01CB" w:rsidRDefault="00B63D43" w:rsidP="00B63D4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63D43" w:rsidRPr="00AB2228" w14:paraId="533259D9" w14:textId="77777777" w:rsidTr="00D97D7E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E4E1E6" w14:textId="577BA20F" w:rsidR="00B63D43" w:rsidRPr="008F01CB" w:rsidRDefault="008F01CB" w:rsidP="008F01CB">
            <w:pPr>
              <w:ind w:right="-115" w:firstLine="0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 xml:space="preserve">   - р</w:t>
            </w:r>
            <w:r w:rsidRPr="008F01CB">
              <w:rPr>
                <w:sz w:val="24"/>
                <w:szCs w:val="24"/>
              </w:rPr>
              <w:t xml:space="preserve">асходы на </w:t>
            </w:r>
            <w:proofErr w:type="spellStart"/>
            <w:r w:rsidRPr="008F01CB">
              <w:rPr>
                <w:sz w:val="24"/>
                <w:szCs w:val="24"/>
              </w:rPr>
              <w:t>софинансирование</w:t>
            </w:r>
            <w:proofErr w:type="spellEnd"/>
            <w:r w:rsidRPr="008F01CB">
              <w:rPr>
                <w:sz w:val="24"/>
                <w:szCs w:val="24"/>
              </w:rPr>
              <w:t xml:space="preserve"> разницы стоимости приобретения (строительства) жилых помещений, сложившейся между их рыночной стоимостью и использованной при расчетах объемов </w:t>
            </w:r>
            <w:proofErr w:type="spellStart"/>
            <w:r w:rsidRPr="008F01CB">
              <w:rPr>
                <w:sz w:val="24"/>
                <w:szCs w:val="24"/>
              </w:rPr>
              <w:t>софинансирования</w:t>
            </w:r>
            <w:proofErr w:type="spellEnd"/>
            <w:r w:rsidRPr="008F01CB">
              <w:rPr>
                <w:sz w:val="24"/>
                <w:szCs w:val="24"/>
              </w:rPr>
              <w:t xml:space="preserve"> по действующей </w:t>
            </w:r>
            <w:r w:rsidRPr="008F01CB">
              <w:rPr>
                <w:sz w:val="24"/>
                <w:szCs w:val="24"/>
              </w:rPr>
              <w:lastRenderedPageBreak/>
              <w:t xml:space="preserve">региональной адресной программе переселения граждан из аварийного жилищного фонда, и на </w:t>
            </w:r>
            <w:proofErr w:type="spellStart"/>
            <w:r w:rsidRPr="008F01CB">
              <w:rPr>
                <w:sz w:val="24"/>
                <w:szCs w:val="24"/>
              </w:rPr>
              <w:t>софинансирование</w:t>
            </w:r>
            <w:proofErr w:type="spellEnd"/>
            <w:r w:rsidRPr="008F01CB">
              <w:rPr>
                <w:sz w:val="24"/>
                <w:szCs w:val="24"/>
              </w:rPr>
              <w:t xml:space="preserve"> разницы между фактической выкупной ценой за изымаемое жилое помещение и ценой, установленной в рамках такой программы</w:t>
            </w:r>
            <w:r>
              <w:rPr>
                <w:sz w:val="24"/>
                <w:szCs w:val="24"/>
              </w:rPr>
              <w:t xml:space="preserve"> </w:t>
            </w:r>
            <w:r w:rsidR="00B63D43" w:rsidRPr="008F01CB">
              <w:rPr>
                <w:sz w:val="24"/>
                <w:szCs w:val="24"/>
              </w:rPr>
              <w:t>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B343B" w14:textId="6320F0DA" w:rsidR="00B63D43" w:rsidRPr="008F01CB" w:rsidRDefault="00B63D43" w:rsidP="00B63D43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CFA90E" w14:textId="2AE2DA42" w:rsidR="00B63D43" w:rsidRPr="008F01CB" w:rsidRDefault="00B63D43" w:rsidP="00B63D4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954DF6" w14:textId="5BDBF236" w:rsidR="00B63D43" w:rsidRPr="008F01CB" w:rsidRDefault="00B63D43" w:rsidP="00B63D4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DCA1F9" w14:textId="1FE7F276" w:rsidR="00B63D43" w:rsidRPr="008F01CB" w:rsidRDefault="00B63D43" w:rsidP="00B63D43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3E8B7F" w14:textId="204D617A" w:rsidR="00B63D43" w:rsidRPr="008F01CB" w:rsidRDefault="00B63D43" w:rsidP="00B63D4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A7043" w14:textId="00C871D6" w:rsidR="00B63D43" w:rsidRPr="008F01CB" w:rsidRDefault="00B63D43" w:rsidP="00B63D4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9 108,0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18E1C" w14:textId="4BFD7681" w:rsidR="00B63D43" w:rsidRPr="008F01CB" w:rsidRDefault="00B63D43" w:rsidP="00B63D4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F01CB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25A4DC" w14:textId="55B811DF" w:rsidR="00B63D43" w:rsidRPr="008F01CB" w:rsidRDefault="00B63D43" w:rsidP="00B63D4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F01CB">
              <w:rPr>
                <w:sz w:val="24"/>
                <w:szCs w:val="24"/>
              </w:rPr>
              <w:t>0,0</w:t>
            </w:r>
          </w:p>
        </w:tc>
      </w:tr>
      <w:tr w:rsidR="00B63D43" w:rsidRPr="00AB2228" w14:paraId="62ED9016" w14:textId="77777777" w:rsidTr="00B63D4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48A55E" w14:textId="1B9E9D18" w:rsidR="00B63D43" w:rsidRPr="008F01CB" w:rsidRDefault="008F01CB" w:rsidP="008F01CB">
            <w:pPr>
              <w:ind w:right="-113"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lastRenderedPageBreak/>
              <w:t xml:space="preserve">   - р</w:t>
            </w:r>
            <w:r w:rsidRPr="008F01CB">
              <w:rPr>
                <w:sz w:val="24"/>
                <w:szCs w:val="24"/>
              </w:rPr>
              <w:t xml:space="preserve">асходы на </w:t>
            </w:r>
            <w:proofErr w:type="spellStart"/>
            <w:r w:rsidRPr="008F01CB">
              <w:rPr>
                <w:sz w:val="24"/>
                <w:szCs w:val="24"/>
              </w:rPr>
              <w:t>софинансирование</w:t>
            </w:r>
            <w:proofErr w:type="spellEnd"/>
            <w:r w:rsidRPr="008F01CB">
              <w:rPr>
                <w:sz w:val="24"/>
                <w:szCs w:val="24"/>
              </w:rPr>
              <w:t xml:space="preserve"> разницы стоимости приобретения (строительства) жилых помещений, сложившейся между их рыночной стоимостью и использованной при расчетах объемов </w:t>
            </w:r>
            <w:proofErr w:type="spellStart"/>
            <w:r w:rsidRPr="008F01CB">
              <w:rPr>
                <w:sz w:val="24"/>
                <w:szCs w:val="24"/>
              </w:rPr>
              <w:t>софинансирования</w:t>
            </w:r>
            <w:proofErr w:type="spellEnd"/>
            <w:r w:rsidRPr="008F01CB">
              <w:rPr>
                <w:sz w:val="24"/>
                <w:szCs w:val="24"/>
              </w:rPr>
              <w:t xml:space="preserve"> по действующей региональной адресной программе переселения граждан из аварийного жилищного фонда, и на </w:t>
            </w:r>
            <w:proofErr w:type="spellStart"/>
            <w:r w:rsidRPr="008F01CB">
              <w:rPr>
                <w:sz w:val="24"/>
                <w:szCs w:val="24"/>
              </w:rPr>
              <w:t>софинансирование</w:t>
            </w:r>
            <w:proofErr w:type="spellEnd"/>
            <w:r w:rsidRPr="008F01CB">
              <w:rPr>
                <w:sz w:val="24"/>
                <w:szCs w:val="24"/>
              </w:rPr>
              <w:t xml:space="preserve"> разницы между фактической выкупной ценой за изымаемое жилое помещение и ценой, установленной в рамках такой </w:t>
            </w:r>
            <w:proofErr w:type="spellStart"/>
            <w:r w:rsidRPr="008F01CB">
              <w:rPr>
                <w:sz w:val="24"/>
                <w:szCs w:val="24"/>
              </w:rPr>
              <w:t>программы</w:t>
            </w:r>
            <w:r w:rsidR="00B63D43" w:rsidRPr="008F01CB">
              <w:rPr>
                <w:sz w:val="24"/>
                <w:szCs w:val="24"/>
              </w:rPr>
              <w:t>за</w:t>
            </w:r>
            <w:proofErr w:type="spellEnd"/>
            <w:r w:rsidR="00B63D43" w:rsidRPr="008F01CB">
              <w:rPr>
                <w:sz w:val="24"/>
                <w:szCs w:val="24"/>
              </w:rPr>
              <w:t xml:space="preserve">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FCC02B" w14:textId="01C4D76E" w:rsidR="00B63D43" w:rsidRPr="008F01CB" w:rsidRDefault="00B63D43" w:rsidP="00B63D43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65143B" w14:textId="09ECD281" w:rsidR="00B63D43" w:rsidRPr="008F01CB" w:rsidRDefault="00B63D43" w:rsidP="00B63D4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C5D069" w14:textId="5D5448BF" w:rsidR="00B63D43" w:rsidRPr="008F01CB" w:rsidRDefault="00B63D43" w:rsidP="00B63D4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D90FBC" w14:textId="0577B5D6" w:rsidR="00B63D43" w:rsidRPr="008F01CB" w:rsidRDefault="00B63D43" w:rsidP="00B63D43">
            <w:pPr>
              <w:ind w:left="-108" w:right="-104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3D4CA1" w14:textId="5C877C2D" w:rsidR="00B63D43" w:rsidRPr="008F01CB" w:rsidRDefault="00B63D43" w:rsidP="00B63D4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B19235" w14:textId="24C3CEA0" w:rsidR="00B63D43" w:rsidRPr="008F01CB" w:rsidRDefault="00B63D43" w:rsidP="00B63D4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42CD4E" w14:textId="32BBB9EB" w:rsidR="00B63D43" w:rsidRPr="008F01CB" w:rsidRDefault="00B63D43" w:rsidP="00B63D4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F01C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CAD8D7" w14:textId="7314549F" w:rsidR="00B63D43" w:rsidRPr="008F01CB" w:rsidRDefault="00B63D43" w:rsidP="00B63D4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F01C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63D43" w:rsidRPr="00AB2228" w14:paraId="16D62D81" w14:textId="77777777" w:rsidTr="00B63D43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D1D71D" w14:textId="54B3B558" w:rsidR="00B63D43" w:rsidRPr="008F01CB" w:rsidRDefault="00B63D43" w:rsidP="00B63D43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 xml:space="preserve">Непрограммные </w:t>
            </w:r>
            <w:r w:rsidRPr="008F01CB">
              <w:rPr>
                <w:sz w:val="24"/>
                <w:szCs w:val="24"/>
              </w:rPr>
              <w:lastRenderedPageBreak/>
              <w:t>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364F06" w14:textId="77895094" w:rsidR="00B63D43" w:rsidRPr="008F01CB" w:rsidRDefault="00B63D43" w:rsidP="00B63D43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826AB4" w14:textId="0BE49F87" w:rsidR="00B63D43" w:rsidRPr="008F01CB" w:rsidRDefault="00B63D43" w:rsidP="00B63D4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4446D8" w14:textId="5CC8AEF8" w:rsidR="00B63D43" w:rsidRPr="008F01CB" w:rsidRDefault="00B63D43" w:rsidP="00B63D4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5EA2EF" w14:textId="19ED5163" w:rsidR="00B63D43" w:rsidRPr="008F01CB" w:rsidRDefault="00B63D43" w:rsidP="00B63D43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9D9C30" w14:textId="40580F04" w:rsidR="00B63D43" w:rsidRPr="008F01CB" w:rsidRDefault="00B63D43" w:rsidP="00B63D4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7DD6D3" w14:textId="06DA863A" w:rsidR="00B63D43" w:rsidRPr="008F01CB" w:rsidRDefault="00B63D43" w:rsidP="00B63D4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19 059,4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A71A04" w14:textId="085C2399" w:rsidR="00B63D43" w:rsidRPr="008F01CB" w:rsidRDefault="00B63D43" w:rsidP="00B63D4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9 008,9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9E0297" w14:textId="51CE491C" w:rsidR="00B63D43" w:rsidRPr="008F01CB" w:rsidRDefault="00B63D43" w:rsidP="00B63D4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9 008,9</w:t>
            </w:r>
          </w:p>
        </w:tc>
      </w:tr>
      <w:tr w:rsidR="00B63D43" w:rsidRPr="00AB2228" w14:paraId="6664998A" w14:textId="77777777" w:rsidTr="00B63D43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9C6EC1" w14:textId="0D44F44F" w:rsidR="00B63D43" w:rsidRPr="008F01CB" w:rsidRDefault="00B63D43" w:rsidP="00B63D43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lastRenderedPageBreak/>
              <w:t>Непрограммное направление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51A120" w14:textId="69E531C1" w:rsidR="00B63D43" w:rsidRPr="008F01CB" w:rsidRDefault="00B63D43" w:rsidP="00B63D43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9F3F9D" w14:textId="75571650" w:rsidR="00B63D43" w:rsidRPr="008F01CB" w:rsidRDefault="00B63D43" w:rsidP="00B63D4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582E99" w14:textId="28FFE8FC" w:rsidR="00B63D43" w:rsidRPr="008F01CB" w:rsidRDefault="00B63D43" w:rsidP="00B63D4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005EC7" w14:textId="7C99D101" w:rsidR="00B63D43" w:rsidRPr="008F01CB" w:rsidRDefault="00B63D43" w:rsidP="00B63D43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40BECE" w14:textId="33F3FBD0" w:rsidR="00B63D43" w:rsidRPr="008F01CB" w:rsidRDefault="00B63D43" w:rsidP="00B63D4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E49565" w14:textId="71D792EB" w:rsidR="00B63D43" w:rsidRPr="008F01CB" w:rsidRDefault="00B63D43" w:rsidP="00B63D4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19 059,4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43EBC8" w14:textId="762C3E80" w:rsidR="00B63D43" w:rsidRPr="008F01CB" w:rsidRDefault="00B63D43" w:rsidP="00B63D4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9 008,9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B928F1" w14:textId="1A669B87" w:rsidR="00B63D43" w:rsidRPr="008F01CB" w:rsidRDefault="00B63D43" w:rsidP="00B63D4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9 008,9</w:t>
            </w:r>
          </w:p>
        </w:tc>
      </w:tr>
      <w:tr w:rsidR="003945D9" w:rsidRPr="00AB2228" w14:paraId="3F6E37E3" w14:textId="77777777" w:rsidTr="003945D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323DE" w14:textId="5D11B398" w:rsidR="003945D9" w:rsidRPr="003945D9" w:rsidRDefault="003945D9" w:rsidP="003945D9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3945D9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63C23B" w14:textId="18B2B0ED" w:rsidR="003945D9" w:rsidRPr="003945D9" w:rsidRDefault="003945D9" w:rsidP="003945D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1F2F53" w14:textId="76E10058" w:rsidR="003945D9" w:rsidRPr="003945D9" w:rsidRDefault="003945D9" w:rsidP="003945D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3945D9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67271F" w14:textId="30D729A7" w:rsidR="003945D9" w:rsidRPr="003945D9" w:rsidRDefault="003945D9" w:rsidP="003945D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3945D9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548AEF" w14:textId="4965C4E8" w:rsidR="003945D9" w:rsidRPr="003945D9" w:rsidRDefault="003945D9" w:rsidP="003945D9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3945D9">
              <w:rPr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62AEEA" w14:textId="603FDEEE" w:rsidR="003945D9" w:rsidRPr="003945D9" w:rsidRDefault="003945D9" w:rsidP="003945D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3945D9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DD3AC6" w14:textId="5BCA89F0" w:rsidR="003945D9" w:rsidRPr="003945D9" w:rsidRDefault="003945D9" w:rsidP="003945D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3945D9">
              <w:rPr>
                <w:sz w:val="24"/>
                <w:szCs w:val="24"/>
              </w:rPr>
              <w:t>19 059,4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2489D5" w14:textId="041A9309" w:rsidR="003945D9" w:rsidRPr="003945D9" w:rsidRDefault="003945D9" w:rsidP="003945D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3945D9">
              <w:rPr>
                <w:sz w:val="24"/>
                <w:szCs w:val="24"/>
              </w:rPr>
              <w:t>9 008,9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C88A4C" w14:textId="0A876164" w:rsidR="003945D9" w:rsidRPr="003945D9" w:rsidRDefault="003945D9" w:rsidP="003945D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3945D9">
              <w:rPr>
                <w:sz w:val="24"/>
                <w:szCs w:val="24"/>
              </w:rPr>
              <w:t>9 008,9</w:t>
            </w:r>
          </w:p>
        </w:tc>
      </w:tr>
      <w:tr w:rsidR="003945D9" w:rsidRPr="00AB2228" w14:paraId="7CB7CF1F" w14:textId="77777777" w:rsidTr="003945D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62D4BD" w14:textId="4869B15F" w:rsidR="003945D9" w:rsidRPr="003945D9" w:rsidRDefault="003945D9" w:rsidP="003945D9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3945D9">
              <w:rPr>
                <w:sz w:val="24"/>
                <w:szCs w:val="24"/>
              </w:rPr>
              <w:t>Взносы на капитальный ремонт общего имущества в многоквартирных домах в доле собственности Балахнинского муниципального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87FEE6" w14:textId="5347635E" w:rsidR="003945D9" w:rsidRPr="003945D9" w:rsidRDefault="003945D9" w:rsidP="003945D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C5762E" w14:textId="6D73679F" w:rsidR="003945D9" w:rsidRPr="003945D9" w:rsidRDefault="003945D9" w:rsidP="003945D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3945D9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93AA7A" w14:textId="7F5B2363" w:rsidR="003945D9" w:rsidRPr="003945D9" w:rsidRDefault="003945D9" w:rsidP="003945D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3945D9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000069" w14:textId="66698B11" w:rsidR="003945D9" w:rsidRPr="003945D9" w:rsidRDefault="003945D9" w:rsidP="003945D9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3945D9">
              <w:rPr>
                <w:sz w:val="24"/>
                <w:szCs w:val="24"/>
              </w:rPr>
              <w:t>77 7 03 90150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1C79CF" w14:textId="7A08FFFC" w:rsidR="003945D9" w:rsidRPr="003945D9" w:rsidRDefault="003945D9" w:rsidP="003945D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3945D9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9E6D9" w14:textId="79F27BF9" w:rsidR="003945D9" w:rsidRPr="003945D9" w:rsidRDefault="003945D9" w:rsidP="003945D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3945D9">
              <w:rPr>
                <w:sz w:val="24"/>
                <w:szCs w:val="24"/>
              </w:rPr>
              <w:t>10 972,6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99EBD9" w14:textId="668B0102" w:rsidR="003945D9" w:rsidRPr="003945D9" w:rsidRDefault="003945D9" w:rsidP="003945D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3945D9">
              <w:rPr>
                <w:sz w:val="24"/>
                <w:szCs w:val="24"/>
              </w:rPr>
              <w:t>9 008,9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F9B594" w14:textId="7DB285CF" w:rsidR="003945D9" w:rsidRPr="003945D9" w:rsidRDefault="003945D9" w:rsidP="003945D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3945D9">
              <w:rPr>
                <w:sz w:val="24"/>
                <w:szCs w:val="24"/>
              </w:rPr>
              <w:t>9 008,9</w:t>
            </w:r>
          </w:p>
        </w:tc>
      </w:tr>
      <w:tr w:rsidR="003945D9" w:rsidRPr="00AB2228" w14:paraId="0C5734A7" w14:textId="77777777" w:rsidTr="003945D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1C8E1" w14:textId="46516D91" w:rsidR="003945D9" w:rsidRPr="003945D9" w:rsidRDefault="003945D9" w:rsidP="003945D9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3945D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D439E1" w14:textId="74BBE749" w:rsidR="003945D9" w:rsidRPr="003945D9" w:rsidRDefault="003945D9" w:rsidP="003945D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57F8B" w14:textId="40E75D6A" w:rsidR="003945D9" w:rsidRPr="003945D9" w:rsidRDefault="003945D9" w:rsidP="003945D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3945D9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B5B1C4" w14:textId="06F79396" w:rsidR="003945D9" w:rsidRPr="003945D9" w:rsidRDefault="003945D9" w:rsidP="003945D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3945D9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717C39" w14:textId="62E5A06E" w:rsidR="003945D9" w:rsidRPr="003945D9" w:rsidRDefault="003945D9" w:rsidP="003945D9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3945D9">
              <w:rPr>
                <w:sz w:val="24"/>
                <w:szCs w:val="24"/>
              </w:rPr>
              <w:t>77 7 03 90150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7969D" w14:textId="1E488BFB" w:rsidR="003945D9" w:rsidRPr="003945D9" w:rsidRDefault="003945D9" w:rsidP="003945D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3945D9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9BAE8" w14:textId="44C45F78" w:rsidR="003945D9" w:rsidRPr="003945D9" w:rsidRDefault="003945D9" w:rsidP="003945D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3945D9">
              <w:rPr>
                <w:sz w:val="24"/>
                <w:szCs w:val="24"/>
              </w:rPr>
              <w:t>10 972,6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244720" w14:textId="3C8F4F71" w:rsidR="003945D9" w:rsidRPr="003945D9" w:rsidRDefault="003945D9" w:rsidP="003945D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3945D9">
              <w:rPr>
                <w:sz w:val="24"/>
                <w:szCs w:val="24"/>
              </w:rPr>
              <w:t>9 008,9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C95F3C" w14:textId="60E77B83" w:rsidR="003945D9" w:rsidRPr="003945D9" w:rsidRDefault="003945D9" w:rsidP="003945D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3945D9">
              <w:rPr>
                <w:sz w:val="24"/>
                <w:szCs w:val="24"/>
              </w:rPr>
              <w:t>9 008,9</w:t>
            </w:r>
          </w:p>
        </w:tc>
      </w:tr>
      <w:tr w:rsidR="003945D9" w:rsidRPr="00AB2228" w14:paraId="624B68A9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2D6701" w14:textId="673270B3" w:rsidR="003945D9" w:rsidRPr="008F01CB" w:rsidRDefault="003945D9" w:rsidP="003945D9">
            <w:pPr>
              <w:ind w:right="-115"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b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D5668F" w14:textId="67A4E011" w:rsidR="003945D9" w:rsidRPr="008F01CB" w:rsidRDefault="003945D9" w:rsidP="003945D9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CC4395" w14:textId="33FE4D8E" w:rsidR="003945D9" w:rsidRPr="008F01CB" w:rsidRDefault="003945D9" w:rsidP="003945D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49777B" w14:textId="3DF22092" w:rsidR="003945D9" w:rsidRPr="008F01CB" w:rsidRDefault="003945D9" w:rsidP="003945D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79870B" w14:textId="0CD84EAB" w:rsidR="003945D9" w:rsidRPr="008F01CB" w:rsidRDefault="003945D9" w:rsidP="003945D9">
            <w:pPr>
              <w:ind w:left="-108" w:right="-104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E9746" w14:textId="614EB07D" w:rsidR="003945D9" w:rsidRPr="008F01CB" w:rsidRDefault="003945D9" w:rsidP="003945D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3E2FF3" w14:textId="3256D1DE" w:rsidR="003945D9" w:rsidRPr="008F01CB" w:rsidRDefault="003945D9" w:rsidP="003945D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b/>
                <w:bCs/>
                <w:sz w:val="24"/>
                <w:szCs w:val="24"/>
              </w:rPr>
              <w:t>69 167,5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C236C0" w14:textId="47BDF0F6" w:rsidR="003945D9" w:rsidRPr="008F01CB" w:rsidRDefault="003945D9" w:rsidP="003945D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b/>
                <w:bCs/>
                <w:sz w:val="24"/>
                <w:szCs w:val="24"/>
              </w:rPr>
              <w:t>26 042,4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BB2370" w14:textId="5CD1F9DD" w:rsidR="003945D9" w:rsidRPr="008F01CB" w:rsidRDefault="003945D9" w:rsidP="003945D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b/>
                <w:bCs/>
                <w:sz w:val="24"/>
                <w:szCs w:val="24"/>
              </w:rPr>
              <w:t>48 301,2</w:t>
            </w:r>
          </w:p>
        </w:tc>
      </w:tr>
      <w:tr w:rsidR="003945D9" w:rsidRPr="00AB2228" w14:paraId="0C3CEF8C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FB07AC" w14:textId="22D5985C" w:rsidR="003945D9" w:rsidRPr="008F01CB" w:rsidRDefault="003945D9" w:rsidP="003945D9">
            <w:pPr>
              <w:ind w:right="-115" w:firstLine="0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61F0A8" w14:textId="3B34D274" w:rsidR="003945D9" w:rsidRPr="008F01CB" w:rsidRDefault="003945D9" w:rsidP="003945D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5A2617" w14:textId="55BDE63E" w:rsidR="003945D9" w:rsidRPr="008F01CB" w:rsidRDefault="003945D9" w:rsidP="003945D9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740EA9" w14:textId="7136B98E" w:rsidR="003945D9" w:rsidRPr="008F01CB" w:rsidRDefault="003945D9" w:rsidP="003945D9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315C0" w14:textId="5B795F0A" w:rsidR="003945D9" w:rsidRPr="008F01CB" w:rsidRDefault="003945D9" w:rsidP="003945D9">
            <w:pPr>
              <w:ind w:left="-108" w:right="-104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4654F8" w14:textId="5A3FF68C" w:rsidR="003945D9" w:rsidRPr="008F01CB" w:rsidRDefault="003945D9" w:rsidP="003945D9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368F6D" w14:textId="7E6B6DB8" w:rsidR="003945D9" w:rsidRPr="008F01CB" w:rsidRDefault="003945D9" w:rsidP="003945D9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69 167,5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292090" w14:textId="7A5D3542" w:rsidR="003945D9" w:rsidRPr="008F01CB" w:rsidRDefault="003945D9" w:rsidP="003945D9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26 042,4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D31798" w14:textId="64D12A46" w:rsidR="003945D9" w:rsidRPr="008F01CB" w:rsidRDefault="003945D9" w:rsidP="003945D9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48 301,2</w:t>
            </w:r>
          </w:p>
        </w:tc>
      </w:tr>
      <w:tr w:rsidR="003945D9" w:rsidRPr="00AB2228" w14:paraId="1451D9F7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BE92B9" w14:textId="62E2329F" w:rsidR="003945D9" w:rsidRPr="008F01CB" w:rsidRDefault="003945D9" w:rsidP="003945D9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0F73E9" w14:textId="747A83A7" w:rsidR="003945D9" w:rsidRPr="008F01CB" w:rsidRDefault="003945D9" w:rsidP="003945D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E8E09" w14:textId="5D231886" w:rsidR="003945D9" w:rsidRPr="008F01CB" w:rsidRDefault="003945D9" w:rsidP="003945D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FBA152" w14:textId="2670C0E5" w:rsidR="003945D9" w:rsidRPr="008F01CB" w:rsidRDefault="003945D9" w:rsidP="003945D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68AD84" w14:textId="4EA4E077" w:rsidR="003945D9" w:rsidRPr="008F01CB" w:rsidRDefault="003945D9" w:rsidP="003945D9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D57BEB" w14:textId="264415D1" w:rsidR="003945D9" w:rsidRPr="008F01CB" w:rsidRDefault="003945D9" w:rsidP="003945D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FFAD7B" w14:textId="474F9EAA" w:rsidR="003945D9" w:rsidRPr="008F01CB" w:rsidRDefault="003945D9" w:rsidP="003945D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69 167,5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AF099F" w14:textId="5486B46D" w:rsidR="003945D9" w:rsidRPr="008F01CB" w:rsidRDefault="003945D9" w:rsidP="003945D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26 042,4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10EC9C" w14:textId="4EC49D2D" w:rsidR="003945D9" w:rsidRPr="008F01CB" w:rsidRDefault="003945D9" w:rsidP="003945D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48 301,2</w:t>
            </w:r>
          </w:p>
        </w:tc>
      </w:tr>
      <w:tr w:rsidR="003945D9" w:rsidRPr="00AB2228" w14:paraId="2A9C483B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23A289" w14:textId="1D05AB93" w:rsidR="003945D9" w:rsidRPr="008F01CB" w:rsidRDefault="003945D9" w:rsidP="003945D9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1F3863" w14:textId="1B19A3DE" w:rsidR="003945D9" w:rsidRPr="008F01CB" w:rsidRDefault="003945D9" w:rsidP="003945D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C306E8" w14:textId="2DF1C934" w:rsidR="003945D9" w:rsidRPr="008F01CB" w:rsidRDefault="003945D9" w:rsidP="003945D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ECBD10" w14:textId="2FC091C1" w:rsidR="003945D9" w:rsidRPr="008F01CB" w:rsidRDefault="003945D9" w:rsidP="003945D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1DCCED" w14:textId="09A465FE" w:rsidR="003945D9" w:rsidRPr="008F01CB" w:rsidRDefault="003945D9" w:rsidP="003945D9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4B9032" w14:textId="02E982B1" w:rsidR="003945D9" w:rsidRPr="008F01CB" w:rsidRDefault="003945D9" w:rsidP="003945D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E77773" w14:textId="67CEB08B" w:rsidR="003945D9" w:rsidRPr="008F01CB" w:rsidRDefault="003945D9" w:rsidP="003945D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69 167,5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DE53D7" w14:textId="7F57C598" w:rsidR="003945D9" w:rsidRPr="008F01CB" w:rsidRDefault="003945D9" w:rsidP="003945D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26 042,4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32983" w14:textId="65445725" w:rsidR="003945D9" w:rsidRPr="008F01CB" w:rsidRDefault="003945D9" w:rsidP="003945D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48 301,2</w:t>
            </w:r>
          </w:p>
        </w:tc>
      </w:tr>
      <w:tr w:rsidR="003945D9" w:rsidRPr="00AB2228" w14:paraId="33D5F4F9" w14:textId="77777777" w:rsidTr="003945D9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8BB768" w14:textId="78AFB788" w:rsidR="003945D9" w:rsidRPr="008F01CB" w:rsidRDefault="003945D9" w:rsidP="003945D9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Расходы за счет средств Резервного фонда Правительства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7DE8F" w14:textId="6FE2D3B3" w:rsidR="003945D9" w:rsidRPr="008F01CB" w:rsidRDefault="003945D9" w:rsidP="003945D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F1DC41" w14:textId="6EA82AD5" w:rsidR="003945D9" w:rsidRPr="008F01CB" w:rsidRDefault="003945D9" w:rsidP="003945D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9B8E52" w14:textId="448019BA" w:rsidR="003945D9" w:rsidRPr="008F01CB" w:rsidRDefault="003945D9" w:rsidP="003945D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AF980F" w14:textId="0167C13A" w:rsidR="003945D9" w:rsidRPr="008F01CB" w:rsidRDefault="003945D9" w:rsidP="003945D9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77 7 03 21000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96119" w14:textId="046C7A95" w:rsidR="003945D9" w:rsidRPr="008F01CB" w:rsidRDefault="003945D9" w:rsidP="003945D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BEDA44" w14:textId="272D6457" w:rsidR="003945D9" w:rsidRPr="008F01CB" w:rsidRDefault="003945D9" w:rsidP="003945D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26 431,9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C848E8" w14:textId="136F2577" w:rsidR="003945D9" w:rsidRPr="008F01CB" w:rsidRDefault="003945D9" w:rsidP="003945D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A1BCD5" w14:textId="29FD0120" w:rsidR="003945D9" w:rsidRPr="008F01CB" w:rsidRDefault="003945D9" w:rsidP="003945D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0,0</w:t>
            </w:r>
          </w:p>
        </w:tc>
      </w:tr>
      <w:tr w:rsidR="003945D9" w:rsidRPr="00AB2228" w14:paraId="46B0D961" w14:textId="77777777" w:rsidTr="003945D9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23B3C6" w14:textId="66B6D820" w:rsidR="003945D9" w:rsidRPr="008F01CB" w:rsidRDefault="003945D9" w:rsidP="003945D9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B47911" w14:textId="6BE072F6" w:rsidR="003945D9" w:rsidRPr="008F01CB" w:rsidRDefault="003945D9" w:rsidP="003945D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953541" w14:textId="5F34948A" w:rsidR="003945D9" w:rsidRPr="008F01CB" w:rsidRDefault="003945D9" w:rsidP="003945D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28BB4E" w14:textId="7F33661E" w:rsidR="003945D9" w:rsidRPr="008F01CB" w:rsidRDefault="003945D9" w:rsidP="003945D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67E1E" w14:textId="71E193FE" w:rsidR="003945D9" w:rsidRPr="008F01CB" w:rsidRDefault="003945D9" w:rsidP="003945D9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77 7 03 21000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413C7B" w14:textId="75F7644B" w:rsidR="003945D9" w:rsidRPr="008F01CB" w:rsidRDefault="003945D9" w:rsidP="003945D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BA36FE" w14:textId="135A4D25" w:rsidR="003945D9" w:rsidRPr="008F01CB" w:rsidRDefault="003945D9" w:rsidP="003945D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26 431,9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DC6EF1" w14:textId="0A4E2E41" w:rsidR="003945D9" w:rsidRPr="008F01CB" w:rsidRDefault="003945D9" w:rsidP="003945D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8BDA9" w14:textId="745134B9" w:rsidR="003945D9" w:rsidRPr="008F01CB" w:rsidRDefault="003945D9" w:rsidP="003945D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0,0</w:t>
            </w:r>
          </w:p>
        </w:tc>
      </w:tr>
      <w:tr w:rsidR="00EE3BF0" w:rsidRPr="00AB2228" w14:paraId="7339AA54" w14:textId="77777777" w:rsidTr="00EE3BF0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7D3FAD" w14:textId="5EA6BED2" w:rsidR="00EE3BF0" w:rsidRPr="008F01CB" w:rsidRDefault="00EE3BF0" w:rsidP="00EE3BF0">
            <w:pPr>
              <w:ind w:firstLine="0"/>
              <w:rPr>
                <w:sz w:val="24"/>
                <w:szCs w:val="24"/>
              </w:rPr>
            </w:pPr>
            <w:r w:rsidRPr="008F01CB">
              <w:rPr>
                <w:sz w:val="24"/>
                <w:szCs w:val="24"/>
              </w:rPr>
              <w:t xml:space="preserve">Субсидии из бюджета Балахнинского </w:t>
            </w:r>
            <w:r w:rsidRPr="008F01CB">
              <w:rPr>
                <w:sz w:val="24"/>
                <w:szCs w:val="24"/>
              </w:rPr>
              <w:lastRenderedPageBreak/>
              <w:t xml:space="preserve">муниципального округа Нижегородской области 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00CFC1" w14:textId="77777777" w:rsidR="00EE3BF0" w:rsidRPr="008F01CB" w:rsidRDefault="00EE3BF0" w:rsidP="00EE3BF0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2ED4FD" w14:textId="1CCC8921" w:rsidR="00EE3BF0" w:rsidRPr="008F01CB" w:rsidRDefault="00EE3BF0" w:rsidP="00EE3BF0">
            <w:pPr>
              <w:ind w:firstLine="0"/>
              <w:jc w:val="center"/>
              <w:rPr>
                <w:sz w:val="24"/>
                <w:szCs w:val="24"/>
              </w:rPr>
            </w:pPr>
            <w:r w:rsidRPr="008F01CB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ADB863" w14:textId="6DB58210" w:rsidR="00EE3BF0" w:rsidRPr="008F01CB" w:rsidRDefault="00EE3BF0" w:rsidP="00EE3BF0">
            <w:pPr>
              <w:ind w:firstLine="0"/>
              <w:jc w:val="center"/>
              <w:rPr>
                <w:sz w:val="24"/>
                <w:szCs w:val="24"/>
              </w:rPr>
            </w:pPr>
            <w:r w:rsidRPr="008F01CB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879CF0" w14:textId="674BA02A" w:rsidR="00EE3BF0" w:rsidRPr="008F01CB" w:rsidRDefault="00EE3BF0" w:rsidP="00EE3BF0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8F01CB">
              <w:rPr>
                <w:sz w:val="24"/>
                <w:szCs w:val="24"/>
              </w:rPr>
              <w:t>77 7 03 66130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9C5709" w14:textId="5B4C4AF1" w:rsidR="00EE3BF0" w:rsidRPr="008F01CB" w:rsidRDefault="00EE3BF0" w:rsidP="00EE3BF0">
            <w:pPr>
              <w:ind w:firstLine="0"/>
              <w:jc w:val="center"/>
              <w:rPr>
                <w:sz w:val="24"/>
                <w:szCs w:val="24"/>
              </w:rPr>
            </w:pPr>
            <w:r w:rsidRPr="008F01CB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C3E8C8" w14:textId="56BB6343" w:rsidR="00EE3BF0" w:rsidRPr="008F01CB" w:rsidRDefault="00EE3BF0" w:rsidP="00EE3BF0">
            <w:pPr>
              <w:ind w:firstLine="0"/>
              <w:jc w:val="center"/>
              <w:rPr>
                <w:sz w:val="24"/>
                <w:szCs w:val="24"/>
              </w:rPr>
            </w:pPr>
            <w:r w:rsidRPr="008F01CB">
              <w:rPr>
                <w:sz w:val="24"/>
                <w:szCs w:val="24"/>
              </w:rPr>
              <w:t>8 131,0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C62BCF" w14:textId="6DDBF028" w:rsidR="00EE3BF0" w:rsidRPr="008F01CB" w:rsidRDefault="00EE3BF0" w:rsidP="00EE3BF0">
            <w:pPr>
              <w:ind w:firstLine="0"/>
              <w:jc w:val="center"/>
              <w:rPr>
                <w:sz w:val="24"/>
                <w:szCs w:val="24"/>
              </w:rPr>
            </w:pPr>
            <w:r w:rsidRPr="008F01CB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8B4DEF" w14:textId="2999212C" w:rsidR="00EE3BF0" w:rsidRPr="008F01CB" w:rsidRDefault="00EE3BF0" w:rsidP="00EE3BF0">
            <w:pPr>
              <w:ind w:firstLine="0"/>
              <w:jc w:val="center"/>
              <w:rPr>
                <w:sz w:val="24"/>
                <w:szCs w:val="24"/>
              </w:rPr>
            </w:pPr>
            <w:r w:rsidRPr="008F01CB">
              <w:rPr>
                <w:sz w:val="24"/>
                <w:szCs w:val="24"/>
              </w:rPr>
              <w:t>0,0</w:t>
            </w:r>
          </w:p>
        </w:tc>
      </w:tr>
      <w:tr w:rsidR="00EE3BF0" w:rsidRPr="00AB2228" w14:paraId="02E94E7F" w14:textId="77777777" w:rsidTr="00EE3BF0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D96AFD" w14:textId="3DF36FE1" w:rsidR="00EE3BF0" w:rsidRPr="008F01CB" w:rsidRDefault="00EE3BF0" w:rsidP="00EE3BF0">
            <w:pPr>
              <w:ind w:firstLine="0"/>
              <w:rPr>
                <w:sz w:val="24"/>
                <w:szCs w:val="24"/>
              </w:rPr>
            </w:pPr>
            <w:r w:rsidRPr="008F01CB">
              <w:rPr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A33EB" w14:textId="77777777" w:rsidR="00EE3BF0" w:rsidRPr="008F01CB" w:rsidRDefault="00EE3BF0" w:rsidP="00EE3BF0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D68734" w14:textId="18E3D7AB" w:rsidR="00EE3BF0" w:rsidRPr="008F01CB" w:rsidRDefault="00EE3BF0" w:rsidP="00EE3BF0">
            <w:pPr>
              <w:ind w:firstLine="0"/>
              <w:jc w:val="center"/>
              <w:rPr>
                <w:sz w:val="24"/>
                <w:szCs w:val="24"/>
              </w:rPr>
            </w:pPr>
            <w:r w:rsidRPr="008F01CB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0D9EA5" w14:textId="77D585F9" w:rsidR="00EE3BF0" w:rsidRPr="008F01CB" w:rsidRDefault="00EE3BF0" w:rsidP="00EE3BF0">
            <w:pPr>
              <w:ind w:firstLine="0"/>
              <w:jc w:val="center"/>
              <w:rPr>
                <w:sz w:val="24"/>
                <w:szCs w:val="24"/>
              </w:rPr>
            </w:pPr>
            <w:r w:rsidRPr="008F01CB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8C0817" w14:textId="55818CE7" w:rsidR="00EE3BF0" w:rsidRPr="008F01CB" w:rsidRDefault="00EE3BF0" w:rsidP="00EE3BF0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8F01CB">
              <w:rPr>
                <w:sz w:val="24"/>
                <w:szCs w:val="24"/>
              </w:rPr>
              <w:t>77 7 03 66130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1F46A0" w14:textId="6607660A" w:rsidR="00EE3BF0" w:rsidRPr="008F01CB" w:rsidRDefault="00EE3BF0" w:rsidP="00EE3BF0">
            <w:pPr>
              <w:ind w:firstLine="0"/>
              <w:jc w:val="center"/>
              <w:rPr>
                <w:sz w:val="24"/>
                <w:szCs w:val="24"/>
              </w:rPr>
            </w:pPr>
            <w:r w:rsidRPr="008F01CB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E55419" w14:textId="729A6B86" w:rsidR="00EE3BF0" w:rsidRPr="008F01CB" w:rsidRDefault="00EE3BF0" w:rsidP="00EE3BF0">
            <w:pPr>
              <w:ind w:firstLine="0"/>
              <w:jc w:val="center"/>
              <w:rPr>
                <w:sz w:val="24"/>
                <w:szCs w:val="24"/>
              </w:rPr>
            </w:pPr>
            <w:r w:rsidRPr="008F01CB">
              <w:rPr>
                <w:sz w:val="24"/>
                <w:szCs w:val="24"/>
              </w:rPr>
              <w:t>8 131,0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D8131C" w14:textId="291BEC04" w:rsidR="00EE3BF0" w:rsidRPr="008F01CB" w:rsidRDefault="00EE3BF0" w:rsidP="00EE3BF0">
            <w:pPr>
              <w:ind w:firstLine="0"/>
              <w:jc w:val="center"/>
              <w:rPr>
                <w:sz w:val="24"/>
                <w:szCs w:val="24"/>
              </w:rPr>
            </w:pPr>
            <w:r w:rsidRPr="008F01CB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1CC59" w14:textId="2F3A2481" w:rsidR="00EE3BF0" w:rsidRPr="008F01CB" w:rsidRDefault="00EE3BF0" w:rsidP="00EE3BF0">
            <w:pPr>
              <w:ind w:firstLine="0"/>
              <w:jc w:val="center"/>
              <w:rPr>
                <w:sz w:val="24"/>
                <w:szCs w:val="24"/>
              </w:rPr>
            </w:pPr>
            <w:r w:rsidRPr="008F01CB">
              <w:rPr>
                <w:sz w:val="24"/>
                <w:szCs w:val="24"/>
              </w:rPr>
              <w:t>0,0</w:t>
            </w:r>
          </w:p>
        </w:tc>
      </w:tr>
      <w:tr w:rsidR="003945D9" w:rsidRPr="00AB2228" w14:paraId="32BC3804" w14:textId="77777777" w:rsidTr="003945D9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90480A" w14:textId="292F557B" w:rsidR="003945D9" w:rsidRPr="003945D9" w:rsidRDefault="003945D9" w:rsidP="003945D9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3945D9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286D63" w14:textId="1CA727CD" w:rsidR="003945D9" w:rsidRPr="003945D9" w:rsidRDefault="003945D9" w:rsidP="003945D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F9734A" w14:textId="4B416090" w:rsidR="003945D9" w:rsidRPr="003945D9" w:rsidRDefault="003945D9" w:rsidP="003945D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3945D9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C8AF55" w14:textId="26223F05" w:rsidR="003945D9" w:rsidRPr="003945D9" w:rsidRDefault="003945D9" w:rsidP="003945D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3945D9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FB145D" w14:textId="0AD859F8" w:rsidR="003945D9" w:rsidRPr="003945D9" w:rsidRDefault="003945D9" w:rsidP="003945D9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3945D9">
              <w:rPr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490E5F" w14:textId="29002695" w:rsidR="003945D9" w:rsidRPr="003945D9" w:rsidRDefault="003945D9" w:rsidP="003945D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3945D9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B94381" w14:textId="007B65D1" w:rsidR="003945D9" w:rsidRPr="003945D9" w:rsidRDefault="003945D9" w:rsidP="003945D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3945D9">
              <w:rPr>
                <w:sz w:val="24"/>
                <w:szCs w:val="24"/>
              </w:rPr>
              <w:t>115 894,2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5F8267" w14:textId="18FDACE3" w:rsidR="003945D9" w:rsidRPr="003945D9" w:rsidRDefault="003945D9" w:rsidP="003945D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3945D9">
              <w:rPr>
                <w:sz w:val="24"/>
                <w:szCs w:val="24"/>
              </w:rPr>
              <w:t>100 604,1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1AA1C0" w14:textId="56DE4F84" w:rsidR="003945D9" w:rsidRPr="003945D9" w:rsidRDefault="003945D9" w:rsidP="003945D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3945D9">
              <w:rPr>
                <w:sz w:val="24"/>
                <w:szCs w:val="24"/>
              </w:rPr>
              <w:t>100 604,1</w:t>
            </w:r>
          </w:p>
        </w:tc>
      </w:tr>
      <w:tr w:rsidR="003945D9" w:rsidRPr="00AB2228" w14:paraId="7724073E" w14:textId="77777777" w:rsidTr="003945D9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BDAF31" w14:textId="6A295A79" w:rsidR="003945D9" w:rsidRPr="003945D9" w:rsidRDefault="003945D9" w:rsidP="003945D9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3945D9">
              <w:rPr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F6DE69" w14:textId="53AEB49E" w:rsidR="003945D9" w:rsidRPr="003945D9" w:rsidRDefault="003945D9" w:rsidP="003945D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BF6CD7" w14:textId="181C4B53" w:rsidR="003945D9" w:rsidRPr="003945D9" w:rsidRDefault="003945D9" w:rsidP="003945D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3945D9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BF2FF9" w14:textId="1082754A" w:rsidR="003945D9" w:rsidRPr="003945D9" w:rsidRDefault="003945D9" w:rsidP="003945D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3945D9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A04251" w14:textId="77DA4BF4" w:rsidR="003945D9" w:rsidRPr="003945D9" w:rsidRDefault="003945D9" w:rsidP="003945D9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3945D9">
              <w:rPr>
                <w:sz w:val="24"/>
                <w:szCs w:val="24"/>
              </w:rPr>
              <w:t>15 0 00 00000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CF59F" w14:textId="0CA0D910" w:rsidR="003945D9" w:rsidRPr="003945D9" w:rsidRDefault="003945D9" w:rsidP="003945D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3945D9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078038" w14:textId="591E654C" w:rsidR="003945D9" w:rsidRPr="003945D9" w:rsidRDefault="003945D9" w:rsidP="003945D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3945D9">
              <w:rPr>
                <w:sz w:val="24"/>
                <w:szCs w:val="24"/>
              </w:rPr>
              <w:t>41 887,3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CECBAB" w14:textId="7E20F6FD" w:rsidR="003945D9" w:rsidRPr="003945D9" w:rsidRDefault="003945D9" w:rsidP="003945D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3945D9">
              <w:rPr>
                <w:sz w:val="24"/>
                <w:szCs w:val="24"/>
              </w:rPr>
              <w:t>33 516,9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684B77" w14:textId="51B034B5" w:rsidR="003945D9" w:rsidRPr="003945D9" w:rsidRDefault="003945D9" w:rsidP="003945D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3945D9">
              <w:rPr>
                <w:sz w:val="24"/>
                <w:szCs w:val="24"/>
              </w:rPr>
              <w:t>33 516,9</w:t>
            </w:r>
          </w:p>
        </w:tc>
      </w:tr>
      <w:tr w:rsidR="003945D9" w:rsidRPr="00AB2228" w14:paraId="40F4DAC2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36CED5" w14:textId="5F1DAE88" w:rsidR="003945D9" w:rsidRPr="008F01CB" w:rsidRDefault="003945D9" w:rsidP="008F01CB">
            <w:pPr>
              <w:ind w:right="-115"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Благоустройство социально значимых мест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A99E38" w14:textId="4DBD3814" w:rsidR="003945D9" w:rsidRPr="008F01CB" w:rsidRDefault="003945D9" w:rsidP="003945D9">
            <w:pPr>
              <w:spacing w:line="240" w:lineRule="exact"/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277FD9" w14:textId="50605C08" w:rsidR="003945D9" w:rsidRPr="008F01CB" w:rsidRDefault="003945D9" w:rsidP="003945D9">
            <w:pPr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604F77" w14:textId="1BB76FD5" w:rsidR="003945D9" w:rsidRPr="008F01CB" w:rsidRDefault="003945D9" w:rsidP="003945D9">
            <w:pPr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D58BCD" w14:textId="6749F872" w:rsidR="003945D9" w:rsidRPr="008F01CB" w:rsidRDefault="003945D9" w:rsidP="003945D9">
            <w:pPr>
              <w:spacing w:line="240" w:lineRule="exact"/>
              <w:ind w:left="-108" w:right="-104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15 0 04 00000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61362D" w14:textId="1BCD24DA" w:rsidR="003945D9" w:rsidRPr="008F01CB" w:rsidRDefault="003945D9" w:rsidP="003945D9">
            <w:pPr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83C2E" w14:textId="7C69559D" w:rsidR="003945D9" w:rsidRPr="008F01CB" w:rsidRDefault="003945D9" w:rsidP="003945D9">
            <w:pPr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11 152,8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996C3" w14:textId="70066F94" w:rsidR="003945D9" w:rsidRPr="008F01CB" w:rsidRDefault="003945D9" w:rsidP="003945D9">
            <w:pPr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4 613,4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799FD0" w14:textId="41F3713C" w:rsidR="003945D9" w:rsidRPr="008F01CB" w:rsidRDefault="003945D9" w:rsidP="003945D9">
            <w:pPr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4 613,4</w:t>
            </w:r>
          </w:p>
        </w:tc>
      </w:tr>
      <w:tr w:rsidR="003945D9" w:rsidRPr="00AB2228" w14:paraId="73B0280A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792969" w14:textId="280B8734" w:rsidR="003945D9" w:rsidRPr="008F01CB" w:rsidRDefault="003945D9" w:rsidP="008F01CB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3647F6" w14:textId="6F1D288F" w:rsidR="003945D9" w:rsidRPr="008F01CB" w:rsidRDefault="003945D9" w:rsidP="003945D9">
            <w:pPr>
              <w:spacing w:line="250" w:lineRule="exact"/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735F4B" w14:textId="2C2BE7F7" w:rsidR="003945D9" w:rsidRPr="008F01CB" w:rsidRDefault="003945D9" w:rsidP="003945D9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1B7931" w14:textId="2B6EB085" w:rsidR="003945D9" w:rsidRPr="008F01CB" w:rsidRDefault="003945D9" w:rsidP="003945D9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052870" w14:textId="5076A439" w:rsidR="003945D9" w:rsidRPr="008F01CB" w:rsidRDefault="003945D9" w:rsidP="003945D9">
            <w:pPr>
              <w:spacing w:line="250" w:lineRule="exact"/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15 0 04 22000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ED3B9C" w14:textId="72870A9A" w:rsidR="003945D9" w:rsidRPr="008F01CB" w:rsidRDefault="003945D9" w:rsidP="003945D9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4B13B" w14:textId="334BD700" w:rsidR="003945D9" w:rsidRPr="008F01CB" w:rsidRDefault="003945D9" w:rsidP="003945D9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309,9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DFEAF1" w14:textId="7F83EA6C" w:rsidR="003945D9" w:rsidRPr="008F01CB" w:rsidRDefault="003945D9" w:rsidP="003945D9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44F677" w14:textId="02C51FC2" w:rsidR="003945D9" w:rsidRPr="008F01CB" w:rsidRDefault="003945D9" w:rsidP="003945D9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0,0</w:t>
            </w:r>
          </w:p>
        </w:tc>
      </w:tr>
      <w:tr w:rsidR="003945D9" w:rsidRPr="00AB2228" w14:paraId="5DDFB306" w14:textId="77777777" w:rsidTr="00EC6513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FD0EA7" w14:textId="41AEA55D" w:rsidR="003945D9" w:rsidRPr="008F01CB" w:rsidRDefault="003945D9" w:rsidP="008F01CB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2802CB" w14:textId="4CA9F939" w:rsidR="003945D9" w:rsidRPr="008F01CB" w:rsidRDefault="003945D9" w:rsidP="003945D9">
            <w:pPr>
              <w:spacing w:line="250" w:lineRule="exact"/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0015B0" w14:textId="0B3BD713" w:rsidR="003945D9" w:rsidRPr="008F01CB" w:rsidRDefault="003945D9" w:rsidP="003945D9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4CE903" w14:textId="11B6B6D1" w:rsidR="003945D9" w:rsidRPr="008F01CB" w:rsidRDefault="003945D9" w:rsidP="003945D9">
            <w:pPr>
              <w:spacing w:line="250" w:lineRule="exact"/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93FD65" w14:textId="29902B45" w:rsidR="003945D9" w:rsidRPr="008F01CB" w:rsidRDefault="003945D9" w:rsidP="003945D9">
            <w:pPr>
              <w:spacing w:line="250" w:lineRule="exact"/>
              <w:ind w:right="-108" w:firstLine="0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15 0 04 22000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6CD559" w14:textId="1AD8CA83" w:rsidR="003945D9" w:rsidRPr="008F01CB" w:rsidRDefault="003945D9" w:rsidP="003945D9">
            <w:pPr>
              <w:spacing w:line="250" w:lineRule="exact"/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5418003" w14:textId="5F6005F4" w:rsidR="003945D9" w:rsidRPr="008F01CB" w:rsidRDefault="003945D9" w:rsidP="003945D9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309,9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CD8D446" w14:textId="01D14F7E" w:rsidR="003945D9" w:rsidRPr="008F01CB" w:rsidRDefault="003945D9" w:rsidP="003945D9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544B76" w14:textId="55E343D4" w:rsidR="003945D9" w:rsidRPr="008F01CB" w:rsidRDefault="003945D9" w:rsidP="003945D9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0,0</w:t>
            </w:r>
          </w:p>
        </w:tc>
      </w:tr>
      <w:tr w:rsidR="003945D9" w:rsidRPr="00AB2228" w14:paraId="64E78FE6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E3E01E" w14:textId="1B641E46" w:rsidR="003945D9" w:rsidRPr="008F01CB" w:rsidRDefault="003945D9" w:rsidP="003945D9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 xml:space="preserve">Расходы на мероприятия по реализации проекта </w:t>
            </w:r>
            <w:r w:rsidRPr="008F01CB">
              <w:rPr>
                <w:sz w:val="24"/>
                <w:szCs w:val="24"/>
              </w:rPr>
              <w:lastRenderedPageBreak/>
              <w:t>инициативного бюджетирования "Вам решать"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19D129" w14:textId="2FCAE28A" w:rsidR="003945D9" w:rsidRPr="008F01CB" w:rsidRDefault="003945D9" w:rsidP="003945D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7A122D" w14:textId="35858587" w:rsidR="003945D9" w:rsidRPr="008F01CB" w:rsidRDefault="003945D9" w:rsidP="003945D9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17FA9F" w14:textId="5E604FDA" w:rsidR="003945D9" w:rsidRPr="008F01CB" w:rsidRDefault="003945D9" w:rsidP="003945D9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F6A165" w14:textId="2FE446CC" w:rsidR="003945D9" w:rsidRPr="008F01CB" w:rsidRDefault="003945D9" w:rsidP="003945D9">
            <w:pPr>
              <w:ind w:right="-108" w:firstLine="0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15 0 04 S2600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9A6E70" w14:textId="637CC976" w:rsidR="003945D9" w:rsidRPr="008F01CB" w:rsidRDefault="003945D9" w:rsidP="003945D9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68BBB39" w14:textId="5A086D76" w:rsidR="003945D9" w:rsidRPr="008F01CB" w:rsidRDefault="003945D9" w:rsidP="003945D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5 066,4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99A28FD" w14:textId="105C1B1E" w:rsidR="003945D9" w:rsidRPr="008F01CB" w:rsidRDefault="003945D9" w:rsidP="003945D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233CFC" w14:textId="3888F9CF" w:rsidR="003945D9" w:rsidRPr="008F01CB" w:rsidRDefault="003945D9" w:rsidP="003945D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0,0</w:t>
            </w:r>
          </w:p>
        </w:tc>
      </w:tr>
      <w:tr w:rsidR="003945D9" w:rsidRPr="00AB2228" w14:paraId="75773299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84A2A" w14:textId="4549AD67" w:rsidR="003945D9" w:rsidRPr="008F01CB" w:rsidRDefault="003945D9" w:rsidP="003945D9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91FE67" w14:textId="7525E753" w:rsidR="003945D9" w:rsidRPr="008F01CB" w:rsidRDefault="003945D9" w:rsidP="003945D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D9AAC2" w14:textId="039768BE" w:rsidR="003945D9" w:rsidRPr="008F01CB" w:rsidRDefault="003945D9" w:rsidP="003945D9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789930" w14:textId="6299EDE7" w:rsidR="003945D9" w:rsidRPr="008F01CB" w:rsidRDefault="003945D9" w:rsidP="003945D9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998F91" w14:textId="4648AF8D" w:rsidR="003945D9" w:rsidRPr="008F01CB" w:rsidRDefault="003945D9" w:rsidP="003945D9">
            <w:pPr>
              <w:ind w:right="-108" w:firstLine="0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15 0 04 S2600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25924E" w14:textId="6D839EFE" w:rsidR="003945D9" w:rsidRPr="008F01CB" w:rsidRDefault="003945D9" w:rsidP="003945D9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C6A9200" w14:textId="79E43E9B" w:rsidR="003945D9" w:rsidRPr="008F01CB" w:rsidRDefault="003945D9" w:rsidP="003945D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5 066,4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F6FF7C5" w14:textId="4442BA4B" w:rsidR="003945D9" w:rsidRPr="008F01CB" w:rsidRDefault="003945D9" w:rsidP="003945D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811E60" w14:textId="4EF19DFF" w:rsidR="003945D9" w:rsidRPr="008F01CB" w:rsidRDefault="003945D9" w:rsidP="003945D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0,0</w:t>
            </w:r>
          </w:p>
        </w:tc>
      </w:tr>
      <w:tr w:rsidR="003945D9" w:rsidRPr="00AB2228" w14:paraId="0BEA5166" w14:textId="77777777" w:rsidTr="00EC6513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DCFCCF" w14:textId="6D777041" w:rsidR="003945D9" w:rsidRPr="008F01CB" w:rsidRDefault="003945D9" w:rsidP="003945D9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DB7A53" w14:textId="4A284A1F" w:rsidR="003945D9" w:rsidRPr="008F01CB" w:rsidRDefault="003945D9" w:rsidP="003945D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F09600" w14:textId="014A4FD1" w:rsidR="003945D9" w:rsidRPr="008F01CB" w:rsidRDefault="003945D9" w:rsidP="003945D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B73B4B" w14:textId="1AE4BB07" w:rsidR="003945D9" w:rsidRPr="008F01CB" w:rsidRDefault="003945D9" w:rsidP="003945D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6A760E" w14:textId="53E7B490" w:rsidR="003945D9" w:rsidRPr="008F01CB" w:rsidRDefault="003945D9" w:rsidP="003945D9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3FA758" w14:textId="7B06E66B" w:rsidR="003945D9" w:rsidRPr="008F01CB" w:rsidRDefault="003945D9" w:rsidP="003945D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038D8B" w14:textId="264715CE" w:rsidR="003945D9" w:rsidRPr="008F01CB" w:rsidRDefault="003945D9" w:rsidP="003945D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59FEA3" w14:textId="101C5555" w:rsidR="003945D9" w:rsidRPr="008F01CB" w:rsidRDefault="003945D9" w:rsidP="003945D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8A97B2" w14:textId="2A025B06" w:rsidR="003945D9" w:rsidRPr="008F01CB" w:rsidRDefault="003945D9" w:rsidP="003945D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 </w:t>
            </w:r>
          </w:p>
        </w:tc>
      </w:tr>
      <w:tr w:rsidR="003945D9" w:rsidRPr="00AB2228" w14:paraId="69CAFB6D" w14:textId="77777777" w:rsidTr="00EC6513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415F57" w14:textId="426C3A53" w:rsidR="003945D9" w:rsidRPr="008F01CB" w:rsidRDefault="008F01CB" w:rsidP="003945D9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3945D9" w:rsidRPr="008F01CB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="003945D9" w:rsidRPr="008F01CB">
              <w:rPr>
                <w:sz w:val="24"/>
                <w:szCs w:val="24"/>
              </w:rPr>
              <w:t>расходы на мероприятия по реализации проекта инициативного бюджетирования "Вам решать" за счет средств областного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F369AA" w14:textId="06B0618E" w:rsidR="003945D9" w:rsidRPr="008F01CB" w:rsidRDefault="003945D9" w:rsidP="003945D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298F86" w14:textId="20A81802" w:rsidR="003945D9" w:rsidRPr="008F01CB" w:rsidRDefault="003945D9" w:rsidP="003945D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73EFAF" w14:textId="6BADCE87" w:rsidR="003945D9" w:rsidRPr="008F01CB" w:rsidRDefault="003945D9" w:rsidP="003945D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BEC48C" w14:textId="05D90E07" w:rsidR="003945D9" w:rsidRPr="008F01CB" w:rsidRDefault="003945D9" w:rsidP="003945D9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86FCA2" w14:textId="72FBD51E" w:rsidR="003945D9" w:rsidRPr="008F01CB" w:rsidRDefault="003945D9" w:rsidP="003945D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6C186" w14:textId="376AB10C" w:rsidR="003945D9" w:rsidRPr="008F01CB" w:rsidRDefault="003945D9" w:rsidP="003945D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3 153,4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8AF005" w14:textId="1316F839" w:rsidR="003945D9" w:rsidRPr="008F01CB" w:rsidRDefault="003945D9" w:rsidP="003945D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26CE74" w14:textId="733D5488" w:rsidR="003945D9" w:rsidRPr="008F01CB" w:rsidRDefault="003945D9" w:rsidP="003945D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0,0</w:t>
            </w:r>
          </w:p>
        </w:tc>
      </w:tr>
      <w:tr w:rsidR="003945D9" w:rsidRPr="00AB2228" w14:paraId="00BC0519" w14:textId="77777777" w:rsidTr="00EC6513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1C62C9" w14:textId="476C6CB5" w:rsidR="003945D9" w:rsidRPr="008F01CB" w:rsidRDefault="003945D9" w:rsidP="003945D9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b/>
                <w:bCs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0678DB" w14:textId="379B3358" w:rsidR="003945D9" w:rsidRPr="008F01CB" w:rsidRDefault="003945D9" w:rsidP="003945D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576078" w14:textId="1C678F4A" w:rsidR="003945D9" w:rsidRPr="008F01CB" w:rsidRDefault="003945D9" w:rsidP="003945D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1CBFA0" w14:textId="4BF0C440" w:rsidR="003945D9" w:rsidRPr="008F01CB" w:rsidRDefault="003945D9" w:rsidP="003945D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F02368" w14:textId="6EA5B831" w:rsidR="003945D9" w:rsidRPr="008F01CB" w:rsidRDefault="003945D9" w:rsidP="003945D9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8B3529" w14:textId="6698340C" w:rsidR="003945D9" w:rsidRPr="008F01CB" w:rsidRDefault="003945D9" w:rsidP="003945D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831A59" w14:textId="2C9FEA39" w:rsidR="003945D9" w:rsidRPr="008F01CB" w:rsidRDefault="003945D9" w:rsidP="003945D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b/>
                <w:bCs/>
                <w:sz w:val="24"/>
                <w:szCs w:val="24"/>
              </w:rPr>
              <w:t>9 493,8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968180" w14:textId="0DE9589D" w:rsidR="003945D9" w:rsidRPr="008F01CB" w:rsidRDefault="003945D9" w:rsidP="003945D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b/>
                <w:bCs/>
                <w:sz w:val="24"/>
                <w:szCs w:val="24"/>
              </w:rPr>
              <w:t>4 369,3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F2FC0B" w14:textId="4BF93296" w:rsidR="003945D9" w:rsidRPr="008F01CB" w:rsidRDefault="003945D9" w:rsidP="003945D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b/>
                <w:bCs/>
                <w:sz w:val="24"/>
                <w:szCs w:val="24"/>
              </w:rPr>
              <w:t>4 369,3</w:t>
            </w:r>
          </w:p>
        </w:tc>
      </w:tr>
      <w:tr w:rsidR="003945D9" w:rsidRPr="00AB2228" w14:paraId="3CC266A6" w14:textId="77777777" w:rsidTr="00EC6513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C2E0E" w14:textId="7811A120" w:rsidR="003945D9" w:rsidRPr="008F01CB" w:rsidRDefault="003945D9" w:rsidP="003945D9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1F9BBC" w14:textId="580D77A1" w:rsidR="003945D9" w:rsidRPr="008F01CB" w:rsidRDefault="003945D9" w:rsidP="003945D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A67FFE" w14:textId="79D94875" w:rsidR="003945D9" w:rsidRPr="008F01CB" w:rsidRDefault="003945D9" w:rsidP="003945D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89277E" w14:textId="1FBDA4A5" w:rsidR="003945D9" w:rsidRPr="008F01CB" w:rsidRDefault="003945D9" w:rsidP="003945D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BCB5AE" w14:textId="49621666" w:rsidR="003945D9" w:rsidRPr="008F01CB" w:rsidRDefault="003945D9" w:rsidP="003945D9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92DB28" w14:textId="53021355" w:rsidR="003945D9" w:rsidRPr="008F01CB" w:rsidRDefault="003945D9" w:rsidP="003945D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EE6C9E" w14:textId="32167D22" w:rsidR="003945D9" w:rsidRPr="008F01CB" w:rsidRDefault="003945D9" w:rsidP="003945D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9 493,8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C9B021" w14:textId="23CB569F" w:rsidR="003945D9" w:rsidRPr="008F01CB" w:rsidRDefault="003945D9" w:rsidP="003945D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4 369,3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76CDCF" w14:textId="4AC6E05C" w:rsidR="003945D9" w:rsidRPr="008F01CB" w:rsidRDefault="003945D9" w:rsidP="003945D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4 369,3</w:t>
            </w:r>
          </w:p>
        </w:tc>
      </w:tr>
      <w:tr w:rsidR="003945D9" w:rsidRPr="00AB2228" w14:paraId="109888A8" w14:textId="77777777" w:rsidTr="00EC6513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E8D017" w14:textId="11AC7A46" w:rsidR="003945D9" w:rsidRPr="008F01CB" w:rsidRDefault="003945D9" w:rsidP="003945D9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83B767" w14:textId="17B35254" w:rsidR="003945D9" w:rsidRPr="008F01CB" w:rsidRDefault="003945D9" w:rsidP="003945D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1FDB55" w14:textId="22B51360" w:rsidR="003945D9" w:rsidRPr="008F01CB" w:rsidRDefault="003945D9" w:rsidP="003945D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2E41D0" w14:textId="17B506DF" w:rsidR="003945D9" w:rsidRPr="008F01CB" w:rsidRDefault="003945D9" w:rsidP="003945D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9FC504" w14:textId="16D546F2" w:rsidR="003945D9" w:rsidRPr="008F01CB" w:rsidRDefault="003945D9" w:rsidP="003945D9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561F6A" w14:textId="0F0F72A8" w:rsidR="003945D9" w:rsidRPr="008F01CB" w:rsidRDefault="003945D9" w:rsidP="003945D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00141B" w14:textId="4A9A1804" w:rsidR="003945D9" w:rsidRPr="008F01CB" w:rsidRDefault="003945D9" w:rsidP="003945D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9 493,8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10072E" w14:textId="14982F31" w:rsidR="003945D9" w:rsidRPr="008F01CB" w:rsidRDefault="003945D9" w:rsidP="003945D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4 369,3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F05278" w14:textId="2D572732" w:rsidR="003945D9" w:rsidRPr="008F01CB" w:rsidRDefault="003945D9" w:rsidP="003945D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4 369,3</w:t>
            </w:r>
          </w:p>
        </w:tc>
      </w:tr>
      <w:tr w:rsidR="003945D9" w:rsidRPr="00AB2228" w14:paraId="00815A80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BF5E50" w14:textId="5EAE481C" w:rsidR="003945D9" w:rsidRPr="008F01CB" w:rsidRDefault="003945D9" w:rsidP="003945D9">
            <w:pPr>
              <w:ind w:right="-115" w:firstLine="0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91EF44" w14:textId="556A1723" w:rsidR="003945D9" w:rsidRPr="008F01CB" w:rsidRDefault="003945D9" w:rsidP="003945D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94D321" w14:textId="31DFCA72" w:rsidR="003945D9" w:rsidRPr="008F01CB" w:rsidRDefault="003945D9" w:rsidP="003945D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746125" w14:textId="716639A6" w:rsidR="003945D9" w:rsidRPr="008F01CB" w:rsidRDefault="003945D9" w:rsidP="003945D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BF9F35" w14:textId="79BE8505" w:rsidR="003945D9" w:rsidRPr="008F01CB" w:rsidRDefault="003945D9" w:rsidP="003945D9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77 7 02 00000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4B9B21" w14:textId="1D020A6D" w:rsidR="003945D9" w:rsidRPr="008F01CB" w:rsidRDefault="003945D9" w:rsidP="003945D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B29E4" w14:textId="03876C14" w:rsidR="003945D9" w:rsidRPr="008F01CB" w:rsidRDefault="003945D9" w:rsidP="003945D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9 478,7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D2CEB2" w14:textId="7D49F69B" w:rsidR="003945D9" w:rsidRPr="008F01CB" w:rsidRDefault="003945D9" w:rsidP="003945D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4 354,2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504559" w14:textId="1986931E" w:rsidR="003945D9" w:rsidRPr="008F01CB" w:rsidRDefault="003945D9" w:rsidP="003945D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4 354,2</w:t>
            </w:r>
          </w:p>
        </w:tc>
      </w:tr>
      <w:tr w:rsidR="003945D9" w:rsidRPr="00AB2228" w14:paraId="64026A5A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99B04" w14:textId="7256C9F1" w:rsidR="003945D9" w:rsidRPr="008F01CB" w:rsidRDefault="003945D9" w:rsidP="003945D9">
            <w:pPr>
              <w:ind w:right="-115" w:firstLine="0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3CE356" w14:textId="62068383" w:rsidR="003945D9" w:rsidRPr="008F01CB" w:rsidRDefault="003945D9" w:rsidP="003945D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EA3B6C" w14:textId="13AD50E6" w:rsidR="003945D9" w:rsidRPr="008F01CB" w:rsidRDefault="003945D9" w:rsidP="003945D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F68EA1" w14:textId="7B053E40" w:rsidR="003945D9" w:rsidRPr="008F01CB" w:rsidRDefault="003945D9" w:rsidP="003945D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CA7BA6" w14:textId="13320E05" w:rsidR="003945D9" w:rsidRPr="008F01CB" w:rsidRDefault="003945D9" w:rsidP="003945D9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F65BE1" w14:textId="02509788" w:rsidR="003945D9" w:rsidRPr="008F01CB" w:rsidRDefault="003945D9" w:rsidP="003945D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FB900" w14:textId="5AC6B4A6" w:rsidR="003945D9" w:rsidRPr="008F01CB" w:rsidRDefault="003945D9" w:rsidP="003945D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9 478,7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D9355A" w14:textId="140D1A7A" w:rsidR="003945D9" w:rsidRPr="008F01CB" w:rsidRDefault="003945D9" w:rsidP="003945D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4 354,2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E09D62" w14:textId="55BD6973" w:rsidR="003945D9" w:rsidRPr="008F01CB" w:rsidRDefault="003945D9" w:rsidP="003945D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4 354,2</w:t>
            </w:r>
          </w:p>
        </w:tc>
      </w:tr>
      <w:tr w:rsidR="003945D9" w:rsidRPr="00AB2228" w14:paraId="0EC205CB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6EFE9" w14:textId="68D1FB58" w:rsidR="003945D9" w:rsidRPr="008F01CB" w:rsidRDefault="003945D9" w:rsidP="003945D9">
            <w:pPr>
              <w:ind w:right="-115" w:firstLine="0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EA917" w14:textId="2EF024B6" w:rsidR="003945D9" w:rsidRPr="008F01CB" w:rsidRDefault="003945D9" w:rsidP="003945D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49C353" w14:textId="6C771F97" w:rsidR="003945D9" w:rsidRPr="008F01CB" w:rsidRDefault="003945D9" w:rsidP="003945D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D73D8B" w14:textId="3103E256" w:rsidR="003945D9" w:rsidRPr="008F01CB" w:rsidRDefault="003945D9" w:rsidP="003945D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60B0AC" w14:textId="7D0EC818" w:rsidR="003945D9" w:rsidRPr="008F01CB" w:rsidRDefault="003945D9" w:rsidP="003945D9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6692A5" w14:textId="3B1F2C2B" w:rsidR="003945D9" w:rsidRPr="008F01CB" w:rsidRDefault="003945D9" w:rsidP="003945D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14ADD1" w14:textId="5E834448" w:rsidR="003945D9" w:rsidRPr="008F01CB" w:rsidRDefault="003945D9" w:rsidP="003945D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6 855,3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5CF7BB" w14:textId="6CDF6063" w:rsidR="003945D9" w:rsidRPr="008F01CB" w:rsidRDefault="003945D9" w:rsidP="003945D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4 354,2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87B60" w14:textId="508194D3" w:rsidR="003945D9" w:rsidRPr="008F01CB" w:rsidRDefault="003945D9" w:rsidP="003945D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4 354,2</w:t>
            </w:r>
          </w:p>
        </w:tc>
      </w:tr>
      <w:tr w:rsidR="003945D9" w:rsidRPr="00AB2228" w14:paraId="54C6EEF0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4F026" w14:textId="35EE3361" w:rsidR="003945D9" w:rsidRPr="008F01CB" w:rsidRDefault="003945D9" w:rsidP="003945D9">
            <w:pPr>
              <w:ind w:right="-115" w:firstLine="0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 xml:space="preserve">Закупка товаров, </w:t>
            </w:r>
            <w:r w:rsidRPr="008F01CB">
              <w:rPr>
                <w:sz w:val="24"/>
                <w:szCs w:val="24"/>
              </w:rPr>
              <w:lastRenderedPageBreak/>
              <w:t>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5DAC81" w14:textId="67BE0222" w:rsidR="003945D9" w:rsidRPr="008F01CB" w:rsidRDefault="003945D9" w:rsidP="003945D9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AFD4BC" w14:textId="45FFEBD3" w:rsidR="003945D9" w:rsidRPr="008F01CB" w:rsidRDefault="003945D9" w:rsidP="003945D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812483" w14:textId="0606DA91" w:rsidR="003945D9" w:rsidRPr="008F01CB" w:rsidRDefault="003945D9" w:rsidP="003945D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6284F1" w14:textId="4FFBA924" w:rsidR="003945D9" w:rsidRPr="008F01CB" w:rsidRDefault="003945D9" w:rsidP="003945D9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92D2BD" w14:textId="0494BA53" w:rsidR="003945D9" w:rsidRPr="008F01CB" w:rsidRDefault="003945D9" w:rsidP="003945D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AB778D" w14:textId="16373AFF" w:rsidR="003945D9" w:rsidRPr="008F01CB" w:rsidRDefault="003945D9" w:rsidP="003945D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643,0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161C5D" w14:textId="5FDF0208" w:rsidR="003945D9" w:rsidRPr="008F01CB" w:rsidRDefault="003945D9" w:rsidP="003945D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4AE1D7" w14:textId="095DCBFE" w:rsidR="003945D9" w:rsidRPr="008F01CB" w:rsidRDefault="003945D9" w:rsidP="003945D9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0,0</w:t>
            </w:r>
          </w:p>
        </w:tc>
      </w:tr>
      <w:tr w:rsidR="0002641D" w:rsidRPr="00AB2228" w14:paraId="7D6B2207" w14:textId="77777777" w:rsidTr="0002641D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95483" w14:textId="5F4B0F62" w:rsidR="0002641D" w:rsidRPr="008F01CB" w:rsidRDefault="0002641D" w:rsidP="0002641D">
            <w:pPr>
              <w:ind w:right="-115" w:firstLine="0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b/>
                <w:bCs/>
                <w:sz w:val="24"/>
                <w:szCs w:val="24"/>
              </w:rPr>
              <w:lastRenderedPageBreak/>
              <w:t>Охрана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BC11F0" w14:textId="7F64CDC1" w:rsidR="0002641D" w:rsidRPr="008F01CB" w:rsidRDefault="0002641D" w:rsidP="0002641D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08F0D8" w14:textId="798CF4AA" w:rsidR="0002641D" w:rsidRPr="008F01CB" w:rsidRDefault="0002641D" w:rsidP="0002641D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0C3AF9" w14:textId="2F931E43" w:rsidR="0002641D" w:rsidRPr="008F01CB" w:rsidRDefault="0002641D" w:rsidP="0002641D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3F5E9E" w14:textId="39FCB799" w:rsidR="0002641D" w:rsidRPr="008F01CB" w:rsidRDefault="0002641D" w:rsidP="0002641D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1D8620" w14:textId="2F1C3875" w:rsidR="0002641D" w:rsidRPr="008F01CB" w:rsidRDefault="0002641D" w:rsidP="0002641D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AF5258" w14:textId="785050FD" w:rsidR="0002641D" w:rsidRPr="008F01CB" w:rsidRDefault="0002641D" w:rsidP="0002641D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b/>
                <w:bCs/>
                <w:sz w:val="24"/>
                <w:szCs w:val="24"/>
              </w:rPr>
              <w:t>2 685,8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F6AFD7" w14:textId="6FD7A478" w:rsidR="0002641D" w:rsidRPr="008F01CB" w:rsidRDefault="0002641D" w:rsidP="0002641D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b/>
                <w:bCs/>
                <w:sz w:val="24"/>
                <w:szCs w:val="24"/>
              </w:rPr>
              <w:t>1 845,7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C4BBF3" w14:textId="09900715" w:rsidR="0002641D" w:rsidRPr="008F01CB" w:rsidRDefault="0002641D" w:rsidP="0002641D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b/>
                <w:bCs/>
                <w:sz w:val="24"/>
                <w:szCs w:val="24"/>
              </w:rPr>
              <w:t>1 845,7</w:t>
            </w:r>
          </w:p>
        </w:tc>
      </w:tr>
      <w:tr w:rsidR="0002641D" w:rsidRPr="00AB2228" w14:paraId="1818C2CC" w14:textId="77777777" w:rsidTr="0002641D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05750F" w14:textId="68AEAC1B" w:rsidR="0002641D" w:rsidRPr="008F01CB" w:rsidRDefault="0002641D" w:rsidP="0002641D">
            <w:pPr>
              <w:ind w:right="-115" w:firstLine="0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b/>
                <w:bCs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688681" w14:textId="59366B89" w:rsidR="0002641D" w:rsidRPr="008F01CB" w:rsidRDefault="0002641D" w:rsidP="0002641D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FCFCB3" w14:textId="6DFD3CBD" w:rsidR="0002641D" w:rsidRPr="008F01CB" w:rsidRDefault="0002641D" w:rsidP="0002641D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771FFD" w14:textId="271018CC" w:rsidR="0002641D" w:rsidRPr="008F01CB" w:rsidRDefault="0002641D" w:rsidP="0002641D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131942" w14:textId="2F940095" w:rsidR="0002641D" w:rsidRPr="008F01CB" w:rsidRDefault="0002641D" w:rsidP="0002641D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BCC57A" w14:textId="5BE72FFD" w:rsidR="0002641D" w:rsidRPr="008F01CB" w:rsidRDefault="0002641D" w:rsidP="0002641D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F0C49E" w14:textId="7D487DD5" w:rsidR="0002641D" w:rsidRPr="008F01CB" w:rsidRDefault="0002641D" w:rsidP="0002641D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b/>
                <w:bCs/>
                <w:sz w:val="24"/>
                <w:szCs w:val="24"/>
              </w:rPr>
              <w:t>2 685,8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B3BF6E" w14:textId="6BB9BD65" w:rsidR="0002641D" w:rsidRPr="008F01CB" w:rsidRDefault="0002641D" w:rsidP="0002641D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b/>
                <w:bCs/>
                <w:sz w:val="24"/>
                <w:szCs w:val="24"/>
              </w:rPr>
              <w:t>1 845,7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C3DD96" w14:textId="756C72B6" w:rsidR="0002641D" w:rsidRPr="008F01CB" w:rsidRDefault="0002641D" w:rsidP="0002641D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b/>
                <w:bCs/>
                <w:sz w:val="24"/>
                <w:szCs w:val="24"/>
              </w:rPr>
              <w:t>1 845,7</w:t>
            </w:r>
          </w:p>
        </w:tc>
      </w:tr>
      <w:tr w:rsidR="0002641D" w:rsidRPr="00AB2228" w14:paraId="0451FC9E" w14:textId="77777777" w:rsidTr="0002641D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F5D6F7" w14:textId="4F28F146" w:rsidR="0002641D" w:rsidRPr="008F01CB" w:rsidRDefault="0002641D" w:rsidP="0002641D">
            <w:pPr>
              <w:ind w:right="-115" w:firstLine="0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4486D0" w14:textId="17C83B84" w:rsidR="0002641D" w:rsidRPr="008F01CB" w:rsidRDefault="0002641D" w:rsidP="0002641D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F4C58A" w14:textId="1A0F56EC" w:rsidR="0002641D" w:rsidRPr="008F01CB" w:rsidRDefault="0002641D" w:rsidP="0002641D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4AE8CA" w14:textId="59865534" w:rsidR="0002641D" w:rsidRPr="008F01CB" w:rsidRDefault="0002641D" w:rsidP="0002641D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D18D49" w14:textId="117F91F2" w:rsidR="0002641D" w:rsidRPr="008F01CB" w:rsidRDefault="0002641D" w:rsidP="0002641D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2605C2" w14:textId="660EB386" w:rsidR="0002641D" w:rsidRPr="008F01CB" w:rsidRDefault="0002641D" w:rsidP="0002641D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B7ADF4" w14:textId="476D6DC6" w:rsidR="0002641D" w:rsidRPr="008F01CB" w:rsidRDefault="0002641D" w:rsidP="0002641D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2 685,8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99589C" w14:textId="551D780D" w:rsidR="0002641D" w:rsidRPr="008F01CB" w:rsidRDefault="0002641D" w:rsidP="0002641D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1 845,7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E932E2" w14:textId="5C79B843" w:rsidR="0002641D" w:rsidRPr="008F01CB" w:rsidRDefault="0002641D" w:rsidP="0002641D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1 845,7</w:t>
            </w:r>
          </w:p>
        </w:tc>
      </w:tr>
      <w:tr w:rsidR="0002641D" w:rsidRPr="00AB2228" w14:paraId="06DBACFA" w14:textId="77777777" w:rsidTr="0002641D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54FE2E" w14:textId="5D0A07E0" w:rsidR="0002641D" w:rsidRPr="008F01CB" w:rsidRDefault="0002641D" w:rsidP="0002641D">
            <w:pPr>
              <w:ind w:right="-115" w:firstLine="0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8212C" w14:textId="779FFB23" w:rsidR="0002641D" w:rsidRPr="008F01CB" w:rsidRDefault="0002641D" w:rsidP="0002641D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0D757F" w14:textId="0D87DA84" w:rsidR="0002641D" w:rsidRPr="008F01CB" w:rsidRDefault="0002641D" w:rsidP="0002641D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613AD1" w14:textId="2FD6B0E0" w:rsidR="0002641D" w:rsidRPr="008F01CB" w:rsidRDefault="0002641D" w:rsidP="0002641D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1A27CF" w14:textId="5A4C60AF" w:rsidR="0002641D" w:rsidRPr="008F01CB" w:rsidRDefault="0002641D" w:rsidP="0002641D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762D68" w14:textId="3F25F536" w:rsidR="0002641D" w:rsidRPr="008F01CB" w:rsidRDefault="0002641D" w:rsidP="0002641D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B8B656" w14:textId="7B5C561F" w:rsidR="0002641D" w:rsidRPr="008F01CB" w:rsidRDefault="0002641D" w:rsidP="0002641D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2 685,8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37ECFD" w14:textId="3F82DA1D" w:rsidR="0002641D" w:rsidRPr="008F01CB" w:rsidRDefault="0002641D" w:rsidP="0002641D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1 845,7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8B878A" w14:textId="449EBDD4" w:rsidR="0002641D" w:rsidRPr="008F01CB" w:rsidRDefault="0002641D" w:rsidP="0002641D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1 845,7</w:t>
            </w:r>
          </w:p>
        </w:tc>
      </w:tr>
      <w:tr w:rsidR="0002641D" w:rsidRPr="00AB2228" w14:paraId="7EA69318" w14:textId="77777777" w:rsidTr="0002641D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79F41" w14:textId="2E3CF814" w:rsidR="0002641D" w:rsidRPr="008F01CB" w:rsidRDefault="0002641D" w:rsidP="0002641D">
            <w:pPr>
              <w:ind w:right="-115" w:firstLine="0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F54F70" w14:textId="4F7252CB" w:rsidR="0002641D" w:rsidRPr="008F01CB" w:rsidRDefault="0002641D" w:rsidP="0002641D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F558D3" w14:textId="1F9B518A" w:rsidR="0002641D" w:rsidRPr="008F01CB" w:rsidRDefault="0002641D" w:rsidP="0002641D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5D6806" w14:textId="2493DF18" w:rsidR="0002641D" w:rsidRPr="008F01CB" w:rsidRDefault="0002641D" w:rsidP="0002641D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6C920F" w14:textId="57E26BE4" w:rsidR="0002641D" w:rsidRPr="008F01CB" w:rsidRDefault="0002641D" w:rsidP="0002641D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77 7 02 00000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2C2828" w14:textId="2451F14E" w:rsidR="0002641D" w:rsidRPr="008F01CB" w:rsidRDefault="0002641D" w:rsidP="0002641D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0D7726" w14:textId="4078F89A" w:rsidR="0002641D" w:rsidRPr="008F01CB" w:rsidRDefault="0002641D" w:rsidP="0002641D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2 685,8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A0C6DE" w14:textId="1D026236" w:rsidR="0002641D" w:rsidRPr="008F01CB" w:rsidRDefault="0002641D" w:rsidP="0002641D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1 845,7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FA1939" w14:textId="18E53F8A" w:rsidR="0002641D" w:rsidRPr="008F01CB" w:rsidRDefault="0002641D" w:rsidP="0002641D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1 845,7</w:t>
            </w:r>
          </w:p>
        </w:tc>
      </w:tr>
      <w:tr w:rsidR="0002641D" w:rsidRPr="00AB2228" w14:paraId="56105652" w14:textId="77777777" w:rsidTr="0002641D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65F56E" w14:textId="76A31141" w:rsidR="0002641D" w:rsidRPr="008F01CB" w:rsidRDefault="0002641D" w:rsidP="0002641D">
            <w:pPr>
              <w:ind w:right="-115" w:firstLine="0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856495" w14:textId="6FDF10EE" w:rsidR="0002641D" w:rsidRPr="008F01CB" w:rsidRDefault="0002641D" w:rsidP="0002641D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0B05A" w14:textId="07D64AEC" w:rsidR="0002641D" w:rsidRPr="008F01CB" w:rsidRDefault="0002641D" w:rsidP="0002641D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2A28DD" w14:textId="4304F755" w:rsidR="0002641D" w:rsidRPr="008F01CB" w:rsidRDefault="0002641D" w:rsidP="0002641D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6E7AA7" w14:textId="3091492D" w:rsidR="0002641D" w:rsidRPr="008F01CB" w:rsidRDefault="0002641D" w:rsidP="0002641D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645233" w14:textId="50B12042" w:rsidR="0002641D" w:rsidRPr="008F01CB" w:rsidRDefault="0002641D" w:rsidP="0002641D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B26059" w14:textId="40147D3D" w:rsidR="0002641D" w:rsidRPr="008F01CB" w:rsidRDefault="0002641D" w:rsidP="0002641D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2 685,8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26E670" w14:textId="33238B69" w:rsidR="0002641D" w:rsidRPr="008F01CB" w:rsidRDefault="0002641D" w:rsidP="0002641D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1 845,7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6321B0" w14:textId="2DC35C96" w:rsidR="0002641D" w:rsidRPr="008F01CB" w:rsidRDefault="0002641D" w:rsidP="0002641D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1 845,7</w:t>
            </w:r>
          </w:p>
        </w:tc>
      </w:tr>
      <w:tr w:rsidR="0002641D" w:rsidRPr="00AB2228" w14:paraId="46F6C733" w14:textId="77777777" w:rsidTr="0002641D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CC6B85" w14:textId="362F66CF" w:rsidR="0002641D" w:rsidRPr="008F01CB" w:rsidRDefault="0002641D" w:rsidP="008F01CB">
            <w:pPr>
              <w:ind w:right="-115"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459E16" w14:textId="5B997CD6" w:rsidR="0002641D" w:rsidRPr="008F01CB" w:rsidRDefault="0002641D" w:rsidP="0002641D">
            <w:pPr>
              <w:spacing w:line="240" w:lineRule="exact"/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CEAADB" w14:textId="1E3925DA" w:rsidR="0002641D" w:rsidRPr="008F01CB" w:rsidRDefault="0002641D" w:rsidP="0002641D">
            <w:pPr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7D4696" w14:textId="116DF104" w:rsidR="0002641D" w:rsidRPr="008F01CB" w:rsidRDefault="0002641D" w:rsidP="0002641D">
            <w:pPr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09B6B8" w14:textId="41C3F19B" w:rsidR="0002641D" w:rsidRPr="008F01CB" w:rsidRDefault="0002641D" w:rsidP="0002641D">
            <w:pPr>
              <w:spacing w:line="240" w:lineRule="exact"/>
              <w:ind w:left="-108" w:right="-104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B37C99" w14:textId="1518A845" w:rsidR="0002641D" w:rsidRPr="008F01CB" w:rsidRDefault="0002641D" w:rsidP="0002641D">
            <w:pPr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BFC590" w14:textId="685F8535" w:rsidR="0002641D" w:rsidRPr="008F01CB" w:rsidRDefault="0002641D" w:rsidP="0002641D">
            <w:pPr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2 685,8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0ADFD4" w14:textId="4D03102A" w:rsidR="0002641D" w:rsidRPr="008F01CB" w:rsidRDefault="0002641D" w:rsidP="0002641D">
            <w:pPr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1 845,7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39C2E6" w14:textId="3AC3BCF6" w:rsidR="0002641D" w:rsidRPr="008F01CB" w:rsidRDefault="0002641D" w:rsidP="0002641D">
            <w:pPr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1 845,7</w:t>
            </w:r>
          </w:p>
        </w:tc>
      </w:tr>
      <w:tr w:rsidR="009B6088" w:rsidRPr="00AB2228" w14:paraId="2BEBCCA8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44BA9C" w14:textId="385EDE08" w:rsidR="009B6088" w:rsidRPr="008F01CB" w:rsidRDefault="009B6088" w:rsidP="009B6088">
            <w:pPr>
              <w:ind w:right="-115"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B7A64C" w14:textId="2A56F9AE" w:rsidR="009B6088" w:rsidRPr="008F01CB" w:rsidRDefault="009B6088" w:rsidP="009B6088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739138" w14:textId="745CB052" w:rsidR="009B6088" w:rsidRPr="008F01CB" w:rsidRDefault="009B6088" w:rsidP="009B6088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96E27D" w14:textId="22E53CC4" w:rsidR="009B6088" w:rsidRPr="008F01CB" w:rsidRDefault="009B6088" w:rsidP="009B6088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7BCABF" w14:textId="4F58F229" w:rsidR="009B6088" w:rsidRPr="008F01CB" w:rsidRDefault="009B6088" w:rsidP="009B6088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1DEC9C" w14:textId="224EE943" w:rsidR="009B6088" w:rsidRPr="008F01CB" w:rsidRDefault="009B6088" w:rsidP="009B6088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0AF3BD" w14:textId="2914D5F3" w:rsidR="009B6088" w:rsidRPr="008F01CB" w:rsidRDefault="009B6088" w:rsidP="008F01CB">
            <w:pPr>
              <w:ind w:right="-108" w:hanging="108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b/>
                <w:bCs/>
                <w:sz w:val="24"/>
                <w:szCs w:val="24"/>
              </w:rPr>
              <w:t>1 283 576,8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35760C" w14:textId="1F6082A7" w:rsidR="009B6088" w:rsidRPr="008F01CB" w:rsidRDefault="009B6088" w:rsidP="008F01CB">
            <w:pPr>
              <w:ind w:right="-108" w:hanging="108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b/>
                <w:bCs/>
                <w:sz w:val="24"/>
                <w:szCs w:val="24"/>
              </w:rPr>
              <w:t>1 267 209,2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FE82C6" w14:textId="5480FD0F" w:rsidR="009B6088" w:rsidRPr="008F01CB" w:rsidRDefault="009B6088" w:rsidP="008F01CB">
            <w:pPr>
              <w:ind w:right="-108" w:hanging="108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b/>
                <w:bCs/>
                <w:sz w:val="24"/>
                <w:szCs w:val="24"/>
              </w:rPr>
              <w:t>1 167 169,7</w:t>
            </w:r>
          </w:p>
        </w:tc>
      </w:tr>
      <w:tr w:rsidR="009B6088" w:rsidRPr="00AB2228" w14:paraId="2DD4BEB2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723FF" w14:textId="48576510" w:rsidR="009B6088" w:rsidRPr="008F01CB" w:rsidRDefault="009B6088" w:rsidP="009B6088">
            <w:pPr>
              <w:ind w:right="-115" w:firstLine="0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b/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CB4BE" w14:textId="65B55D2D" w:rsidR="009B6088" w:rsidRPr="008F01CB" w:rsidRDefault="009B6088" w:rsidP="009B6088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3EC552" w14:textId="6194D8B1" w:rsidR="009B6088" w:rsidRPr="008F01CB" w:rsidRDefault="009B6088" w:rsidP="009B6088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24D500" w14:textId="2649D7C4" w:rsidR="009B6088" w:rsidRPr="008F01CB" w:rsidRDefault="009B6088" w:rsidP="009B6088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0C1E4B" w14:textId="79E74F65" w:rsidR="009B6088" w:rsidRPr="008F01CB" w:rsidRDefault="009B6088" w:rsidP="009B6088">
            <w:pPr>
              <w:ind w:left="-108" w:right="-104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F2ED0D" w14:textId="39DDC3B0" w:rsidR="009B6088" w:rsidRPr="008F01CB" w:rsidRDefault="009B6088" w:rsidP="009B6088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7CE258" w14:textId="737911B8" w:rsidR="009B6088" w:rsidRPr="008F01CB" w:rsidRDefault="009B6088" w:rsidP="009B6088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b/>
                <w:bCs/>
                <w:sz w:val="24"/>
                <w:szCs w:val="24"/>
              </w:rPr>
              <w:t>459 476,9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03FC8B" w14:textId="06A9C7EB" w:rsidR="009B6088" w:rsidRPr="008F01CB" w:rsidRDefault="009B6088" w:rsidP="009B6088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b/>
                <w:bCs/>
                <w:sz w:val="24"/>
                <w:szCs w:val="24"/>
              </w:rPr>
              <w:t>382 351,8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FC51A4" w14:textId="3A673074" w:rsidR="009B6088" w:rsidRPr="008F01CB" w:rsidRDefault="009B6088" w:rsidP="009B6088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b/>
                <w:bCs/>
                <w:sz w:val="24"/>
                <w:szCs w:val="24"/>
              </w:rPr>
              <w:t>383 400,1</w:t>
            </w:r>
          </w:p>
        </w:tc>
      </w:tr>
      <w:tr w:rsidR="009B6088" w:rsidRPr="00AB2228" w14:paraId="1522A13C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A47C64" w14:textId="0BA9034B" w:rsidR="009B6088" w:rsidRPr="008F01CB" w:rsidRDefault="009B6088" w:rsidP="009B6088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44FE58" w14:textId="79C486CC" w:rsidR="009B6088" w:rsidRPr="008F01CB" w:rsidRDefault="009B6088" w:rsidP="009B6088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DE2CAA" w14:textId="2CEC2FCD" w:rsidR="009B6088" w:rsidRPr="008F01CB" w:rsidRDefault="009B6088" w:rsidP="009B6088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646687" w14:textId="7BF2A30F" w:rsidR="009B6088" w:rsidRPr="008F01CB" w:rsidRDefault="009B6088" w:rsidP="009B6088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BE0AAF" w14:textId="2666839E" w:rsidR="009B6088" w:rsidRPr="008F01CB" w:rsidRDefault="009B6088" w:rsidP="009B6088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AC938B" w14:textId="45D3FFF7" w:rsidR="009B6088" w:rsidRPr="008F01CB" w:rsidRDefault="009B6088" w:rsidP="009B6088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A52FA3" w14:textId="23BAA0D1" w:rsidR="009B6088" w:rsidRPr="008F01CB" w:rsidRDefault="009B6088" w:rsidP="009B6088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459 476,9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2148AD" w14:textId="49B84120" w:rsidR="009B6088" w:rsidRPr="008F01CB" w:rsidRDefault="009B6088" w:rsidP="009B6088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382 351,8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EDBAC3" w14:textId="3CA7423D" w:rsidR="009B6088" w:rsidRPr="008F01CB" w:rsidRDefault="009B6088" w:rsidP="009B6088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383 400,1</w:t>
            </w:r>
          </w:p>
        </w:tc>
      </w:tr>
      <w:tr w:rsidR="003F6F55" w:rsidRPr="00AB2228" w14:paraId="4E646F00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903ED4" w14:textId="0D5F0FE2" w:rsidR="003F6F55" w:rsidRPr="008F01CB" w:rsidRDefault="003F6F55" w:rsidP="003F6F55">
            <w:pPr>
              <w:ind w:right="-115" w:firstLine="0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C74885" w14:textId="709B784A" w:rsidR="003F6F55" w:rsidRPr="008F01CB" w:rsidRDefault="003F6F55" w:rsidP="003F6F55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35F9C0" w14:textId="412A2BE1" w:rsidR="003F6F55" w:rsidRPr="008F01CB" w:rsidRDefault="003F6F55" w:rsidP="003F6F5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BAEFB9" w14:textId="09E23BBF" w:rsidR="003F6F55" w:rsidRPr="008F01CB" w:rsidRDefault="003F6F55" w:rsidP="003F6F5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8B7627" w14:textId="471ABC2B" w:rsidR="003F6F55" w:rsidRPr="008F01CB" w:rsidRDefault="003F6F55" w:rsidP="003F6F55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01 5 00 00000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40B039" w14:textId="67B196C9" w:rsidR="003F6F55" w:rsidRPr="008F01CB" w:rsidRDefault="003F6F55" w:rsidP="003F6F5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B576CB" w14:textId="1FBA89D5" w:rsidR="003F6F55" w:rsidRPr="008F01CB" w:rsidRDefault="003F6F55" w:rsidP="003F6F5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74 310,8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9AF56E" w14:textId="524683D9" w:rsidR="003F6F55" w:rsidRPr="008F01CB" w:rsidRDefault="003F6F55" w:rsidP="003F6F5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2 797,5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C652D4" w14:textId="763D0301" w:rsidR="003F6F55" w:rsidRPr="008F01CB" w:rsidRDefault="003F6F55" w:rsidP="003F6F5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3 845,8</w:t>
            </w:r>
          </w:p>
        </w:tc>
      </w:tr>
      <w:tr w:rsidR="003F6F55" w:rsidRPr="00AB2228" w14:paraId="7BE45D16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03209F" w14:textId="78869D4F" w:rsidR="003F6F55" w:rsidRPr="008F01CB" w:rsidRDefault="003F6F55" w:rsidP="008F01CB">
            <w:pPr>
              <w:ind w:right="-115" w:firstLine="0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 xml:space="preserve">Укрепление материально- </w:t>
            </w:r>
            <w:r w:rsidRPr="008F01CB">
              <w:rPr>
                <w:sz w:val="24"/>
                <w:szCs w:val="24"/>
              </w:rPr>
              <w:lastRenderedPageBreak/>
              <w:t>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077ADB" w14:textId="496DE7A1" w:rsidR="003F6F55" w:rsidRPr="008F01CB" w:rsidRDefault="003F6F55" w:rsidP="003F6F55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011095" w14:textId="5B8C8F14" w:rsidR="003F6F55" w:rsidRPr="008F01CB" w:rsidRDefault="003F6F55" w:rsidP="003F6F5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E5E29F" w14:textId="3A59DDB7" w:rsidR="003F6F55" w:rsidRPr="008F01CB" w:rsidRDefault="003F6F55" w:rsidP="003F6F5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33B3F9" w14:textId="249B7B17" w:rsidR="003F6F55" w:rsidRPr="008F01CB" w:rsidRDefault="003F6F55" w:rsidP="003F6F55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01 5 01 00000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8C1280" w14:textId="7BCDF160" w:rsidR="003F6F55" w:rsidRPr="008F01CB" w:rsidRDefault="003F6F55" w:rsidP="003F6F5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AE976F" w14:textId="1DA94223" w:rsidR="003F6F55" w:rsidRPr="008F01CB" w:rsidRDefault="003F6F55" w:rsidP="003F6F5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4 449,9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F45C7D" w14:textId="015B0D77" w:rsidR="003F6F55" w:rsidRPr="008F01CB" w:rsidRDefault="003F6F55" w:rsidP="003F6F5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2 797,5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8CCEBF" w14:textId="1D202C0E" w:rsidR="003F6F55" w:rsidRPr="008F01CB" w:rsidRDefault="003F6F55" w:rsidP="003F6F5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3 845,8</w:t>
            </w:r>
          </w:p>
        </w:tc>
      </w:tr>
      <w:tr w:rsidR="003F6F55" w:rsidRPr="00AB2228" w14:paraId="7E01CB2A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414E6" w14:textId="26B1EFC8" w:rsidR="003F6F55" w:rsidRPr="008F01CB" w:rsidRDefault="003F6F55" w:rsidP="003F6F55">
            <w:pPr>
              <w:ind w:right="-115" w:firstLine="0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lastRenderedPageBreak/>
              <w:t>Расходы на укрепление материально-технической базы учреждений образования за счет средств фонда на поддержку территорий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32716E" w14:textId="185BDCCA" w:rsidR="003F6F55" w:rsidRPr="008F01CB" w:rsidRDefault="003F6F55" w:rsidP="003F6F55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65371" w14:textId="5F9E08E2" w:rsidR="003F6F55" w:rsidRPr="008F01CB" w:rsidRDefault="003F6F55" w:rsidP="003F6F5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2BF5A9" w14:textId="4CC7B512" w:rsidR="003F6F55" w:rsidRPr="008F01CB" w:rsidRDefault="003F6F55" w:rsidP="003F6F5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7C258B" w14:textId="247A4DC1" w:rsidR="003F6F55" w:rsidRPr="008F01CB" w:rsidRDefault="003F6F55" w:rsidP="003F6F55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01 5 01 22000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B91478" w14:textId="0305B344" w:rsidR="003F6F55" w:rsidRPr="008F01CB" w:rsidRDefault="003F6F55" w:rsidP="003F6F5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532AAA" w14:textId="7646D3CD" w:rsidR="003F6F55" w:rsidRPr="008F01CB" w:rsidRDefault="003F6F55" w:rsidP="003F6F5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115,8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98AB53" w14:textId="2B66B591" w:rsidR="003F6F55" w:rsidRPr="008F01CB" w:rsidRDefault="003F6F55" w:rsidP="003F6F5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F17AD3" w14:textId="3605DFB4" w:rsidR="003F6F55" w:rsidRPr="008F01CB" w:rsidRDefault="003F6F55" w:rsidP="003F6F5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0,0 </w:t>
            </w:r>
          </w:p>
        </w:tc>
      </w:tr>
      <w:tr w:rsidR="003F6F55" w:rsidRPr="00AB2228" w14:paraId="573235A5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DBF449" w14:textId="0CBAFC7E" w:rsidR="003F6F55" w:rsidRPr="008F01CB" w:rsidRDefault="003F6F55" w:rsidP="003F6F55">
            <w:pPr>
              <w:ind w:right="-115" w:firstLine="0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3748E6" w14:textId="1731E7EF" w:rsidR="003F6F55" w:rsidRPr="008F01CB" w:rsidRDefault="003F6F55" w:rsidP="003F6F55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F451C2" w14:textId="3313CDBB" w:rsidR="003F6F55" w:rsidRPr="008F01CB" w:rsidRDefault="003F6F55" w:rsidP="003F6F5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F14DC7" w14:textId="19C83EB3" w:rsidR="003F6F55" w:rsidRPr="008F01CB" w:rsidRDefault="003F6F55" w:rsidP="003F6F5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41B505" w14:textId="321A229C" w:rsidR="003F6F55" w:rsidRPr="008F01CB" w:rsidRDefault="003F6F55" w:rsidP="003F6F55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01 5 01 22000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CA3F9B" w14:textId="2FAE7C63" w:rsidR="003F6F55" w:rsidRPr="008F01CB" w:rsidRDefault="003F6F55" w:rsidP="003F6F5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F6FF64" w14:textId="0EE092FC" w:rsidR="003F6F55" w:rsidRPr="008F01CB" w:rsidRDefault="003F6F55" w:rsidP="003F6F5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115,8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B07041" w14:textId="79B79C6E" w:rsidR="003F6F55" w:rsidRPr="008F01CB" w:rsidRDefault="003F6F55" w:rsidP="003F6F5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CF27AE" w14:textId="7D3A6A6E" w:rsidR="003F6F55" w:rsidRPr="008F01CB" w:rsidRDefault="003F6F55" w:rsidP="003F6F55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0,0 </w:t>
            </w:r>
          </w:p>
        </w:tc>
      </w:tr>
      <w:tr w:rsidR="00B11881" w:rsidRPr="00AB2228" w14:paraId="4296AC1D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40E950" w14:textId="462A3F0B" w:rsidR="00B11881" w:rsidRPr="008F01CB" w:rsidRDefault="00B11881" w:rsidP="00B11881">
            <w:pPr>
              <w:ind w:right="-115" w:firstLine="0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Строительство дошкольной образовательной организации на ул.</w:t>
            </w:r>
            <w:r w:rsidR="008F01CB">
              <w:rPr>
                <w:sz w:val="24"/>
                <w:szCs w:val="24"/>
              </w:rPr>
              <w:t xml:space="preserve"> </w:t>
            </w:r>
            <w:r w:rsidRPr="008F01CB">
              <w:rPr>
                <w:sz w:val="24"/>
                <w:szCs w:val="24"/>
              </w:rPr>
              <w:t>Мазурова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436AE5" w14:textId="2F997365" w:rsidR="00B11881" w:rsidRPr="008F01CB" w:rsidRDefault="00B11881" w:rsidP="00B11881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689BF3" w14:textId="1A87F973" w:rsidR="00B11881" w:rsidRPr="008F01CB" w:rsidRDefault="00B11881" w:rsidP="00B1188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337B10" w14:textId="6D7965D3" w:rsidR="00B11881" w:rsidRPr="008F01CB" w:rsidRDefault="00B11881" w:rsidP="00B1188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50116" w14:textId="65444091" w:rsidR="00B11881" w:rsidRPr="008F01CB" w:rsidRDefault="00B11881" w:rsidP="00B11881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01 5 03 00000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076E9A" w14:textId="066DF0B1" w:rsidR="00B11881" w:rsidRPr="008F01CB" w:rsidRDefault="00B11881" w:rsidP="00B1188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2AD9F8" w14:textId="687CDE20" w:rsidR="00B11881" w:rsidRPr="008F01CB" w:rsidRDefault="00B11881" w:rsidP="00B1188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35 064,3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F8D8A1" w14:textId="19625C2D" w:rsidR="00B11881" w:rsidRPr="008F01CB" w:rsidRDefault="00B11881" w:rsidP="00B1188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9B9B03" w14:textId="6D76E90F" w:rsidR="00B11881" w:rsidRPr="008F01CB" w:rsidRDefault="00B11881" w:rsidP="00B11881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0,0</w:t>
            </w:r>
          </w:p>
        </w:tc>
      </w:tr>
      <w:tr w:rsidR="00B11881" w:rsidRPr="00AB2228" w14:paraId="7A50F184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55AF33" w14:textId="323F535A" w:rsidR="00B11881" w:rsidRPr="008F01CB" w:rsidRDefault="00B11881" w:rsidP="00B11881">
            <w:pPr>
              <w:ind w:right="-115"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2F0920" w14:textId="2CECAB8E" w:rsidR="00B11881" w:rsidRPr="008F01CB" w:rsidRDefault="00B11881" w:rsidP="00B11881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7DE30C" w14:textId="7E72B70F" w:rsidR="00B11881" w:rsidRPr="008F01CB" w:rsidRDefault="00B11881" w:rsidP="00B1188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7C15B4" w14:textId="11E5A8D2" w:rsidR="00B11881" w:rsidRPr="008F01CB" w:rsidRDefault="00B11881" w:rsidP="00B1188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598C22" w14:textId="328A4932" w:rsidR="00B11881" w:rsidRPr="008F01CB" w:rsidRDefault="00B11881" w:rsidP="00B11881">
            <w:pPr>
              <w:ind w:left="-108" w:right="-104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01 5 03 S2450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61C401" w14:textId="7E26D2E2" w:rsidR="00B11881" w:rsidRPr="008F01CB" w:rsidRDefault="00B11881" w:rsidP="00B1188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A91110" w14:textId="47CCD583" w:rsidR="00B11881" w:rsidRPr="008F01CB" w:rsidRDefault="00B11881" w:rsidP="00B11881">
            <w:pPr>
              <w:ind w:left="-100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33 666,7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005D37" w14:textId="1827E845" w:rsidR="00B11881" w:rsidRPr="008F01CB" w:rsidRDefault="00B11881" w:rsidP="00B11881">
            <w:pPr>
              <w:ind w:left="-100" w:right="-81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04EEFC" w14:textId="4E066533" w:rsidR="00B11881" w:rsidRPr="008F01CB" w:rsidRDefault="00B11881" w:rsidP="00B11881">
            <w:pPr>
              <w:ind w:left="-100" w:right="-110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0,0</w:t>
            </w:r>
          </w:p>
        </w:tc>
      </w:tr>
      <w:tr w:rsidR="00B11881" w:rsidRPr="00AB2228" w14:paraId="354D5CB9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E4918" w14:textId="3275327F" w:rsidR="00B11881" w:rsidRPr="008F01CB" w:rsidRDefault="00B11881" w:rsidP="00B11881">
            <w:pPr>
              <w:ind w:right="-115"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lastRenderedPageBreak/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56E62C" w14:textId="0E7E3377" w:rsidR="00B11881" w:rsidRPr="008F01CB" w:rsidRDefault="00B11881" w:rsidP="00B11881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C918A0" w14:textId="202FE91F" w:rsidR="00B11881" w:rsidRPr="008F01CB" w:rsidRDefault="00B11881" w:rsidP="00B1188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C288AB" w14:textId="690EFA97" w:rsidR="00B11881" w:rsidRPr="008F01CB" w:rsidRDefault="00B11881" w:rsidP="00B1188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01DA18" w14:textId="7EB052C3" w:rsidR="00B11881" w:rsidRPr="008F01CB" w:rsidRDefault="00B11881" w:rsidP="00B11881">
            <w:pPr>
              <w:ind w:left="-108" w:right="-104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01 5 03 S2450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18999F" w14:textId="4D63EFDC" w:rsidR="00B11881" w:rsidRPr="008F01CB" w:rsidRDefault="00B11881" w:rsidP="00B1188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CA2682" w14:textId="66652FF7" w:rsidR="00B11881" w:rsidRPr="008F01CB" w:rsidRDefault="00B11881" w:rsidP="00B1188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33 666,7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33F01C" w14:textId="52EDF9C9" w:rsidR="00B11881" w:rsidRPr="008F01CB" w:rsidRDefault="00B11881" w:rsidP="00B1188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8F6CCA" w14:textId="0E9472CF" w:rsidR="00B11881" w:rsidRPr="008F01CB" w:rsidRDefault="00B11881" w:rsidP="00B1188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0,0</w:t>
            </w:r>
          </w:p>
        </w:tc>
      </w:tr>
      <w:tr w:rsidR="00B11881" w:rsidRPr="00AB2228" w14:paraId="6ADF7142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EAE8CA" w14:textId="0DF5AFDB" w:rsidR="00B11881" w:rsidRPr="008F01CB" w:rsidRDefault="00B11881" w:rsidP="00B11881">
            <w:pPr>
              <w:ind w:right="-115"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F18772" w14:textId="25680B60" w:rsidR="00B11881" w:rsidRPr="008F01CB" w:rsidRDefault="00B11881" w:rsidP="00B11881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E5CFD7" w14:textId="238918CD" w:rsidR="00B11881" w:rsidRPr="008F01CB" w:rsidRDefault="00B11881" w:rsidP="00B1188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636A7C" w14:textId="5D89296B" w:rsidR="00B11881" w:rsidRPr="008F01CB" w:rsidRDefault="00B11881" w:rsidP="00B1188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F8E8CC" w14:textId="7206C981" w:rsidR="00B11881" w:rsidRPr="008F01CB" w:rsidRDefault="00B11881" w:rsidP="00B11881">
            <w:pPr>
              <w:ind w:left="-108" w:right="-104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7941B" w14:textId="096D5FB0" w:rsidR="00B11881" w:rsidRPr="008F01CB" w:rsidRDefault="00B11881" w:rsidP="00B1188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999EA" w14:textId="70051A0E" w:rsidR="00B11881" w:rsidRPr="008F01CB" w:rsidRDefault="00B11881" w:rsidP="00B11881">
            <w:pPr>
              <w:ind w:left="-100" w:right="-80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33 300,4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227224" w14:textId="0EC58765" w:rsidR="00B11881" w:rsidRPr="008F01CB" w:rsidRDefault="00B11881" w:rsidP="00B1188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81712B" w14:textId="4AE7EE5B" w:rsidR="00B11881" w:rsidRPr="008F01CB" w:rsidRDefault="00B11881" w:rsidP="00B1188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0,0</w:t>
            </w:r>
          </w:p>
        </w:tc>
      </w:tr>
      <w:tr w:rsidR="00B11881" w:rsidRPr="00AB2228" w14:paraId="6B256BEC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08EDE2" w14:textId="3EE55537" w:rsidR="00B11881" w:rsidRPr="008F01CB" w:rsidRDefault="00B11881" w:rsidP="00B11881">
            <w:pPr>
              <w:ind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b/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AC927" w14:textId="6E87D631" w:rsidR="00B11881" w:rsidRPr="008F01CB" w:rsidRDefault="00B11881" w:rsidP="00B11881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38CAB" w14:textId="2CCEC778" w:rsidR="00B11881" w:rsidRPr="008F01CB" w:rsidRDefault="00B11881" w:rsidP="00B1188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D88278" w14:textId="13C6FF78" w:rsidR="00B11881" w:rsidRPr="008F01CB" w:rsidRDefault="00B11881" w:rsidP="00B1188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12034C" w14:textId="54434CE6" w:rsidR="00B11881" w:rsidRPr="008F01CB" w:rsidRDefault="00B11881" w:rsidP="00B11881">
            <w:pPr>
              <w:ind w:left="-108" w:right="-104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53BF2" w14:textId="34E9F723" w:rsidR="00B11881" w:rsidRPr="008F01CB" w:rsidRDefault="00B11881" w:rsidP="00B1188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A99BBD" w14:textId="34C84879" w:rsidR="00B11881" w:rsidRPr="008F01CB" w:rsidRDefault="00B11881" w:rsidP="00B11881">
            <w:pPr>
              <w:ind w:left="-100" w:right="-80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b/>
                <w:bCs/>
                <w:sz w:val="24"/>
                <w:szCs w:val="24"/>
              </w:rPr>
              <w:t>640 075,9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C87FEC" w14:textId="02912AD8" w:rsidR="00B11881" w:rsidRPr="008F01CB" w:rsidRDefault="00B11881" w:rsidP="00B1188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b/>
                <w:bCs/>
                <w:sz w:val="24"/>
                <w:szCs w:val="24"/>
              </w:rPr>
              <w:t>706 364,2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E0478B" w14:textId="16254EA1" w:rsidR="00B11881" w:rsidRPr="008F01CB" w:rsidRDefault="00B11881" w:rsidP="00B1188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b/>
                <w:bCs/>
                <w:sz w:val="24"/>
                <w:szCs w:val="24"/>
              </w:rPr>
              <w:t>603 276,4</w:t>
            </w:r>
          </w:p>
        </w:tc>
      </w:tr>
      <w:tr w:rsidR="00B11881" w:rsidRPr="00AB2228" w14:paraId="5E1A9DCA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AA2111" w14:textId="0EBABC8E" w:rsidR="00B11881" w:rsidRPr="008F01CB" w:rsidRDefault="00B11881" w:rsidP="00B11881">
            <w:pPr>
              <w:spacing w:line="250" w:lineRule="exact"/>
              <w:ind w:firstLine="0"/>
              <w:rPr>
                <w:b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C3450B" w14:textId="6C3104FE" w:rsidR="00B11881" w:rsidRPr="008F01CB" w:rsidRDefault="00B11881" w:rsidP="00B11881">
            <w:pPr>
              <w:spacing w:line="250" w:lineRule="exact"/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3C95DA" w14:textId="333580EF" w:rsidR="00B11881" w:rsidRPr="008F01CB" w:rsidRDefault="00B11881" w:rsidP="00B11881">
            <w:pPr>
              <w:spacing w:line="250" w:lineRule="exact"/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4DCABF" w14:textId="26A01F20" w:rsidR="00B11881" w:rsidRPr="008F01CB" w:rsidRDefault="00B11881" w:rsidP="00B11881">
            <w:pPr>
              <w:spacing w:line="250" w:lineRule="exact"/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67F9A6" w14:textId="67D6E158" w:rsidR="00B11881" w:rsidRPr="008F01CB" w:rsidRDefault="00B11881" w:rsidP="00B11881">
            <w:pPr>
              <w:spacing w:line="250" w:lineRule="exact"/>
              <w:ind w:left="-108" w:right="-104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E11D3D" w14:textId="398FDB30" w:rsidR="00B11881" w:rsidRPr="008F01CB" w:rsidRDefault="00B11881" w:rsidP="00B11881">
            <w:pPr>
              <w:spacing w:line="250" w:lineRule="exact"/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2B6F05" w14:textId="304625C6" w:rsidR="00B11881" w:rsidRPr="008F01CB" w:rsidRDefault="00B11881" w:rsidP="00B11881">
            <w:pPr>
              <w:spacing w:line="250" w:lineRule="exact"/>
              <w:ind w:left="-100" w:right="-80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639 297,1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4F060D" w14:textId="0E23D8A7" w:rsidR="00B11881" w:rsidRPr="008F01CB" w:rsidRDefault="00B11881" w:rsidP="00B11881">
            <w:pPr>
              <w:spacing w:line="250" w:lineRule="exact"/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706 364,2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A82EDC" w14:textId="103B293B" w:rsidR="00B11881" w:rsidRPr="008F01CB" w:rsidRDefault="00B11881" w:rsidP="00B11881">
            <w:pPr>
              <w:spacing w:line="250" w:lineRule="exact"/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603 276,4</w:t>
            </w:r>
          </w:p>
        </w:tc>
      </w:tr>
      <w:tr w:rsidR="00B11881" w:rsidRPr="00AB2228" w14:paraId="2A234AA0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242F7E" w14:textId="24C42C0A" w:rsidR="00B11881" w:rsidRPr="008F01CB" w:rsidRDefault="00B11881" w:rsidP="00B11881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3EB7D6" w14:textId="604803B2" w:rsidR="00B11881" w:rsidRPr="008F01CB" w:rsidRDefault="00B11881" w:rsidP="00B11881">
            <w:pPr>
              <w:spacing w:line="250" w:lineRule="exact"/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1F5606" w14:textId="15A0C50E" w:rsidR="00B11881" w:rsidRPr="008F01CB" w:rsidRDefault="00B11881" w:rsidP="00B11881">
            <w:pPr>
              <w:spacing w:line="250" w:lineRule="exact"/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33F061" w14:textId="53B475C3" w:rsidR="00B11881" w:rsidRPr="008F01CB" w:rsidRDefault="00B11881" w:rsidP="00B11881">
            <w:pPr>
              <w:spacing w:line="250" w:lineRule="exact"/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99AF06" w14:textId="4D16A536" w:rsidR="00B11881" w:rsidRPr="008F01CB" w:rsidRDefault="00B11881" w:rsidP="00B11881">
            <w:pPr>
              <w:spacing w:line="250" w:lineRule="exact"/>
              <w:ind w:left="-108" w:right="-104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01 5 00 00000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DC67B3" w14:textId="78CCED9E" w:rsidR="00B11881" w:rsidRPr="008F01CB" w:rsidRDefault="00B11881" w:rsidP="00B11881">
            <w:pPr>
              <w:spacing w:line="250" w:lineRule="exact"/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8314CC" w14:textId="754446B4" w:rsidR="00B11881" w:rsidRPr="008F01CB" w:rsidRDefault="00B11881" w:rsidP="00B11881">
            <w:pPr>
              <w:spacing w:line="250" w:lineRule="exact"/>
              <w:ind w:left="-100" w:right="-80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8 444,5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C1969F" w14:textId="57595D1A" w:rsidR="00B11881" w:rsidRPr="008F01CB" w:rsidRDefault="00B11881" w:rsidP="00B11881">
            <w:pPr>
              <w:spacing w:line="250" w:lineRule="exact"/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106 163,4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BC3AAA" w14:textId="1A559613" w:rsidR="00B11881" w:rsidRPr="008F01CB" w:rsidRDefault="00B11881" w:rsidP="00B11881">
            <w:pPr>
              <w:spacing w:line="250" w:lineRule="exact"/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3 075,6</w:t>
            </w:r>
          </w:p>
        </w:tc>
      </w:tr>
      <w:tr w:rsidR="00B11881" w:rsidRPr="00AB2228" w14:paraId="53875795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F29ED0" w14:textId="0E813E5B" w:rsidR="00B11881" w:rsidRPr="008F01CB" w:rsidRDefault="00B11881" w:rsidP="008F01CB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 xml:space="preserve"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</w:t>
            </w:r>
            <w:r w:rsidRPr="008F01CB">
              <w:rPr>
                <w:sz w:val="24"/>
                <w:szCs w:val="24"/>
              </w:rPr>
              <w:lastRenderedPageBreak/>
              <w:t>проектно-сметной документации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C35E5D" w14:textId="45C2A5AC" w:rsidR="00B11881" w:rsidRPr="008F01CB" w:rsidRDefault="00B11881" w:rsidP="00B11881">
            <w:pPr>
              <w:spacing w:line="250" w:lineRule="exact"/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07F698" w14:textId="50F59DF8" w:rsidR="00B11881" w:rsidRPr="008F01CB" w:rsidRDefault="00B11881" w:rsidP="00B11881">
            <w:pPr>
              <w:spacing w:line="250" w:lineRule="exact"/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8BF2C5" w14:textId="79BA0716" w:rsidR="00B11881" w:rsidRPr="008F01CB" w:rsidRDefault="00B11881" w:rsidP="00B11881">
            <w:pPr>
              <w:spacing w:line="250" w:lineRule="exact"/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ED4954" w14:textId="70AEC895" w:rsidR="00B11881" w:rsidRPr="008F01CB" w:rsidRDefault="00B11881" w:rsidP="00B11881">
            <w:pPr>
              <w:spacing w:line="250" w:lineRule="exact"/>
              <w:ind w:left="-108" w:right="-104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01 5 01 00000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230C96" w14:textId="7C51E40D" w:rsidR="00B11881" w:rsidRPr="008F01CB" w:rsidRDefault="00B11881" w:rsidP="00B11881">
            <w:pPr>
              <w:spacing w:line="250" w:lineRule="exact"/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A68DB6" w14:textId="606B1265" w:rsidR="00B11881" w:rsidRPr="008F01CB" w:rsidRDefault="00B11881" w:rsidP="00B11881">
            <w:pPr>
              <w:spacing w:line="250" w:lineRule="exact"/>
              <w:ind w:left="-100" w:right="-80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8 444,5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77A4C" w14:textId="06AD8F13" w:rsidR="00B11881" w:rsidRPr="008F01CB" w:rsidRDefault="00B11881" w:rsidP="00B11881">
            <w:pPr>
              <w:spacing w:line="250" w:lineRule="exact"/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106 163,4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3BA720" w14:textId="4B569256" w:rsidR="00B11881" w:rsidRPr="008F01CB" w:rsidRDefault="00B11881" w:rsidP="00B11881">
            <w:pPr>
              <w:spacing w:line="250" w:lineRule="exact"/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3 075,6</w:t>
            </w:r>
          </w:p>
        </w:tc>
      </w:tr>
      <w:tr w:rsidR="00B11881" w:rsidRPr="00AB2228" w14:paraId="743A483A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37CA9F" w14:textId="6CA6C486" w:rsidR="00B11881" w:rsidRPr="008F01CB" w:rsidRDefault="00B11881" w:rsidP="00B11881">
            <w:pPr>
              <w:ind w:right="-115"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lastRenderedPageBreak/>
              <w:t>Расходы на укрепление материально-технической базы учреждений образований за счет средств фонда на поддержку территорий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64E0EC" w14:textId="575A8170" w:rsidR="00B11881" w:rsidRPr="008F01CB" w:rsidRDefault="00B11881" w:rsidP="00B11881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158930" w14:textId="08AC5967" w:rsidR="00B11881" w:rsidRPr="008F01CB" w:rsidRDefault="00B11881" w:rsidP="00B1188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CCCE8" w14:textId="56EE8980" w:rsidR="00B11881" w:rsidRPr="008F01CB" w:rsidRDefault="00B11881" w:rsidP="00B1188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8DAB49" w14:textId="181DDF79" w:rsidR="00B11881" w:rsidRPr="008F01CB" w:rsidRDefault="00B11881" w:rsidP="00B11881">
            <w:pPr>
              <w:ind w:left="-108" w:right="-104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01 5 01 22000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F0E28B" w14:textId="4D12F4FB" w:rsidR="00B11881" w:rsidRPr="008F01CB" w:rsidRDefault="00B11881" w:rsidP="00B1188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2FABDD" w14:textId="5338BD31" w:rsidR="00B11881" w:rsidRPr="008F01CB" w:rsidRDefault="00B11881" w:rsidP="00B1188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249,0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E10E10" w14:textId="42BED35F" w:rsidR="00B11881" w:rsidRPr="008F01CB" w:rsidRDefault="00B11881" w:rsidP="00B1188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E527F1" w14:textId="2DBFC3CC" w:rsidR="00B11881" w:rsidRPr="008F01CB" w:rsidRDefault="00B11881" w:rsidP="00B1188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0,0</w:t>
            </w:r>
          </w:p>
        </w:tc>
      </w:tr>
      <w:tr w:rsidR="00B11881" w:rsidRPr="00AB2228" w14:paraId="563778C0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1C6B0" w14:textId="6B4D1AB8" w:rsidR="00B11881" w:rsidRPr="008F01CB" w:rsidRDefault="00B11881" w:rsidP="00B11881">
            <w:pPr>
              <w:ind w:right="-115" w:firstLine="0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604440" w14:textId="46248A3E" w:rsidR="00B11881" w:rsidRPr="008F01CB" w:rsidRDefault="00B11881" w:rsidP="00B11881">
            <w:pPr>
              <w:spacing w:line="250" w:lineRule="exact"/>
              <w:ind w:left="-109" w:right="-108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71DE6" w14:textId="10B28B2D" w:rsidR="00B11881" w:rsidRPr="008F01CB" w:rsidRDefault="00B11881" w:rsidP="00B11881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B2C171" w14:textId="2C91F1A6" w:rsidR="00B11881" w:rsidRPr="008F01CB" w:rsidRDefault="00B11881" w:rsidP="00B11881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3F16E" w14:textId="75F03EE6" w:rsidR="00B11881" w:rsidRPr="008F01CB" w:rsidRDefault="00B11881" w:rsidP="00B11881">
            <w:pPr>
              <w:spacing w:line="250" w:lineRule="exact"/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01 5 01 22000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41D996" w14:textId="1CA9F657" w:rsidR="00B11881" w:rsidRPr="008F01CB" w:rsidRDefault="00B11881" w:rsidP="00B11881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45140D" w14:textId="30C72C3F" w:rsidR="00B11881" w:rsidRPr="008F01CB" w:rsidRDefault="00B11881" w:rsidP="00B11881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249,0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1F1847" w14:textId="68304CD7" w:rsidR="00B11881" w:rsidRPr="008F01CB" w:rsidRDefault="00B11881" w:rsidP="00B11881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F348A9" w14:textId="10F34919" w:rsidR="00B11881" w:rsidRPr="008F01CB" w:rsidRDefault="00B11881" w:rsidP="00B11881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0,0 </w:t>
            </w:r>
          </w:p>
        </w:tc>
      </w:tr>
      <w:tr w:rsidR="006A23A7" w:rsidRPr="00AB2228" w14:paraId="7E6CA533" w14:textId="77777777" w:rsidTr="007E3740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20333F" w14:textId="6DDCC23E" w:rsidR="006A23A7" w:rsidRPr="008F01CB" w:rsidRDefault="006A23A7" w:rsidP="006A23A7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b/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5AB507" w14:textId="59F484CD" w:rsidR="006A23A7" w:rsidRPr="008F01CB" w:rsidRDefault="006A23A7" w:rsidP="006A23A7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DFAFC6" w14:textId="3BCEF0B3" w:rsidR="006A23A7" w:rsidRPr="008F01CB" w:rsidRDefault="006A23A7" w:rsidP="006A23A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671DC9" w14:textId="0CF4CE69" w:rsidR="006A23A7" w:rsidRPr="008F01CB" w:rsidRDefault="006A23A7" w:rsidP="006A23A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EEA694" w14:textId="269F3B48" w:rsidR="006A23A7" w:rsidRPr="008F01CB" w:rsidRDefault="006A23A7" w:rsidP="006A23A7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79274C" w14:textId="45B20848" w:rsidR="006A23A7" w:rsidRPr="008F01CB" w:rsidRDefault="006A23A7" w:rsidP="006A23A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E57CE8" w14:textId="297B2FA0" w:rsidR="006A23A7" w:rsidRPr="008F01CB" w:rsidRDefault="006A23A7" w:rsidP="006A23A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b/>
                <w:bCs/>
                <w:sz w:val="24"/>
                <w:szCs w:val="24"/>
              </w:rPr>
              <w:t>143 447,2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F59225" w14:textId="75DEC864" w:rsidR="006A23A7" w:rsidRPr="008F01CB" w:rsidRDefault="006A23A7" w:rsidP="006A23A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b/>
                <w:bCs/>
                <w:sz w:val="24"/>
                <w:szCs w:val="24"/>
              </w:rPr>
              <w:t>139 335,9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F46252" w14:textId="7EBA982A" w:rsidR="006A23A7" w:rsidRPr="008F01CB" w:rsidRDefault="006A23A7" w:rsidP="006A23A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b/>
                <w:bCs/>
                <w:sz w:val="24"/>
                <w:szCs w:val="24"/>
              </w:rPr>
              <w:t>139 335,9</w:t>
            </w:r>
          </w:p>
        </w:tc>
      </w:tr>
      <w:tr w:rsidR="006A23A7" w:rsidRPr="00AB2228" w14:paraId="0EFE60A7" w14:textId="77777777" w:rsidTr="007E3740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0A8552" w14:textId="0F41EFCB" w:rsidR="006A23A7" w:rsidRPr="006A23A7" w:rsidRDefault="006A23A7" w:rsidP="008F01CB">
            <w:pPr>
              <w:ind w:right="-115" w:firstLine="0"/>
              <w:rPr>
                <w:color w:val="000000"/>
                <w:sz w:val="24"/>
                <w:szCs w:val="24"/>
                <w:highlight w:val="yellow"/>
              </w:rPr>
            </w:pPr>
            <w:r w:rsidRPr="006A23A7">
              <w:rPr>
                <w:sz w:val="24"/>
                <w:szCs w:val="24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A974EE" w14:textId="1DFFF984" w:rsidR="006A23A7" w:rsidRPr="006A23A7" w:rsidRDefault="006A23A7" w:rsidP="006A23A7">
            <w:pPr>
              <w:spacing w:line="250" w:lineRule="exact"/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795A4" w14:textId="39BFFB19" w:rsidR="006A23A7" w:rsidRPr="006A23A7" w:rsidRDefault="006A23A7" w:rsidP="006A23A7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A23A7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34A3D9" w14:textId="1510D02B" w:rsidR="006A23A7" w:rsidRPr="006A23A7" w:rsidRDefault="006A23A7" w:rsidP="006A23A7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A23A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7E8B8E" w14:textId="410EAC2E" w:rsidR="006A23A7" w:rsidRPr="006A23A7" w:rsidRDefault="006A23A7" w:rsidP="006A23A7">
            <w:pPr>
              <w:spacing w:line="250" w:lineRule="exact"/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A23A7">
              <w:rPr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BCAA9D" w14:textId="6AF04124" w:rsidR="006A23A7" w:rsidRPr="006A23A7" w:rsidRDefault="006A23A7" w:rsidP="006A23A7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A23A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EA35AE" w14:textId="3883AE07" w:rsidR="006A23A7" w:rsidRPr="006A23A7" w:rsidRDefault="006A23A7" w:rsidP="006A23A7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A23A7">
              <w:rPr>
                <w:sz w:val="24"/>
                <w:szCs w:val="24"/>
              </w:rPr>
              <w:t>58 591,4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1A3CBD" w14:textId="2EB803CF" w:rsidR="006A23A7" w:rsidRPr="006A23A7" w:rsidRDefault="006A23A7" w:rsidP="006A23A7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A23A7">
              <w:rPr>
                <w:sz w:val="24"/>
                <w:szCs w:val="24"/>
              </w:rPr>
              <w:t>55 377,2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8E10D" w14:textId="6476D7B1" w:rsidR="006A23A7" w:rsidRPr="006A23A7" w:rsidRDefault="006A23A7" w:rsidP="006A23A7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A23A7">
              <w:rPr>
                <w:sz w:val="24"/>
                <w:szCs w:val="24"/>
              </w:rPr>
              <w:t>55 377,2</w:t>
            </w:r>
          </w:p>
        </w:tc>
      </w:tr>
      <w:tr w:rsidR="006A23A7" w:rsidRPr="00AB2228" w14:paraId="2199918C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CEB198" w14:textId="22515ECF" w:rsidR="006A23A7" w:rsidRPr="008F01CB" w:rsidRDefault="006A23A7" w:rsidP="006A23A7">
            <w:pPr>
              <w:ind w:right="-115" w:firstLine="0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8006A2" w14:textId="4D023433" w:rsidR="006A23A7" w:rsidRPr="008F01CB" w:rsidRDefault="006A23A7" w:rsidP="006A23A7">
            <w:pPr>
              <w:spacing w:line="250" w:lineRule="exact"/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B5CB5" w14:textId="220831D3" w:rsidR="006A23A7" w:rsidRPr="008F01CB" w:rsidRDefault="006A23A7" w:rsidP="006A23A7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7035CB" w14:textId="2F6C40D9" w:rsidR="006A23A7" w:rsidRPr="008F01CB" w:rsidRDefault="006A23A7" w:rsidP="006A23A7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CC5C66" w14:textId="67008C76" w:rsidR="006A23A7" w:rsidRPr="008F01CB" w:rsidRDefault="006A23A7" w:rsidP="006A23A7">
            <w:pPr>
              <w:spacing w:line="250" w:lineRule="exact"/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02 2 00 00000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01A2FA" w14:textId="1B197D96" w:rsidR="006A23A7" w:rsidRPr="008F01CB" w:rsidRDefault="006A23A7" w:rsidP="006A23A7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D61634" w14:textId="3E46209B" w:rsidR="006A23A7" w:rsidRPr="008F01CB" w:rsidRDefault="006A23A7" w:rsidP="006A23A7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3 214,2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1EAA5F" w14:textId="235DA0E5" w:rsidR="006A23A7" w:rsidRPr="008F01CB" w:rsidRDefault="006A23A7" w:rsidP="006A23A7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7AE46A" w14:textId="59F228B6" w:rsidR="006A23A7" w:rsidRPr="008F01CB" w:rsidRDefault="006A23A7" w:rsidP="006A23A7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0,0</w:t>
            </w:r>
          </w:p>
        </w:tc>
      </w:tr>
      <w:tr w:rsidR="006A23A7" w:rsidRPr="00AB2228" w14:paraId="32FDDAA5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175F0" w14:textId="3BF39A7D" w:rsidR="006A23A7" w:rsidRPr="008F01CB" w:rsidRDefault="006A23A7" w:rsidP="006A23A7">
            <w:pPr>
              <w:ind w:right="-115" w:firstLine="0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Обеспечение материально - 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C63600" w14:textId="68997240" w:rsidR="006A23A7" w:rsidRPr="008F01CB" w:rsidRDefault="006A23A7" w:rsidP="006A23A7">
            <w:pPr>
              <w:spacing w:line="250" w:lineRule="exact"/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129895" w14:textId="78809E73" w:rsidR="006A23A7" w:rsidRPr="008F01CB" w:rsidRDefault="006A23A7" w:rsidP="006A23A7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746C43" w14:textId="794BA7F9" w:rsidR="006A23A7" w:rsidRPr="008F01CB" w:rsidRDefault="006A23A7" w:rsidP="006A23A7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6A21E6" w14:textId="6677E195" w:rsidR="006A23A7" w:rsidRPr="008F01CB" w:rsidRDefault="006A23A7" w:rsidP="006A23A7">
            <w:pPr>
              <w:spacing w:line="250" w:lineRule="exact"/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02 2 01 00000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A37368" w14:textId="20160126" w:rsidR="006A23A7" w:rsidRPr="008F01CB" w:rsidRDefault="006A23A7" w:rsidP="006A23A7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8F4A8E" w14:textId="3A10BECF" w:rsidR="006A23A7" w:rsidRPr="008F01CB" w:rsidRDefault="006A23A7" w:rsidP="006A23A7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599,6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2BE109" w14:textId="2F74EC3C" w:rsidR="006A23A7" w:rsidRPr="008F01CB" w:rsidRDefault="006A23A7" w:rsidP="006A23A7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64D9A2" w14:textId="339775E4" w:rsidR="006A23A7" w:rsidRPr="008F01CB" w:rsidRDefault="006A23A7" w:rsidP="006A23A7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0,0</w:t>
            </w:r>
          </w:p>
        </w:tc>
      </w:tr>
      <w:tr w:rsidR="006A23A7" w:rsidRPr="00AB2228" w14:paraId="77B39037" w14:textId="77777777" w:rsidTr="00EC6513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B9A7A9" w14:textId="0736D77D" w:rsidR="006A23A7" w:rsidRPr="008F01CB" w:rsidRDefault="006A23A7" w:rsidP="006A23A7">
            <w:pPr>
              <w:ind w:firstLine="0"/>
              <w:rPr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 xml:space="preserve">Расходы на укрепление материально-технической базы </w:t>
            </w:r>
            <w:r w:rsidRPr="008F01CB">
              <w:rPr>
                <w:sz w:val="24"/>
                <w:szCs w:val="24"/>
              </w:rPr>
              <w:lastRenderedPageBreak/>
              <w:t>учреждений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1CF52" w14:textId="61C0E667" w:rsidR="006A23A7" w:rsidRPr="008F01CB" w:rsidRDefault="006A23A7" w:rsidP="006A23A7">
            <w:pPr>
              <w:ind w:firstLine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5B36DB" w14:textId="30D14E77" w:rsidR="006A23A7" w:rsidRPr="008F01CB" w:rsidRDefault="006A23A7" w:rsidP="006A23A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5466FF" w14:textId="68BBF063" w:rsidR="006A23A7" w:rsidRPr="008F01CB" w:rsidRDefault="006A23A7" w:rsidP="006A23A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000CA4" w14:textId="0D01F8E9" w:rsidR="006A23A7" w:rsidRPr="008F01CB" w:rsidRDefault="006A23A7" w:rsidP="006A23A7">
            <w:pPr>
              <w:ind w:left="-108" w:right="-108" w:firstLine="0"/>
              <w:jc w:val="center"/>
              <w:rPr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02 2 01 25020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F1DEC6" w14:textId="1FB6A830" w:rsidR="006A23A7" w:rsidRPr="008F01CB" w:rsidRDefault="006A23A7" w:rsidP="006A23A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FC1AAF" w14:textId="5492793A" w:rsidR="006A23A7" w:rsidRPr="008F01CB" w:rsidRDefault="006A23A7" w:rsidP="006A23A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599,6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9893B9" w14:textId="12419844" w:rsidR="006A23A7" w:rsidRPr="008F01CB" w:rsidRDefault="006A23A7" w:rsidP="006A23A7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680C7B" w14:textId="797B1548" w:rsidR="006A23A7" w:rsidRPr="008F01CB" w:rsidRDefault="006A23A7" w:rsidP="006A23A7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0,0</w:t>
            </w:r>
          </w:p>
        </w:tc>
      </w:tr>
      <w:tr w:rsidR="007E3740" w:rsidRPr="00AB2228" w14:paraId="0D0EA4EF" w14:textId="77777777" w:rsidTr="007E3740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EB07D66" w14:textId="3D5EECFD" w:rsidR="007E3740" w:rsidRPr="008F01CB" w:rsidRDefault="007E3740" w:rsidP="007E3740">
            <w:pPr>
              <w:ind w:firstLine="0"/>
              <w:rPr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C78FCB" w14:textId="4053DF80" w:rsidR="007E3740" w:rsidRPr="008F01CB" w:rsidRDefault="007E3740" w:rsidP="007E3740">
            <w:pPr>
              <w:ind w:firstLine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E41B23" w14:textId="5D21BC7D" w:rsidR="007E3740" w:rsidRPr="008F01CB" w:rsidRDefault="007E3740" w:rsidP="007E3740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F1F6FD" w14:textId="7248FC85" w:rsidR="007E3740" w:rsidRPr="008F01CB" w:rsidRDefault="007E3740" w:rsidP="007E3740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9D299E" w14:textId="750C76D8" w:rsidR="007E3740" w:rsidRPr="008F01CB" w:rsidRDefault="007E3740" w:rsidP="007E3740">
            <w:pPr>
              <w:ind w:right="-108" w:hanging="108"/>
              <w:jc w:val="center"/>
              <w:rPr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02 2 01 25020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5266D8" w14:textId="7A383879" w:rsidR="007E3740" w:rsidRPr="008F01CB" w:rsidRDefault="007E3740" w:rsidP="007E3740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403B25" w14:textId="01EC6E49" w:rsidR="007E3740" w:rsidRPr="008F01CB" w:rsidRDefault="007E3740" w:rsidP="007E3740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599,6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29C9A3" w14:textId="5F10AB9C" w:rsidR="007E3740" w:rsidRPr="008F01CB" w:rsidRDefault="007E3740" w:rsidP="007E3740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297231" w14:textId="632BBADE" w:rsidR="007E3740" w:rsidRPr="008F01CB" w:rsidRDefault="007E3740" w:rsidP="007E3740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0,0</w:t>
            </w:r>
          </w:p>
        </w:tc>
      </w:tr>
      <w:tr w:rsidR="006A23A7" w:rsidRPr="00AB2228" w14:paraId="0C0D0E6E" w14:textId="77777777" w:rsidTr="00EC6513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A244B" w14:textId="59DB6B79" w:rsidR="006A23A7" w:rsidRPr="008F01CB" w:rsidRDefault="006A23A7" w:rsidP="006A23A7">
            <w:pPr>
              <w:ind w:firstLine="0"/>
              <w:rPr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Федеральный проект "Культурная среда"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AEFEF4" w14:textId="6CB2026C" w:rsidR="006A23A7" w:rsidRPr="008F01CB" w:rsidRDefault="006A23A7" w:rsidP="006A23A7">
            <w:pPr>
              <w:ind w:firstLine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77A8D7" w14:textId="7008895D" w:rsidR="006A23A7" w:rsidRPr="008F01CB" w:rsidRDefault="006A23A7" w:rsidP="006A23A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94FD8D" w14:textId="128AA88D" w:rsidR="006A23A7" w:rsidRPr="008F01CB" w:rsidRDefault="006A23A7" w:rsidP="006A23A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FBB9A" w14:textId="6C70F51F" w:rsidR="006A23A7" w:rsidRPr="008F01CB" w:rsidRDefault="006A23A7" w:rsidP="006A23A7">
            <w:pPr>
              <w:ind w:right="-108" w:hanging="108"/>
              <w:jc w:val="center"/>
              <w:rPr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02 2 А1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5CDCD2" w14:textId="4478A68A" w:rsidR="006A23A7" w:rsidRPr="008F01CB" w:rsidRDefault="006A23A7" w:rsidP="006A23A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904CA0" w14:textId="3DAC5717" w:rsidR="006A23A7" w:rsidRPr="008F01CB" w:rsidRDefault="006A23A7" w:rsidP="006A23A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2 614,6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D880AD" w14:textId="1795E0E7" w:rsidR="006A23A7" w:rsidRPr="008F01CB" w:rsidRDefault="006A23A7" w:rsidP="006A23A7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CD2B90" w14:textId="6BE1C5B2" w:rsidR="006A23A7" w:rsidRPr="008F01CB" w:rsidRDefault="006A23A7" w:rsidP="006A23A7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0,0</w:t>
            </w:r>
          </w:p>
        </w:tc>
      </w:tr>
      <w:tr w:rsidR="006A23A7" w:rsidRPr="00AB2228" w14:paraId="1229F7DC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EF40A4" w14:textId="6399D4C5" w:rsidR="006A23A7" w:rsidRPr="00AB2228" w:rsidRDefault="006A23A7" w:rsidP="006A23A7">
            <w:pPr>
              <w:ind w:right="-115"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>
              <w:rPr>
                <w:sz w:val="22"/>
                <w:szCs w:val="22"/>
              </w:rPr>
              <w:t>Расходы на поддержку отрасли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8FB3A3" w14:textId="0413C9AC" w:rsidR="006A23A7" w:rsidRPr="00AB2228" w:rsidRDefault="006A23A7" w:rsidP="006A23A7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EB48F6" w14:textId="39F6C421" w:rsidR="006A23A7" w:rsidRPr="00AB2228" w:rsidRDefault="006A23A7" w:rsidP="006A23A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5AC98E" w14:textId="4ACEEE38" w:rsidR="006A23A7" w:rsidRPr="00AB2228" w:rsidRDefault="006A23A7" w:rsidP="006A23A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F30B4E" w14:textId="7F95B813" w:rsidR="006A23A7" w:rsidRPr="00AB2228" w:rsidRDefault="006A23A7" w:rsidP="006A23A7">
            <w:pPr>
              <w:ind w:left="-108" w:right="-104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>
              <w:rPr>
                <w:sz w:val="22"/>
                <w:szCs w:val="22"/>
              </w:rPr>
              <w:t>02 2 А1 55190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056417" w14:textId="2DC3BA06" w:rsidR="006A23A7" w:rsidRPr="00AB2228" w:rsidRDefault="006A23A7" w:rsidP="006A23A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>
              <w:rPr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DD7509" w14:textId="4F6A3E51" w:rsidR="006A23A7" w:rsidRPr="00AB2228" w:rsidRDefault="006A23A7" w:rsidP="006A23A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>
              <w:rPr>
                <w:sz w:val="22"/>
                <w:szCs w:val="22"/>
              </w:rPr>
              <w:t>2 614,6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DFBA53" w14:textId="39E57E9F" w:rsidR="006A23A7" w:rsidRPr="00AB2228" w:rsidRDefault="006A23A7" w:rsidP="006A23A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FBFD1C" w14:textId="34376165" w:rsidR="006A23A7" w:rsidRPr="00AB2228" w:rsidRDefault="006A23A7" w:rsidP="006A23A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6A23A7" w:rsidRPr="00AB2228" w14:paraId="4D2ACEFC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1680D8" w14:textId="48C43B3E" w:rsidR="006A23A7" w:rsidRPr="008F01CB" w:rsidRDefault="006A23A7" w:rsidP="006A23A7">
            <w:pPr>
              <w:ind w:right="-115"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59DB13" w14:textId="062C7646" w:rsidR="006A23A7" w:rsidRPr="008F01CB" w:rsidRDefault="006A23A7" w:rsidP="006A23A7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364471" w14:textId="3FA3E50A" w:rsidR="006A23A7" w:rsidRPr="008F01CB" w:rsidRDefault="006A23A7" w:rsidP="006A23A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EC630A" w14:textId="0D96800F" w:rsidR="006A23A7" w:rsidRPr="008F01CB" w:rsidRDefault="006A23A7" w:rsidP="006A23A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A0551D" w14:textId="61BB879A" w:rsidR="006A23A7" w:rsidRPr="008F01CB" w:rsidRDefault="006A23A7" w:rsidP="006A23A7">
            <w:pPr>
              <w:ind w:left="-108" w:right="-104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02 2 А1 55190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EE3B9B" w14:textId="724E1C13" w:rsidR="006A23A7" w:rsidRPr="008F01CB" w:rsidRDefault="006A23A7" w:rsidP="006A23A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71B619" w14:textId="4BA02C0B" w:rsidR="006A23A7" w:rsidRPr="008F01CB" w:rsidRDefault="006A23A7" w:rsidP="006A23A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2 614,6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63C29C" w14:textId="5AC67F5B" w:rsidR="006A23A7" w:rsidRPr="008F01CB" w:rsidRDefault="006A23A7" w:rsidP="006A23A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2DB94F" w14:textId="0C10AC57" w:rsidR="006A23A7" w:rsidRPr="008F01CB" w:rsidRDefault="006A23A7" w:rsidP="006A23A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0,0</w:t>
            </w:r>
          </w:p>
        </w:tc>
      </w:tr>
      <w:tr w:rsidR="006A23A7" w:rsidRPr="00AB2228" w14:paraId="1A4E9F1C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5377BA" w14:textId="3997EBC8" w:rsidR="006A23A7" w:rsidRPr="008F01CB" w:rsidRDefault="006A23A7" w:rsidP="006A23A7">
            <w:pPr>
              <w:ind w:right="-115"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252722" w14:textId="72C2040A" w:rsidR="006A23A7" w:rsidRPr="008F01CB" w:rsidRDefault="006A23A7" w:rsidP="006A23A7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5B3A44" w14:textId="07258EE7" w:rsidR="006A23A7" w:rsidRPr="008F01CB" w:rsidRDefault="006A23A7" w:rsidP="006A23A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7004A" w14:textId="46E7F27C" w:rsidR="006A23A7" w:rsidRPr="008F01CB" w:rsidRDefault="006A23A7" w:rsidP="006A23A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3322ED" w14:textId="4B4E4C39" w:rsidR="006A23A7" w:rsidRPr="008F01CB" w:rsidRDefault="006A23A7" w:rsidP="006A23A7">
            <w:pPr>
              <w:ind w:left="-108" w:right="-104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CFA44F" w14:textId="15CF03FF" w:rsidR="006A23A7" w:rsidRPr="008F01CB" w:rsidRDefault="006A23A7" w:rsidP="006A23A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DF25BF" w14:textId="76B036C1" w:rsidR="006A23A7" w:rsidRPr="008F01CB" w:rsidRDefault="006A23A7" w:rsidP="006A23A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B7C8F4" w14:textId="6131904F" w:rsidR="006A23A7" w:rsidRPr="008F01CB" w:rsidRDefault="006A23A7" w:rsidP="006A23A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A53E29" w14:textId="457A0CD4" w:rsidR="006A23A7" w:rsidRPr="008F01CB" w:rsidRDefault="006A23A7" w:rsidP="006A23A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 </w:t>
            </w:r>
          </w:p>
        </w:tc>
      </w:tr>
      <w:tr w:rsidR="006A23A7" w:rsidRPr="00AB2228" w14:paraId="6CEC5EA8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3AC485" w14:textId="41D90695" w:rsidR="006A23A7" w:rsidRPr="008F01CB" w:rsidRDefault="006A23A7" w:rsidP="006A23A7">
            <w:pPr>
              <w:ind w:right="-115" w:firstLine="0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 xml:space="preserve">  - расходы на поддержку отрасли культуры 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9209DE" w14:textId="1821DEB5" w:rsidR="006A23A7" w:rsidRPr="008F01CB" w:rsidRDefault="006A23A7" w:rsidP="006A23A7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916489" w14:textId="16C007AA" w:rsidR="006A23A7" w:rsidRPr="008F01CB" w:rsidRDefault="006A23A7" w:rsidP="006A23A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CAC245" w14:textId="5FF2C7F8" w:rsidR="006A23A7" w:rsidRPr="008F01CB" w:rsidRDefault="006A23A7" w:rsidP="006A23A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8BBD7C" w14:textId="7FEE4C4F" w:rsidR="006A23A7" w:rsidRPr="008F01CB" w:rsidRDefault="006A23A7" w:rsidP="006A23A7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F137E1" w14:textId="73F25D05" w:rsidR="006A23A7" w:rsidRPr="008F01CB" w:rsidRDefault="006A23A7" w:rsidP="006A23A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F999EA" w14:textId="0D41A6B9" w:rsidR="006A23A7" w:rsidRPr="00B64361" w:rsidRDefault="006A23A7" w:rsidP="006A23A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  <w:lang w:val="en-US"/>
              </w:rPr>
            </w:pPr>
            <w:r w:rsidRPr="008F01CB">
              <w:rPr>
                <w:sz w:val="24"/>
                <w:szCs w:val="24"/>
              </w:rPr>
              <w:t>1 947,</w:t>
            </w:r>
            <w:r w:rsidR="00B64361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92846A" w14:textId="3316B14C" w:rsidR="006A23A7" w:rsidRPr="008F01CB" w:rsidRDefault="006A23A7" w:rsidP="006A23A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EED19E" w14:textId="089C6FA1" w:rsidR="006A23A7" w:rsidRPr="008F01CB" w:rsidRDefault="006A23A7" w:rsidP="006A23A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0,0</w:t>
            </w:r>
          </w:p>
        </w:tc>
      </w:tr>
      <w:tr w:rsidR="006A23A7" w:rsidRPr="00AB2228" w14:paraId="38E1512F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F83F14" w14:textId="33E77F6E" w:rsidR="006A23A7" w:rsidRPr="008F01CB" w:rsidRDefault="006A23A7" w:rsidP="006A23A7">
            <w:pPr>
              <w:ind w:right="-115" w:firstLine="0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 xml:space="preserve">  - расходы на поддержку отрасли культуры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98B968" w14:textId="66698EF5" w:rsidR="006A23A7" w:rsidRPr="008F01CB" w:rsidRDefault="006A23A7" w:rsidP="006A23A7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AD390E" w14:textId="77777777" w:rsidR="008F01CB" w:rsidRDefault="008F01CB" w:rsidP="006A23A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7729ABC" w14:textId="77777777" w:rsidR="008F01CB" w:rsidRDefault="008F01CB" w:rsidP="006A23A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2A71789" w14:textId="77777777" w:rsidR="008F01CB" w:rsidRDefault="008F01CB" w:rsidP="006A23A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F3E9259" w14:textId="77777777" w:rsidR="008F01CB" w:rsidRDefault="008F01CB" w:rsidP="006A23A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60DAE23" w14:textId="3750C0AB" w:rsidR="006A23A7" w:rsidRPr="008F01CB" w:rsidRDefault="006A23A7" w:rsidP="006A23A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814748" w14:textId="77777777" w:rsidR="008F01CB" w:rsidRDefault="008F01CB" w:rsidP="006A23A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0989C07" w14:textId="77777777" w:rsidR="008F01CB" w:rsidRDefault="008F01CB" w:rsidP="006A23A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9A69096" w14:textId="77777777" w:rsidR="008F01CB" w:rsidRDefault="008F01CB" w:rsidP="006A23A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6058E61" w14:textId="77777777" w:rsidR="008F01CB" w:rsidRDefault="008F01CB" w:rsidP="006A23A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5DE4902" w14:textId="2FFC20A3" w:rsidR="006A23A7" w:rsidRPr="008F01CB" w:rsidRDefault="006A23A7" w:rsidP="006A23A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A3B8D3" w14:textId="767CCFC0" w:rsidR="006A23A7" w:rsidRPr="008F01CB" w:rsidRDefault="006A23A7" w:rsidP="006A23A7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F67476" w14:textId="2D3ADDFB" w:rsidR="006A23A7" w:rsidRPr="008F01CB" w:rsidRDefault="006A23A7" w:rsidP="006A23A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33E871" w14:textId="77777777" w:rsidR="008F01CB" w:rsidRDefault="008F01CB" w:rsidP="006A23A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86922A7" w14:textId="77777777" w:rsidR="008F01CB" w:rsidRDefault="008F01CB" w:rsidP="006A23A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4630DDA" w14:textId="77777777" w:rsidR="008F01CB" w:rsidRDefault="008F01CB" w:rsidP="006A23A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7172BFA" w14:textId="77777777" w:rsidR="008F01CB" w:rsidRDefault="008F01CB" w:rsidP="006A23A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3DE8572" w14:textId="32FD5CFD" w:rsidR="006A23A7" w:rsidRPr="00B64361" w:rsidRDefault="006A23A7" w:rsidP="006A23A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  <w:lang w:val="en-US"/>
              </w:rPr>
            </w:pPr>
            <w:r w:rsidRPr="008F01CB">
              <w:rPr>
                <w:sz w:val="24"/>
                <w:szCs w:val="24"/>
              </w:rPr>
              <w:t>530,</w:t>
            </w:r>
            <w:r w:rsidR="00B64361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FEF01C" w14:textId="77777777" w:rsidR="008F01CB" w:rsidRDefault="008F01CB" w:rsidP="006A23A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54E374A" w14:textId="77777777" w:rsidR="008F01CB" w:rsidRDefault="008F01CB" w:rsidP="006A23A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4ABF8E9" w14:textId="77777777" w:rsidR="008F01CB" w:rsidRDefault="008F01CB" w:rsidP="006A23A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478D31E" w14:textId="77777777" w:rsidR="008F01CB" w:rsidRDefault="008F01CB" w:rsidP="006A23A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AB23132" w14:textId="7F49134E" w:rsidR="006A23A7" w:rsidRPr="008F01CB" w:rsidRDefault="006A23A7" w:rsidP="006A23A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4802E2" w14:textId="77777777" w:rsidR="008F01CB" w:rsidRDefault="008F01CB" w:rsidP="006A23A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7A381E6" w14:textId="77777777" w:rsidR="008F01CB" w:rsidRDefault="008F01CB" w:rsidP="006A23A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6BB40AE" w14:textId="77777777" w:rsidR="008F01CB" w:rsidRDefault="008F01CB" w:rsidP="006A23A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8AD0ACE" w14:textId="77777777" w:rsidR="008F01CB" w:rsidRDefault="008F01CB" w:rsidP="006A23A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1162049" w14:textId="31769F55" w:rsidR="006A23A7" w:rsidRPr="008F01CB" w:rsidRDefault="006A23A7" w:rsidP="006A23A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0,0</w:t>
            </w:r>
          </w:p>
        </w:tc>
      </w:tr>
      <w:tr w:rsidR="006A23A7" w:rsidRPr="00AB2228" w14:paraId="204B4C61" w14:textId="77777777" w:rsidTr="006A23A7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F4488C" w14:textId="16DA7F71" w:rsidR="006A23A7" w:rsidRPr="008F01CB" w:rsidRDefault="006A23A7" w:rsidP="006A23A7">
            <w:pPr>
              <w:ind w:right="-115" w:firstLine="0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b/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8FFFD8" w14:textId="7A9E3899" w:rsidR="006A23A7" w:rsidRPr="008F01CB" w:rsidRDefault="006A23A7" w:rsidP="006A23A7">
            <w:pPr>
              <w:spacing w:line="250" w:lineRule="exact"/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56EB45" w14:textId="5F2767DB" w:rsidR="006A23A7" w:rsidRPr="008F01CB" w:rsidRDefault="006A23A7" w:rsidP="006A23A7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8C7BD4" w14:textId="05C83665" w:rsidR="006A23A7" w:rsidRPr="008F01CB" w:rsidRDefault="006A23A7" w:rsidP="006A23A7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72B9D" w14:textId="6CDB8181" w:rsidR="006A23A7" w:rsidRPr="008F01CB" w:rsidRDefault="006A23A7" w:rsidP="006A23A7">
            <w:pPr>
              <w:spacing w:line="250" w:lineRule="exact"/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D0F755" w14:textId="3C041046" w:rsidR="006A23A7" w:rsidRPr="008F01CB" w:rsidRDefault="006A23A7" w:rsidP="006A23A7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AD54C9" w14:textId="70E6B305" w:rsidR="006A23A7" w:rsidRPr="008F01CB" w:rsidRDefault="006A23A7" w:rsidP="006A23A7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9 484,1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9AAC38" w14:textId="5D6EBA94" w:rsidR="006A23A7" w:rsidRPr="008F01CB" w:rsidRDefault="006A23A7" w:rsidP="006A23A7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6 984,1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CD83F0" w14:textId="7BF8B207" w:rsidR="006A23A7" w:rsidRPr="008F01CB" w:rsidRDefault="006A23A7" w:rsidP="006A23A7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6 984,1</w:t>
            </w:r>
          </w:p>
        </w:tc>
      </w:tr>
      <w:tr w:rsidR="006A23A7" w:rsidRPr="00AB2228" w14:paraId="7A1526CF" w14:textId="77777777" w:rsidTr="006A23A7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BDF5F1" w14:textId="02F1222D" w:rsidR="006A23A7" w:rsidRPr="008F01CB" w:rsidRDefault="006A23A7" w:rsidP="006A23A7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90C3B8" w14:textId="22EE3F7E" w:rsidR="006A23A7" w:rsidRPr="008F01CB" w:rsidRDefault="006A23A7" w:rsidP="006A23A7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B120EB" w14:textId="09F1327E" w:rsidR="006A23A7" w:rsidRPr="008F01CB" w:rsidRDefault="006A23A7" w:rsidP="006A23A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489E40" w14:textId="052AB12B" w:rsidR="006A23A7" w:rsidRPr="008F01CB" w:rsidRDefault="006A23A7" w:rsidP="006A23A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EBF702" w14:textId="51DB643C" w:rsidR="006A23A7" w:rsidRPr="008F01CB" w:rsidRDefault="006A23A7" w:rsidP="006A23A7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6FE802" w14:textId="68A132AD" w:rsidR="006A23A7" w:rsidRPr="008F01CB" w:rsidRDefault="006A23A7" w:rsidP="006A23A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247E3A" w14:textId="0ED2B6D3" w:rsidR="006A23A7" w:rsidRPr="008F01CB" w:rsidRDefault="006A23A7" w:rsidP="006A23A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9 330,8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0B4752" w14:textId="44BC6EEE" w:rsidR="006A23A7" w:rsidRPr="008F01CB" w:rsidRDefault="006A23A7" w:rsidP="006A23A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6 830,8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BBDCDF" w14:textId="0BF875BC" w:rsidR="006A23A7" w:rsidRPr="008F01CB" w:rsidRDefault="006A23A7" w:rsidP="006A23A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6 830,8</w:t>
            </w:r>
          </w:p>
        </w:tc>
      </w:tr>
      <w:tr w:rsidR="006A23A7" w:rsidRPr="00AB2228" w14:paraId="3BD25F15" w14:textId="77777777" w:rsidTr="006A23A7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7EBE33" w14:textId="0B2211BC" w:rsidR="006A23A7" w:rsidRPr="008F01CB" w:rsidRDefault="006A23A7" w:rsidP="006A23A7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536CB0" w14:textId="29068CA2" w:rsidR="006A23A7" w:rsidRPr="008F01CB" w:rsidRDefault="006A23A7" w:rsidP="006A23A7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7D84B1" w14:textId="1CC8E0D9" w:rsidR="006A23A7" w:rsidRPr="008F01CB" w:rsidRDefault="006A23A7" w:rsidP="006A23A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82B3A" w14:textId="61669875" w:rsidR="006A23A7" w:rsidRPr="008F01CB" w:rsidRDefault="006A23A7" w:rsidP="006A23A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7F415D" w14:textId="37F3A01D" w:rsidR="006A23A7" w:rsidRPr="008F01CB" w:rsidRDefault="006A23A7" w:rsidP="006A23A7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01 2 00 00000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FB58D6" w14:textId="185249AF" w:rsidR="006A23A7" w:rsidRPr="008F01CB" w:rsidRDefault="006A23A7" w:rsidP="006A23A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8BF197" w14:textId="55C95588" w:rsidR="006A23A7" w:rsidRPr="008F01CB" w:rsidRDefault="006A23A7" w:rsidP="006A23A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9 330,8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C024C4" w14:textId="27E33101" w:rsidR="006A23A7" w:rsidRPr="008F01CB" w:rsidRDefault="006A23A7" w:rsidP="006A23A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6 830,8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4F573B" w14:textId="51DBAABC" w:rsidR="006A23A7" w:rsidRPr="008F01CB" w:rsidRDefault="006A23A7" w:rsidP="006A23A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6 830,8</w:t>
            </w:r>
          </w:p>
        </w:tc>
      </w:tr>
      <w:tr w:rsidR="006A23A7" w:rsidRPr="00AB2228" w14:paraId="42480A3E" w14:textId="77777777" w:rsidTr="006A23A7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66AA5" w14:textId="27E18D8D" w:rsidR="006A23A7" w:rsidRPr="008F01CB" w:rsidRDefault="006A23A7" w:rsidP="006A23A7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color w:val="000000"/>
                <w:sz w:val="24"/>
                <w:szCs w:val="24"/>
              </w:rPr>
              <w:lastRenderedPageBreak/>
              <w:t>Организация отдыха и оздоровления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85F063" w14:textId="7B4DDDBE" w:rsidR="006A23A7" w:rsidRPr="008F01CB" w:rsidRDefault="006A23A7" w:rsidP="006A23A7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640BDD" w14:textId="06AF7FF5" w:rsidR="006A23A7" w:rsidRPr="008F01CB" w:rsidRDefault="006A23A7" w:rsidP="006A23A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27E78A" w14:textId="15CC9846" w:rsidR="006A23A7" w:rsidRPr="008F01CB" w:rsidRDefault="006A23A7" w:rsidP="006A23A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EA7332" w14:textId="64FA66BB" w:rsidR="006A23A7" w:rsidRPr="008F01CB" w:rsidRDefault="006A23A7" w:rsidP="006A23A7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01 2 01 00000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522BBD" w14:textId="754401B3" w:rsidR="006A23A7" w:rsidRPr="008F01CB" w:rsidRDefault="006A23A7" w:rsidP="006A23A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64E50D" w14:textId="7331D10D" w:rsidR="006A23A7" w:rsidRPr="008F01CB" w:rsidRDefault="006A23A7" w:rsidP="006A23A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9 330,8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B3F312" w14:textId="592DC8FF" w:rsidR="006A23A7" w:rsidRPr="008F01CB" w:rsidRDefault="006A23A7" w:rsidP="006A23A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6 830,8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80E117" w14:textId="4C84C06B" w:rsidR="006A23A7" w:rsidRPr="008F01CB" w:rsidRDefault="006A23A7" w:rsidP="006A23A7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6 830,8</w:t>
            </w:r>
          </w:p>
        </w:tc>
      </w:tr>
      <w:tr w:rsidR="001B1F4B" w:rsidRPr="00AB2228" w14:paraId="5B68DD56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BDD306" w14:textId="3AE767BD" w:rsidR="001B1F4B" w:rsidRPr="008F01CB" w:rsidRDefault="001B1F4B" w:rsidP="001B1F4B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Расходы на осуществление выплат на возмещение части расходов по приобретению путевок в загородные оздоровительные лагеря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557999" w14:textId="2A9F3A93" w:rsidR="001B1F4B" w:rsidRPr="008F01CB" w:rsidRDefault="001B1F4B" w:rsidP="001B1F4B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6DC6B" w14:textId="06604F47" w:rsidR="001B1F4B" w:rsidRPr="008F01CB" w:rsidRDefault="001B1F4B" w:rsidP="001B1F4B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E2B5D6" w14:textId="37CE0E51" w:rsidR="001B1F4B" w:rsidRPr="008F01CB" w:rsidRDefault="001B1F4B" w:rsidP="001B1F4B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6698BB" w14:textId="770803C0" w:rsidR="001B1F4B" w:rsidRPr="008F01CB" w:rsidRDefault="001B1F4B" w:rsidP="001B1F4B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01 2 01 25210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FDFB10" w14:textId="0984E426" w:rsidR="001B1F4B" w:rsidRPr="008F01CB" w:rsidRDefault="001B1F4B" w:rsidP="001B1F4B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958E26" w14:textId="0783F1A1" w:rsidR="001B1F4B" w:rsidRPr="008F01CB" w:rsidRDefault="001B1F4B" w:rsidP="001B1F4B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4 500,0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B2BFC" w14:textId="6BD94F94" w:rsidR="001B1F4B" w:rsidRPr="008F01CB" w:rsidRDefault="001B1F4B" w:rsidP="001B1F4B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3 500,0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5336C4" w14:textId="0ACED369" w:rsidR="001B1F4B" w:rsidRPr="008F01CB" w:rsidRDefault="001B1F4B" w:rsidP="001B1F4B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3 500,0</w:t>
            </w:r>
          </w:p>
        </w:tc>
      </w:tr>
      <w:tr w:rsidR="001B1F4B" w:rsidRPr="00AB2228" w14:paraId="47242404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0007CE" w14:textId="4A3141F9" w:rsidR="001B1F4B" w:rsidRPr="008F01CB" w:rsidRDefault="001B1F4B" w:rsidP="001B1F4B">
            <w:pPr>
              <w:ind w:right="-115"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384253" w14:textId="3996F125" w:rsidR="001B1F4B" w:rsidRPr="008F01CB" w:rsidRDefault="001B1F4B" w:rsidP="001B1F4B">
            <w:pPr>
              <w:spacing w:line="250" w:lineRule="exact"/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5557D9" w14:textId="0A64A9BA" w:rsidR="001B1F4B" w:rsidRPr="008F01CB" w:rsidRDefault="001B1F4B" w:rsidP="001B1F4B">
            <w:pPr>
              <w:spacing w:line="25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17F6AD" w14:textId="52CFF187" w:rsidR="001B1F4B" w:rsidRPr="008F01CB" w:rsidRDefault="001B1F4B" w:rsidP="001B1F4B">
            <w:pPr>
              <w:spacing w:line="25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5F1255" w14:textId="0E71A149" w:rsidR="001B1F4B" w:rsidRPr="008F01CB" w:rsidRDefault="001B1F4B" w:rsidP="001B1F4B">
            <w:pPr>
              <w:spacing w:line="250" w:lineRule="exact"/>
              <w:ind w:left="-108" w:right="-104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01 2 01 25210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F054C" w14:textId="38452DCF" w:rsidR="001B1F4B" w:rsidRPr="008F01CB" w:rsidRDefault="001B1F4B" w:rsidP="001B1F4B">
            <w:pPr>
              <w:spacing w:line="25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8AF3DA" w14:textId="3B911353" w:rsidR="001B1F4B" w:rsidRPr="008F01CB" w:rsidRDefault="001B1F4B" w:rsidP="001B1F4B">
            <w:pPr>
              <w:spacing w:line="25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420,0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B9B15B" w14:textId="3DAFA751" w:rsidR="001B1F4B" w:rsidRPr="008F01CB" w:rsidRDefault="001B1F4B" w:rsidP="001B1F4B">
            <w:pPr>
              <w:spacing w:line="25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5F4FB" w14:textId="6D2FFB5E" w:rsidR="001B1F4B" w:rsidRPr="008F01CB" w:rsidRDefault="001B1F4B" w:rsidP="001B1F4B">
            <w:pPr>
              <w:spacing w:line="25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0,0 </w:t>
            </w:r>
          </w:p>
        </w:tc>
      </w:tr>
      <w:tr w:rsidR="001B1F4B" w:rsidRPr="00AB2228" w14:paraId="05BDAAE9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867755" w14:textId="50FB3231" w:rsidR="001B1F4B" w:rsidRPr="008F01CB" w:rsidRDefault="001B1F4B" w:rsidP="001B1F4B">
            <w:pPr>
              <w:ind w:right="-115" w:firstLine="0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9CD577" w14:textId="6EADE6D0" w:rsidR="001B1F4B" w:rsidRPr="008F01CB" w:rsidRDefault="001B1F4B" w:rsidP="001B1F4B">
            <w:pPr>
              <w:spacing w:line="250" w:lineRule="exact"/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B60B0E" w14:textId="4B74AB41" w:rsidR="001B1F4B" w:rsidRPr="008F01CB" w:rsidRDefault="001B1F4B" w:rsidP="001B1F4B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D2BCE0" w14:textId="55DAB3FB" w:rsidR="001B1F4B" w:rsidRPr="008F01CB" w:rsidRDefault="001B1F4B" w:rsidP="001B1F4B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A4BE56" w14:textId="42377615" w:rsidR="001B1F4B" w:rsidRPr="008F01CB" w:rsidRDefault="001B1F4B" w:rsidP="001B1F4B">
            <w:pPr>
              <w:spacing w:line="250" w:lineRule="exact"/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01 2 01 25210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269E5D" w14:textId="64B9CB8F" w:rsidR="001B1F4B" w:rsidRPr="008F01CB" w:rsidRDefault="001B1F4B" w:rsidP="001B1F4B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964DAB" w14:textId="619E1BC8" w:rsidR="001B1F4B" w:rsidRPr="008F01CB" w:rsidRDefault="001B1F4B" w:rsidP="001B1F4B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2 580,0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2E8AF0" w14:textId="099CBB46" w:rsidR="001B1F4B" w:rsidRPr="008F01CB" w:rsidRDefault="001B1F4B" w:rsidP="001B1F4B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2 000,0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94EFBA" w14:textId="5CC92A52" w:rsidR="001B1F4B" w:rsidRPr="008F01CB" w:rsidRDefault="001B1F4B" w:rsidP="001B1F4B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2 000,0</w:t>
            </w:r>
          </w:p>
        </w:tc>
      </w:tr>
      <w:tr w:rsidR="001B1F4B" w:rsidRPr="00AB2228" w14:paraId="2B5BA75B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25554" w14:textId="497F393B" w:rsidR="001B1F4B" w:rsidRPr="008F01CB" w:rsidRDefault="001B1F4B" w:rsidP="001B1F4B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b/>
                <w:bCs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A0698E" w14:textId="207CB99E" w:rsidR="001B1F4B" w:rsidRPr="008F01CB" w:rsidRDefault="001B1F4B" w:rsidP="001B1F4B">
            <w:pPr>
              <w:spacing w:line="250" w:lineRule="exact"/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FE57F5" w14:textId="52FAFFD1" w:rsidR="001B1F4B" w:rsidRPr="008F01CB" w:rsidRDefault="001B1F4B" w:rsidP="001B1F4B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813702" w14:textId="0234D823" w:rsidR="001B1F4B" w:rsidRPr="008F01CB" w:rsidRDefault="001B1F4B" w:rsidP="001B1F4B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281BE0" w14:textId="405456B6" w:rsidR="001B1F4B" w:rsidRPr="008F01CB" w:rsidRDefault="001B1F4B" w:rsidP="001B1F4B">
            <w:pPr>
              <w:spacing w:line="250" w:lineRule="exact"/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C2132E" w14:textId="7E8F4D19" w:rsidR="001B1F4B" w:rsidRPr="008F01CB" w:rsidRDefault="001B1F4B" w:rsidP="001B1F4B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668509" w14:textId="74DB0557" w:rsidR="001B1F4B" w:rsidRPr="008F01CB" w:rsidRDefault="001B1F4B" w:rsidP="001B1F4B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b/>
                <w:bCs/>
                <w:sz w:val="24"/>
                <w:szCs w:val="24"/>
              </w:rPr>
              <w:t>281 213,5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0A5C05" w14:textId="1168DAA9" w:rsidR="001B1F4B" w:rsidRPr="008F01CB" w:rsidRDefault="001B1F4B" w:rsidP="001B1F4B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b/>
                <w:bCs/>
                <w:sz w:val="24"/>
                <w:szCs w:val="24"/>
              </w:rPr>
              <w:t>187 614,5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791D08" w14:textId="7E994933" w:rsidR="001B1F4B" w:rsidRPr="008F01CB" w:rsidRDefault="001B1F4B" w:rsidP="001B1F4B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b/>
                <w:bCs/>
                <w:sz w:val="24"/>
                <w:szCs w:val="24"/>
              </w:rPr>
              <w:t>175 220,9</w:t>
            </w:r>
          </w:p>
        </w:tc>
      </w:tr>
      <w:tr w:rsidR="001B1F4B" w:rsidRPr="00AB2228" w14:paraId="78270798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013D0" w14:textId="5A8DA5C7" w:rsidR="001B1F4B" w:rsidRPr="008F01CB" w:rsidRDefault="001B1F4B" w:rsidP="001B1F4B">
            <w:pPr>
              <w:ind w:right="-115" w:firstLine="0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7516E3" w14:textId="6BE9A635" w:rsidR="001B1F4B" w:rsidRPr="008F01CB" w:rsidRDefault="001B1F4B" w:rsidP="001B1F4B">
            <w:pPr>
              <w:spacing w:line="250" w:lineRule="exact"/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FBD3E9" w14:textId="15AEF833" w:rsidR="001B1F4B" w:rsidRPr="008F01CB" w:rsidRDefault="001B1F4B" w:rsidP="001B1F4B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D7C7D" w14:textId="74747AF1" w:rsidR="001B1F4B" w:rsidRPr="008F01CB" w:rsidRDefault="001B1F4B" w:rsidP="001B1F4B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9DC882" w14:textId="339D5528" w:rsidR="001B1F4B" w:rsidRPr="008F01CB" w:rsidRDefault="001B1F4B" w:rsidP="001B1F4B">
            <w:pPr>
              <w:spacing w:line="250" w:lineRule="exact"/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22223A" w14:textId="35D89EB2" w:rsidR="001B1F4B" w:rsidRPr="008F01CB" w:rsidRDefault="001B1F4B" w:rsidP="001B1F4B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8806B3" w14:textId="599A387D" w:rsidR="001B1F4B" w:rsidRPr="008F01CB" w:rsidRDefault="001B1F4B" w:rsidP="001B1F4B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b/>
                <w:bCs/>
                <w:sz w:val="24"/>
                <w:szCs w:val="24"/>
              </w:rPr>
              <w:t>272 756,9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75F5FE" w14:textId="0C760322" w:rsidR="001B1F4B" w:rsidRPr="008F01CB" w:rsidRDefault="001B1F4B" w:rsidP="001B1F4B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b/>
                <w:bCs/>
                <w:sz w:val="24"/>
                <w:szCs w:val="24"/>
              </w:rPr>
              <w:t>179 157,9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6AD982" w14:textId="2662DC29" w:rsidR="001B1F4B" w:rsidRPr="008F01CB" w:rsidRDefault="001B1F4B" w:rsidP="001B1F4B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b/>
                <w:bCs/>
                <w:sz w:val="24"/>
                <w:szCs w:val="24"/>
              </w:rPr>
              <w:t>166 764,3</w:t>
            </w:r>
          </w:p>
        </w:tc>
      </w:tr>
      <w:tr w:rsidR="001B1F4B" w:rsidRPr="00AB2228" w14:paraId="332F8B95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B5B57" w14:textId="6DE96C78" w:rsidR="001B1F4B" w:rsidRPr="008F01CB" w:rsidRDefault="001B1F4B" w:rsidP="008F01CB">
            <w:pPr>
              <w:ind w:right="-115" w:firstLine="0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CBDBAB" w14:textId="7D9A27DA" w:rsidR="001B1F4B" w:rsidRPr="008F01CB" w:rsidRDefault="001B1F4B" w:rsidP="001B1F4B">
            <w:pPr>
              <w:spacing w:line="250" w:lineRule="exact"/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B6F866" w14:textId="5B688A45" w:rsidR="001B1F4B" w:rsidRPr="008F01CB" w:rsidRDefault="001B1F4B" w:rsidP="001B1F4B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4539F" w14:textId="548D5EE5" w:rsidR="001B1F4B" w:rsidRPr="008F01CB" w:rsidRDefault="001B1F4B" w:rsidP="001B1F4B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E8CA30" w14:textId="4E7E4B43" w:rsidR="001B1F4B" w:rsidRPr="008F01CB" w:rsidRDefault="001B1F4B" w:rsidP="001B1F4B">
            <w:pPr>
              <w:spacing w:line="250" w:lineRule="exact"/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A15B99" w14:textId="5E1A1B89" w:rsidR="001B1F4B" w:rsidRPr="008F01CB" w:rsidRDefault="001B1F4B" w:rsidP="001B1F4B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43ACFC" w14:textId="39A4DC33" w:rsidR="001B1F4B" w:rsidRPr="008F01CB" w:rsidRDefault="001B1F4B" w:rsidP="001B1F4B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272 694,4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50266C" w14:textId="04A05910" w:rsidR="001B1F4B" w:rsidRPr="008F01CB" w:rsidRDefault="001B1F4B" w:rsidP="001B1F4B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179 095,4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DEE622" w14:textId="168567B3" w:rsidR="001B1F4B" w:rsidRPr="008F01CB" w:rsidRDefault="001B1F4B" w:rsidP="001B1F4B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166 701,8</w:t>
            </w:r>
          </w:p>
        </w:tc>
      </w:tr>
      <w:tr w:rsidR="001B1F4B" w:rsidRPr="00AB2228" w14:paraId="5C623ADE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0A95D1" w14:textId="437F6BC3" w:rsidR="001B1F4B" w:rsidRPr="008F01CB" w:rsidRDefault="001B1F4B" w:rsidP="001B1F4B">
            <w:pPr>
              <w:ind w:right="-115" w:firstLine="0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223FBB" w14:textId="4EF900D2" w:rsidR="001B1F4B" w:rsidRPr="008F01CB" w:rsidRDefault="001B1F4B" w:rsidP="001B1F4B">
            <w:pPr>
              <w:spacing w:line="250" w:lineRule="exact"/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F3A360" w14:textId="1FFCDCAD" w:rsidR="001B1F4B" w:rsidRPr="008F01CB" w:rsidRDefault="001B1F4B" w:rsidP="001B1F4B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CF8DCA" w14:textId="42AA9A8F" w:rsidR="001B1F4B" w:rsidRPr="008F01CB" w:rsidRDefault="001B1F4B" w:rsidP="001B1F4B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7F5826" w14:textId="25F84541" w:rsidR="001B1F4B" w:rsidRPr="008F01CB" w:rsidRDefault="001B1F4B" w:rsidP="001B1F4B">
            <w:pPr>
              <w:spacing w:line="250" w:lineRule="exact"/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02 2 00 00000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657481" w14:textId="40859845" w:rsidR="001B1F4B" w:rsidRPr="008F01CB" w:rsidRDefault="001B1F4B" w:rsidP="001B1F4B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337CBD" w14:textId="06304459" w:rsidR="001B1F4B" w:rsidRPr="008F01CB" w:rsidRDefault="001B1F4B" w:rsidP="001B1F4B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109 709,6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452C83" w14:textId="04BAC348" w:rsidR="001B1F4B" w:rsidRPr="008F01CB" w:rsidRDefault="001B1F4B" w:rsidP="001B1F4B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16 818,2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C96CDD" w14:textId="0BE2566F" w:rsidR="001B1F4B" w:rsidRPr="008F01CB" w:rsidRDefault="001B1F4B" w:rsidP="001B1F4B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3 408,0</w:t>
            </w:r>
          </w:p>
        </w:tc>
      </w:tr>
      <w:tr w:rsidR="001B1F4B" w:rsidRPr="00AB2228" w14:paraId="627970CA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7935A8" w14:textId="602F57BF" w:rsidR="001B1F4B" w:rsidRPr="008F01CB" w:rsidRDefault="001B1F4B" w:rsidP="001B1F4B">
            <w:pPr>
              <w:ind w:right="-115"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 xml:space="preserve">Обеспечение материально - технической оснащенности, проведение ремонтных работ и </w:t>
            </w:r>
            <w:r w:rsidRPr="008F01CB">
              <w:rPr>
                <w:sz w:val="24"/>
                <w:szCs w:val="24"/>
              </w:rPr>
              <w:lastRenderedPageBreak/>
              <w:t>строительство учреждений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0C5429" w14:textId="41A15520" w:rsidR="001B1F4B" w:rsidRPr="008F01CB" w:rsidRDefault="001B1F4B" w:rsidP="001B1F4B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057279" w14:textId="039C7A12" w:rsidR="001B1F4B" w:rsidRPr="008F01CB" w:rsidRDefault="001B1F4B" w:rsidP="001B1F4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057408" w14:textId="2503C9B3" w:rsidR="001B1F4B" w:rsidRPr="008F01CB" w:rsidRDefault="001B1F4B" w:rsidP="001B1F4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413C4A" w14:textId="1D5DA49B" w:rsidR="001B1F4B" w:rsidRPr="008F01CB" w:rsidRDefault="001B1F4B" w:rsidP="001B1F4B">
            <w:pPr>
              <w:ind w:left="-108" w:right="-104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02 2 01 00000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B28D37" w14:textId="2C809A36" w:rsidR="001B1F4B" w:rsidRPr="008F01CB" w:rsidRDefault="001B1F4B" w:rsidP="001B1F4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E068DF" w14:textId="051A996C" w:rsidR="001B1F4B" w:rsidRPr="008F01CB" w:rsidRDefault="001B1F4B" w:rsidP="001B1F4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2 171,7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241072" w14:textId="687C8771" w:rsidR="001B1F4B" w:rsidRPr="008F01CB" w:rsidRDefault="001B1F4B" w:rsidP="001B1F4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1 408,0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97D2A9" w14:textId="0C64F7A2" w:rsidR="001B1F4B" w:rsidRPr="008F01CB" w:rsidRDefault="001B1F4B" w:rsidP="001B1F4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3 408,0</w:t>
            </w:r>
          </w:p>
        </w:tc>
      </w:tr>
      <w:tr w:rsidR="001B1F4B" w:rsidRPr="00AB2228" w14:paraId="11061FCB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E8D597" w14:textId="5CA8E388" w:rsidR="001B1F4B" w:rsidRPr="008F01CB" w:rsidRDefault="001B1F4B" w:rsidP="001B1F4B">
            <w:pPr>
              <w:ind w:right="-115"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lastRenderedPageBreak/>
              <w:t>Расходы на укрепление материально-технической базы учреждений культуры за счет средств фонда на поддержку территорий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56E462" w14:textId="654B887C" w:rsidR="001B1F4B" w:rsidRPr="008F01CB" w:rsidRDefault="001B1F4B" w:rsidP="001B1F4B">
            <w:pPr>
              <w:spacing w:line="250" w:lineRule="exact"/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47E56" w14:textId="31EDEEA1" w:rsidR="001B1F4B" w:rsidRPr="008F01CB" w:rsidRDefault="001B1F4B" w:rsidP="001B1F4B">
            <w:pPr>
              <w:spacing w:line="25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EF70F3" w14:textId="0FE86517" w:rsidR="001B1F4B" w:rsidRPr="008F01CB" w:rsidRDefault="001B1F4B" w:rsidP="001B1F4B">
            <w:pPr>
              <w:spacing w:line="25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CCED99" w14:textId="617AEB96" w:rsidR="001B1F4B" w:rsidRPr="008F01CB" w:rsidRDefault="001B1F4B" w:rsidP="001B1F4B">
            <w:pPr>
              <w:spacing w:line="250" w:lineRule="exact"/>
              <w:ind w:left="-108" w:right="-104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02 2 01 22000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C3DFD2" w14:textId="43ACB73A" w:rsidR="001B1F4B" w:rsidRPr="008F01CB" w:rsidRDefault="001B1F4B" w:rsidP="001B1F4B">
            <w:pPr>
              <w:spacing w:line="25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6E61F0" w14:textId="187CC5D0" w:rsidR="001B1F4B" w:rsidRPr="008F01CB" w:rsidRDefault="001B1F4B" w:rsidP="001B1F4B">
            <w:pPr>
              <w:spacing w:line="25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472,3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B02E8B" w14:textId="05BD8CBD" w:rsidR="001B1F4B" w:rsidRPr="008F01CB" w:rsidRDefault="001B1F4B" w:rsidP="001B1F4B">
            <w:pPr>
              <w:spacing w:line="25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F67C2A" w14:textId="53CCEFC6" w:rsidR="001B1F4B" w:rsidRPr="008F01CB" w:rsidRDefault="001B1F4B" w:rsidP="001B1F4B">
            <w:pPr>
              <w:spacing w:line="25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0,0</w:t>
            </w:r>
          </w:p>
        </w:tc>
      </w:tr>
      <w:tr w:rsidR="001B1F4B" w:rsidRPr="00AB2228" w14:paraId="5F4AD8BF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FE5BA1" w14:textId="53FE0ED3" w:rsidR="001B1F4B" w:rsidRPr="008F01CB" w:rsidRDefault="001B1F4B" w:rsidP="001B1F4B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0E01C2" w14:textId="1DBFF16A" w:rsidR="001B1F4B" w:rsidRPr="008F01CB" w:rsidRDefault="001B1F4B" w:rsidP="001B1F4B">
            <w:pPr>
              <w:spacing w:line="250" w:lineRule="exact"/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665A40" w14:textId="0B366ECF" w:rsidR="001B1F4B" w:rsidRPr="008F01CB" w:rsidRDefault="001B1F4B" w:rsidP="001B1F4B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A11CE0" w14:textId="4245A948" w:rsidR="001B1F4B" w:rsidRPr="008F01CB" w:rsidRDefault="001B1F4B" w:rsidP="001B1F4B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DD65C4" w14:textId="057BFDD6" w:rsidR="001B1F4B" w:rsidRPr="008F01CB" w:rsidRDefault="001B1F4B" w:rsidP="001B1F4B">
            <w:pPr>
              <w:spacing w:line="250" w:lineRule="exact"/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02 2 01 22000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95C002" w14:textId="00C5A395" w:rsidR="001B1F4B" w:rsidRPr="008F01CB" w:rsidRDefault="001B1F4B" w:rsidP="001B1F4B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3E237" w14:textId="781752D9" w:rsidR="001B1F4B" w:rsidRPr="008F01CB" w:rsidRDefault="001B1F4B" w:rsidP="001B1F4B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472,3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3A61D8" w14:textId="59A263B9" w:rsidR="001B1F4B" w:rsidRPr="008F01CB" w:rsidRDefault="001B1F4B" w:rsidP="001B1F4B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 </w:t>
            </w:r>
            <w:r w:rsidR="007E3740" w:rsidRPr="008F01CB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C8A410" w14:textId="37EB1B6C" w:rsidR="001B1F4B" w:rsidRPr="008F01CB" w:rsidRDefault="007E3740" w:rsidP="001B1F4B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0,0</w:t>
            </w:r>
            <w:r w:rsidR="001B1F4B" w:rsidRPr="008F01CB">
              <w:rPr>
                <w:sz w:val="24"/>
                <w:szCs w:val="24"/>
              </w:rPr>
              <w:t> </w:t>
            </w:r>
          </w:p>
        </w:tc>
      </w:tr>
      <w:tr w:rsidR="001B1F4B" w:rsidRPr="00AB2228" w14:paraId="70BF0FF6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69F68B" w14:textId="39213E61" w:rsidR="001B1F4B" w:rsidRPr="008F01CB" w:rsidRDefault="001B1F4B" w:rsidP="001B1F4B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Расходы на укрепление материально-технической базы учреждений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24268F" w14:textId="679D265A" w:rsidR="001B1F4B" w:rsidRPr="008F01CB" w:rsidRDefault="001B1F4B" w:rsidP="001B1F4B">
            <w:pPr>
              <w:spacing w:line="250" w:lineRule="exact"/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E823A6" w14:textId="2DF8F15E" w:rsidR="001B1F4B" w:rsidRPr="008F01CB" w:rsidRDefault="001B1F4B" w:rsidP="001B1F4B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AC8021" w14:textId="4250683C" w:rsidR="001B1F4B" w:rsidRPr="008F01CB" w:rsidRDefault="001B1F4B" w:rsidP="001B1F4B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C5040" w14:textId="21BB8B68" w:rsidR="001B1F4B" w:rsidRPr="008F01CB" w:rsidRDefault="001B1F4B" w:rsidP="001B1F4B">
            <w:pPr>
              <w:spacing w:line="250" w:lineRule="exact"/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02 2 01 25020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5F6E10" w14:textId="32DFE4CE" w:rsidR="001B1F4B" w:rsidRPr="008F01CB" w:rsidRDefault="001B1F4B" w:rsidP="001B1F4B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0E01E0" w14:textId="4DD0FF4D" w:rsidR="001B1F4B" w:rsidRPr="008F01CB" w:rsidRDefault="001B1F4B" w:rsidP="001B1F4B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1 208,4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6AD2B5" w14:textId="65DEFE45" w:rsidR="001B1F4B" w:rsidRPr="008F01CB" w:rsidRDefault="001B1F4B" w:rsidP="001B1F4B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1 200,0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223103" w14:textId="36CD79FA" w:rsidR="001B1F4B" w:rsidRPr="008F01CB" w:rsidRDefault="001B1F4B" w:rsidP="001B1F4B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3 200,0</w:t>
            </w:r>
          </w:p>
        </w:tc>
      </w:tr>
      <w:tr w:rsidR="001B1F4B" w:rsidRPr="00AB2228" w14:paraId="144F8C82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D44255" w14:textId="52598C60" w:rsidR="001B1F4B" w:rsidRPr="008F01CB" w:rsidRDefault="001B1F4B" w:rsidP="001B1F4B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019B5C" w14:textId="29AC384F" w:rsidR="001B1F4B" w:rsidRPr="008F01CB" w:rsidRDefault="001B1F4B" w:rsidP="001B1F4B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B1E23A" w14:textId="37F91225" w:rsidR="001B1F4B" w:rsidRPr="008F01CB" w:rsidRDefault="001B1F4B" w:rsidP="001B1F4B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40A1B1" w14:textId="6939E22A" w:rsidR="001B1F4B" w:rsidRPr="008F01CB" w:rsidRDefault="001B1F4B" w:rsidP="001B1F4B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87B5E0" w14:textId="6CA66575" w:rsidR="001B1F4B" w:rsidRPr="008F01CB" w:rsidRDefault="001B1F4B" w:rsidP="001B1F4B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02 2 01 25020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594385" w14:textId="468F318A" w:rsidR="001B1F4B" w:rsidRPr="008F01CB" w:rsidRDefault="001B1F4B" w:rsidP="001B1F4B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800394" w14:textId="03CD4EA8" w:rsidR="001B1F4B" w:rsidRPr="008F01CB" w:rsidRDefault="001B1F4B" w:rsidP="001B1F4B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1 208,4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1642CD" w14:textId="764F268B" w:rsidR="001B1F4B" w:rsidRPr="008F01CB" w:rsidRDefault="001B1F4B" w:rsidP="001B1F4B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1 200,0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0D53AB" w14:textId="5586A672" w:rsidR="001B1F4B" w:rsidRPr="008F01CB" w:rsidRDefault="001B1F4B" w:rsidP="001B1F4B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3 200,0</w:t>
            </w:r>
          </w:p>
        </w:tc>
      </w:tr>
      <w:tr w:rsidR="001B1F4B" w:rsidRPr="00AB2228" w14:paraId="6569A6CC" w14:textId="77777777" w:rsidTr="001B1F4B">
        <w:trPr>
          <w:trHeight w:val="10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CE1258" w14:textId="7C4A0EC4" w:rsidR="001B1F4B" w:rsidRPr="008F01CB" w:rsidRDefault="001B1F4B" w:rsidP="001B1F4B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A29FDF" w14:textId="0247AEC8" w:rsidR="001B1F4B" w:rsidRPr="008F01CB" w:rsidRDefault="001B1F4B" w:rsidP="001B1F4B">
            <w:pPr>
              <w:spacing w:line="250" w:lineRule="exact"/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DC090D" w14:textId="762D3E83" w:rsidR="001B1F4B" w:rsidRPr="008F01CB" w:rsidRDefault="001B1F4B" w:rsidP="001B1F4B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405CC" w14:textId="40C411FD" w:rsidR="001B1F4B" w:rsidRPr="008F01CB" w:rsidRDefault="001B1F4B" w:rsidP="001B1F4B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 xml:space="preserve">01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6F474A" w14:textId="3CF2EE0D" w:rsidR="001B1F4B" w:rsidRPr="008F01CB" w:rsidRDefault="001B1F4B" w:rsidP="001B1F4B">
            <w:pPr>
              <w:spacing w:line="250" w:lineRule="exact"/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02 3 00 00000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0EB61A" w14:textId="4EA34C14" w:rsidR="001B1F4B" w:rsidRPr="008F01CB" w:rsidRDefault="001B1F4B" w:rsidP="001B1F4B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6CE393" w14:textId="1A21D7F3" w:rsidR="001B1F4B" w:rsidRPr="008F01CB" w:rsidRDefault="001B1F4B" w:rsidP="001B1F4B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396,7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638054" w14:textId="1F6636A8" w:rsidR="001B1F4B" w:rsidRPr="008F01CB" w:rsidRDefault="001B1F4B" w:rsidP="001B1F4B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250,0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EEF29" w14:textId="2F4B9968" w:rsidR="001B1F4B" w:rsidRPr="008F01CB" w:rsidRDefault="001B1F4B" w:rsidP="001B1F4B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250,0</w:t>
            </w:r>
          </w:p>
        </w:tc>
      </w:tr>
      <w:tr w:rsidR="001B1F4B" w:rsidRPr="00AB2228" w14:paraId="14D18C6E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30D513" w14:textId="69AA6F8F" w:rsidR="001B1F4B" w:rsidRPr="008F01CB" w:rsidRDefault="001B1F4B" w:rsidP="001B1F4B">
            <w:pPr>
              <w:ind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B0222" w14:textId="1308E941" w:rsidR="001B1F4B" w:rsidRPr="008F01CB" w:rsidRDefault="001B1F4B" w:rsidP="001B1F4B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3DB016" w14:textId="2AE9D22A" w:rsidR="001B1F4B" w:rsidRPr="008F01CB" w:rsidRDefault="001B1F4B" w:rsidP="001B1F4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991EBF" w14:textId="67306E1F" w:rsidR="001B1F4B" w:rsidRPr="008F01CB" w:rsidRDefault="001B1F4B" w:rsidP="001B1F4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D6EA9" w14:textId="47FD856F" w:rsidR="001B1F4B" w:rsidRPr="008F01CB" w:rsidRDefault="001B1F4B" w:rsidP="001B1F4B">
            <w:pPr>
              <w:ind w:left="-108" w:right="-104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02 3 01 00000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B2B1A" w14:textId="63F4DBEC" w:rsidR="001B1F4B" w:rsidRPr="008F01CB" w:rsidRDefault="001B1F4B" w:rsidP="001B1F4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4158E4" w14:textId="02490479" w:rsidR="001B1F4B" w:rsidRPr="008F01CB" w:rsidRDefault="001B1F4B" w:rsidP="001B1F4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396,7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FBF181" w14:textId="463D59B1" w:rsidR="001B1F4B" w:rsidRPr="008F01CB" w:rsidRDefault="001B1F4B" w:rsidP="001B1F4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250,0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6CB10F" w14:textId="3AA6BCEF" w:rsidR="001B1F4B" w:rsidRPr="008F01CB" w:rsidRDefault="001B1F4B" w:rsidP="001B1F4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250,0</w:t>
            </w:r>
          </w:p>
        </w:tc>
      </w:tr>
      <w:tr w:rsidR="001B1F4B" w:rsidRPr="00AB2228" w14:paraId="444A2C8E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514BA" w14:textId="43A5DC74" w:rsidR="001B1F4B" w:rsidRPr="008F01CB" w:rsidRDefault="001B1F4B" w:rsidP="001B1F4B">
            <w:pPr>
              <w:ind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F90953" w14:textId="57E917BD" w:rsidR="001B1F4B" w:rsidRPr="008F01CB" w:rsidRDefault="001B1F4B" w:rsidP="001B1F4B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E78241" w14:textId="2595C55E" w:rsidR="001B1F4B" w:rsidRPr="008F01CB" w:rsidRDefault="001B1F4B" w:rsidP="001B1F4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7CCDEE" w14:textId="7DC16FAD" w:rsidR="001B1F4B" w:rsidRPr="008F01CB" w:rsidRDefault="001B1F4B" w:rsidP="001B1F4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F506E4" w14:textId="00E63976" w:rsidR="001B1F4B" w:rsidRPr="008F01CB" w:rsidRDefault="001B1F4B" w:rsidP="001B1F4B">
            <w:pPr>
              <w:ind w:left="-108" w:right="-104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02 3 01 25220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16342B" w14:textId="1B370FDA" w:rsidR="001B1F4B" w:rsidRPr="008F01CB" w:rsidRDefault="001B1F4B" w:rsidP="001B1F4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DC1934" w14:textId="29AB014E" w:rsidR="001B1F4B" w:rsidRPr="008F01CB" w:rsidRDefault="001B1F4B" w:rsidP="001B1F4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396,7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BFD9F4" w14:textId="205DD711" w:rsidR="001B1F4B" w:rsidRPr="008F01CB" w:rsidRDefault="001B1F4B" w:rsidP="001B1F4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250,0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191513" w14:textId="4B1076D3" w:rsidR="001B1F4B" w:rsidRPr="008F01CB" w:rsidRDefault="001B1F4B" w:rsidP="001B1F4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250,0</w:t>
            </w:r>
          </w:p>
        </w:tc>
      </w:tr>
      <w:tr w:rsidR="001B1F4B" w:rsidRPr="00AB2228" w14:paraId="08720738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9C1555" w14:textId="2A67E993" w:rsidR="001B1F4B" w:rsidRPr="008F01CB" w:rsidRDefault="001B1F4B" w:rsidP="001B1F4B">
            <w:pPr>
              <w:ind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 xml:space="preserve">Предоставление субсидий </w:t>
            </w:r>
            <w:r w:rsidRPr="008F01CB">
              <w:rPr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B3E3D" w14:textId="24409630" w:rsidR="001B1F4B" w:rsidRPr="008F01CB" w:rsidRDefault="001B1F4B" w:rsidP="001B1F4B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BF7469" w14:textId="7DEF5830" w:rsidR="001B1F4B" w:rsidRPr="008F01CB" w:rsidRDefault="001B1F4B" w:rsidP="001B1F4B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E1E092" w14:textId="621722E5" w:rsidR="001B1F4B" w:rsidRPr="008F01CB" w:rsidRDefault="001B1F4B" w:rsidP="001B1F4B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7127C4" w14:textId="2CA295F7" w:rsidR="001B1F4B" w:rsidRPr="008F01CB" w:rsidRDefault="001B1F4B" w:rsidP="001B1F4B">
            <w:pPr>
              <w:ind w:left="-108" w:right="-104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02 3 01 25220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0F652B" w14:textId="745FF859" w:rsidR="001B1F4B" w:rsidRPr="008F01CB" w:rsidRDefault="001B1F4B" w:rsidP="001B1F4B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A8E9BA" w14:textId="51AB59B6" w:rsidR="001B1F4B" w:rsidRPr="008F01CB" w:rsidRDefault="001B1F4B" w:rsidP="001B1F4B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396,7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1B6CE0" w14:textId="359D8BE3" w:rsidR="001B1F4B" w:rsidRPr="008F01CB" w:rsidRDefault="001B1F4B" w:rsidP="001B1F4B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250,0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2C7ADC" w14:textId="780C4519" w:rsidR="001B1F4B" w:rsidRPr="008F01CB" w:rsidRDefault="001B1F4B" w:rsidP="001B1F4B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250,0</w:t>
            </w:r>
          </w:p>
        </w:tc>
      </w:tr>
      <w:tr w:rsidR="001B1F4B" w:rsidRPr="00AB2228" w14:paraId="74C29779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8B92CA" w14:textId="20C76372" w:rsidR="001B1F4B" w:rsidRPr="008F01CB" w:rsidRDefault="001B1F4B" w:rsidP="001B1F4B">
            <w:pPr>
              <w:ind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lastRenderedPageBreak/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8AFFA4" w14:textId="5CCE71D3" w:rsidR="001B1F4B" w:rsidRPr="008F01CB" w:rsidRDefault="001B1F4B" w:rsidP="001B1F4B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7DE927" w14:textId="338A237E" w:rsidR="001B1F4B" w:rsidRPr="008F01CB" w:rsidRDefault="001B1F4B" w:rsidP="001B1F4B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666E50" w14:textId="55807828" w:rsidR="001B1F4B" w:rsidRPr="008F01CB" w:rsidRDefault="001B1F4B" w:rsidP="001B1F4B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A2B12E" w14:textId="3C8E7923" w:rsidR="001B1F4B" w:rsidRPr="008F01CB" w:rsidRDefault="001B1F4B" w:rsidP="001B1F4B">
            <w:pPr>
              <w:ind w:left="-108" w:right="-104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02 4 00 00000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73FB72" w14:textId="40CA0F0D" w:rsidR="001B1F4B" w:rsidRPr="008F01CB" w:rsidRDefault="001B1F4B" w:rsidP="001B1F4B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81EDB4" w14:textId="09C3D4C9" w:rsidR="001B1F4B" w:rsidRPr="008F01CB" w:rsidRDefault="001B1F4B" w:rsidP="001B1F4B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162 191,9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88C916" w14:textId="38C6CA82" w:rsidR="001B1F4B" w:rsidRPr="008F01CB" w:rsidRDefault="001B1F4B" w:rsidP="001B1F4B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161 631,0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9741C2" w14:textId="3D53AC80" w:rsidR="001B1F4B" w:rsidRPr="008F01CB" w:rsidRDefault="001B1F4B" w:rsidP="001B1F4B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161 631,0</w:t>
            </w:r>
          </w:p>
        </w:tc>
      </w:tr>
      <w:tr w:rsidR="001B1F4B" w:rsidRPr="00AB2228" w14:paraId="5AA639AB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3A01A7" w14:textId="22B04FAC" w:rsidR="001B1F4B" w:rsidRPr="008F01CB" w:rsidRDefault="001B1F4B" w:rsidP="001B1F4B">
            <w:pPr>
              <w:ind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Предоставление субсидии на финансирование обеспечение выполнения муниципального задания на оказание муниципальной услуги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5E57E2" w14:textId="76F182F1" w:rsidR="001B1F4B" w:rsidRPr="008F01CB" w:rsidRDefault="001B1F4B" w:rsidP="001B1F4B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5E4861" w14:textId="0AB6B36F" w:rsidR="001B1F4B" w:rsidRPr="008F01CB" w:rsidRDefault="001B1F4B" w:rsidP="001B1F4B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0B6B74" w14:textId="1E0E5503" w:rsidR="001B1F4B" w:rsidRPr="008F01CB" w:rsidRDefault="001B1F4B" w:rsidP="001B1F4B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264684" w14:textId="26E00399" w:rsidR="001B1F4B" w:rsidRPr="008F01CB" w:rsidRDefault="001B1F4B" w:rsidP="001B1F4B">
            <w:pPr>
              <w:ind w:left="-108" w:right="-104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02 4 01 00000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6C0CCB" w14:textId="7AF6BE33" w:rsidR="001B1F4B" w:rsidRPr="008F01CB" w:rsidRDefault="001B1F4B" w:rsidP="001B1F4B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33B597" w14:textId="4E0D8B15" w:rsidR="001B1F4B" w:rsidRPr="008F01CB" w:rsidRDefault="001B1F4B" w:rsidP="001B1F4B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162 031,9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CA46A3" w14:textId="789D83A3" w:rsidR="001B1F4B" w:rsidRPr="008F01CB" w:rsidRDefault="001B1F4B" w:rsidP="001B1F4B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161 631,0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49A74" w14:textId="4DCFEA57" w:rsidR="001B1F4B" w:rsidRPr="008F01CB" w:rsidRDefault="001B1F4B" w:rsidP="001B1F4B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161 631,0</w:t>
            </w:r>
          </w:p>
        </w:tc>
      </w:tr>
      <w:tr w:rsidR="0061743D" w:rsidRPr="00AB2228" w14:paraId="57593EB5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FF33AE" w14:textId="4FF2D7D6" w:rsidR="0061743D" w:rsidRPr="008F01CB" w:rsidRDefault="0061743D" w:rsidP="0061743D">
            <w:pPr>
              <w:ind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Расходы на обеспечение деятельности муниципальных библиотек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6E7CE5" w14:textId="2A3948D8" w:rsidR="0061743D" w:rsidRPr="008F01CB" w:rsidRDefault="0061743D" w:rsidP="0061743D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BA1923" w14:textId="1DC4C7E8" w:rsidR="0061743D" w:rsidRPr="008F01CB" w:rsidRDefault="0061743D" w:rsidP="0061743D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63132E" w14:textId="2135C6CE" w:rsidR="0061743D" w:rsidRPr="008F01CB" w:rsidRDefault="0061743D" w:rsidP="0061743D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E39FC7" w14:textId="2718972B" w:rsidR="0061743D" w:rsidRPr="008F01CB" w:rsidRDefault="0061743D" w:rsidP="0061743D">
            <w:pPr>
              <w:ind w:left="-108" w:right="-104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02 4 01 42590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758DDA" w14:textId="756C0749" w:rsidR="0061743D" w:rsidRPr="008F01CB" w:rsidRDefault="0061743D" w:rsidP="0061743D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CFC812" w14:textId="24D9A1A0" w:rsidR="0061743D" w:rsidRPr="008F01CB" w:rsidRDefault="0061743D" w:rsidP="0061743D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21 256,9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3B5FAF" w14:textId="4C1A4460" w:rsidR="0061743D" w:rsidRPr="008F01CB" w:rsidRDefault="0061743D" w:rsidP="0061743D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30 351,3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D2B43C" w14:textId="26BDFB22" w:rsidR="0061743D" w:rsidRPr="008F01CB" w:rsidRDefault="0061743D" w:rsidP="0061743D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27 353,9</w:t>
            </w:r>
          </w:p>
        </w:tc>
      </w:tr>
      <w:tr w:rsidR="0061743D" w:rsidRPr="00AB2228" w14:paraId="1F7D7243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C78896" w14:textId="4C608457" w:rsidR="0061743D" w:rsidRPr="008F01CB" w:rsidRDefault="0061743D" w:rsidP="0061743D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CFAC60" w14:textId="72AC5285" w:rsidR="0061743D" w:rsidRPr="008F01CB" w:rsidRDefault="0061743D" w:rsidP="0061743D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14961A" w14:textId="7E9B974B" w:rsidR="0061743D" w:rsidRPr="008F01CB" w:rsidRDefault="0061743D" w:rsidP="0061743D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CF11E6" w14:textId="32080950" w:rsidR="0061743D" w:rsidRPr="008F01CB" w:rsidRDefault="0061743D" w:rsidP="0061743D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EE9612" w14:textId="795A1FA5" w:rsidR="0061743D" w:rsidRPr="008F01CB" w:rsidRDefault="0061743D" w:rsidP="0061743D">
            <w:pPr>
              <w:ind w:left="-108" w:right="-104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02 4 01 42590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001192" w14:textId="117CF820" w:rsidR="0061743D" w:rsidRPr="008F01CB" w:rsidRDefault="0061743D" w:rsidP="0061743D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AEF07E" w14:textId="6157FC2D" w:rsidR="0061743D" w:rsidRPr="008F01CB" w:rsidRDefault="0061743D" w:rsidP="0061743D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21 256,9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4D0589" w14:textId="0772265D" w:rsidR="0061743D" w:rsidRPr="008F01CB" w:rsidRDefault="0061743D" w:rsidP="0061743D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30 351,3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DA4B09" w14:textId="4136735C" w:rsidR="0061743D" w:rsidRPr="008F01CB" w:rsidRDefault="0061743D" w:rsidP="0061743D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27 353,9</w:t>
            </w:r>
          </w:p>
        </w:tc>
      </w:tr>
      <w:tr w:rsidR="0061743D" w:rsidRPr="00AB2228" w14:paraId="6D6E5E55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52D96" w14:textId="353603C3" w:rsidR="0061743D" w:rsidRPr="008F01CB" w:rsidRDefault="0061743D" w:rsidP="0061743D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02A4A4" w14:textId="1DEF1F5C" w:rsidR="0061743D" w:rsidRPr="008F01CB" w:rsidRDefault="0061743D" w:rsidP="0061743D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72F68D" w14:textId="1A0EA8AA" w:rsidR="0061743D" w:rsidRPr="008F01CB" w:rsidRDefault="0061743D" w:rsidP="0061743D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696A4B" w14:textId="3F694A83" w:rsidR="0061743D" w:rsidRPr="008F01CB" w:rsidRDefault="0061743D" w:rsidP="0061743D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1FAEBD" w14:textId="455C6BBD" w:rsidR="0061743D" w:rsidRPr="008F01CB" w:rsidRDefault="0061743D" w:rsidP="0061743D">
            <w:pPr>
              <w:ind w:left="-108" w:right="-104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7F6D4A" w14:textId="059E1DEF" w:rsidR="0061743D" w:rsidRPr="008F01CB" w:rsidRDefault="0061743D" w:rsidP="0061743D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90878D" w14:textId="2182E442" w:rsidR="0061743D" w:rsidRPr="008F01CB" w:rsidRDefault="0061743D" w:rsidP="0061743D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b/>
                <w:bCs/>
                <w:sz w:val="24"/>
                <w:szCs w:val="24"/>
              </w:rPr>
              <w:t>56 380,0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ACF3A1" w14:textId="357B7E69" w:rsidR="0061743D" w:rsidRPr="008F01CB" w:rsidRDefault="0061743D" w:rsidP="0061743D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b/>
                <w:bCs/>
                <w:sz w:val="24"/>
                <w:szCs w:val="24"/>
              </w:rPr>
              <w:t>53 808,4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0B454D" w14:textId="5DAD5217" w:rsidR="0061743D" w:rsidRPr="008F01CB" w:rsidRDefault="0061743D" w:rsidP="0061743D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b/>
                <w:bCs/>
                <w:sz w:val="24"/>
                <w:szCs w:val="24"/>
              </w:rPr>
              <w:t>56 130,8</w:t>
            </w:r>
          </w:p>
        </w:tc>
      </w:tr>
      <w:tr w:rsidR="0061743D" w:rsidRPr="00AB2228" w14:paraId="20CA930F" w14:textId="77777777" w:rsidTr="0061743D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5C808" w14:textId="5C12B908" w:rsidR="0061743D" w:rsidRPr="008F01CB" w:rsidRDefault="0061743D" w:rsidP="0061743D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b/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77BD23" w14:textId="2C49C845" w:rsidR="0061743D" w:rsidRPr="008F01CB" w:rsidRDefault="0061743D" w:rsidP="0061743D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9FC692" w14:textId="296B0D07" w:rsidR="0061743D" w:rsidRPr="008F01CB" w:rsidRDefault="0061743D" w:rsidP="0061743D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91CD99" w14:textId="0ADF7DF8" w:rsidR="0061743D" w:rsidRPr="008F01CB" w:rsidRDefault="0061743D" w:rsidP="0061743D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89121E" w14:textId="3AF03DF4" w:rsidR="0061743D" w:rsidRPr="008F01CB" w:rsidRDefault="0061743D" w:rsidP="0061743D">
            <w:pPr>
              <w:ind w:left="-108" w:right="-104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88D0D5" w14:textId="2D858F96" w:rsidR="0061743D" w:rsidRPr="008F01CB" w:rsidRDefault="0061743D" w:rsidP="0061743D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C0543F" w14:textId="0DAA5B07" w:rsidR="0061743D" w:rsidRPr="008F01CB" w:rsidRDefault="0061743D" w:rsidP="0061743D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b/>
                <w:bCs/>
                <w:sz w:val="24"/>
                <w:szCs w:val="24"/>
              </w:rPr>
              <w:t>3 816,0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6CB8B3" w14:textId="5B72CE31" w:rsidR="0061743D" w:rsidRPr="008F01CB" w:rsidRDefault="0061743D" w:rsidP="0061743D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b/>
                <w:bCs/>
                <w:sz w:val="24"/>
                <w:szCs w:val="24"/>
              </w:rPr>
              <w:t>2 257,8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F66D43" w14:textId="5E5D25E9" w:rsidR="0061743D" w:rsidRPr="008F01CB" w:rsidRDefault="0061743D" w:rsidP="0061743D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b/>
                <w:bCs/>
                <w:sz w:val="24"/>
                <w:szCs w:val="24"/>
              </w:rPr>
              <w:t>2 360,4</w:t>
            </w:r>
          </w:p>
        </w:tc>
      </w:tr>
      <w:tr w:rsidR="0061743D" w:rsidRPr="00AB2228" w14:paraId="1AE17658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879B3" w14:textId="7EBE9087" w:rsidR="0061743D" w:rsidRPr="008F01CB" w:rsidRDefault="0061743D" w:rsidP="0061743D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 xml:space="preserve">Муниципальная программа "Государственная </w:t>
            </w:r>
            <w:r w:rsidRPr="008F01CB">
              <w:rPr>
                <w:sz w:val="24"/>
                <w:szCs w:val="24"/>
              </w:rPr>
              <w:lastRenderedPageBreak/>
              <w:t>поддержка граждан по обеспечению жильем на территории Балахнинского муниципального округа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E173F0" w14:textId="2594B6F7" w:rsidR="0061743D" w:rsidRPr="008F01CB" w:rsidRDefault="0061743D" w:rsidP="0061743D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298299" w14:textId="0769D231" w:rsidR="0061743D" w:rsidRPr="008F01CB" w:rsidRDefault="0061743D" w:rsidP="0061743D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83FB33" w14:textId="01B15249" w:rsidR="0061743D" w:rsidRPr="008F01CB" w:rsidRDefault="0061743D" w:rsidP="0061743D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48C8A4" w14:textId="0AAE5BA4" w:rsidR="0061743D" w:rsidRPr="008F01CB" w:rsidRDefault="0061743D" w:rsidP="0061743D">
            <w:pPr>
              <w:ind w:left="-108" w:right="-104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12 0 00 00000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611D2" w14:textId="5DFE60FF" w:rsidR="0061743D" w:rsidRPr="008F01CB" w:rsidRDefault="0061743D" w:rsidP="0061743D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2681C1" w14:textId="41389CD3" w:rsidR="0061743D" w:rsidRPr="008F01CB" w:rsidRDefault="0061743D" w:rsidP="0061743D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2 854,0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4C8223" w14:textId="33E53068" w:rsidR="0061743D" w:rsidRPr="008F01CB" w:rsidRDefault="0061743D" w:rsidP="0061743D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2 017,8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2934F4" w14:textId="7A7ED2E1" w:rsidR="0061743D" w:rsidRPr="008F01CB" w:rsidRDefault="0061743D" w:rsidP="0061743D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2 102,4</w:t>
            </w:r>
          </w:p>
        </w:tc>
      </w:tr>
      <w:tr w:rsidR="0061743D" w:rsidRPr="00AB2228" w14:paraId="0429870F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5DD2B" w14:textId="02DBECE0" w:rsidR="0061743D" w:rsidRPr="008F01CB" w:rsidRDefault="0061743D" w:rsidP="0061743D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lastRenderedPageBreak/>
              <w:t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82943C" w14:textId="553BE889" w:rsidR="0061743D" w:rsidRPr="008F01CB" w:rsidRDefault="0061743D" w:rsidP="0061743D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7DA4ED" w14:textId="0716B2BB" w:rsidR="0061743D" w:rsidRPr="008F01CB" w:rsidRDefault="0061743D" w:rsidP="0061743D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2CFDDA" w14:textId="0CD35986" w:rsidR="0061743D" w:rsidRPr="008F01CB" w:rsidRDefault="0061743D" w:rsidP="0061743D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136172" w14:textId="231E15E4" w:rsidR="0061743D" w:rsidRPr="008F01CB" w:rsidRDefault="0061743D" w:rsidP="0061743D">
            <w:pPr>
              <w:ind w:left="-108" w:right="-104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12 1 00 00000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8E36AB" w14:textId="543A85BF" w:rsidR="0061743D" w:rsidRPr="008F01CB" w:rsidRDefault="0061743D" w:rsidP="0061743D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D4194F" w14:textId="6E6CFE6B" w:rsidR="0061743D" w:rsidRPr="008F01CB" w:rsidRDefault="0061743D" w:rsidP="0061743D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2 854,0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DBC7B6" w14:textId="6669324D" w:rsidR="0061743D" w:rsidRPr="008F01CB" w:rsidRDefault="0061743D" w:rsidP="0061743D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2 017,8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896D0F" w14:textId="6CBB8F4F" w:rsidR="0061743D" w:rsidRPr="008F01CB" w:rsidRDefault="0061743D" w:rsidP="0061743D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F01CB">
              <w:rPr>
                <w:sz w:val="24"/>
                <w:szCs w:val="24"/>
              </w:rPr>
              <w:t>2 102,4</w:t>
            </w:r>
          </w:p>
        </w:tc>
      </w:tr>
      <w:tr w:rsidR="0061743D" w:rsidRPr="00AB2228" w14:paraId="1DFA9276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2EFD2D" w14:textId="264CB521" w:rsidR="0061743D" w:rsidRPr="00AD1141" w:rsidRDefault="0061743D" w:rsidP="00AD1141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color w:val="000000"/>
                <w:sz w:val="24"/>
                <w:szCs w:val="24"/>
              </w:rPr>
              <w:t>Перечисление социальной выплаты для исполнения государственных обязательств по обеспечению жильем инвалидов, ветеранов боевых действий и иных приравненных к указанной категории граждан, ветеранов   Великой отечественной Войны и членов их семей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B38010" w14:textId="7654C28F" w:rsidR="0061743D" w:rsidRPr="00AD1141" w:rsidRDefault="0061743D" w:rsidP="0061743D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44C20C" w14:textId="5FB3998F" w:rsidR="0061743D" w:rsidRPr="00AD1141" w:rsidRDefault="0061743D" w:rsidP="0061743D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D53734" w14:textId="0816F91D" w:rsidR="0061743D" w:rsidRPr="00AD1141" w:rsidRDefault="0061743D" w:rsidP="0061743D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B38EA6" w14:textId="745F922B" w:rsidR="0061743D" w:rsidRPr="00AD1141" w:rsidRDefault="0061743D" w:rsidP="0061743D">
            <w:pPr>
              <w:ind w:left="-108" w:right="-104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12 1 02 00000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743818" w14:textId="11776426" w:rsidR="0061743D" w:rsidRPr="00AD1141" w:rsidRDefault="0061743D" w:rsidP="0061743D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8B6A1" w14:textId="7275B3A5" w:rsidR="0061743D" w:rsidRPr="00AD1141" w:rsidRDefault="0061743D" w:rsidP="0061743D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2 854,0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A30405" w14:textId="2879BB27" w:rsidR="0061743D" w:rsidRPr="00AD1141" w:rsidRDefault="0061743D" w:rsidP="0061743D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2 017,8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DE233D" w14:textId="610D8488" w:rsidR="0061743D" w:rsidRPr="00AD1141" w:rsidRDefault="0061743D" w:rsidP="0061743D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2 102,4</w:t>
            </w:r>
          </w:p>
        </w:tc>
      </w:tr>
      <w:tr w:rsidR="0061743D" w:rsidRPr="00AB2228" w14:paraId="7DE40028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D16E4B" w14:textId="6BF21CD4" w:rsidR="0061743D" w:rsidRPr="00AD1141" w:rsidRDefault="0061743D" w:rsidP="0061743D">
            <w:pPr>
              <w:ind w:firstLine="0"/>
              <w:rPr>
                <w:b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12 января 1995 года №</w:t>
            </w:r>
            <w:r w:rsidR="005E113A">
              <w:rPr>
                <w:sz w:val="24"/>
                <w:szCs w:val="24"/>
              </w:rPr>
              <w:t xml:space="preserve"> </w:t>
            </w:r>
            <w:r w:rsidRPr="00AD1141">
              <w:rPr>
                <w:sz w:val="24"/>
                <w:szCs w:val="24"/>
              </w:rPr>
              <w:t>5-ФЗ «О ветеранах»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80FA47" w14:textId="3A092B9D" w:rsidR="0061743D" w:rsidRPr="00AD1141" w:rsidRDefault="0061743D" w:rsidP="0061743D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E5721" w14:textId="2F90D692" w:rsidR="0061743D" w:rsidRPr="00AD1141" w:rsidRDefault="0061743D" w:rsidP="0061743D">
            <w:pPr>
              <w:ind w:firstLine="0"/>
              <w:jc w:val="center"/>
              <w:rPr>
                <w:b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13EAB" w14:textId="62847654" w:rsidR="0061743D" w:rsidRPr="00AD1141" w:rsidRDefault="0061743D" w:rsidP="0061743D">
            <w:pPr>
              <w:ind w:firstLine="0"/>
              <w:jc w:val="center"/>
              <w:rPr>
                <w:b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3DEA01" w14:textId="0EBC65CF" w:rsidR="0061743D" w:rsidRPr="00AD1141" w:rsidRDefault="0061743D" w:rsidP="0061743D">
            <w:pPr>
              <w:ind w:left="-108" w:right="-104" w:firstLine="0"/>
              <w:jc w:val="center"/>
              <w:rPr>
                <w:b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12 1 02 51350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4717EF" w14:textId="6C9A8240" w:rsidR="0061743D" w:rsidRPr="00AD1141" w:rsidRDefault="0061743D" w:rsidP="0061743D">
            <w:pPr>
              <w:ind w:firstLine="0"/>
              <w:jc w:val="center"/>
              <w:rPr>
                <w:b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6DF110" w14:textId="7CF18C3A" w:rsidR="0061743D" w:rsidRPr="00AD1141" w:rsidRDefault="0061743D" w:rsidP="0061743D">
            <w:pPr>
              <w:ind w:firstLine="0"/>
              <w:jc w:val="center"/>
              <w:rPr>
                <w:b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951,3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C59FFE" w14:textId="599D7F8F" w:rsidR="0061743D" w:rsidRPr="00AD1141" w:rsidRDefault="0061743D" w:rsidP="0061743D">
            <w:pPr>
              <w:ind w:firstLine="0"/>
              <w:jc w:val="center"/>
              <w:rPr>
                <w:b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1 008,9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97C16A" w14:textId="0A337FC6" w:rsidR="0061743D" w:rsidRPr="00AD1141" w:rsidRDefault="0061743D" w:rsidP="0061743D">
            <w:pPr>
              <w:ind w:firstLine="0"/>
              <w:jc w:val="center"/>
              <w:rPr>
                <w:b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1 051,2</w:t>
            </w:r>
          </w:p>
        </w:tc>
      </w:tr>
      <w:tr w:rsidR="0061743D" w:rsidRPr="00AB2228" w14:paraId="3A4E84D5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6FA04" w14:textId="7E83B919" w:rsidR="0061743D" w:rsidRPr="00AD1141" w:rsidRDefault="0061743D" w:rsidP="0061743D">
            <w:pPr>
              <w:ind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 xml:space="preserve">Социальное </w:t>
            </w:r>
            <w:r w:rsidRPr="00AD1141">
              <w:rPr>
                <w:sz w:val="24"/>
                <w:szCs w:val="24"/>
              </w:rPr>
              <w:lastRenderedPageBreak/>
              <w:t>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122C1D" w14:textId="0CDB063F" w:rsidR="0061743D" w:rsidRPr="00AD1141" w:rsidRDefault="0061743D" w:rsidP="0061743D">
            <w:pPr>
              <w:spacing w:line="250" w:lineRule="exact"/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334B5F" w14:textId="0723F64E" w:rsidR="0061743D" w:rsidRPr="00AD1141" w:rsidRDefault="0061743D" w:rsidP="0061743D">
            <w:pPr>
              <w:spacing w:line="250" w:lineRule="exact"/>
              <w:ind w:firstLine="0"/>
              <w:jc w:val="center"/>
              <w:rPr>
                <w:b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DF58A6" w14:textId="09ACD49F" w:rsidR="0061743D" w:rsidRPr="00AD1141" w:rsidRDefault="0061743D" w:rsidP="0061743D">
            <w:pPr>
              <w:spacing w:line="250" w:lineRule="exact"/>
              <w:ind w:firstLine="0"/>
              <w:jc w:val="center"/>
              <w:rPr>
                <w:b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58A9AE" w14:textId="466599C6" w:rsidR="0061743D" w:rsidRPr="00AD1141" w:rsidRDefault="0061743D" w:rsidP="0061743D">
            <w:pPr>
              <w:spacing w:line="250" w:lineRule="exact"/>
              <w:ind w:left="-108" w:right="-104" w:firstLine="0"/>
              <w:jc w:val="center"/>
              <w:rPr>
                <w:b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12 1 02 51350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7235BA" w14:textId="42C91BBE" w:rsidR="0061743D" w:rsidRPr="00AD1141" w:rsidRDefault="0061743D" w:rsidP="0061743D">
            <w:pPr>
              <w:spacing w:line="250" w:lineRule="exact"/>
              <w:ind w:firstLine="0"/>
              <w:jc w:val="center"/>
              <w:rPr>
                <w:b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83FF47" w14:textId="74B974D7" w:rsidR="0061743D" w:rsidRPr="00AD1141" w:rsidRDefault="0061743D" w:rsidP="0061743D">
            <w:pPr>
              <w:spacing w:line="250" w:lineRule="exact"/>
              <w:ind w:firstLine="0"/>
              <w:jc w:val="center"/>
              <w:rPr>
                <w:b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951,3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E5376A" w14:textId="09C458DD" w:rsidR="0061743D" w:rsidRPr="00AD1141" w:rsidRDefault="0061743D" w:rsidP="0061743D">
            <w:pPr>
              <w:spacing w:line="250" w:lineRule="exact"/>
              <w:ind w:firstLine="0"/>
              <w:jc w:val="center"/>
              <w:rPr>
                <w:b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1 008,9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8B9136" w14:textId="4C91DA65" w:rsidR="0061743D" w:rsidRPr="00AD1141" w:rsidRDefault="0061743D" w:rsidP="0061743D">
            <w:pPr>
              <w:spacing w:line="250" w:lineRule="exact"/>
              <w:ind w:firstLine="0"/>
              <w:jc w:val="center"/>
              <w:rPr>
                <w:b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1 051,2</w:t>
            </w:r>
          </w:p>
        </w:tc>
      </w:tr>
      <w:tr w:rsidR="0061743D" w:rsidRPr="00AB2228" w14:paraId="00BE4AE7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4AAC67" w14:textId="0F2DE613" w:rsidR="0061743D" w:rsidRPr="00AD1141" w:rsidRDefault="0061743D" w:rsidP="0061743D">
            <w:pPr>
              <w:ind w:firstLine="0"/>
              <w:rPr>
                <w:b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lastRenderedPageBreak/>
              <w:t>Расходы на обеспечение жильем отдельных категорий граждан, установленных Федеральным законом от 24 ноября 1995 года</w:t>
            </w:r>
            <w:r w:rsidR="0025093D">
              <w:rPr>
                <w:sz w:val="24"/>
                <w:szCs w:val="24"/>
              </w:rPr>
              <w:t xml:space="preserve">    </w:t>
            </w:r>
            <w:r w:rsidRPr="00AD1141">
              <w:rPr>
                <w:sz w:val="24"/>
                <w:szCs w:val="24"/>
              </w:rPr>
              <w:t xml:space="preserve"> № 181-ФЗ "О социальной защите инвалидов в Российской Федерации"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C4E121" w14:textId="498B5B0E" w:rsidR="0061743D" w:rsidRPr="00AD1141" w:rsidRDefault="0061743D" w:rsidP="0061743D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FD969E" w14:textId="3843BC16" w:rsidR="0061743D" w:rsidRPr="00AD1141" w:rsidRDefault="0061743D" w:rsidP="0061743D">
            <w:pPr>
              <w:ind w:firstLine="0"/>
              <w:jc w:val="center"/>
              <w:rPr>
                <w:b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87E6E5" w14:textId="19935C54" w:rsidR="0061743D" w:rsidRPr="00AD1141" w:rsidRDefault="0061743D" w:rsidP="0061743D">
            <w:pPr>
              <w:ind w:firstLine="0"/>
              <w:jc w:val="center"/>
              <w:rPr>
                <w:b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B19B36" w14:textId="4549CF2B" w:rsidR="0061743D" w:rsidRPr="00AD1141" w:rsidRDefault="0061743D" w:rsidP="0061743D">
            <w:pPr>
              <w:ind w:left="-108" w:right="-104" w:firstLine="0"/>
              <w:jc w:val="center"/>
              <w:rPr>
                <w:b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12 1 02 51760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C2D0D" w14:textId="3B9D777E" w:rsidR="0061743D" w:rsidRPr="00AD1141" w:rsidRDefault="0061743D" w:rsidP="0061743D">
            <w:pPr>
              <w:ind w:firstLine="0"/>
              <w:jc w:val="center"/>
              <w:rPr>
                <w:b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7932AD" w14:textId="127432CE" w:rsidR="0061743D" w:rsidRPr="00AD1141" w:rsidRDefault="0061743D" w:rsidP="0061743D">
            <w:pPr>
              <w:ind w:firstLine="0"/>
              <w:jc w:val="center"/>
              <w:rPr>
                <w:b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1 902,7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9E05A" w14:textId="0ECDC1B6" w:rsidR="0061743D" w:rsidRPr="00AD1141" w:rsidRDefault="0061743D" w:rsidP="0061743D">
            <w:pPr>
              <w:ind w:firstLine="0"/>
              <w:jc w:val="center"/>
              <w:rPr>
                <w:b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1 008,9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40BDCD" w14:textId="068D116D" w:rsidR="0061743D" w:rsidRPr="00AD1141" w:rsidRDefault="0061743D" w:rsidP="0061743D">
            <w:pPr>
              <w:ind w:firstLine="0"/>
              <w:jc w:val="center"/>
              <w:rPr>
                <w:b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1 051,2</w:t>
            </w:r>
          </w:p>
        </w:tc>
      </w:tr>
      <w:tr w:rsidR="0061743D" w:rsidRPr="00AB2228" w14:paraId="028AAF8D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4C22D6" w14:textId="22FDF292" w:rsidR="0061743D" w:rsidRPr="00AD1141" w:rsidRDefault="0061743D" w:rsidP="0061743D">
            <w:pPr>
              <w:ind w:firstLine="0"/>
              <w:rPr>
                <w:b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E137F2" w14:textId="0230FC76" w:rsidR="0061743D" w:rsidRPr="00AD1141" w:rsidRDefault="0061743D" w:rsidP="0061743D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2C19D7" w14:textId="1B95C10D" w:rsidR="0061743D" w:rsidRPr="00AD1141" w:rsidRDefault="0061743D" w:rsidP="0061743D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E823DF" w14:textId="5B1BC9B8" w:rsidR="0061743D" w:rsidRPr="00AD1141" w:rsidRDefault="0061743D" w:rsidP="0061743D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B508E3" w14:textId="541678F3" w:rsidR="0061743D" w:rsidRPr="00AD1141" w:rsidRDefault="0061743D" w:rsidP="0061743D">
            <w:pPr>
              <w:ind w:left="-108" w:right="-104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12 1 02 51760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22D55D" w14:textId="7D2AEBB3" w:rsidR="0061743D" w:rsidRPr="00AD1141" w:rsidRDefault="0061743D" w:rsidP="0061743D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603603" w14:textId="6CE23FD0" w:rsidR="0061743D" w:rsidRPr="00AD1141" w:rsidRDefault="0061743D" w:rsidP="0061743D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1 902,7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04FA23" w14:textId="3EB6F7C3" w:rsidR="0061743D" w:rsidRPr="00AD1141" w:rsidRDefault="0061743D" w:rsidP="0061743D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1 008,9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FD03E2" w14:textId="0C4BCE95" w:rsidR="0061743D" w:rsidRPr="00AD1141" w:rsidRDefault="0061743D" w:rsidP="0061743D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1 051,2</w:t>
            </w:r>
          </w:p>
        </w:tc>
      </w:tr>
      <w:tr w:rsidR="0061743D" w:rsidRPr="00AB2228" w14:paraId="2ADAA081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D5B6A" w14:textId="7772ED03" w:rsidR="0061743D" w:rsidRPr="00AD1141" w:rsidRDefault="0061743D" w:rsidP="0061743D">
            <w:pPr>
              <w:ind w:firstLine="0"/>
              <w:rPr>
                <w:b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8A4E9" w14:textId="36A78540" w:rsidR="0061743D" w:rsidRPr="00AD1141" w:rsidRDefault="0061743D" w:rsidP="0061743D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4B605A" w14:textId="5FACF42C" w:rsidR="0061743D" w:rsidRPr="00AD1141" w:rsidRDefault="0061743D" w:rsidP="0061743D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BC3124" w14:textId="09201FA5" w:rsidR="0061743D" w:rsidRPr="00AD1141" w:rsidRDefault="0061743D" w:rsidP="0061743D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600C1" w14:textId="306AA062" w:rsidR="0061743D" w:rsidRPr="00AD1141" w:rsidRDefault="0061743D" w:rsidP="0061743D">
            <w:pPr>
              <w:ind w:left="-108" w:right="-104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47BB50" w14:textId="0597A639" w:rsidR="0061743D" w:rsidRPr="00AD1141" w:rsidRDefault="0061743D" w:rsidP="0061743D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E9C5AE" w14:textId="24A2B4FE" w:rsidR="0061743D" w:rsidRPr="00AD1141" w:rsidRDefault="0061743D" w:rsidP="0061743D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740,0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5160FB" w14:textId="11064C00" w:rsidR="0061743D" w:rsidRPr="00AD1141" w:rsidRDefault="0061743D" w:rsidP="0061743D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023C94" w14:textId="399E4BE1" w:rsidR="0061743D" w:rsidRPr="00AD1141" w:rsidRDefault="0061743D" w:rsidP="0061743D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0,0</w:t>
            </w:r>
          </w:p>
        </w:tc>
      </w:tr>
      <w:tr w:rsidR="0061743D" w:rsidRPr="00AB2228" w14:paraId="677D4C8F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4C4B2F" w14:textId="25D08B49" w:rsidR="0061743D" w:rsidRPr="00AD1141" w:rsidRDefault="0061743D" w:rsidP="0061743D">
            <w:pPr>
              <w:ind w:firstLine="0"/>
              <w:rPr>
                <w:b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ED1E25" w14:textId="53AFAB29" w:rsidR="0061743D" w:rsidRPr="00AD1141" w:rsidRDefault="0061743D" w:rsidP="0061743D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AA43A4" w14:textId="54D55A16" w:rsidR="0061743D" w:rsidRPr="00AD1141" w:rsidRDefault="0061743D" w:rsidP="0061743D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F1A806" w14:textId="17EDEE16" w:rsidR="0061743D" w:rsidRPr="00AD1141" w:rsidRDefault="0061743D" w:rsidP="0061743D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C79F8E" w14:textId="1DD391A5" w:rsidR="0061743D" w:rsidRPr="00AD1141" w:rsidRDefault="0061743D" w:rsidP="0061743D">
            <w:pPr>
              <w:ind w:left="-108" w:right="-104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40FF53" w14:textId="58871DA3" w:rsidR="0061743D" w:rsidRPr="00AD1141" w:rsidRDefault="0061743D" w:rsidP="0061743D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8FECFD" w14:textId="08D1D334" w:rsidR="0061743D" w:rsidRPr="00AD1141" w:rsidRDefault="0061743D" w:rsidP="0061743D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740,0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839DF3" w14:textId="74A02AE8" w:rsidR="0061743D" w:rsidRPr="00AD1141" w:rsidRDefault="0061743D" w:rsidP="0061743D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4F264E" w14:textId="3F9B0F40" w:rsidR="0061743D" w:rsidRPr="00AD1141" w:rsidRDefault="0061743D" w:rsidP="0061743D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0,0</w:t>
            </w:r>
          </w:p>
        </w:tc>
      </w:tr>
      <w:tr w:rsidR="0061743D" w:rsidRPr="00AB2228" w14:paraId="13604858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EEFC11" w14:textId="5288E6FB" w:rsidR="0061743D" w:rsidRPr="00AD1141" w:rsidRDefault="0061743D" w:rsidP="0061743D">
            <w:pPr>
              <w:ind w:firstLine="0"/>
              <w:rPr>
                <w:b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48E428" w14:textId="1546259B" w:rsidR="0061743D" w:rsidRPr="00AD1141" w:rsidRDefault="0061743D" w:rsidP="0061743D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658D0E" w14:textId="7576D068" w:rsidR="0061743D" w:rsidRPr="00AD1141" w:rsidRDefault="0061743D" w:rsidP="0061743D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E1003E" w14:textId="6A2619EB" w:rsidR="0061743D" w:rsidRPr="00AD1141" w:rsidRDefault="0061743D" w:rsidP="0061743D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D3202B" w14:textId="52BD3B30" w:rsidR="0061743D" w:rsidRPr="00AD1141" w:rsidRDefault="0061743D" w:rsidP="0061743D">
            <w:pPr>
              <w:ind w:left="-108" w:right="-104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85DCB3" w14:textId="40949314" w:rsidR="0061743D" w:rsidRPr="00AD1141" w:rsidRDefault="0061743D" w:rsidP="0061743D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709904" w14:textId="3AA4E597" w:rsidR="0061743D" w:rsidRPr="00AD1141" w:rsidRDefault="0061743D" w:rsidP="0061743D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740,0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AB0E10" w14:textId="63089570" w:rsidR="0061743D" w:rsidRPr="00AD1141" w:rsidRDefault="0061743D" w:rsidP="0061743D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474CF5" w14:textId="5B59E3BF" w:rsidR="0061743D" w:rsidRPr="00AD1141" w:rsidRDefault="0061743D" w:rsidP="0061743D">
            <w:pPr>
              <w:ind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0,0</w:t>
            </w:r>
          </w:p>
        </w:tc>
      </w:tr>
      <w:tr w:rsidR="0061743D" w:rsidRPr="00AB2228" w14:paraId="5B24280D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C41CAD" w14:textId="1EDB3CA9" w:rsidR="0061743D" w:rsidRPr="00AD1141" w:rsidRDefault="0061743D" w:rsidP="0061743D">
            <w:pPr>
              <w:ind w:firstLine="0"/>
              <w:rPr>
                <w:b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8D0857" w14:textId="3F1D5964" w:rsidR="0061743D" w:rsidRPr="00AD1141" w:rsidRDefault="0061743D" w:rsidP="0061743D">
            <w:pPr>
              <w:spacing w:line="250" w:lineRule="exact"/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85D63C" w14:textId="78CBCA19" w:rsidR="0061743D" w:rsidRPr="00AD1141" w:rsidRDefault="0061743D" w:rsidP="0061743D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789376" w14:textId="3D152ACD" w:rsidR="0061743D" w:rsidRPr="00AD1141" w:rsidRDefault="0061743D" w:rsidP="0061743D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BE03A4" w14:textId="7017CEEA" w:rsidR="0061743D" w:rsidRPr="00AD1141" w:rsidRDefault="0061743D" w:rsidP="0061743D">
            <w:pPr>
              <w:spacing w:line="250" w:lineRule="exact"/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77 7 03 22000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9E621A" w14:textId="5C69DC0B" w:rsidR="0061743D" w:rsidRPr="00AD1141" w:rsidRDefault="0061743D" w:rsidP="0061743D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2649C6" w14:textId="2282EC1B" w:rsidR="0061743D" w:rsidRPr="00AD1141" w:rsidRDefault="0061743D" w:rsidP="0061743D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740,0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E911F6" w14:textId="13A899DC" w:rsidR="0061743D" w:rsidRPr="00AD1141" w:rsidRDefault="0061743D" w:rsidP="0061743D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62ECD2" w14:textId="46233C6D" w:rsidR="0061743D" w:rsidRPr="00AD1141" w:rsidRDefault="0061743D" w:rsidP="0061743D">
            <w:pPr>
              <w:spacing w:line="250" w:lineRule="exact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0,0</w:t>
            </w:r>
          </w:p>
        </w:tc>
      </w:tr>
      <w:tr w:rsidR="0061743D" w:rsidRPr="00AB2228" w14:paraId="3CDBCFEC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216CEB" w14:textId="642B87B5" w:rsidR="0061743D" w:rsidRPr="00AD1141" w:rsidRDefault="0061743D" w:rsidP="0061743D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5C1FF4" w14:textId="63FB2000" w:rsidR="0061743D" w:rsidRPr="00AD1141" w:rsidRDefault="0061743D" w:rsidP="0061743D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42B066" w14:textId="6B851539" w:rsidR="0061743D" w:rsidRPr="00AD1141" w:rsidRDefault="0061743D" w:rsidP="0061743D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76344F" w14:textId="6B8C1248" w:rsidR="0061743D" w:rsidRPr="00AD1141" w:rsidRDefault="0061743D" w:rsidP="0061743D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C1B343" w14:textId="77A6479E" w:rsidR="0061743D" w:rsidRPr="00AD1141" w:rsidRDefault="0061743D" w:rsidP="0061743D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77 7 03 22000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6CEDB" w14:textId="41167528" w:rsidR="0061743D" w:rsidRPr="00AD1141" w:rsidRDefault="0061743D" w:rsidP="0061743D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3A8645" w14:textId="50D20195" w:rsidR="0061743D" w:rsidRPr="00AD1141" w:rsidRDefault="0061743D" w:rsidP="0061743D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740,0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3DCF51" w14:textId="23937EC2" w:rsidR="0061743D" w:rsidRPr="00AD1141" w:rsidRDefault="0061743D" w:rsidP="0061743D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4756DB" w14:textId="6C7292D8" w:rsidR="0061743D" w:rsidRPr="00AD1141" w:rsidRDefault="0061743D" w:rsidP="0061743D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0,0</w:t>
            </w:r>
          </w:p>
        </w:tc>
      </w:tr>
      <w:tr w:rsidR="0078266C" w:rsidRPr="00AB2228" w14:paraId="0D015053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C46BB2" w14:textId="0E4AF836" w:rsidR="0078266C" w:rsidRPr="00AD1141" w:rsidRDefault="0078266C" w:rsidP="0078266C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647923" w14:textId="1B7F63F7" w:rsidR="0078266C" w:rsidRPr="00AD1141" w:rsidRDefault="0078266C" w:rsidP="0078266C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87F5A8" w14:textId="2511CAA9" w:rsidR="0078266C" w:rsidRPr="00AD1141" w:rsidRDefault="0078266C" w:rsidP="0078266C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E7DB83" w14:textId="36987502" w:rsidR="0078266C" w:rsidRPr="00AD1141" w:rsidRDefault="0078266C" w:rsidP="0078266C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DD143F" w14:textId="11CDAFBC" w:rsidR="0078266C" w:rsidRPr="00AD1141" w:rsidRDefault="0078266C" w:rsidP="0078266C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5E7ED7" w14:textId="1ADB8941" w:rsidR="0078266C" w:rsidRPr="00AD1141" w:rsidRDefault="0078266C" w:rsidP="0078266C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34E2AA" w14:textId="4C46FDCC" w:rsidR="0078266C" w:rsidRPr="00AD1141" w:rsidRDefault="0078266C" w:rsidP="0078266C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b/>
                <w:bCs/>
                <w:sz w:val="24"/>
                <w:szCs w:val="24"/>
              </w:rPr>
              <w:t>52 796,5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E83E18" w14:textId="5A83668E" w:rsidR="0078266C" w:rsidRPr="00AD1141" w:rsidRDefault="0078266C" w:rsidP="0078266C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b/>
                <w:bCs/>
                <w:sz w:val="24"/>
                <w:szCs w:val="24"/>
              </w:rPr>
              <w:t>52 688,8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A2EA40" w14:textId="7E02418E" w:rsidR="0078266C" w:rsidRPr="00AD1141" w:rsidRDefault="0078266C" w:rsidP="0078266C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b/>
                <w:bCs/>
                <w:sz w:val="24"/>
                <w:szCs w:val="24"/>
              </w:rPr>
              <w:t>53 688,8</w:t>
            </w:r>
          </w:p>
        </w:tc>
      </w:tr>
      <w:tr w:rsidR="0078266C" w:rsidRPr="00AB2228" w14:paraId="4C110192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73470A" w14:textId="732D40CD" w:rsidR="0078266C" w:rsidRPr="00AD1141" w:rsidRDefault="0078266C" w:rsidP="0078266C">
            <w:pPr>
              <w:ind w:right="-115"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b/>
                <w:bCs/>
                <w:sz w:val="24"/>
                <w:szCs w:val="24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78F7AB" w14:textId="012AC178" w:rsidR="0078266C" w:rsidRPr="00AD1141" w:rsidRDefault="0078266C" w:rsidP="0078266C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C214F8" w14:textId="0CC12660" w:rsidR="0078266C" w:rsidRPr="00AD1141" w:rsidRDefault="0078266C" w:rsidP="0078266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AB2A42" w14:textId="68E9EEEA" w:rsidR="0078266C" w:rsidRPr="00AD1141" w:rsidRDefault="0078266C" w:rsidP="0078266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8120B5" w14:textId="717F7021" w:rsidR="0078266C" w:rsidRPr="00AD1141" w:rsidRDefault="0078266C" w:rsidP="0078266C">
            <w:pPr>
              <w:ind w:left="-108" w:right="-104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D0ADD3" w14:textId="40FD9C1F" w:rsidR="0078266C" w:rsidRPr="00AD1141" w:rsidRDefault="0078266C" w:rsidP="0078266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A94AFA" w14:textId="3799DAF9" w:rsidR="0078266C" w:rsidRPr="00AD1141" w:rsidRDefault="0078266C" w:rsidP="0078266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b/>
                <w:bCs/>
                <w:sz w:val="24"/>
                <w:szCs w:val="24"/>
              </w:rPr>
              <w:t>51 386,5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AE0BB2" w14:textId="24725C00" w:rsidR="0078266C" w:rsidRPr="00AD1141" w:rsidRDefault="0078266C" w:rsidP="0078266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b/>
                <w:bCs/>
                <w:sz w:val="24"/>
                <w:szCs w:val="24"/>
              </w:rPr>
              <w:t>51 278,8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039251" w14:textId="524021CC" w:rsidR="0078266C" w:rsidRPr="00AD1141" w:rsidRDefault="0078266C" w:rsidP="0078266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b/>
                <w:bCs/>
                <w:sz w:val="24"/>
                <w:szCs w:val="24"/>
              </w:rPr>
              <w:t>51 278,8</w:t>
            </w:r>
          </w:p>
        </w:tc>
      </w:tr>
      <w:tr w:rsidR="0078266C" w:rsidRPr="00AB2228" w14:paraId="3775D045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761734" w14:textId="5C5B2E19" w:rsidR="0078266C" w:rsidRPr="00AD1141" w:rsidRDefault="0078266C" w:rsidP="0078266C">
            <w:pPr>
              <w:ind w:right="-115"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 xml:space="preserve">Муниципальная программа «Развитие физической культуры и спорта Балахнинского муниципального округа Нижегородской </w:t>
            </w:r>
            <w:r w:rsidRPr="00AD1141">
              <w:rPr>
                <w:sz w:val="24"/>
                <w:szCs w:val="24"/>
              </w:rPr>
              <w:lastRenderedPageBreak/>
              <w:t>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650593" w14:textId="604CB7B0" w:rsidR="0078266C" w:rsidRPr="00AD1141" w:rsidRDefault="0078266C" w:rsidP="0078266C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93B084" w14:textId="0DA221EB" w:rsidR="0078266C" w:rsidRPr="00AD1141" w:rsidRDefault="0078266C" w:rsidP="0078266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E7A92C" w14:textId="1FFBEB39" w:rsidR="0078266C" w:rsidRPr="00AD1141" w:rsidRDefault="0078266C" w:rsidP="0078266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1C213" w14:textId="1E7B9BB0" w:rsidR="0078266C" w:rsidRPr="00AD1141" w:rsidRDefault="0078266C" w:rsidP="0078266C">
            <w:pPr>
              <w:ind w:left="-108" w:right="-104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03 0 00 00000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8EF225" w14:textId="07106856" w:rsidR="0078266C" w:rsidRPr="00AD1141" w:rsidRDefault="0078266C" w:rsidP="0078266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EC6BD5" w14:textId="015D78FD" w:rsidR="0078266C" w:rsidRPr="00AD1141" w:rsidRDefault="0078266C" w:rsidP="0078266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51 386,5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F18BF1" w14:textId="79F72845" w:rsidR="0078266C" w:rsidRPr="00AD1141" w:rsidRDefault="0078266C" w:rsidP="0078266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51 278,8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273EB" w14:textId="19D0DF46" w:rsidR="0078266C" w:rsidRPr="00AD1141" w:rsidRDefault="0078266C" w:rsidP="0078266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51 278,8</w:t>
            </w:r>
          </w:p>
        </w:tc>
      </w:tr>
      <w:tr w:rsidR="00F83763" w:rsidRPr="00AB2228" w14:paraId="3A537047" w14:textId="77777777" w:rsidTr="00F8376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C3AEFF" w14:textId="04F61AF7" w:rsidR="00F83763" w:rsidRPr="00AD1141" w:rsidRDefault="00F83763" w:rsidP="00F83763">
            <w:pPr>
              <w:ind w:right="-115"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lastRenderedPageBreak/>
              <w:t>Подпрограмма "Укрепление материально-технической базы"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1D54DD" w14:textId="13E8980D" w:rsidR="00F83763" w:rsidRPr="00AD1141" w:rsidRDefault="00F83763" w:rsidP="00F83763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4D6F29" w14:textId="5753839A" w:rsidR="00F83763" w:rsidRPr="00AD1141" w:rsidRDefault="00F83763" w:rsidP="00F8376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AE5FAC" w14:textId="39EC83E3" w:rsidR="00F83763" w:rsidRPr="00AD1141" w:rsidRDefault="00F83763" w:rsidP="00F8376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912E9" w14:textId="418C663E" w:rsidR="00F83763" w:rsidRPr="00AD1141" w:rsidRDefault="00F83763" w:rsidP="00F83763">
            <w:pPr>
              <w:ind w:left="-108" w:right="-104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03 2 00 00000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777526" w14:textId="423B3D01" w:rsidR="00F83763" w:rsidRPr="00AD1141" w:rsidRDefault="00F83763" w:rsidP="00F8376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D5FA0F" w14:textId="5DED0424" w:rsidR="00F83763" w:rsidRPr="00AD1141" w:rsidRDefault="00F83763" w:rsidP="00F8376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107,7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E707AF" w14:textId="68C4B610" w:rsidR="00F83763" w:rsidRPr="00AD1141" w:rsidRDefault="00F83763" w:rsidP="00F8376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1EB6B1" w14:textId="5D896D9C" w:rsidR="00F83763" w:rsidRPr="00AD1141" w:rsidRDefault="00F83763" w:rsidP="00F8376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0,0</w:t>
            </w:r>
          </w:p>
        </w:tc>
      </w:tr>
      <w:tr w:rsidR="00F83763" w:rsidRPr="00AB2228" w14:paraId="55F5D12B" w14:textId="77777777" w:rsidTr="00F8376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0734AD" w14:textId="75A01917" w:rsidR="00F83763" w:rsidRPr="00AD1141" w:rsidRDefault="00F83763" w:rsidP="00F83763">
            <w:pPr>
              <w:ind w:right="-115"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Приобретение и ремонт спортивного инвентаря и спортивного оборудования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7CA55D" w14:textId="5D1DF08E" w:rsidR="00F83763" w:rsidRPr="00AD1141" w:rsidRDefault="00F83763" w:rsidP="00F83763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E0DCCA" w14:textId="13A95C4A" w:rsidR="00F83763" w:rsidRPr="00AD1141" w:rsidRDefault="00F83763" w:rsidP="00F8376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8322D3" w14:textId="63462DE4" w:rsidR="00F83763" w:rsidRPr="00AD1141" w:rsidRDefault="00F83763" w:rsidP="00F8376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DBD2CB" w14:textId="165B67B6" w:rsidR="00F83763" w:rsidRPr="00AD1141" w:rsidRDefault="00F83763" w:rsidP="00F83763">
            <w:pPr>
              <w:ind w:left="-108" w:right="-104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03 2 02 00000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327CED" w14:textId="4BA66976" w:rsidR="00F83763" w:rsidRPr="00AD1141" w:rsidRDefault="00F83763" w:rsidP="00F8376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EF7F5D" w14:textId="7C3EE5CA" w:rsidR="00F83763" w:rsidRPr="00AD1141" w:rsidRDefault="00F83763" w:rsidP="00F8376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107,7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F608F3" w14:textId="14027AB6" w:rsidR="00F83763" w:rsidRPr="00AD1141" w:rsidRDefault="00F83763" w:rsidP="00F8376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C216E9" w14:textId="3E2A4334" w:rsidR="00F83763" w:rsidRPr="00AD1141" w:rsidRDefault="00F83763" w:rsidP="00F8376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0,0</w:t>
            </w:r>
          </w:p>
        </w:tc>
      </w:tr>
      <w:tr w:rsidR="00F83763" w:rsidRPr="00AB2228" w14:paraId="143D97A4" w14:textId="77777777" w:rsidTr="00F8376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66475F" w14:textId="4A28C47C" w:rsidR="00F83763" w:rsidRPr="00AD1141" w:rsidRDefault="00F83763" w:rsidP="00F83763">
            <w:pPr>
              <w:ind w:right="-115" w:firstLine="0"/>
              <w:rPr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CCDECE" w14:textId="60A25C83" w:rsidR="00F83763" w:rsidRPr="00AD1141" w:rsidRDefault="00F83763" w:rsidP="00F83763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8C4FC4" w14:textId="2EAC4FC0" w:rsidR="00F83763" w:rsidRPr="00AD1141" w:rsidRDefault="00F83763" w:rsidP="00F8376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DCDE41" w14:textId="237C45C7" w:rsidR="00F83763" w:rsidRPr="00AD1141" w:rsidRDefault="00F83763" w:rsidP="00F8376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474B78" w14:textId="718DB2A4" w:rsidR="00F83763" w:rsidRPr="00AD1141" w:rsidRDefault="00F83763" w:rsidP="00F83763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03 2 02 22000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26E4C7" w14:textId="640B2521" w:rsidR="00F83763" w:rsidRPr="00AD1141" w:rsidRDefault="00F83763" w:rsidP="00F8376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238A3F" w14:textId="7660E65F" w:rsidR="00F83763" w:rsidRPr="00AD1141" w:rsidRDefault="00F83763" w:rsidP="00F8376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107,7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7B7890" w14:textId="7E72CB76" w:rsidR="00F83763" w:rsidRPr="00AD1141" w:rsidRDefault="00F83763" w:rsidP="00F8376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CD18CF" w14:textId="14F45EF0" w:rsidR="00F83763" w:rsidRPr="00AD1141" w:rsidRDefault="00F83763" w:rsidP="00F8376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0,0</w:t>
            </w:r>
          </w:p>
        </w:tc>
      </w:tr>
      <w:tr w:rsidR="00F83763" w:rsidRPr="00AB2228" w14:paraId="17A0E674" w14:textId="77777777" w:rsidTr="00F8376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EF2B46" w14:textId="1A9C3E07" w:rsidR="00F83763" w:rsidRPr="00AD1141" w:rsidRDefault="00F83763" w:rsidP="00F83763">
            <w:pPr>
              <w:ind w:right="-115" w:firstLine="0"/>
              <w:rPr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5BD4DB" w14:textId="4FC40121" w:rsidR="00F83763" w:rsidRPr="00AD1141" w:rsidRDefault="00F83763" w:rsidP="00F83763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01806A" w14:textId="7DFB7193" w:rsidR="00F83763" w:rsidRPr="00AD1141" w:rsidRDefault="00F83763" w:rsidP="00F8376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A85ED0" w14:textId="32410F10" w:rsidR="00F83763" w:rsidRPr="00AD1141" w:rsidRDefault="00F83763" w:rsidP="00F8376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4A3883" w14:textId="04EB99A1" w:rsidR="00F83763" w:rsidRPr="00AD1141" w:rsidRDefault="00F83763" w:rsidP="00F83763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03 2 02 22000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66E99B" w14:textId="5D716D88" w:rsidR="00F83763" w:rsidRPr="00AD1141" w:rsidRDefault="00F83763" w:rsidP="00F8376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1CCE59" w14:textId="7DEAD468" w:rsidR="00F83763" w:rsidRPr="00AD1141" w:rsidRDefault="00F83763" w:rsidP="00F8376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107,7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253406" w14:textId="34E394F7" w:rsidR="00F83763" w:rsidRPr="00AD1141" w:rsidRDefault="00F83763" w:rsidP="00F8376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49C895" w14:textId="19D692E3" w:rsidR="00F83763" w:rsidRPr="00AD1141" w:rsidRDefault="00F83763" w:rsidP="00F8376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0,0</w:t>
            </w:r>
          </w:p>
        </w:tc>
      </w:tr>
      <w:tr w:rsidR="00F83763" w:rsidRPr="00AB2228" w14:paraId="3F62431C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5C051" w14:textId="34520E72" w:rsidR="00F83763" w:rsidRPr="00AD1141" w:rsidRDefault="00F83763" w:rsidP="00F83763">
            <w:pPr>
              <w:ind w:right="-115" w:firstLine="0"/>
              <w:rPr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b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9FA489" w14:textId="2D6C2C47" w:rsidR="00F83763" w:rsidRPr="00AD1141" w:rsidRDefault="00F83763" w:rsidP="00F83763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8160D" w14:textId="00FCC2BF" w:rsidR="00F83763" w:rsidRPr="00AD1141" w:rsidRDefault="00F83763" w:rsidP="00F8376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F2DB58" w14:textId="7BC7CDFC" w:rsidR="00F83763" w:rsidRPr="00AD1141" w:rsidRDefault="00F83763" w:rsidP="00F8376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D5AB03" w14:textId="3B362A05" w:rsidR="00F83763" w:rsidRPr="00AD1141" w:rsidRDefault="00F83763" w:rsidP="00F83763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0E8F72" w14:textId="27F6CF5E" w:rsidR="00F83763" w:rsidRPr="00AD1141" w:rsidRDefault="00F83763" w:rsidP="00F8376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A1DDE9" w14:textId="19B68191" w:rsidR="00F83763" w:rsidRPr="00AD1141" w:rsidRDefault="00F83763" w:rsidP="00F8376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b/>
                <w:bCs/>
                <w:sz w:val="24"/>
                <w:szCs w:val="24"/>
              </w:rPr>
              <w:t>6 094,2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CAF0C9" w14:textId="09955173" w:rsidR="00F83763" w:rsidRPr="00AD1141" w:rsidRDefault="00F83763" w:rsidP="00F8376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b/>
                <w:bCs/>
                <w:sz w:val="24"/>
                <w:szCs w:val="24"/>
              </w:rPr>
              <w:t>6 225,2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843140" w14:textId="40625DFA" w:rsidR="00F83763" w:rsidRPr="00AD1141" w:rsidRDefault="00F83763" w:rsidP="00F8376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b/>
                <w:bCs/>
                <w:sz w:val="24"/>
                <w:szCs w:val="24"/>
              </w:rPr>
              <w:t>6 225,2</w:t>
            </w:r>
          </w:p>
        </w:tc>
      </w:tr>
      <w:tr w:rsidR="00F83763" w:rsidRPr="00AB2228" w14:paraId="2D09D263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5615D" w14:textId="427E22EA" w:rsidR="00F83763" w:rsidRPr="00AD1141" w:rsidRDefault="00F83763" w:rsidP="00F83763">
            <w:pPr>
              <w:ind w:right="-115"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b/>
                <w:bCs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64FE9B" w14:textId="29EB58BD" w:rsidR="00F83763" w:rsidRPr="00AD1141" w:rsidRDefault="00F83763" w:rsidP="00F83763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8867A2" w14:textId="482F64A1" w:rsidR="00F83763" w:rsidRPr="00AD1141" w:rsidRDefault="00F83763" w:rsidP="00F8376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FC9E33" w14:textId="5D344256" w:rsidR="00F83763" w:rsidRPr="00AD1141" w:rsidRDefault="00F83763" w:rsidP="00F8376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4DD72E" w14:textId="38E1D2E1" w:rsidR="00F83763" w:rsidRPr="00AD1141" w:rsidRDefault="00F83763" w:rsidP="00F83763">
            <w:pPr>
              <w:ind w:left="-108" w:right="-104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44D294" w14:textId="4A63E252" w:rsidR="00F83763" w:rsidRPr="00AD1141" w:rsidRDefault="00F83763" w:rsidP="00F8376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4F73ED" w14:textId="18BC1850" w:rsidR="00F83763" w:rsidRPr="00AD1141" w:rsidRDefault="00F83763" w:rsidP="00F8376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b/>
                <w:bCs/>
                <w:sz w:val="24"/>
                <w:szCs w:val="24"/>
              </w:rPr>
              <w:t>6 094,2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1EFDD2" w14:textId="02FD7C66" w:rsidR="00F83763" w:rsidRPr="00AD1141" w:rsidRDefault="00F83763" w:rsidP="00F8376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b/>
                <w:bCs/>
                <w:sz w:val="24"/>
                <w:szCs w:val="24"/>
              </w:rPr>
              <w:t>6 225,2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FC605E" w14:textId="519A0588" w:rsidR="00F83763" w:rsidRPr="00AD1141" w:rsidRDefault="00F83763" w:rsidP="00F8376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b/>
                <w:bCs/>
                <w:sz w:val="24"/>
                <w:szCs w:val="24"/>
              </w:rPr>
              <w:t>6 225,2</w:t>
            </w:r>
          </w:p>
        </w:tc>
      </w:tr>
      <w:tr w:rsidR="00F83763" w:rsidRPr="00AB2228" w14:paraId="30C98DBA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8EA71" w14:textId="74EE42CC" w:rsidR="00F83763" w:rsidRPr="00AD1141" w:rsidRDefault="00F83763" w:rsidP="00F83763">
            <w:pPr>
              <w:ind w:right="-115"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A6E005" w14:textId="44B8264C" w:rsidR="00F83763" w:rsidRPr="00AD1141" w:rsidRDefault="00F83763" w:rsidP="00F83763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ECFA1C" w14:textId="617C57D0" w:rsidR="00F83763" w:rsidRPr="00AD1141" w:rsidRDefault="00F83763" w:rsidP="00F8376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43B2ED" w14:textId="7A41B5AE" w:rsidR="00F83763" w:rsidRPr="00AD1141" w:rsidRDefault="00F83763" w:rsidP="00F8376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34151F" w14:textId="45E3BC5C" w:rsidR="00F83763" w:rsidRPr="00AD1141" w:rsidRDefault="00F83763" w:rsidP="00F83763">
            <w:pPr>
              <w:ind w:left="-108" w:right="-104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1B3D1A" w14:textId="4CBE01D8" w:rsidR="00F83763" w:rsidRPr="00AD1141" w:rsidRDefault="00F83763" w:rsidP="00F8376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03C511" w14:textId="1CD32042" w:rsidR="00F83763" w:rsidRPr="00AD1141" w:rsidRDefault="00F83763" w:rsidP="00F8376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6 094,2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AC06F9" w14:textId="6A893307" w:rsidR="00F83763" w:rsidRPr="00AD1141" w:rsidRDefault="00F83763" w:rsidP="00F8376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6 225,2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946A94" w14:textId="2C779672" w:rsidR="00F83763" w:rsidRPr="00AD1141" w:rsidRDefault="00F83763" w:rsidP="00F8376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6 225,2</w:t>
            </w:r>
          </w:p>
        </w:tc>
      </w:tr>
      <w:tr w:rsidR="00F83763" w:rsidRPr="00AB2228" w14:paraId="15E33AFB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4EE9DE" w14:textId="30598EF1" w:rsidR="00F83763" w:rsidRPr="00AD1141" w:rsidRDefault="00F83763" w:rsidP="00F83763">
            <w:pPr>
              <w:ind w:firstLine="0"/>
              <w:rPr>
                <w:b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6EC68F" w14:textId="67A21111" w:rsidR="00F83763" w:rsidRPr="00AD1141" w:rsidRDefault="00F83763" w:rsidP="00F83763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43EC8" w14:textId="42F5F232" w:rsidR="00F83763" w:rsidRPr="00AD1141" w:rsidRDefault="00F83763" w:rsidP="00F83763">
            <w:pPr>
              <w:ind w:firstLine="0"/>
              <w:jc w:val="center"/>
              <w:rPr>
                <w:b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A9488A" w14:textId="70593CE8" w:rsidR="00F83763" w:rsidRPr="00AD1141" w:rsidRDefault="00F83763" w:rsidP="00F83763">
            <w:pPr>
              <w:ind w:firstLine="0"/>
              <w:jc w:val="center"/>
              <w:rPr>
                <w:b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508D5A" w14:textId="2A827AD5" w:rsidR="00F83763" w:rsidRPr="00AD1141" w:rsidRDefault="00F83763" w:rsidP="00F83763">
            <w:pPr>
              <w:ind w:left="-108" w:right="-104" w:firstLine="0"/>
              <w:jc w:val="center"/>
              <w:rPr>
                <w:b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4BB0E1" w14:textId="6AAEFC3E" w:rsidR="00F83763" w:rsidRPr="00AD1141" w:rsidRDefault="00F83763" w:rsidP="00F83763">
            <w:pPr>
              <w:ind w:firstLine="0"/>
              <w:jc w:val="center"/>
              <w:rPr>
                <w:b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CD7E6E" w14:textId="02D35368" w:rsidR="00F83763" w:rsidRPr="00AD1141" w:rsidRDefault="00F83763" w:rsidP="00F83763">
            <w:pPr>
              <w:ind w:firstLine="0"/>
              <w:jc w:val="center"/>
              <w:rPr>
                <w:b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6 094,2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7821E0" w14:textId="003374E8" w:rsidR="00F83763" w:rsidRPr="00AD1141" w:rsidRDefault="00F83763" w:rsidP="00F83763">
            <w:pPr>
              <w:ind w:firstLine="0"/>
              <w:jc w:val="center"/>
              <w:rPr>
                <w:b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6 225,2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B82EAB" w14:textId="51189DA2" w:rsidR="00F83763" w:rsidRPr="00AD1141" w:rsidRDefault="00F83763" w:rsidP="00F83763">
            <w:pPr>
              <w:ind w:firstLine="0"/>
              <w:jc w:val="center"/>
              <w:rPr>
                <w:b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6 225,2</w:t>
            </w:r>
          </w:p>
        </w:tc>
      </w:tr>
      <w:tr w:rsidR="00F83763" w:rsidRPr="00AB2228" w14:paraId="1CE10D7F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5A6608" w14:textId="560FBF92" w:rsidR="00F83763" w:rsidRPr="00AD1141" w:rsidRDefault="00F83763" w:rsidP="00F83763">
            <w:pPr>
              <w:ind w:firstLine="0"/>
              <w:rPr>
                <w:b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91940" w14:textId="4F75A2C0" w:rsidR="00F83763" w:rsidRPr="00AD1141" w:rsidRDefault="00F83763" w:rsidP="00F83763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1A65A4" w14:textId="5593A6B2" w:rsidR="00F83763" w:rsidRPr="00AD1141" w:rsidRDefault="00F83763" w:rsidP="00F83763">
            <w:pPr>
              <w:ind w:firstLine="0"/>
              <w:jc w:val="center"/>
              <w:rPr>
                <w:b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BA4A07" w14:textId="1C6EEE95" w:rsidR="00F83763" w:rsidRPr="00AD1141" w:rsidRDefault="00F83763" w:rsidP="00F83763">
            <w:pPr>
              <w:ind w:firstLine="0"/>
              <w:jc w:val="center"/>
              <w:rPr>
                <w:b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B6B55B" w14:textId="66C37D87" w:rsidR="00F83763" w:rsidRPr="00AD1141" w:rsidRDefault="00F83763" w:rsidP="00F83763">
            <w:pPr>
              <w:ind w:left="-108" w:right="-104" w:firstLine="0"/>
              <w:jc w:val="center"/>
              <w:rPr>
                <w:b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77 7 02 00000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580A1F" w14:textId="74B3951B" w:rsidR="00F83763" w:rsidRPr="00AD1141" w:rsidRDefault="00F83763" w:rsidP="00F83763">
            <w:pPr>
              <w:ind w:firstLine="0"/>
              <w:jc w:val="center"/>
              <w:rPr>
                <w:b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892B97" w14:textId="386426EA" w:rsidR="00F83763" w:rsidRPr="00AD1141" w:rsidRDefault="00F83763" w:rsidP="00F83763">
            <w:pPr>
              <w:ind w:firstLine="0"/>
              <w:jc w:val="center"/>
              <w:rPr>
                <w:b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6 011,0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5A2203" w14:textId="7535AB22" w:rsidR="00F83763" w:rsidRPr="00AD1141" w:rsidRDefault="00F83763" w:rsidP="00F83763">
            <w:pPr>
              <w:ind w:firstLine="0"/>
              <w:jc w:val="center"/>
              <w:rPr>
                <w:b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5 907,0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D7A4FB" w14:textId="26F3262C" w:rsidR="00F83763" w:rsidRPr="00AD1141" w:rsidRDefault="00F83763" w:rsidP="00F83763">
            <w:pPr>
              <w:ind w:firstLine="0"/>
              <w:jc w:val="center"/>
              <w:rPr>
                <w:b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5 907,0</w:t>
            </w:r>
          </w:p>
        </w:tc>
      </w:tr>
      <w:tr w:rsidR="00F83763" w:rsidRPr="00AB2228" w14:paraId="37DF196A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F9297" w14:textId="286C30AF" w:rsidR="00F83763" w:rsidRPr="00AD1141" w:rsidRDefault="00F83763" w:rsidP="00F83763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748FA" w14:textId="6EF176F7" w:rsidR="00F83763" w:rsidRPr="00AD1141" w:rsidRDefault="00F83763" w:rsidP="00F83763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F7796A" w14:textId="2FB65FE0" w:rsidR="00F83763" w:rsidRPr="00AD1141" w:rsidRDefault="00F83763" w:rsidP="00F8376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9873E" w14:textId="0288CE99" w:rsidR="00F83763" w:rsidRPr="00AD1141" w:rsidRDefault="00F83763" w:rsidP="00F8376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C5FDB0" w14:textId="556A7C3A" w:rsidR="00F83763" w:rsidRPr="00AD1141" w:rsidRDefault="00F83763" w:rsidP="00F83763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A22135" w14:textId="712CA332" w:rsidR="00F83763" w:rsidRPr="00AD1141" w:rsidRDefault="00F83763" w:rsidP="00F8376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E0A0AE" w14:textId="590C3256" w:rsidR="00F83763" w:rsidRPr="00AD1141" w:rsidRDefault="00F83763" w:rsidP="00F8376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1 864,7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81166A" w14:textId="43F3EA9A" w:rsidR="00F83763" w:rsidRPr="00AD1141" w:rsidRDefault="00F83763" w:rsidP="00F8376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1 760,7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45CD3A" w14:textId="7F7BFC38" w:rsidR="00F83763" w:rsidRPr="00AD1141" w:rsidRDefault="00F83763" w:rsidP="00F8376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1 760,7</w:t>
            </w:r>
          </w:p>
        </w:tc>
      </w:tr>
      <w:tr w:rsidR="00F83763" w:rsidRPr="00AB2228" w14:paraId="3F71202B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ECE34" w14:textId="587DBC1C" w:rsidR="00F83763" w:rsidRPr="00AD1141" w:rsidRDefault="00F83763" w:rsidP="00F83763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995A6F" w14:textId="406DCC0E" w:rsidR="00F83763" w:rsidRPr="00AD1141" w:rsidRDefault="00F83763" w:rsidP="00F83763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2F4159" w14:textId="0B5473B6" w:rsidR="00F83763" w:rsidRPr="00AD1141" w:rsidRDefault="00F83763" w:rsidP="00F8376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EAB1E6" w14:textId="41E7D293" w:rsidR="00F83763" w:rsidRPr="00AD1141" w:rsidRDefault="00F83763" w:rsidP="00F8376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B791BB" w14:textId="758639D9" w:rsidR="00F83763" w:rsidRPr="00AD1141" w:rsidRDefault="00F83763" w:rsidP="00F83763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5E9E9A" w14:textId="396641FA" w:rsidR="00F83763" w:rsidRPr="00AD1141" w:rsidRDefault="00F83763" w:rsidP="00F8376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F77AD3" w14:textId="5287EE39" w:rsidR="00F83763" w:rsidRPr="00AD1141" w:rsidRDefault="00F83763" w:rsidP="00F8376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1 864,7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2FB450" w14:textId="43CAE08A" w:rsidR="00F83763" w:rsidRPr="00AD1141" w:rsidRDefault="00F83763" w:rsidP="00F8376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1 760,7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253BBA" w14:textId="5914F42F" w:rsidR="00F83763" w:rsidRPr="00AD1141" w:rsidRDefault="00F83763" w:rsidP="00F8376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1 760,7</w:t>
            </w:r>
          </w:p>
        </w:tc>
      </w:tr>
      <w:tr w:rsidR="00F83763" w:rsidRPr="00AB2228" w14:paraId="10DDF3D7" w14:textId="77777777" w:rsidTr="00F8376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EBE40A" w14:textId="4150E750" w:rsidR="00F83763" w:rsidRPr="00AD1141" w:rsidRDefault="00F83763" w:rsidP="00F83763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lastRenderedPageBreak/>
              <w:t>Мероприятия, проводимые в рамках непрограммных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984C59" w14:textId="7895B90C" w:rsidR="00F83763" w:rsidRPr="00AD1141" w:rsidRDefault="00F83763" w:rsidP="00F83763">
            <w:pPr>
              <w:ind w:left="-109" w:right="-108" w:firstLine="0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B5976C" w14:textId="00627D13" w:rsidR="00F83763" w:rsidRPr="00AD1141" w:rsidRDefault="00F83763" w:rsidP="00F8376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7EE0B4" w14:textId="5D64F91F" w:rsidR="00F83763" w:rsidRPr="00AD1141" w:rsidRDefault="00F83763" w:rsidP="00F8376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F2FDC" w14:textId="05B61573" w:rsidR="00F83763" w:rsidRPr="00AD1141" w:rsidRDefault="00F83763" w:rsidP="00F83763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5BD5ED" w14:textId="35618FF4" w:rsidR="00F83763" w:rsidRPr="00AD1141" w:rsidRDefault="00F83763" w:rsidP="00F8376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2AB81F" w14:textId="6237677E" w:rsidR="00F83763" w:rsidRPr="00AD1141" w:rsidRDefault="00F83763" w:rsidP="00F8376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83,2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E63AA0" w14:textId="028A31B5" w:rsidR="00F83763" w:rsidRPr="00AD1141" w:rsidRDefault="00F83763" w:rsidP="00F8376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318,2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640343" w14:textId="0AA19392" w:rsidR="00F83763" w:rsidRPr="00AD1141" w:rsidRDefault="00F83763" w:rsidP="00F8376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318,2</w:t>
            </w:r>
          </w:p>
        </w:tc>
      </w:tr>
      <w:tr w:rsidR="00F83763" w:rsidRPr="00AB2228" w14:paraId="7A49E59F" w14:textId="77777777" w:rsidTr="00F8376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E0320F" w14:textId="7ADC5FCD" w:rsidR="00F83763" w:rsidRPr="00AD1141" w:rsidRDefault="00F83763" w:rsidP="00F83763">
            <w:pPr>
              <w:ind w:firstLine="0"/>
              <w:rPr>
                <w:b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Мероприятия в сфере средств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ED30B6" w14:textId="22E8EA69" w:rsidR="00F83763" w:rsidRPr="00AD1141" w:rsidRDefault="00F83763" w:rsidP="00F83763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725FA2" w14:textId="7E299421" w:rsidR="00F83763" w:rsidRPr="00AD1141" w:rsidRDefault="00F83763" w:rsidP="00F83763">
            <w:pPr>
              <w:ind w:firstLine="0"/>
              <w:jc w:val="center"/>
              <w:rPr>
                <w:b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CB6F16" w14:textId="1C24BD3D" w:rsidR="00F83763" w:rsidRPr="00AD1141" w:rsidRDefault="00F83763" w:rsidP="00F83763">
            <w:pPr>
              <w:ind w:firstLine="0"/>
              <w:jc w:val="center"/>
              <w:rPr>
                <w:b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71A9C3" w14:textId="487C7B64" w:rsidR="00F83763" w:rsidRPr="00AD1141" w:rsidRDefault="00F83763" w:rsidP="00F83763">
            <w:pPr>
              <w:ind w:left="-108" w:right="-104" w:firstLine="0"/>
              <w:jc w:val="center"/>
              <w:rPr>
                <w:b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77 7 03 25270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8A77AE" w14:textId="6A9687F0" w:rsidR="00F83763" w:rsidRPr="00AD1141" w:rsidRDefault="00F83763" w:rsidP="00F83763">
            <w:pPr>
              <w:ind w:firstLine="0"/>
              <w:jc w:val="center"/>
              <w:rPr>
                <w:b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1E1FE1" w14:textId="73A6FEF6" w:rsidR="00F83763" w:rsidRPr="00AD1141" w:rsidRDefault="00F83763" w:rsidP="00F83763">
            <w:pPr>
              <w:ind w:firstLine="0"/>
              <w:jc w:val="center"/>
              <w:rPr>
                <w:b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83,2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B9FA7E" w14:textId="689019AB" w:rsidR="00F83763" w:rsidRPr="00AD1141" w:rsidRDefault="00F83763" w:rsidP="00F83763">
            <w:pPr>
              <w:ind w:firstLine="0"/>
              <w:jc w:val="center"/>
              <w:rPr>
                <w:b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318,2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CB8212" w14:textId="7B359ED7" w:rsidR="00F83763" w:rsidRPr="00AD1141" w:rsidRDefault="00F83763" w:rsidP="00F83763">
            <w:pPr>
              <w:ind w:firstLine="0"/>
              <w:jc w:val="center"/>
              <w:rPr>
                <w:b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318,2</w:t>
            </w:r>
          </w:p>
        </w:tc>
      </w:tr>
      <w:tr w:rsidR="00F83763" w:rsidRPr="00AB2228" w14:paraId="71800124" w14:textId="77777777" w:rsidTr="00F8376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FAF2FA" w14:textId="2BE9EF82" w:rsidR="00F83763" w:rsidRPr="00AD1141" w:rsidRDefault="00F83763" w:rsidP="00F83763">
            <w:pPr>
              <w:ind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486884" w14:textId="5C758B18" w:rsidR="00F83763" w:rsidRPr="00AD1141" w:rsidRDefault="00F83763" w:rsidP="00F83763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DE67FE" w14:textId="43A004F1" w:rsidR="00F83763" w:rsidRPr="00AD1141" w:rsidRDefault="00F83763" w:rsidP="00F83763">
            <w:pPr>
              <w:ind w:firstLine="0"/>
              <w:jc w:val="center"/>
              <w:rPr>
                <w:b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486585" w14:textId="6CEA7474" w:rsidR="00F83763" w:rsidRPr="00AD1141" w:rsidRDefault="00F83763" w:rsidP="00F83763">
            <w:pPr>
              <w:ind w:firstLine="0"/>
              <w:jc w:val="center"/>
              <w:rPr>
                <w:b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6B8EE3" w14:textId="79827D59" w:rsidR="00F83763" w:rsidRPr="00AD1141" w:rsidRDefault="00F83763" w:rsidP="00F83763">
            <w:pPr>
              <w:ind w:left="-108" w:right="-104" w:firstLine="0"/>
              <w:jc w:val="center"/>
              <w:rPr>
                <w:b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77 7 03 25270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555FC5" w14:textId="1E0FBF3D" w:rsidR="00F83763" w:rsidRPr="00AD1141" w:rsidRDefault="00F83763" w:rsidP="00F83763">
            <w:pPr>
              <w:ind w:firstLine="0"/>
              <w:jc w:val="center"/>
              <w:rPr>
                <w:b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480971" w14:textId="531BA99F" w:rsidR="00F83763" w:rsidRPr="00AD1141" w:rsidRDefault="00F83763" w:rsidP="00F83763">
            <w:pPr>
              <w:ind w:firstLine="0"/>
              <w:jc w:val="center"/>
              <w:rPr>
                <w:b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83,2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F1E13" w14:textId="67471AFE" w:rsidR="00F83763" w:rsidRPr="00AD1141" w:rsidRDefault="00F83763" w:rsidP="00F83763">
            <w:pPr>
              <w:ind w:firstLine="0"/>
              <w:jc w:val="center"/>
              <w:rPr>
                <w:b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318,2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5199A4" w14:textId="2DE36122" w:rsidR="00F83763" w:rsidRPr="00AD1141" w:rsidRDefault="00F83763" w:rsidP="00F83763">
            <w:pPr>
              <w:ind w:firstLine="0"/>
              <w:jc w:val="center"/>
              <w:rPr>
                <w:b/>
                <w:color w:val="000000"/>
                <w:sz w:val="24"/>
                <w:szCs w:val="24"/>
                <w:highlight w:val="yellow"/>
              </w:rPr>
            </w:pPr>
            <w:r w:rsidRPr="00AD1141">
              <w:rPr>
                <w:sz w:val="24"/>
                <w:szCs w:val="24"/>
              </w:rPr>
              <w:t>318,2</w:t>
            </w:r>
          </w:p>
        </w:tc>
      </w:tr>
      <w:tr w:rsidR="00C0135E" w:rsidRPr="00AB2228" w14:paraId="3B53ABBE" w14:textId="77777777" w:rsidTr="00EC6513"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83EB6" w14:textId="41F49E9A" w:rsidR="00C0135E" w:rsidRPr="00AB2228" w:rsidRDefault="00C0135E" w:rsidP="00EC6513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AB11E" w14:textId="77777777" w:rsidR="00C0135E" w:rsidRPr="00AB2228" w:rsidRDefault="00C0135E" w:rsidP="00EC6513">
            <w:pPr>
              <w:ind w:left="-109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69C668" w14:textId="7373F115" w:rsidR="00C0135E" w:rsidRPr="00AB2228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ED5D06" w14:textId="57B91BFF" w:rsidR="00C0135E" w:rsidRPr="00AB2228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166F77" w14:textId="237B9969" w:rsidR="00C0135E" w:rsidRPr="00AB2228" w:rsidRDefault="00C0135E" w:rsidP="00EC6513">
            <w:pPr>
              <w:ind w:left="-108" w:right="-104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BF2297" w14:textId="62C7BBC6" w:rsidR="00C0135E" w:rsidRPr="00AB2228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9EC629" w14:textId="2EED5AF9" w:rsidR="00C0135E" w:rsidRPr="00AB2228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24DB6C" w14:textId="35F91026" w:rsidR="00C0135E" w:rsidRPr="00AB2228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02B7D9" w14:textId="43C349F5" w:rsidR="00C0135E" w:rsidRPr="00AB2228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F83763" w:rsidRPr="00F97D5E" w14:paraId="1DD1B59F" w14:textId="77777777" w:rsidTr="00EC6513">
        <w:trPr>
          <w:trHeight w:hRule="exact" w:val="397"/>
        </w:trPr>
        <w:tc>
          <w:tcPr>
            <w:tcW w:w="2410" w:type="dxa"/>
            <w:vAlign w:val="bottom"/>
          </w:tcPr>
          <w:p w14:paraId="13F05C70" w14:textId="77777777" w:rsidR="00F83763" w:rsidRPr="00F83763" w:rsidRDefault="00F83763" w:rsidP="00F83763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F83763"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709" w:type="dxa"/>
            <w:vAlign w:val="bottom"/>
          </w:tcPr>
          <w:p w14:paraId="0716E1F3" w14:textId="77777777" w:rsidR="00F83763" w:rsidRPr="00AB2228" w:rsidRDefault="00F83763" w:rsidP="00F83763">
            <w:pPr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13E6CFAB" w14:textId="77777777" w:rsidR="00F83763" w:rsidRPr="00AB2228" w:rsidRDefault="00F83763" w:rsidP="00F83763">
            <w:pPr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18B982EE" w14:textId="77777777" w:rsidR="00F83763" w:rsidRPr="00AB2228" w:rsidRDefault="00F83763" w:rsidP="00F83763">
            <w:pPr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1FE09398" w14:textId="77777777" w:rsidR="00F83763" w:rsidRPr="00AB2228" w:rsidRDefault="00F83763" w:rsidP="00F83763">
            <w:pPr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058AEB5D" w14:textId="77777777" w:rsidR="00F83763" w:rsidRPr="00AB2228" w:rsidRDefault="00F83763" w:rsidP="00F83763">
            <w:pPr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740AA7" w14:textId="48FA25D8" w:rsidR="00F83763" w:rsidRPr="00AB2228" w:rsidRDefault="00F83763" w:rsidP="00F83763">
            <w:pPr>
              <w:ind w:left="-108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  <w:lang w:val="en-US"/>
              </w:rPr>
            </w:pPr>
            <w:r>
              <w:rPr>
                <w:b/>
                <w:bCs/>
                <w:sz w:val="22"/>
                <w:szCs w:val="22"/>
              </w:rPr>
              <w:t>2 472 456,9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C98787" w14:textId="44129E71" w:rsidR="00F83763" w:rsidRPr="00AB2228" w:rsidRDefault="00F83763" w:rsidP="00F83763">
            <w:pPr>
              <w:ind w:left="-108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  <w:lang w:val="en-US"/>
              </w:rPr>
            </w:pPr>
            <w:r>
              <w:rPr>
                <w:b/>
                <w:bCs/>
                <w:sz w:val="22"/>
                <w:szCs w:val="22"/>
              </w:rPr>
              <w:t>2 025 405,0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611E3B" w14:textId="74EBE760" w:rsidR="00F83763" w:rsidRPr="00AB2228" w:rsidRDefault="00F83763" w:rsidP="00F83763">
            <w:pPr>
              <w:ind w:left="-108" w:right="-108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  <w:lang w:val="en-US"/>
              </w:rPr>
            </w:pPr>
            <w:r>
              <w:rPr>
                <w:b/>
                <w:bCs/>
                <w:sz w:val="22"/>
                <w:szCs w:val="22"/>
              </w:rPr>
              <w:t>1 988 625,9</w:t>
            </w:r>
          </w:p>
        </w:tc>
      </w:tr>
    </w:tbl>
    <w:p w14:paraId="113155BA" w14:textId="77777777" w:rsidR="00C0135E" w:rsidRPr="0025093D" w:rsidRDefault="00C0135E" w:rsidP="00C0135E">
      <w:pPr>
        <w:pStyle w:val="ConsPlusNormal"/>
        <w:ind w:firstLine="540"/>
        <w:jc w:val="both"/>
        <w:rPr>
          <w:sz w:val="24"/>
          <w:szCs w:val="24"/>
          <w:highlight w:val="yellow"/>
        </w:rPr>
      </w:pPr>
    </w:p>
    <w:p w14:paraId="57E0C216" w14:textId="07E04664" w:rsidR="00C0135E" w:rsidRDefault="00C0135E" w:rsidP="00C0135E">
      <w:pPr>
        <w:ind w:firstLine="709"/>
        <w:jc w:val="both"/>
        <w:rPr>
          <w:color w:val="000000"/>
          <w:szCs w:val="28"/>
        </w:rPr>
      </w:pPr>
      <w:r w:rsidRPr="00F66B4C">
        <w:rPr>
          <w:color w:val="000000"/>
          <w:szCs w:val="28"/>
        </w:rPr>
        <w:t>1.</w:t>
      </w:r>
      <w:r w:rsidR="0081745B">
        <w:rPr>
          <w:color w:val="000000"/>
          <w:szCs w:val="28"/>
        </w:rPr>
        <w:t>8</w:t>
      </w:r>
      <w:r w:rsidRPr="00F66B4C">
        <w:rPr>
          <w:color w:val="000000"/>
          <w:szCs w:val="28"/>
        </w:rPr>
        <w:t>. в приложении 7:</w:t>
      </w:r>
    </w:p>
    <w:p w14:paraId="24FAB87A" w14:textId="77777777" w:rsidR="00AD1141" w:rsidRPr="0025093D" w:rsidRDefault="00AD1141" w:rsidP="00C0135E">
      <w:pPr>
        <w:ind w:firstLine="709"/>
        <w:jc w:val="both"/>
        <w:rPr>
          <w:color w:val="000000"/>
          <w:sz w:val="20"/>
        </w:rPr>
      </w:pPr>
    </w:p>
    <w:tbl>
      <w:tblPr>
        <w:tblW w:w="10250" w:type="dxa"/>
        <w:jc w:val="right"/>
        <w:tblLayout w:type="fixed"/>
        <w:tblLook w:val="04A0" w:firstRow="1" w:lastRow="0" w:firstColumn="1" w:lastColumn="0" w:noHBand="0" w:noVBand="1"/>
      </w:tblPr>
      <w:tblGrid>
        <w:gridCol w:w="4472"/>
        <w:gridCol w:w="788"/>
        <w:gridCol w:w="851"/>
        <w:gridCol w:w="1417"/>
        <w:gridCol w:w="1418"/>
        <w:gridCol w:w="1304"/>
      </w:tblGrid>
      <w:tr w:rsidR="00C0135E" w:rsidRPr="00AB2228" w14:paraId="584401ED" w14:textId="77777777" w:rsidTr="00EC6513">
        <w:trPr>
          <w:trHeight w:val="255"/>
          <w:jc w:val="right"/>
        </w:trPr>
        <w:tc>
          <w:tcPr>
            <w:tcW w:w="4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841EC" w14:textId="77777777" w:rsidR="00C0135E" w:rsidRPr="00F66B4C" w:rsidRDefault="00C0135E" w:rsidP="00EC65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6B4C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5ACA2" w14:textId="77777777" w:rsidR="00C0135E" w:rsidRPr="00F66B4C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6B4C">
              <w:rPr>
                <w:b/>
                <w:bCs/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CC202" w14:textId="77777777" w:rsidR="00C0135E" w:rsidRPr="00F66B4C" w:rsidRDefault="00C0135E" w:rsidP="00EC6513">
            <w:pPr>
              <w:ind w:firstLine="4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6B4C">
              <w:rPr>
                <w:b/>
                <w:bCs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B83A5" w14:textId="77777777" w:rsidR="00C0135E" w:rsidRPr="00F66B4C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6B4C">
              <w:rPr>
                <w:b/>
                <w:bCs/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61E44" w14:textId="77777777" w:rsidR="00C0135E" w:rsidRPr="00F66B4C" w:rsidRDefault="00C0135E" w:rsidP="00EC651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6B4C">
              <w:rPr>
                <w:b/>
                <w:bCs/>
                <w:color w:val="000000"/>
                <w:sz w:val="24"/>
                <w:szCs w:val="24"/>
              </w:rPr>
              <w:t>2023 год</w:t>
            </w:r>
          </w:p>
        </w:tc>
      </w:tr>
      <w:tr w:rsidR="00C0135E" w:rsidRPr="00AB2228" w14:paraId="18874420" w14:textId="77777777" w:rsidTr="00EC6513">
        <w:trPr>
          <w:trHeight w:val="910"/>
          <w:jc w:val="right"/>
        </w:trPr>
        <w:tc>
          <w:tcPr>
            <w:tcW w:w="4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AB83D" w14:textId="77777777" w:rsidR="00C0135E" w:rsidRPr="00AB2228" w:rsidRDefault="00C0135E" w:rsidP="00EC6513">
            <w:pPr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ADF83" w14:textId="77777777" w:rsidR="00C0135E" w:rsidRPr="00F66B4C" w:rsidRDefault="00C0135E" w:rsidP="00EC6513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F66B4C">
              <w:rPr>
                <w:b/>
                <w:bCs/>
                <w:color w:val="000000"/>
                <w:sz w:val="24"/>
                <w:szCs w:val="24"/>
              </w:rPr>
              <w:t>Раз дел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D9F3F" w14:textId="77777777" w:rsidR="00C0135E" w:rsidRPr="00F66B4C" w:rsidRDefault="00C0135E" w:rsidP="00EC6513">
            <w:pPr>
              <w:ind w:firstLine="31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6B4C">
              <w:rPr>
                <w:b/>
                <w:bCs/>
                <w:color w:val="000000"/>
                <w:sz w:val="24"/>
                <w:szCs w:val="24"/>
              </w:rPr>
              <w:t>Под раз дел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31AFC" w14:textId="77777777" w:rsidR="00C0135E" w:rsidRPr="00AB2228" w:rsidRDefault="00C0135E" w:rsidP="00EC6513">
            <w:pPr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F3359" w14:textId="77777777" w:rsidR="00C0135E" w:rsidRPr="00AB2228" w:rsidRDefault="00C0135E" w:rsidP="00EC6513">
            <w:pPr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1DC90" w14:textId="77777777" w:rsidR="00C0135E" w:rsidRPr="00AB2228" w:rsidRDefault="00C0135E" w:rsidP="00EC6513">
            <w:pPr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</w:tr>
      <w:tr w:rsidR="002734EE" w:rsidRPr="00AB2228" w14:paraId="405C0437" w14:textId="77777777" w:rsidTr="00EC6513">
        <w:trPr>
          <w:trHeight w:hRule="exact" w:val="312"/>
          <w:jc w:val="right"/>
        </w:trPr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4D41DD" w14:textId="77777777" w:rsidR="002734EE" w:rsidRPr="008571EE" w:rsidRDefault="002734EE" w:rsidP="002734EE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8571EE"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484A3" w14:textId="77777777" w:rsidR="002734EE" w:rsidRPr="008571EE" w:rsidRDefault="002734EE" w:rsidP="002734E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71EE">
              <w:rPr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C15ABF" w14:textId="77777777" w:rsidR="002734EE" w:rsidRPr="008571EE" w:rsidRDefault="002734EE" w:rsidP="002734E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71EE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FC3430D" w14:textId="21D0E7A6" w:rsidR="002734EE" w:rsidRPr="008571EE" w:rsidRDefault="002734EE" w:rsidP="002734E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71EE">
              <w:rPr>
                <w:b/>
                <w:bCs/>
                <w:sz w:val="24"/>
                <w:szCs w:val="24"/>
              </w:rPr>
              <w:t>187 252,8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0F0389F" w14:textId="66539269" w:rsidR="002734EE" w:rsidRPr="008571EE" w:rsidRDefault="002734EE" w:rsidP="002734E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71EE">
              <w:rPr>
                <w:b/>
                <w:bCs/>
                <w:sz w:val="24"/>
                <w:szCs w:val="24"/>
              </w:rPr>
              <w:t>175 973,9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AB8D8A5" w14:textId="2F24AE72" w:rsidR="002734EE" w:rsidRPr="008571EE" w:rsidRDefault="002734EE" w:rsidP="002734E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71EE">
              <w:rPr>
                <w:b/>
                <w:bCs/>
                <w:sz w:val="24"/>
                <w:szCs w:val="24"/>
              </w:rPr>
              <w:t>180 825,6</w:t>
            </w:r>
          </w:p>
        </w:tc>
      </w:tr>
      <w:tr w:rsidR="002734EE" w:rsidRPr="00AB2228" w14:paraId="665FCDF4" w14:textId="77777777" w:rsidTr="00EC6513">
        <w:trPr>
          <w:trHeight w:hRule="exact" w:val="343"/>
          <w:jc w:val="right"/>
        </w:trPr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30D366" w14:textId="77777777" w:rsidR="002734EE" w:rsidRPr="008571EE" w:rsidRDefault="002734EE" w:rsidP="002734EE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8571EE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2AC9BE" w14:textId="77777777" w:rsidR="002734EE" w:rsidRPr="008571EE" w:rsidRDefault="002734EE" w:rsidP="002734EE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8571E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8A681F" w14:textId="77777777" w:rsidR="002734EE" w:rsidRPr="008571EE" w:rsidRDefault="002734EE" w:rsidP="002734EE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8571E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C94EE4" w14:textId="7BB48D20" w:rsidR="002734EE" w:rsidRPr="008571EE" w:rsidRDefault="002734EE" w:rsidP="002734E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571EE">
              <w:rPr>
                <w:sz w:val="24"/>
                <w:szCs w:val="24"/>
              </w:rPr>
              <w:t>32 872,7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E474BE" w14:textId="3339BB01" w:rsidR="002734EE" w:rsidRPr="008571EE" w:rsidRDefault="002734EE" w:rsidP="002734E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571EE">
              <w:rPr>
                <w:sz w:val="24"/>
                <w:szCs w:val="24"/>
              </w:rPr>
              <w:t>23 298,8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15F76DD" w14:textId="37EB9E2D" w:rsidR="002734EE" w:rsidRPr="008571EE" w:rsidRDefault="002734EE" w:rsidP="002734EE">
            <w:pPr>
              <w:ind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8571EE">
              <w:rPr>
                <w:sz w:val="24"/>
                <w:szCs w:val="24"/>
              </w:rPr>
              <w:t>28 298,8</w:t>
            </w:r>
          </w:p>
        </w:tc>
      </w:tr>
      <w:tr w:rsidR="002734EE" w:rsidRPr="00AB2228" w14:paraId="0D33FD6A" w14:textId="77777777" w:rsidTr="00AD1141">
        <w:trPr>
          <w:trHeight w:hRule="exact" w:val="573"/>
          <w:jc w:val="right"/>
        </w:trPr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D0966" w14:textId="77777777" w:rsidR="002734EE" w:rsidRPr="008571EE" w:rsidRDefault="002734EE" w:rsidP="002734EE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8571EE">
              <w:rPr>
                <w:b/>
                <w:bCs/>
                <w:color w:val="000000"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0E35EA" w14:textId="77777777" w:rsidR="002734EE" w:rsidRPr="008571EE" w:rsidRDefault="002734EE" w:rsidP="002734E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8571EE">
              <w:rPr>
                <w:b/>
                <w:bCs/>
                <w:color w:val="000000"/>
                <w:sz w:val="24"/>
                <w:szCs w:val="24"/>
                <w:lang w:val="en-US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374420" w14:textId="77777777" w:rsidR="002734EE" w:rsidRPr="008571EE" w:rsidRDefault="002734EE" w:rsidP="002734E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8571EE">
              <w:rPr>
                <w:b/>
                <w:bCs/>
                <w:color w:val="000000"/>
                <w:sz w:val="24"/>
                <w:szCs w:val="24"/>
                <w:lang w:val="en-US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3D4B9A" w14:textId="351392F4" w:rsidR="002734EE" w:rsidRPr="008571EE" w:rsidRDefault="002734EE" w:rsidP="002734E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71EE">
              <w:rPr>
                <w:b/>
                <w:bCs/>
                <w:sz w:val="24"/>
                <w:szCs w:val="24"/>
              </w:rPr>
              <w:t>20 054,8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8A33D4" w14:textId="5C3BE3C8" w:rsidR="002734EE" w:rsidRPr="008571EE" w:rsidRDefault="002734EE" w:rsidP="002734E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71EE">
              <w:rPr>
                <w:b/>
                <w:bCs/>
                <w:sz w:val="24"/>
                <w:szCs w:val="24"/>
              </w:rPr>
              <w:t>19 871,8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F32088" w14:textId="53FD78BB" w:rsidR="002734EE" w:rsidRPr="008571EE" w:rsidRDefault="002734EE" w:rsidP="002734E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71EE">
              <w:rPr>
                <w:b/>
                <w:bCs/>
                <w:sz w:val="24"/>
                <w:szCs w:val="24"/>
              </w:rPr>
              <w:t>22 386,2</w:t>
            </w:r>
          </w:p>
        </w:tc>
      </w:tr>
      <w:tr w:rsidR="002734EE" w:rsidRPr="00AB2228" w14:paraId="5A45B683" w14:textId="77777777" w:rsidTr="00AD1141">
        <w:trPr>
          <w:trHeight w:hRule="exact" w:val="1134"/>
          <w:jc w:val="right"/>
        </w:trPr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D9697" w14:textId="099DD355" w:rsidR="002734EE" w:rsidRPr="008571EE" w:rsidRDefault="002734EE" w:rsidP="002734EE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8571EE"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D6D27B" w14:textId="77777777" w:rsidR="002734EE" w:rsidRPr="008571EE" w:rsidRDefault="002734EE" w:rsidP="002734EE">
            <w:pPr>
              <w:ind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8571EE">
              <w:rPr>
                <w:color w:val="000000"/>
                <w:sz w:val="24"/>
                <w:szCs w:val="24"/>
                <w:lang w:val="en-US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55984B" w14:textId="140CD575" w:rsidR="002734EE" w:rsidRPr="008571EE" w:rsidRDefault="002734EE" w:rsidP="002734E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571E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C04666" w14:textId="76275701" w:rsidR="002734EE" w:rsidRPr="008571EE" w:rsidRDefault="002734EE" w:rsidP="002734E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571EE">
              <w:rPr>
                <w:sz w:val="24"/>
                <w:szCs w:val="24"/>
              </w:rPr>
              <w:t>11 953,8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595FAB" w14:textId="1D0D3998" w:rsidR="002734EE" w:rsidRPr="008571EE" w:rsidRDefault="002734EE" w:rsidP="002734E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571EE">
              <w:rPr>
                <w:sz w:val="24"/>
                <w:szCs w:val="24"/>
              </w:rPr>
              <w:t>11 860,8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B7E7D4" w14:textId="5569A827" w:rsidR="002734EE" w:rsidRPr="008571EE" w:rsidRDefault="002734EE" w:rsidP="002734E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571EE">
              <w:rPr>
                <w:sz w:val="24"/>
                <w:szCs w:val="24"/>
              </w:rPr>
              <w:t>14 375,2</w:t>
            </w:r>
          </w:p>
        </w:tc>
      </w:tr>
      <w:tr w:rsidR="002734EE" w:rsidRPr="00AB2228" w14:paraId="73454790" w14:textId="77777777" w:rsidTr="00EC6513">
        <w:trPr>
          <w:trHeight w:hRule="exact" w:val="340"/>
          <w:jc w:val="right"/>
        </w:trPr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779B3A" w14:textId="77777777" w:rsidR="002734EE" w:rsidRPr="008571EE" w:rsidRDefault="002734EE" w:rsidP="002734EE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8571EE"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8ADF87" w14:textId="77777777" w:rsidR="002734EE" w:rsidRPr="008571EE" w:rsidRDefault="002734EE" w:rsidP="002734E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71EE">
              <w:rPr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AE279D" w14:textId="77777777" w:rsidR="002734EE" w:rsidRPr="008571EE" w:rsidRDefault="002734EE" w:rsidP="002734E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71EE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32AF9D" w14:textId="316FA068" w:rsidR="002734EE" w:rsidRPr="008571EE" w:rsidRDefault="002734EE" w:rsidP="002734E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71EE">
              <w:rPr>
                <w:b/>
                <w:bCs/>
                <w:sz w:val="24"/>
                <w:szCs w:val="24"/>
              </w:rPr>
              <w:t>182 696,6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88045B" w14:textId="42F1C3E3" w:rsidR="002734EE" w:rsidRPr="008571EE" w:rsidRDefault="002734EE" w:rsidP="002734E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71EE">
              <w:rPr>
                <w:b/>
                <w:bCs/>
                <w:sz w:val="24"/>
                <w:szCs w:val="24"/>
              </w:rPr>
              <w:t>66 718,6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41C0DAB" w14:textId="7A54FD93" w:rsidR="002734EE" w:rsidRPr="008571EE" w:rsidRDefault="002734EE" w:rsidP="002734E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71EE">
              <w:rPr>
                <w:b/>
                <w:bCs/>
                <w:sz w:val="24"/>
                <w:szCs w:val="24"/>
              </w:rPr>
              <w:t>76 743,8</w:t>
            </w:r>
          </w:p>
        </w:tc>
      </w:tr>
      <w:tr w:rsidR="002734EE" w:rsidRPr="00AB2228" w14:paraId="3C214E7C" w14:textId="77777777" w:rsidTr="00EC6513">
        <w:trPr>
          <w:trHeight w:hRule="exact" w:val="343"/>
          <w:jc w:val="right"/>
        </w:trPr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1455B1" w14:textId="77777777" w:rsidR="002734EE" w:rsidRPr="008571EE" w:rsidRDefault="002734EE" w:rsidP="002734EE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8571EE">
              <w:rPr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2825CB" w14:textId="77777777" w:rsidR="002734EE" w:rsidRPr="008571EE" w:rsidRDefault="002734EE" w:rsidP="002734EE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8571E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3EA2F4" w14:textId="77777777" w:rsidR="002734EE" w:rsidRPr="008571EE" w:rsidRDefault="002734EE" w:rsidP="002734EE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8571E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FE4C0D" w14:textId="409F1E72" w:rsidR="002734EE" w:rsidRPr="008571EE" w:rsidRDefault="002734EE" w:rsidP="002734E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71EE">
              <w:rPr>
                <w:sz w:val="24"/>
                <w:szCs w:val="24"/>
              </w:rPr>
              <w:t>13 183,1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B8474C" w14:textId="7FCF8169" w:rsidR="002734EE" w:rsidRPr="008571EE" w:rsidRDefault="002734EE" w:rsidP="002734E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71EE">
              <w:rPr>
                <w:sz w:val="24"/>
                <w:szCs w:val="24"/>
              </w:rPr>
              <w:t>15 910,8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93E767" w14:textId="01823531" w:rsidR="002734EE" w:rsidRPr="008571EE" w:rsidRDefault="002734EE" w:rsidP="002734E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71EE">
              <w:rPr>
                <w:sz w:val="24"/>
                <w:szCs w:val="24"/>
              </w:rPr>
              <w:t>15 936,0</w:t>
            </w:r>
          </w:p>
        </w:tc>
      </w:tr>
      <w:tr w:rsidR="002734EE" w:rsidRPr="00AB2228" w14:paraId="5A383FE8" w14:textId="77777777" w:rsidTr="00EC6513">
        <w:trPr>
          <w:trHeight w:hRule="exact" w:val="343"/>
          <w:jc w:val="right"/>
        </w:trPr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CCAC62" w14:textId="77777777" w:rsidR="002734EE" w:rsidRPr="008571EE" w:rsidRDefault="002734EE" w:rsidP="002734EE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8571EE">
              <w:rPr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FE146E" w14:textId="77777777" w:rsidR="002734EE" w:rsidRPr="008571EE" w:rsidRDefault="002734EE" w:rsidP="002734EE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8571E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6277DC" w14:textId="77777777" w:rsidR="002734EE" w:rsidRPr="008571EE" w:rsidRDefault="002734EE" w:rsidP="002734EE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8571E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9CF9BA" w14:textId="49C2F8A9" w:rsidR="002734EE" w:rsidRPr="008571EE" w:rsidRDefault="002734EE" w:rsidP="002734E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71EE">
              <w:rPr>
                <w:sz w:val="24"/>
                <w:szCs w:val="24"/>
              </w:rPr>
              <w:t>144 760,6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25475D" w14:textId="06DA3472" w:rsidR="002734EE" w:rsidRPr="008571EE" w:rsidRDefault="002734EE" w:rsidP="002734E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71EE">
              <w:rPr>
                <w:sz w:val="24"/>
                <w:szCs w:val="24"/>
              </w:rPr>
              <w:t>42 189,7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A2F78C1" w14:textId="266498A2" w:rsidR="002734EE" w:rsidRPr="008571EE" w:rsidRDefault="002734EE" w:rsidP="002734E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71EE">
              <w:rPr>
                <w:sz w:val="24"/>
                <w:szCs w:val="24"/>
              </w:rPr>
              <w:t>52 189,7</w:t>
            </w:r>
          </w:p>
        </w:tc>
      </w:tr>
      <w:tr w:rsidR="002734EE" w:rsidRPr="00AB2228" w14:paraId="20005042" w14:textId="77777777" w:rsidTr="00EC6513">
        <w:trPr>
          <w:trHeight w:hRule="exact" w:val="594"/>
          <w:jc w:val="right"/>
        </w:trPr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F87F2C" w14:textId="77777777" w:rsidR="002734EE" w:rsidRPr="008571EE" w:rsidRDefault="002734EE" w:rsidP="002734EE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8571EE">
              <w:rPr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33974B" w14:textId="77777777" w:rsidR="002734EE" w:rsidRPr="008571EE" w:rsidRDefault="002734EE" w:rsidP="002734EE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8571E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0100E" w14:textId="77777777" w:rsidR="002734EE" w:rsidRPr="008571EE" w:rsidRDefault="002734EE" w:rsidP="002734EE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8571E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B4D3EF" w14:textId="3B7501A7" w:rsidR="002734EE" w:rsidRPr="008571EE" w:rsidRDefault="002734EE" w:rsidP="002734E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71EE">
              <w:rPr>
                <w:sz w:val="24"/>
                <w:szCs w:val="24"/>
              </w:rPr>
              <w:t>21 000,3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033526A" w14:textId="638D1AA0" w:rsidR="002734EE" w:rsidRPr="008571EE" w:rsidRDefault="002734EE" w:rsidP="002734E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71EE">
              <w:rPr>
                <w:sz w:val="24"/>
                <w:szCs w:val="24"/>
              </w:rPr>
              <w:t>5 685,5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ED7723" w14:textId="2DBA058E" w:rsidR="002734EE" w:rsidRPr="008571EE" w:rsidRDefault="002734EE" w:rsidP="002734E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71EE">
              <w:rPr>
                <w:sz w:val="24"/>
                <w:szCs w:val="24"/>
              </w:rPr>
              <w:t>5 685,5</w:t>
            </w:r>
          </w:p>
        </w:tc>
      </w:tr>
      <w:tr w:rsidR="002734EE" w:rsidRPr="00AB2228" w14:paraId="320E2170" w14:textId="77777777" w:rsidTr="008571EE">
        <w:trPr>
          <w:trHeight w:hRule="exact" w:val="343"/>
          <w:jc w:val="right"/>
        </w:trPr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13C5F3" w14:textId="77777777" w:rsidR="002734EE" w:rsidRPr="008571EE" w:rsidRDefault="002734EE" w:rsidP="002734EE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8571EE">
              <w:rPr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9DCA2D" w14:textId="77777777" w:rsidR="002734EE" w:rsidRPr="008571EE" w:rsidRDefault="002734EE" w:rsidP="002734E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71EE">
              <w:rPr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20474" w14:textId="77777777" w:rsidR="002734EE" w:rsidRPr="008571EE" w:rsidRDefault="002734EE" w:rsidP="002734E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71EE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751A364" w14:textId="35CDDB8E" w:rsidR="002734EE" w:rsidRPr="008571EE" w:rsidRDefault="002734EE" w:rsidP="002734E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71EE">
              <w:rPr>
                <w:b/>
                <w:bCs/>
                <w:sz w:val="24"/>
                <w:szCs w:val="24"/>
              </w:rPr>
              <w:t>383 814,9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1F61796" w14:textId="223B1F7E" w:rsidR="002734EE" w:rsidRPr="008571EE" w:rsidRDefault="002734EE" w:rsidP="002734E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71EE">
              <w:rPr>
                <w:b/>
                <w:bCs/>
                <w:sz w:val="24"/>
                <w:szCs w:val="24"/>
              </w:rPr>
              <w:t>177 894,7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F38A50" w14:textId="4F4366AB" w:rsidR="002734EE" w:rsidRPr="008571EE" w:rsidRDefault="002734EE" w:rsidP="002734E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71EE">
              <w:rPr>
                <w:b/>
                <w:bCs/>
                <w:sz w:val="24"/>
                <w:szCs w:val="24"/>
              </w:rPr>
              <w:t>232 830,5</w:t>
            </w:r>
          </w:p>
        </w:tc>
      </w:tr>
      <w:tr w:rsidR="002734EE" w:rsidRPr="00AB2228" w14:paraId="578550C1" w14:textId="77777777" w:rsidTr="00EC6513">
        <w:trPr>
          <w:trHeight w:hRule="exact" w:val="343"/>
          <w:jc w:val="right"/>
        </w:trPr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25A19F" w14:textId="77777777" w:rsidR="002734EE" w:rsidRPr="008571EE" w:rsidRDefault="002734EE" w:rsidP="002734EE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8571EE">
              <w:rPr>
                <w:color w:val="000000"/>
                <w:sz w:val="24"/>
                <w:szCs w:val="24"/>
              </w:rPr>
              <w:t xml:space="preserve">Жилищное хозяйство 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B64C18" w14:textId="77777777" w:rsidR="002734EE" w:rsidRPr="008571EE" w:rsidRDefault="002734EE" w:rsidP="002734EE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8571E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920DCF" w14:textId="77777777" w:rsidR="002734EE" w:rsidRPr="008571EE" w:rsidRDefault="002734EE" w:rsidP="002734EE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8571E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72896EA" w14:textId="4C7B7605" w:rsidR="002734EE" w:rsidRPr="008571EE" w:rsidRDefault="002734EE" w:rsidP="002734E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71EE">
              <w:rPr>
                <w:sz w:val="24"/>
                <w:szCs w:val="24"/>
              </w:rPr>
              <w:t>189 259,4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326B3F" w14:textId="300B4304" w:rsidR="002734EE" w:rsidRPr="008571EE" w:rsidRDefault="002734EE" w:rsidP="002734E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71EE">
              <w:rPr>
                <w:sz w:val="24"/>
                <w:szCs w:val="24"/>
              </w:rPr>
              <w:t>46 878,9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491A5D" w14:textId="72C34348" w:rsidR="002734EE" w:rsidRPr="008571EE" w:rsidRDefault="002734EE" w:rsidP="002734E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71EE">
              <w:rPr>
                <w:sz w:val="24"/>
                <w:szCs w:val="24"/>
              </w:rPr>
              <w:t>79 555,9</w:t>
            </w:r>
          </w:p>
        </w:tc>
      </w:tr>
      <w:tr w:rsidR="002734EE" w:rsidRPr="00AB2228" w14:paraId="795858DA" w14:textId="77777777" w:rsidTr="00EC6513">
        <w:trPr>
          <w:trHeight w:hRule="exact" w:val="343"/>
          <w:jc w:val="right"/>
        </w:trPr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7D654" w14:textId="77777777" w:rsidR="002734EE" w:rsidRPr="008571EE" w:rsidRDefault="002734EE" w:rsidP="002734EE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8571EE">
              <w:rPr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6622AC" w14:textId="77777777" w:rsidR="002734EE" w:rsidRPr="008571EE" w:rsidRDefault="002734EE" w:rsidP="002734EE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8571E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CBEE7" w14:textId="77777777" w:rsidR="002734EE" w:rsidRPr="008571EE" w:rsidRDefault="002734EE" w:rsidP="002734EE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8571E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0449A62" w14:textId="6C507EA5" w:rsidR="002734EE" w:rsidRPr="008571EE" w:rsidRDefault="002734EE" w:rsidP="002734E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71EE">
              <w:rPr>
                <w:sz w:val="24"/>
                <w:szCs w:val="24"/>
              </w:rPr>
              <w:t>69 167,5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E36A22" w14:textId="0BFD98CB" w:rsidR="002734EE" w:rsidRPr="008571EE" w:rsidRDefault="002734EE" w:rsidP="002734E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71EE">
              <w:rPr>
                <w:sz w:val="24"/>
                <w:szCs w:val="24"/>
              </w:rPr>
              <w:t>26 042,4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6B6D9A" w14:textId="6EA7B51B" w:rsidR="002734EE" w:rsidRPr="008571EE" w:rsidRDefault="002734EE" w:rsidP="002734E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71EE">
              <w:rPr>
                <w:sz w:val="24"/>
                <w:szCs w:val="24"/>
              </w:rPr>
              <w:t>48 301,2</w:t>
            </w:r>
          </w:p>
        </w:tc>
      </w:tr>
      <w:tr w:rsidR="002734EE" w:rsidRPr="00AB2228" w14:paraId="2F71BDB3" w14:textId="77777777" w:rsidTr="00EC6513">
        <w:trPr>
          <w:trHeight w:hRule="exact" w:val="343"/>
          <w:jc w:val="right"/>
        </w:trPr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558DF8" w14:textId="77777777" w:rsidR="002734EE" w:rsidRPr="008571EE" w:rsidRDefault="002734EE" w:rsidP="002734EE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8571EE"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3436C9" w14:textId="77777777" w:rsidR="002734EE" w:rsidRPr="008571EE" w:rsidRDefault="002734EE" w:rsidP="002734EE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8571E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26B919" w14:textId="77777777" w:rsidR="002734EE" w:rsidRPr="008571EE" w:rsidRDefault="002734EE" w:rsidP="002734EE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8571E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497EC7D" w14:textId="7DDFE78A" w:rsidR="002734EE" w:rsidRPr="008571EE" w:rsidRDefault="002734EE" w:rsidP="002734E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71EE">
              <w:rPr>
                <w:sz w:val="24"/>
                <w:szCs w:val="24"/>
              </w:rPr>
              <w:t>115 894,2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5873B8" w14:textId="71226E54" w:rsidR="002734EE" w:rsidRPr="008571EE" w:rsidRDefault="002734EE" w:rsidP="002734E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71EE">
              <w:rPr>
                <w:sz w:val="24"/>
                <w:szCs w:val="24"/>
              </w:rPr>
              <w:t>100 604,1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35C1A81" w14:textId="105DE786" w:rsidR="002734EE" w:rsidRPr="008571EE" w:rsidRDefault="002734EE" w:rsidP="002734E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71EE">
              <w:rPr>
                <w:sz w:val="24"/>
                <w:szCs w:val="24"/>
              </w:rPr>
              <w:t>100 604,1</w:t>
            </w:r>
          </w:p>
        </w:tc>
      </w:tr>
      <w:tr w:rsidR="002734EE" w:rsidRPr="00AB2228" w14:paraId="6BB8B197" w14:textId="77777777" w:rsidTr="00AD1141">
        <w:trPr>
          <w:trHeight w:hRule="exact" w:val="512"/>
          <w:jc w:val="right"/>
        </w:trPr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87592A" w14:textId="77777777" w:rsidR="002734EE" w:rsidRPr="008571EE" w:rsidRDefault="002734EE" w:rsidP="002734EE">
            <w:pPr>
              <w:ind w:firstLine="0"/>
              <w:rPr>
                <w:color w:val="000000"/>
                <w:sz w:val="24"/>
                <w:szCs w:val="24"/>
              </w:rPr>
            </w:pPr>
            <w:r w:rsidRPr="008571EE">
              <w:rPr>
                <w:color w:val="000000"/>
                <w:sz w:val="24"/>
                <w:szCs w:val="24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7471A2" w14:textId="77777777" w:rsidR="002734EE" w:rsidRPr="008571EE" w:rsidRDefault="002734EE" w:rsidP="002734E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571E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38115E" w14:textId="77777777" w:rsidR="002734EE" w:rsidRPr="008571EE" w:rsidRDefault="002734EE" w:rsidP="002734E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571E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FFF21DB" w14:textId="2DC244BD" w:rsidR="002734EE" w:rsidRPr="008571EE" w:rsidRDefault="002734EE" w:rsidP="002734E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71EE">
              <w:rPr>
                <w:sz w:val="24"/>
                <w:szCs w:val="24"/>
              </w:rPr>
              <w:t>9 493,8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C2BF2D" w14:textId="2B1C02E4" w:rsidR="002734EE" w:rsidRPr="008571EE" w:rsidRDefault="002734EE" w:rsidP="002734E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71EE">
              <w:rPr>
                <w:sz w:val="24"/>
                <w:szCs w:val="24"/>
              </w:rPr>
              <w:t>4 369,3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F2CFB7D" w14:textId="75F209D7" w:rsidR="002734EE" w:rsidRPr="008571EE" w:rsidRDefault="002734EE" w:rsidP="002734EE">
            <w:pPr>
              <w:ind w:left="-113" w:right="-80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71EE">
              <w:rPr>
                <w:sz w:val="24"/>
                <w:szCs w:val="24"/>
              </w:rPr>
              <w:t>4 369,3</w:t>
            </w:r>
          </w:p>
        </w:tc>
      </w:tr>
      <w:tr w:rsidR="002734EE" w:rsidRPr="00AB2228" w14:paraId="1D0D44CC" w14:textId="77777777" w:rsidTr="00EC6513">
        <w:trPr>
          <w:trHeight w:hRule="exact" w:val="343"/>
          <w:jc w:val="right"/>
        </w:trPr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98F8FE" w14:textId="235B17B3" w:rsidR="002734EE" w:rsidRPr="008571EE" w:rsidRDefault="002734EE" w:rsidP="002734EE">
            <w:pPr>
              <w:ind w:firstLine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71EE">
              <w:rPr>
                <w:b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94F6F3" w14:textId="02ABFA5B" w:rsidR="002734EE" w:rsidRPr="008571EE" w:rsidRDefault="002734EE" w:rsidP="002734E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71EE">
              <w:rPr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D2977A" w14:textId="75268963" w:rsidR="002734EE" w:rsidRPr="008571EE" w:rsidRDefault="002734EE" w:rsidP="002734E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71EE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09FCF0" w14:textId="60DBA7EB" w:rsidR="002734EE" w:rsidRPr="008571EE" w:rsidRDefault="002734EE" w:rsidP="002734E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71EE">
              <w:rPr>
                <w:b/>
                <w:bCs/>
                <w:sz w:val="24"/>
                <w:szCs w:val="24"/>
              </w:rPr>
              <w:t>2 685,8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8393FF5" w14:textId="65C5BC95" w:rsidR="002734EE" w:rsidRPr="008571EE" w:rsidRDefault="002734EE" w:rsidP="002734E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71EE">
              <w:rPr>
                <w:b/>
                <w:bCs/>
                <w:sz w:val="24"/>
                <w:szCs w:val="24"/>
              </w:rPr>
              <w:t>1 845,7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575964" w14:textId="6DE094A4" w:rsidR="002734EE" w:rsidRPr="008571EE" w:rsidRDefault="002734EE" w:rsidP="002734EE">
            <w:pPr>
              <w:ind w:left="-113" w:right="-80"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71EE">
              <w:rPr>
                <w:b/>
                <w:bCs/>
                <w:sz w:val="24"/>
                <w:szCs w:val="24"/>
              </w:rPr>
              <w:t>1 845,7</w:t>
            </w:r>
          </w:p>
        </w:tc>
      </w:tr>
      <w:tr w:rsidR="002734EE" w:rsidRPr="00AB2228" w14:paraId="110C9D00" w14:textId="77777777" w:rsidTr="00AD1141">
        <w:trPr>
          <w:trHeight w:hRule="exact" w:val="541"/>
          <w:jc w:val="right"/>
        </w:trPr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212445" w14:textId="4E8B8EF3" w:rsidR="002734EE" w:rsidRPr="008571EE" w:rsidRDefault="002734EE" w:rsidP="002734EE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8571EE">
              <w:rPr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793673" w14:textId="72747730" w:rsidR="002734EE" w:rsidRPr="008571EE" w:rsidRDefault="002734EE" w:rsidP="002734E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571EE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2A82EA" w14:textId="1061801C" w:rsidR="002734EE" w:rsidRPr="008571EE" w:rsidRDefault="002734EE" w:rsidP="002734E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571E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ED1A22" w14:textId="5BB342B9" w:rsidR="002734EE" w:rsidRPr="008571EE" w:rsidRDefault="002734EE" w:rsidP="002734E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71EE">
              <w:rPr>
                <w:sz w:val="24"/>
                <w:szCs w:val="24"/>
              </w:rPr>
              <w:t>2 685,8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106880" w14:textId="0713A9D3" w:rsidR="002734EE" w:rsidRPr="008571EE" w:rsidRDefault="002734EE" w:rsidP="002734E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71EE">
              <w:rPr>
                <w:sz w:val="24"/>
                <w:szCs w:val="24"/>
              </w:rPr>
              <w:t>1 845,7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85C612" w14:textId="1866A55F" w:rsidR="002734EE" w:rsidRPr="008571EE" w:rsidRDefault="002734EE" w:rsidP="002734EE">
            <w:pPr>
              <w:ind w:left="-113" w:right="-80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71EE">
              <w:rPr>
                <w:sz w:val="24"/>
                <w:szCs w:val="24"/>
              </w:rPr>
              <w:t>1 845,7</w:t>
            </w:r>
          </w:p>
        </w:tc>
      </w:tr>
      <w:tr w:rsidR="002734EE" w:rsidRPr="00AB2228" w14:paraId="5ACF17B6" w14:textId="77777777" w:rsidTr="00EC6513">
        <w:trPr>
          <w:trHeight w:hRule="exact" w:val="343"/>
          <w:jc w:val="right"/>
        </w:trPr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81DD20" w14:textId="77777777" w:rsidR="002734EE" w:rsidRPr="008571EE" w:rsidRDefault="002734EE" w:rsidP="002734EE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8571EE">
              <w:rPr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0CE46D" w14:textId="77777777" w:rsidR="002734EE" w:rsidRPr="008571EE" w:rsidRDefault="002734EE" w:rsidP="002734E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71EE">
              <w:rPr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A3EE3B" w14:textId="77777777" w:rsidR="002734EE" w:rsidRPr="008571EE" w:rsidRDefault="002734EE" w:rsidP="002734E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71EE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F735F6" w14:textId="6605B912" w:rsidR="002734EE" w:rsidRPr="008571EE" w:rsidRDefault="002734EE" w:rsidP="002734E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71EE">
              <w:rPr>
                <w:b/>
                <w:bCs/>
                <w:sz w:val="24"/>
                <w:szCs w:val="24"/>
              </w:rPr>
              <w:t>1 283 846,3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DDE0C2" w14:textId="1F11790F" w:rsidR="002734EE" w:rsidRPr="008571EE" w:rsidRDefault="002734EE" w:rsidP="002734E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71EE">
              <w:rPr>
                <w:b/>
                <w:bCs/>
                <w:sz w:val="24"/>
                <w:szCs w:val="24"/>
              </w:rPr>
              <w:t>1 267 209,2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042368" w14:textId="3E150D0A" w:rsidR="002734EE" w:rsidRPr="008571EE" w:rsidRDefault="002734EE" w:rsidP="002734EE">
            <w:pPr>
              <w:ind w:left="-113" w:right="-80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71EE">
              <w:rPr>
                <w:b/>
                <w:bCs/>
                <w:sz w:val="24"/>
                <w:szCs w:val="24"/>
              </w:rPr>
              <w:t>1 167 169,7</w:t>
            </w:r>
          </w:p>
        </w:tc>
      </w:tr>
      <w:tr w:rsidR="00816370" w:rsidRPr="00AB2228" w14:paraId="41122CE9" w14:textId="77777777" w:rsidTr="00EC6513">
        <w:trPr>
          <w:trHeight w:hRule="exact" w:val="343"/>
          <w:jc w:val="right"/>
        </w:trPr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CD842C" w14:textId="77777777" w:rsidR="00816370" w:rsidRPr="008571EE" w:rsidRDefault="00816370" w:rsidP="00816370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8571EE"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546AC5" w14:textId="77777777" w:rsidR="00816370" w:rsidRPr="008571EE" w:rsidRDefault="00816370" w:rsidP="00816370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8571E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90D8C9" w14:textId="77777777" w:rsidR="00816370" w:rsidRPr="008571EE" w:rsidRDefault="00816370" w:rsidP="00816370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8571E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4D99353" w14:textId="6C0B8F19" w:rsidR="00816370" w:rsidRPr="008571EE" w:rsidRDefault="00816370" w:rsidP="0081637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571EE">
              <w:rPr>
                <w:sz w:val="24"/>
                <w:szCs w:val="24"/>
              </w:rPr>
              <w:t>459 476,9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F5BE1A" w14:textId="79A39E0E" w:rsidR="00816370" w:rsidRPr="008571EE" w:rsidRDefault="00816370" w:rsidP="0081637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571EE">
              <w:rPr>
                <w:sz w:val="24"/>
                <w:szCs w:val="24"/>
              </w:rPr>
              <w:t>382 351,8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38ADB77" w14:textId="5CCBA72D" w:rsidR="00816370" w:rsidRPr="008571EE" w:rsidRDefault="00816370" w:rsidP="0081637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571EE">
              <w:rPr>
                <w:sz w:val="24"/>
                <w:szCs w:val="24"/>
              </w:rPr>
              <w:t>383 400,1</w:t>
            </w:r>
          </w:p>
        </w:tc>
      </w:tr>
      <w:tr w:rsidR="00816370" w:rsidRPr="00AB2228" w14:paraId="1791237F" w14:textId="77777777" w:rsidTr="00EC6513">
        <w:trPr>
          <w:trHeight w:hRule="exact" w:val="343"/>
          <w:jc w:val="right"/>
        </w:trPr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51C7D3" w14:textId="77777777" w:rsidR="00816370" w:rsidRPr="008571EE" w:rsidRDefault="00816370" w:rsidP="00816370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8571EE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6BDA0B" w14:textId="77777777" w:rsidR="00816370" w:rsidRPr="008571EE" w:rsidRDefault="00816370" w:rsidP="00816370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8571E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98C384" w14:textId="77777777" w:rsidR="00816370" w:rsidRPr="008571EE" w:rsidRDefault="00816370" w:rsidP="00816370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8571E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9191E5" w14:textId="07B6D366" w:rsidR="00816370" w:rsidRPr="008571EE" w:rsidRDefault="00816370" w:rsidP="0081637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571EE">
              <w:rPr>
                <w:sz w:val="24"/>
                <w:szCs w:val="24"/>
              </w:rPr>
              <w:t>640 075,9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F96CA17" w14:textId="112EB5ED" w:rsidR="00816370" w:rsidRPr="008571EE" w:rsidRDefault="00816370" w:rsidP="0081637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571EE">
              <w:rPr>
                <w:sz w:val="24"/>
                <w:szCs w:val="24"/>
              </w:rPr>
              <w:t>706 364,2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6D3D4A2" w14:textId="2A0FF2AC" w:rsidR="00816370" w:rsidRPr="008571EE" w:rsidRDefault="00816370" w:rsidP="00816370">
            <w:pPr>
              <w:ind w:left="-113" w:right="-80" w:firstLine="61"/>
              <w:jc w:val="center"/>
              <w:rPr>
                <w:color w:val="000000"/>
                <w:sz w:val="24"/>
                <w:szCs w:val="24"/>
              </w:rPr>
            </w:pPr>
            <w:r w:rsidRPr="008571EE">
              <w:rPr>
                <w:sz w:val="24"/>
                <w:szCs w:val="24"/>
              </w:rPr>
              <w:t>603 276,4</w:t>
            </w:r>
          </w:p>
        </w:tc>
      </w:tr>
      <w:tr w:rsidR="00816370" w:rsidRPr="00AB2228" w14:paraId="13B00029" w14:textId="77777777" w:rsidTr="00EC6513">
        <w:trPr>
          <w:trHeight w:hRule="exact" w:val="343"/>
          <w:jc w:val="right"/>
        </w:trPr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0B6E0B" w14:textId="77777777" w:rsidR="00816370" w:rsidRPr="008571EE" w:rsidRDefault="00816370" w:rsidP="00816370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8571EE"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96A98" w14:textId="77777777" w:rsidR="00816370" w:rsidRPr="008571EE" w:rsidRDefault="00816370" w:rsidP="00816370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8571E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CB37D1" w14:textId="77777777" w:rsidR="00816370" w:rsidRPr="008571EE" w:rsidRDefault="00816370" w:rsidP="00816370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8571E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29044C" w14:textId="27E2734A" w:rsidR="00816370" w:rsidRPr="008571EE" w:rsidRDefault="00816370" w:rsidP="0081637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571EE">
              <w:rPr>
                <w:sz w:val="24"/>
                <w:szCs w:val="24"/>
              </w:rPr>
              <w:t>143 447,2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96BA5E" w14:textId="4C760E28" w:rsidR="00816370" w:rsidRPr="008571EE" w:rsidRDefault="00816370" w:rsidP="0081637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571EE">
              <w:rPr>
                <w:sz w:val="24"/>
                <w:szCs w:val="24"/>
              </w:rPr>
              <w:t>139 335,9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1786B0F" w14:textId="5F414D3C" w:rsidR="00816370" w:rsidRPr="008571EE" w:rsidRDefault="00816370" w:rsidP="0081637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571EE">
              <w:rPr>
                <w:sz w:val="24"/>
                <w:szCs w:val="24"/>
              </w:rPr>
              <w:t>139 335,9</w:t>
            </w:r>
          </w:p>
        </w:tc>
      </w:tr>
      <w:tr w:rsidR="00C0135E" w:rsidRPr="00AB2228" w14:paraId="0D6C4E68" w14:textId="77777777" w:rsidTr="00EC6513">
        <w:trPr>
          <w:trHeight w:hRule="exact" w:val="343"/>
          <w:jc w:val="right"/>
        </w:trPr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02D2F9" w14:textId="77777777" w:rsidR="00C0135E" w:rsidRPr="008571EE" w:rsidRDefault="00C0135E" w:rsidP="00EC6513">
            <w:pPr>
              <w:tabs>
                <w:tab w:val="left" w:pos="3390"/>
              </w:tabs>
              <w:ind w:firstLine="0"/>
              <w:rPr>
                <w:color w:val="000000"/>
                <w:sz w:val="24"/>
                <w:szCs w:val="24"/>
              </w:rPr>
            </w:pPr>
            <w:r w:rsidRPr="008571EE"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648F7F" w14:textId="77777777" w:rsidR="00C0135E" w:rsidRPr="008571EE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571E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E1CA56" w14:textId="77777777" w:rsidR="00C0135E" w:rsidRPr="008571EE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571E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61C1EDB" w14:textId="77777777" w:rsidR="00C0135E" w:rsidRPr="008571EE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571EE">
              <w:rPr>
                <w:color w:val="000000"/>
                <w:sz w:val="24"/>
                <w:szCs w:val="24"/>
              </w:rPr>
              <w:t>9 484,1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D89AB1" w14:textId="77777777" w:rsidR="00C0135E" w:rsidRPr="008571EE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571EE">
              <w:rPr>
                <w:color w:val="000000"/>
                <w:sz w:val="24"/>
                <w:szCs w:val="24"/>
              </w:rPr>
              <w:t>6 984,1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B337B2" w14:textId="77777777" w:rsidR="00C0135E" w:rsidRPr="008571EE" w:rsidRDefault="00C0135E" w:rsidP="00EC65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571EE">
              <w:rPr>
                <w:color w:val="000000"/>
                <w:sz w:val="24"/>
                <w:szCs w:val="24"/>
              </w:rPr>
              <w:t>6 984,1</w:t>
            </w:r>
          </w:p>
        </w:tc>
      </w:tr>
      <w:tr w:rsidR="00816370" w:rsidRPr="00AB2228" w14:paraId="32BE218E" w14:textId="77777777" w:rsidTr="00EC6513">
        <w:trPr>
          <w:trHeight w:hRule="exact" w:val="343"/>
          <w:jc w:val="right"/>
        </w:trPr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E9DC70" w14:textId="77777777" w:rsidR="00816370" w:rsidRPr="008571EE" w:rsidRDefault="00816370" w:rsidP="00816370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8571EE">
              <w:rPr>
                <w:b/>
                <w:bCs/>
                <w:color w:val="000000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BA6C70" w14:textId="77777777" w:rsidR="00816370" w:rsidRPr="008571EE" w:rsidRDefault="00816370" w:rsidP="00816370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71EE">
              <w:rPr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DEBD90" w14:textId="77777777" w:rsidR="00816370" w:rsidRPr="008571EE" w:rsidRDefault="00816370" w:rsidP="00816370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71EE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1AEB9E" w14:textId="38445CCD" w:rsidR="00816370" w:rsidRPr="008571EE" w:rsidRDefault="00816370" w:rsidP="00816370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71EE">
              <w:rPr>
                <w:b/>
                <w:bCs/>
                <w:sz w:val="24"/>
                <w:szCs w:val="24"/>
              </w:rPr>
              <w:t>281 229,5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0CDEFFA" w14:textId="37993E1F" w:rsidR="00816370" w:rsidRPr="008571EE" w:rsidRDefault="00816370" w:rsidP="00816370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71EE">
              <w:rPr>
                <w:b/>
                <w:bCs/>
                <w:sz w:val="24"/>
                <w:szCs w:val="24"/>
              </w:rPr>
              <w:t>187 614,5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7C3305" w14:textId="11B47248" w:rsidR="00816370" w:rsidRPr="008571EE" w:rsidRDefault="00816370" w:rsidP="00816370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71EE">
              <w:rPr>
                <w:b/>
                <w:bCs/>
                <w:sz w:val="24"/>
                <w:szCs w:val="24"/>
              </w:rPr>
              <w:t>175 220,9</w:t>
            </w:r>
          </w:p>
        </w:tc>
      </w:tr>
      <w:tr w:rsidR="00816370" w:rsidRPr="00AB2228" w14:paraId="7058CE43" w14:textId="77777777" w:rsidTr="00EC6513">
        <w:trPr>
          <w:trHeight w:hRule="exact" w:val="343"/>
          <w:jc w:val="right"/>
        </w:trPr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1A1D27" w14:textId="77777777" w:rsidR="00816370" w:rsidRPr="008571EE" w:rsidRDefault="00816370" w:rsidP="00816370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8571EE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DD2F77" w14:textId="77777777" w:rsidR="00816370" w:rsidRPr="008571EE" w:rsidRDefault="00816370" w:rsidP="00816370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8571EE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72E150" w14:textId="77777777" w:rsidR="00816370" w:rsidRPr="008571EE" w:rsidRDefault="00816370" w:rsidP="00816370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8571E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53AA849" w14:textId="65FC9706" w:rsidR="00816370" w:rsidRPr="008571EE" w:rsidRDefault="00816370" w:rsidP="0081637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571EE">
              <w:rPr>
                <w:sz w:val="24"/>
                <w:szCs w:val="24"/>
              </w:rPr>
              <w:t>272 756,9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56B36A" w14:textId="33090D17" w:rsidR="00816370" w:rsidRPr="008571EE" w:rsidRDefault="00816370" w:rsidP="0081637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571EE">
              <w:rPr>
                <w:sz w:val="24"/>
                <w:szCs w:val="24"/>
              </w:rPr>
              <w:t>179 157,9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2DBA82" w14:textId="4E44291D" w:rsidR="00816370" w:rsidRPr="008571EE" w:rsidRDefault="00816370" w:rsidP="0081637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571EE">
              <w:rPr>
                <w:sz w:val="24"/>
                <w:szCs w:val="24"/>
              </w:rPr>
              <w:t>166 764,3</w:t>
            </w:r>
          </w:p>
        </w:tc>
      </w:tr>
      <w:tr w:rsidR="00816370" w:rsidRPr="00AB2228" w14:paraId="6B7457FE" w14:textId="77777777" w:rsidTr="00EC6513">
        <w:trPr>
          <w:trHeight w:hRule="exact" w:val="343"/>
          <w:jc w:val="right"/>
        </w:trPr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EDD3A8" w14:textId="77777777" w:rsidR="00816370" w:rsidRPr="008571EE" w:rsidRDefault="00816370" w:rsidP="00816370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8571EE">
              <w:rPr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DD9C7C" w14:textId="77777777" w:rsidR="00816370" w:rsidRPr="008571EE" w:rsidRDefault="00816370" w:rsidP="00816370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71EE">
              <w:rPr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C933AF" w14:textId="77777777" w:rsidR="00816370" w:rsidRPr="008571EE" w:rsidRDefault="00816370" w:rsidP="00816370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71EE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D0BD54" w14:textId="716F0EF8" w:rsidR="00816370" w:rsidRPr="008571EE" w:rsidRDefault="00816370" w:rsidP="00816370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71EE">
              <w:rPr>
                <w:b/>
                <w:bCs/>
                <w:sz w:val="24"/>
                <w:szCs w:val="24"/>
              </w:rPr>
              <w:t>56 507,8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FC29FC" w14:textId="6BA2D18C" w:rsidR="00816370" w:rsidRPr="008571EE" w:rsidRDefault="00816370" w:rsidP="00816370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71EE">
              <w:rPr>
                <w:b/>
                <w:bCs/>
                <w:sz w:val="24"/>
                <w:szCs w:val="24"/>
              </w:rPr>
              <w:t>53 873,4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AE3AD18" w14:textId="256DFAC6" w:rsidR="00816370" w:rsidRPr="008571EE" w:rsidRDefault="00816370" w:rsidP="00816370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571EE">
              <w:rPr>
                <w:b/>
                <w:bCs/>
                <w:sz w:val="24"/>
                <w:szCs w:val="24"/>
              </w:rPr>
              <w:t>56 155,8</w:t>
            </w:r>
          </w:p>
        </w:tc>
      </w:tr>
      <w:tr w:rsidR="00816370" w:rsidRPr="00AB2228" w14:paraId="6875A25F" w14:textId="77777777" w:rsidTr="00EC6513">
        <w:trPr>
          <w:trHeight w:hRule="exact" w:val="343"/>
          <w:jc w:val="right"/>
        </w:trPr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0A927" w14:textId="77777777" w:rsidR="00816370" w:rsidRPr="008571EE" w:rsidRDefault="00816370" w:rsidP="00816370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8571EE"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461D00" w14:textId="77777777" w:rsidR="00816370" w:rsidRPr="008571EE" w:rsidRDefault="00816370" w:rsidP="00816370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8571E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D36F0D" w14:textId="77777777" w:rsidR="00816370" w:rsidRPr="008571EE" w:rsidRDefault="00816370" w:rsidP="00816370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8571E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582EB3" w14:textId="42CE8920" w:rsidR="00816370" w:rsidRPr="008571EE" w:rsidRDefault="00816370" w:rsidP="00816370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71EE">
              <w:rPr>
                <w:sz w:val="24"/>
                <w:szCs w:val="24"/>
              </w:rPr>
              <w:t>3 943,8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C044EDC" w14:textId="37485267" w:rsidR="00816370" w:rsidRPr="008571EE" w:rsidRDefault="00816370" w:rsidP="00816370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71EE">
              <w:rPr>
                <w:sz w:val="24"/>
                <w:szCs w:val="24"/>
              </w:rPr>
              <w:t>2 322,8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5232DA" w14:textId="1D7ACB35" w:rsidR="00816370" w:rsidRPr="008571EE" w:rsidRDefault="00816370" w:rsidP="00816370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71EE">
              <w:rPr>
                <w:sz w:val="24"/>
                <w:szCs w:val="24"/>
              </w:rPr>
              <w:t>2 385,4</w:t>
            </w:r>
          </w:p>
        </w:tc>
      </w:tr>
      <w:tr w:rsidR="00816370" w:rsidRPr="00AB2228" w14:paraId="320188DA" w14:textId="77777777" w:rsidTr="00EC6513">
        <w:trPr>
          <w:trHeight w:hRule="exact" w:val="279"/>
          <w:jc w:val="right"/>
        </w:trPr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1CF9C8" w14:textId="77777777" w:rsidR="00816370" w:rsidRPr="008571EE" w:rsidRDefault="00816370" w:rsidP="00816370">
            <w:pPr>
              <w:ind w:firstLine="0"/>
              <w:rPr>
                <w:b/>
                <w:color w:val="000000"/>
                <w:sz w:val="24"/>
                <w:szCs w:val="24"/>
              </w:rPr>
            </w:pPr>
            <w:r w:rsidRPr="008571EE">
              <w:rPr>
                <w:b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A75104" w14:textId="77777777" w:rsidR="00816370" w:rsidRPr="008571EE" w:rsidRDefault="00816370" w:rsidP="00816370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8571EE">
              <w:rPr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DBB463" w14:textId="77777777" w:rsidR="00816370" w:rsidRPr="008571EE" w:rsidRDefault="00816370" w:rsidP="00816370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8571EE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A3FAB4" w14:textId="62783F5C" w:rsidR="00816370" w:rsidRPr="008571EE" w:rsidRDefault="00816370" w:rsidP="00816370">
            <w:pPr>
              <w:ind w:firstLine="0"/>
              <w:jc w:val="center"/>
              <w:rPr>
                <w:b/>
                <w:color w:val="000000"/>
                <w:sz w:val="24"/>
                <w:szCs w:val="24"/>
                <w:highlight w:val="yellow"/>
              </w:rPr>
            </w:pPr>
            <w:r w:rsidRPr="008571EE">
              <w:rPr>
                <w:b/>
                <w:bCs/>
                <w:sz w:val="24"/>
                <w:szCs w:val="24"/>
              </w:rPr>
              <w:t>52 796,5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D5AE56" w14:textId="0435383A" w:rsidR="00816370" w:rsidRPr="008571EE" w:rsidRDefault="00816370" w:rsidP="00816370">
            <w:pPr>
              <w:ind w:firstLine="0"/>
              <w:jc w:val="center"/>
              <w:rPr>
                <w:b/>
                <w:color w:val="000000"/>
                <w:sz w:val="24"/>
                <w:szCs w:val="24"/>
                <w:highlight w:val="yellow"/>
              </w:rPr>
            </w:pPr>
            <w:r w:rsidRPr="008571EE">
              <w:rPr>
                <w:b/>
                <w:bCs/>
                <w:sz w:val="24"/>
                <w:szCs w:val="24"/>
              </w:rPr>
              <w:t>52 688,8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8DDA6E" w14:textId="7CC0D0F8" w:rsidR="00816370" w:rsidRPr="008571EE" w:rsidRDefault="00816370" w:rsidP="00816370">
            <w:pPr>
              <w:ind w:firstLine="0"/>
              <w:jc w:val="center"/>
              <w:rPr>
                <w:b/>
                <w:color w:val="000000"/>
                <w:sz w:val="24"/>
                <w:szCs w:val="24"/>
                <w:highlight w:val="yellow"/>
              </w:rPr>
            </w:pPr>
            <w:r w:rsidRPr="008571EE">
              <w:rPr>
                <w:b/>
                <w:bCs/>
                <w:sz w:val="24"/>
                <w:szCs w:val="24"/>
              </w:rPr>
              <w:t>53 688,8</w:t>
            </w:r>
          </w:p>
        </w:tc>
      </w:tr>
      <w:tr w:rsidR="00816370" w:rsidRPr="00AB2228" w14:paraId="49F4E084" w14:textId="77777777" w:rsidTr="00EC6513">
        <w:trPr>
          <w:trHeight w:hRule="exact" w:val="369"/>
          <w:jc w:val="right"/>
        </w:trPr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EBD355" w14:textId="77777777" w:rsidR="00816370" w:rsidRPr="008571EE" w:rsidRDefault="00816370" w:rsidP="00816370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8571EE">
              <w:rPr>
                <w:b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7504E" w14:textId="77777777" w:rsidR="00816370" w:rsidRPr="008571EE" w:rsidRDefault="00816370" w:rsidP="00816370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8571EE">
              <w:rPr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706D85" w14:textId="77777777" w:rsidR="00816370" w:rsidRPr="008571EE" w:rsidRDefault="00816370" w:rsidP="00816370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8571EE">
              <w:rPr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6264F1A" w14:textId="6D2D1402" w:rsidR="00816370" w:rsidRPr="008571EE" w:rsidRDefault="00816370" w:rsidP="00816370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71EE">
              <w:rPr>
                <w:sz w:val="24"/>
                <w:szCs w:val="24"/>
              </w:rPr>
              <w:t>51 386,5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6B54C60" w14:textId="545BED72" w:rsidR="00816370" w:rsidRPr="008571EE" w:rsidRDefault="00816370" w:rsidP="00816370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71EE">
              <w:rPr>
                <w:sz w:val="24"/>
                <w:szCs w:val="24"/>
              </w:rPr>
              <w:t>51 278,8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43FADA1" w14:textId="556DE213" w:rsidR="00816370" w:rsidRPr="008571EE" w:rsidRDefault="00816370" w:rsidP="00816370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71EE">
              <w:rPr>
                <w:sz w:val="24"/>
                <w:szCs w:val="24"/>
              </w:rPr>
              <w:t>51 278,8</w:t>
            </w:r>
          </w:p>
        </w:tc>
      </w:tr>
      <w:tr w:rsidR="00816370" w:rsidRPr="00AB2228" w14:paraId="05B74A52" w14:textId="77777777" w:rsidTr="00EC6513">
        <w:trPr>
          <w:trHeight w:hRule="exact" w:val="285"/>
          <w:jc w:val="right"/>
        </w:trPr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AD64B5" w14:textId="7159FDDA" w:rsidR="00816370" w:rsidRPr="008571EE" w:rsidRDefault="00816370" w:rsidP="00816370">
            <w:pPr>
              <w:ind w:firstLine="0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571EE">
              <w:rPr>
                <w:b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FD5755" w14:textId="4EE33BCF" w:rsidR="00816370" w:rsidRPr="008571EE" w:rsidRDefault="00816370" w:rsidP="00816370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8571EE">
              <w:rPr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0C4127" w14:textId="34363122" w:rsidR="00816370" w:rsidRPr="008571EE" w:rsidRDefault="00816370" w:rsidP="00816370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8571EE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2C56E1" w14:textId="2AFFD4F3" w:rsidR="00816370" w:rsidRPr="008571EE" w:rsidRDefault="00816370" w:rsidP="00816370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71EE">
              <w:rPr>
                <w:b/>
                <w:bCs/>
                <w:sz w:val="24"/>
                <w:szCs w:val="24"/>
              </w:rPr>
              <w:t>6 094,2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00DA3D2" w14:textId="33993516" w:rsidR="00816370" w:rsidRPr="008571EE" w:rsidRDefault="00816370" w:rsidP="00816370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71EE">
              <w:rPr>
                <w:b/>
                <w:bCs/>
                <w:sz w:val="24"/>
                <w:szCs w:val="24"/>
              </w:rPr>
              <w:t>6 225,2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6527DF7" w14:textId="1796596C" w:rsidR="00816370" w:rsidRPr="008571EE" w:rsidRDefault="00816370" w:rsidP="00816370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71EE">
              <w:rPr>
                <w:b/>
                <w:bCs/>
                <w:sz w:val="24"/>
                <w:szCs w:val="24"/>
              </w:rPr>
              <w:t>6 225,2</w:t>
            </w:r>
          </w:p>
        </w:tc>
      </w:tr>
      <w:tr w:rsidR="00816370" w:rsidRPr="00AB2228" w14:paraId="6A621FF4" w14:textId="77777777" w:rsidTr="00EC6513">
        <w:trPr>
          <w:trHeight w:hRule="exact" w:val="285"/>
          <w:jc w:val="right"/>
        </w:trPr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741B27" w14:textId="246C8F88" w:rsidR="00816370" w:rsidRPr="008571EE" w:rsidRDefault="00816370" w:rsidP="00816370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8571EE">
              <w:rPr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426AD3" w14:textId="2B248221" w:rsidR="00816370" w:rsidRPr="008571EE" w:rsidRDefault="00816370" w:rsidP="0081637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571E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0921AE" w14:textId="62EE4FC7" w:rsidR="00816370" w:rsidRPr="008571EE" w:rsidRDefault="00816370" w:rsidP="0081637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571E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5DE1F5" w14:textId="7DF14232" w:rsidR="00816370" w:rsidRPr="008571EE" w:rsidRDefault="00816370" w:rsidP="00816370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71EE">
              <w:rPr>
                <w:sz w:val="24"/>
                <w:szCs w:val="24"/>
              </w:rPr>
              <w:t>6 094,2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B2545D" w14:textId="2B8580AF" w:rsidR="00816370" w:rsidRPr="008571EE" w:rsidRDefault="00816370" w:rsidP="00816370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71EE">
              <w:rPr>
                <w:sz w:val="24"/>
                <w:szCs w:val="24"/>
              </w:rPr>
              <w:t>6 225,2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F5B3DE3" w14:textId="3BA6919E" w:rsidR="00816370" w:rsidRPr="008571EE" w:rsidRDefault="00816370" w:rsidP="00816370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571EE">
              <w:rPr>
                <w:sz w:val="24"/>
                <w:szCs w:val="24"/>
              </w:rPr>
              <w:t>6 225,2</w:t>
            </w:r>
          </w:p>
        </w:tc>
      </w:tr>
      <w:tr w:rsidR="00C0135E" w:rsidRPr="00AB2228" w14:paraId="2C1811EB" w14:textId="77777777" w:rsidTr="00EC6513">
        <w:trPr>
          <w:trHeight w:hRule="exact" w:val="285"/>
          <w:jc w:val="right"/>
        </w:trPr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5F880" w14:textId="77777777" w:rsidR="00C0135E" w:rsidRPr="00AB2228" w:rsidRDefault="00C0135E" w:rsidP="00EC6513">
            <w:pPr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2B2A74" w14:textId="77777777" w:rsidR="00C0135E" w:rsidRPr="00AB2228" w:rsidRDefault="00C0135E" w:rsidP="00EC6513">
            <w:pPr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889D1" w14:textId="77777777" w:rsidR="00C0135E" w:rsidRPr="00AB2228" w:rsidRDefault="00C0135E" w:rsidP="00EC6513">
            <w:pPr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89C036D" w14:textId="77777777" w:rsidR="00C0135E" w:rsidRPr="00AB2228" w:rsidRDefault="00C0135E" w:rsidP="00EC6513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3C20AC" w14:textId="77777777" w:rsidR="00C0135E" w:rsidRPr="00AB2228" w:rsidRDefault="00C0135E" w:rsidP="00EC6513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BE4989" w14:textId="77777777" w:rsidR="00C0135E" w:rsidRPr="00AB2228" w:rsidRDefault="00C0135E" w:rsidP="00EC6513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816370" w:rsidRPr="00F97D5E" w14:paraId="168C49C9" w14:textId="77777777" w:rsidTr="00AD1141">
        <w:trPr>
          <w:trHeight w:hRule="exact" w:val="557"/>
          <w:jc w:val="right"/>
        </w:trPr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7435AB" w14:textId="77777777" w:rsidR="00816370" w:rsidRPr="00816370" w:rsidRDefault="00816370" w:rsidP="00816370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816370">
              <w:rPr>
                <w:b/>
                <w:bCs/>
                <w:color w:val="000000"/>
                <w:sz w:val="24"/>
                <w:szCs w:val="24"/>
              </w:rPr>
              <w:t>ИТОГО РАСХОДОВ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3BBE09" w14:textId="77777777" w:rsidR="00816370" w:rsidRPr="00AB2228" w:rsidRDefault="00816370" w:rsidP="00816370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F61BBD" w14:textId="77777777" w:rsidR="00816370" w:rsidRPr="00AB2228" w:rsidRDefault="00816370" w:rsidP="00816370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2EB89" w14:textId="27E1A749" w:rsidR="00816370" w:rsidRPr="00816370" w:rsidRDefault="00816370" w:rsidP="00816370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  <w:lang w:val="en-US"/>
              </w:rPr>
            </w:pPr>
            <w:r w:rsidRPr="00816370">
              <w:rPr>
                <w:b/>
                <w:bCs/>
                <w:sz w:val="24"/>
                <w:szCs w:val="24"/>
              </w:rPr>
              <w:t>2 472 456,9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2EAB9" w14:textId="7A1E5404" w:rsidR="00816370" w:rsidRPr="00816370" w:rsidRDefault="00816370" w:rsidP="00816370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  <w:highlight w:val="yellow"/>
                <w:lang w:val="en-US"/>
              </w:rPr>
            </w:pPr>
            <w:r w:rsidRPr="00816370">
              <w:rPr>
                <w:b/>
                <w:bCs/>
                <w:sz w:val="24"/>
                <w:szCs w:val="24"/>
              </w:rPr>
              <w:t>2 025 405,0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D369BD" w14:textId="64D470E2" w:rsidR="00816370" w:rsidRPr="00816370" w:rsidRDefault="00816370" w:rsidP="00816370">
            <w:pPr>
              <w:ind w:right="-102" w:firstLine="0"/>
              <w:jc w:val="center"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816370">
              <w:rPr>
                <w:b/>
                <w:bCs/>
                <w:sz w:val="24"/>
                <w:szCs w:val="24"/>
              </w:rPr>
              <w:t>1 988 625,9</w:t>
            </w:r>
          </w:p>
        </w:tc>
      </w:tr>
    </w:tbl>
    <w:p w14:paraId="2FBA14D4" w14:textId="77777777" w:rsidR="0081745B" w:rsidRDefault="0081745B" w:rsidP="00C0135E">
      <w:pPr>
        <w:ind w:firstLine="709"/>
        <w:rPr>
          <w:color w:val="000000"/>
          <w:szCs w:val="28"/>
        </w:rPr>
      </w:pPr>
    </w:p>
    <w:p w14:paraId="3F628E37" w14:textId="44B6B13C" w:rsidR="00C0135E" w:rsidRPr="005754AE" w:rsidRDefault="00C0135E" w:rsidP="00C0135E">
      <w:pPr>
        <w:ind w:firstLine="709"/>
        <w:rPr>
          <w:color w:val="000000"/>
          <w:szCs w:val="28"/>
        </w:rPr>
      </w:pPr>
      <w:r w:rsidRPr="005754AE">
        <w:rPr>
          <w:color w:val="000000"/>
          <w:szCs w:val="28"/>
        </w:rPr>
        <w:t>1.</w:t>
      </w:r>
      <w:r w:rsidR="0081745B">
        <w:rPr>
          <w:color w:val="000000"/>
          <w:szCs w:val="28"/>
        </w:rPr>
        <w:t>9</w:t>
      </w:r>
      <w:r w:rsidRPr="005754AE">
        <w:rPr>
          <w:color w:val="000000"/>
          <w:szCs w:val="28"/>
        </w:rPr>
        <w:t>. пункт 1</w:t>
      </w:r>
      <w:r w:rsidR="00E00280" w:rsidRPr="005754AE">
        <w:rPr>
          <w:color w:val="000000"/>
          <w:szCs w:val="28"/>
        </w:rPr>
        <w:t>8</w:t>
      </w:r>
      <w:r w:rsidRPr="005754AE">
        <w:rPr>
          <w:color w:val="000000"/>
          <w:szCs w:val="28"/>
        </w:rPr>
        <w:t xml:space="preserve"> изложить в следующей редакции:</w:t>
      </w:r>
    </w:p>
    <w:p w14:paraId="7CFC0E6D" w14:textId="77777777" w:rsidR="00E00280" w:rsidRPr="00E00280" w:rsidRDefault="00C0135E" w:rsidP="00E00280">
      <w:pPr>
        <w:ind w:firstLine="709"/>
        <w:jc w:val="both"/>
        <w:rPr>
          <w:color w:val="000000"/>
          <w:szCs w:val="28"/>
        </w:rPr>
      </w:pPr>
      <w:r w:rsidRPr="00E00280">
        <w:rPr>
          <w:color w:val="000000"/>
          <w:szCs w:val="28"/>
        </w:rPr>
        <w:t>«</w:t>
      </w:r>
      <w:r w:rsidR="00E00280" w:rsidRPr="00E00280">
        <w:rPr>
          <w:color w:val="000000"/>
          <w:szCs w:val="28"/>
        </w:rPr>
        <w:t>Утвердить объем бюджетных ассигнований дорожного фонда Балахнинского муниципального округа:</w:t>
      </w:r>
    </w:p>
    <w:p w14:paraId="6CC25E4F" w14:textId="06B678AF" w:rsidR="00E00280" w:rsidRPr="00827EC2" w:rsidRDefault="00E00280" w:rsidP="00E00280">
      <w:pPr>
        <w:ind w:firstLine="709"/>
        <w:jc w:val="both"/>
        <w:rPr>
          <w:szCs w:val="28"/>
        </w:rPr>
      </w:pPr>
      <w:r w:rsidRPr="00827EC2">
        <w:rPr>
          <w:szCs w:val="28"/>
        </w:rPr>
        <w:t xml:space="preserve">1) на 2021 год в размере </w:t>
      </w:r>
      <w:r w:rsidR="005754AE" w:rsidRPr="00827EC2">
        <w:rPr>
          <w:szCs w:val="28"/>
        </w:rPr>
        <w:t>84 901</w:t>
      </w:r>
      <w:r w:rsidRPr="00827EC2">
        <w:rPr>
          <w:szCs w:val="28"/>
        </w:rPr>
        <w:t>,7 тыс. рублей;</w:t>
      </w:r>
    </w:p>
    <w:p w14:paraId="77A9007F" w14:textId="77777777" w:rsidR="00E00280" w:rsidRPr="00827EC2" w:rsidRDefault="00E00280" w:rsidP="00E00280">
      <w:pPr>
        <w:ind w:firstLine="709"/>
        <w:jc w:val="both"/>
        <w:rPr>
          <w:szCs w:val="28"/>
        </w:rPr>
      </w:pPr>
      <w:r w:rsidRPr="00827EC2">
        <w:rPr>
          <w:szCs w:val="28"/>
        </w:rPr>
        <w:t>2) на 2022 год в размере 19 784,9 тыс. рублей;</w:t>
      </w:r>
    </w:p>
    <w:p w14:paraId="0CF87D25" w14:textId="2984F575" w:rsidR="00C0135E" w:rsidRPr="00827EC2" w:rsidRDefault="00E00280" w:rsidP="00E00280">
      <w:pPr>
        <w:ind w:firstLine="709"/>
        <w:jc w:val="both"/>
        <w:rPr>
          <w:szCs w:val="28"/>
        </w:rPr>
      </w:pPr>
      <w:r w:rsidRPr="00827EC2">
        <w:rPr>
          <w:szCs w:val="28"/>
        </w:rPr>
        <w:t>3) на 2023 год в размере 21 756,3 тыс. рублей</w:t>
      </w:r>
      <w:proofErr w:type="gramStart"/>
      <w:r w:rsidRPr="00827EC2">
        <w:rPr>
          <w:szCs w:val="28"/>
        </w:rPr>
        <w:t>.</w:t>
      </w:r>
      <w:r w:rsidR="00C0135E" w:rsidRPr="00827EC2">
        <w:rPr>
          <w:szCs w:val="28"/>
        </w:rPr>
        <w:t>»;</w:t>
      </w:r>
      <w:proofErr w:type="gramEnd"/>
    </w:p>
    <w:p w14:paraId="33E5ADD6" w14:textId="77777777" w:rsidR="00C0135E" w:rsidRPr="00827EC2" w:rsidRDefault="00C0135E" w:rsidP="00C0135E">
      <w:pPr>
        <w:ind w:firstLine="709"/>
        <w:rPr>
          <w:szCs w:val="28"/>
          <w:highlight w:val="yellow"/>
        </w:rPr>
      </w:pPr>
    </w:p>
    <w:p w14:paraId="4A046C25" w14:textId="77777777" w:rsidR="00C0135E" w:rsidRPr="00F05051" w:rsidRDefault="00C0135E" w:rsidP="00C0135E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eastAsia="Calibri"/>
          <w:szCs w:val="28"/>
          <w:lang w:eastAsia="en-US"/>
        </w:rPr>
      </w:pPr>
      <w:r w:rsidRPr="00827EC2">
        <w:rPr>
          <w:szCs w:val="28"/>
        </w:rPr>
        <w:t xml:space="preserve">2. </w:t>
      </w:r>
      <w:r w:rsidRPr="00827EC2">
        <w:rPr>
          <w:rFonts w:eastAsia="Calibri"/>
          <w:szCs w:val="28"/>
          <w:lang w:eastAsia="en-US"/>
        </w:rPr>
        <w:t>Настоящее решение опубликовать в официальном приложении к газете «Рабочая</w:t>
      </w:r>
      <w:r w:rsidRPr="00F05051">
        <w:rPr>
          <w:rFonts w:eastAsia="Calibri"/>
          <w:szCs w:val="28"/>
          <w:lang w:eastAsia="en-US"/>
        </w:rPr>
        <w:t xml:space="preserve"> Балахна» Курс «РБ», а также разместить на официальном интернет-сайте Балахнинского муниципального округа Нижегородской области (</w:t>
      </w:r>
      <w:proofErr w:type="spellStart"/>
      <w:r w:rsidRPr="00F05051">
        <w:rPr>
          <w:rFonts w:eastAsia="Calibri"/>
          <w:szCs w:val="28"/>
          <w:lang w:eastAsia="en-US"/>
        </w:rPr>
        <w:t>www</w:t>
      </w:r>
      <w:proofErr w:type="spellEnd"/>
      <w:r w:rsidRPr="00F05051">
        <w:rPr>
          <w:rFonts w:eastAsia="Calibri"/>
          <w:szCs w:val="28"/>
          <w:lang w:eastAsia="en-US"/>
        </w:rPr>
        <w:t>.</w:t>
      </w:r>
      <w:proofErr w:type="spellStart"/>
      <w:r w:rsidRPr="00F05051">
        <w:rPr>
          <w:rFonts w:eastAsia="Calibri"/>
          <w:szCs w:val="28"/>
          <w:lang w:val="en-US" w:eastAsia="en-US"/>
        </w:rPr>
        <w:t>balakhna</w:t>
      </w:r>
      <w:proofErr w:type="spellEnd"/>
      <w:r w:rsidRPr="00F05051">
        <w:rPr>
          <w:rFonts w:eastAsia="Calibri"/>
          <w:szCs w:val="28"/>
          <w:lang w:eastAsia="en-US"/>
        </w:rPr>
        <w:t>.</w:t>
      </w:r>
      <w:proofErr w:type="spellStart"/>
      <w:r w:rsidRPr="00F05051">
        <w:rPr>
          <w:rFonts w:eastAsia="Calibri"/>
          <w:szCs w:val="28"/>
          <w:lang w:val="en-US" w:eastAsia="en-US"/>
        </w:rPr>
        <w:t>nn</w:t>
      </w:r>
      <w:proofErr w:type="spellEnd"/>
      <w:r w:rsidRPr="00F05051">
        <w:rPr>
          <w:rFonts w:eastAsia="Calibri"/>
          <w:szCs w:val="28"/>
          <w:lang w:eastAsia="en-US"/>
        </w:rPr>
        <w:t>.</w:t>
      </w:r>
      <w:proofErr w:type="spellStart"/>
      <w:r w:rsidRPr="00F05051">
        <w:rPr>
          <w:rFonts w:eastAsia="Calibri"/>
          <w:szCs w:val="28"/>
          <w:lang w:eastAsia="en-US"/>
        </w:rPr>
        <w:t>ru</w:t>
      </w:r>
      <w:proofErr w:type="spellEnd"/>
      <w:r w:rsidRPr="00F05051">
        <w:rPr>
          <w:rFonts w:eastAsia="Calibri"/>
          <w:szCs w:val="28"/>
          <w:lang w:eastAsia="en-US"/>
        </w:rPr>
        <w:t>).</w:t>
      </w:r>
    </w:p>
    <w:p w14:paraId="26B5A601" w14:textId="77777777" w:rsidR="00C0135E" w:rsidRPr="00F05051" w:rsidRDefault="00C0135E" w:rsidP="00C0135E">
      <w:pPr>
        <w:ind w:firstLine="708"/>
        <w:jc w:val="both"/>
        <w:rPr>
          <w:szCs w:val="28"/>
        </w:rPr>
      </w:pPr>
    </w:p>
    <w:p w14:paraId="21AE30AF" w14:textId="77777777" w:rsidR="00C0135E" w:rsidRPr="00F05051" w:rsidRDefault="00C0135E" w:rsidP="00C0135E">
      <w:pPr>
        <w:ind w:firstLine="540"/>
        <w:jc w:val="both"/>
        <w:rPr>
          <w:szCs w:val="28"/>
        </w:rPr>
      </w:pPr>
      <w:r w:rsidRPr="00F05051">
        <w:rPr>
          <w:szCs w:val="28"/>
        </w:rPr>
        <w:t xml:space="preserve">3. Контроль за исполнением настоящего решения возложить на комиссию по бюджету, экономической политике и муниципальной собственности.   </w:t>
      </w:r>
    </w:p>
    <w:p w14:paraId="328E6585" w14:textId="77777777" w:rsidR="00C0135E" w:rsidRPr="00F05051" w:rsidRDefault="00C0135E" w:rsidP="00C0135E">
      <w:pPr>
        <w:ind w:firstLine="540"/>
        <w:jc w:val="both"/>
        <w:rPr>
          <w:szCs w:val="28"/>
        </w:rPr>
      </w:pPr>
    </w:p>
    <w:p w14:paraId="1BD95EC9" w14:textId="77777777" w:rsidR="00C0135E" w:rsidRPr="00F05051" w:rsidRDefault="00C0135E" w:rsidP="00C0135E">
      <w:pPr>
        <w:pStyle w:val="af0"/>
        <w:ind w:left="823" w:firstLine="0"/>
        <w:jc w:val="both"/>
      </w:pPr>
    </w:p>
    <w:p w14:paraId="7D15F2B9" w14:textId="77777777" w:rsidR="00C0135E" w:rsidRPr="00F05051" w:rsidRDefault="00C0135E" w:rsidP="00C0135E">
      <w:pPr>
        <w:pStyle w:val="af0"/>
        <w:ind w:left="823" w:firstLine="0"/>
        <w:jc w:val="both"/>
      </w:pPr>
    </w:p>
    <w:p w14:paraId="1407872A" w14:textId="5A8CAFF1" w:rsidR="00FC38A7" w:rsidRDefault="00827EC2" w:rsidP="00C0135E">
      <w:pPr>
        <w:ind w:firstLine="0"/>
        <w:jc w:val="both"/>
        <w:rPr>
          <w:szCs w:val="28"/>
        </w:rPr>
      </w:pPr>
      <w:r>
        <w:rPr>
          <w:szCs w:val="28"/>
        </w:rPr>
        <w:t xml:space="preserve">     </w:t>
      </w:r>
      <w:r w:rsidR="00FC38A7">
        <w:rPr>
          <w:szCs w:val="28"/>
        </w:rPr>
        <w:t>Глава местного сам</w:t>
      </w:r>
      <w:r>
        <w:rPr>
          <w:szCs w:val="28"/>
        </w:rPr>
        <w:t xml:space="preserve">оуправления             </w:t>
      </w:r>
      <w:r w:rsidR="00FC38A7">
        <w:rPr>
          <w:szCs w:val="28"/>
        </w:rPr>
        <w:t>Председатель Совета депутатов</w:t>
      </w:r>
    </w:p>
    <w:p w14:paraId="2F0C76FD" w14:textId="2C805682" w:rsidR="00C0135E" w:rsidRPr="00F05051" w:rsidRDefault="00C0135E" w:rsidP="00C0135E">
      <w:pPr>
        <w:ind w:firstLine="0"/>
        <w:jc w:val="both"/>
        <w:rPr>
          <w:szCs w:val="28"/>
        </w:rPr>
      </w:pPr>
      <w:r w:rsidRPr="00F05051">
        <w:rPr>
          <w:szCs w:val="28"/>
        </w:rPr>
        <w:t>Балахнинского муниципального округа</w:t>
      </w:r>
      <w:r w:rsidRPr="00F05051">
        <w:rPr>
          <w:szCs w:val="28"/>
        </w:rPr>
        <w:tab/>
        <w:t xml:space="preserve"> </w:t>
      </w:r>
      <w:r w:rsidR="00A40D66">
        <w:rPr>
          <w:szCs w:val="28"/>
        </w:rPr>
        <w:t>Б</w:t>
      </w:r>
      <w:r w:rsidR="00FC38A7">
        <w:rPr>
          <w:szCs w:val="28"/>
        </w:rPr>
        <w:t>алахнинского</w:t>
      </w:r>
      <w:r w:rsidR="00A40D66">
        <w:rPr>
          <w:szCs w:val="28"/>
        </w:rPr>
        <w:t xml:space="preserve"> </w:t>
      </w:r>
      <w:r w:rsidR="00FC38A7">
        <w:rPr>
          <w:szCs w:val="28"/>
        </w:rPr>
        <w:t>муниципального</w:t>
      </w:r>
      <w:r w:rsidR="00A40D66">
        <w:rPr>
          <w:szCs w:val="28"/>
        </w:rPr>
        <w:t xml:space="preserve"> округа</w:t>
      </w:r>
      <w:r w:rsidRPr="00F05051">
        <w:rPr>
          <w:szCs w:val="28"/>
        </w:rPr>
        <w:t xml:space="preserve">                                 </w:t>
      </w:r>
    </w:p>
    <w:p w14:paraId="0C3D8821" w14:textId="77777777" w:rsidR="00855C9A" w:rsidRDefault="00855C9A" w:rsidP="00A40D66">
      <w:pPr>
        <w:pStyle w:val="11"/>
        <w:spacing w:line="360" w:lineRule="auto"/>
      </w:pPr>
    </w:p>
    <w:p w14:paraId="328AB167" w14:textId="77777777" w:rsidR="00A40D66" w:rsidRDefault="00A40D66" w:rsidP="00A40D66">
      <w:pPr>
        <w:pStyle w:val="11"/>
        <w:spacing w:line="360" w:lineRule="auto"/>
      </w:pPr>
    </w:p>
    <w:p w14:paraId="0DC4816E" w14:textId="721A2AC4" w:rsidR="00A40D66" w:rsidRPr="00C0135E" w:rsidRDefault="00A40D66" w:rsidP="00660768">
      <w:pPr>
        <w:pStyle w:val="11"/>
      </w:pPr>
      <w:r>
        <w:t xml:space="preserve">                                     </w:t>
      </w:r>
      <w:proofErr w:type="spellStart"/>
      <w:r>
        <w:t>А.Н.Галкин</w:t>
      </w:r>
      <w:proofErr w:type="spellEnd"/>
      <w:r>
        <w:t xml:space="preserve">                                                  А.Н. Сидорин</w:t>
      </w:r>
    </w:p>
    <w:sectPr w:rsidR="00A40D66" w:rsidRPr="00C0135E" w:rsidSect="00312FF6">
      <w:type w:val="continuous"/>
      <w:pgSz w:w="11907" w:h="16840" w:code="9"/>
      <w:pgMar w:top="-1985" w:right="708" w:bottom="-731" w:left="1418" w:header="567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1651C0" w14:textId="77777777" w:rsidR="00114C2B" w:rsidRDefault="00114C2B">
      <w:r>
        <w:separator/>
      </w:r>
    </w:p>
  </w:endnote>
  <w:endnote w:type="continuationSeparator" w:id="0">
    <w:p w14:paraId="38F7AE88" w14:textId="77777777" w:rsidR="00114C2B" w:rsidRDefault="00114C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BF1407" w14:textId="77777777" w:rsidR="00114C2B" w:rsidRDefault="00114C2B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D1F1E4" w14:textId="77777777" w:rsidR="00114C2B" w:rsidRDefault="00114C2B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9A87F7" w14:textId="77777777" w:rsidR="00114C2B" w:rsidRDefault="00114C2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9C00A7" w14:textId="77777777" w:rsidR="00114C2B" w:rsidRDefault="00114C2B">
      <w:r>
        <w:separator/>
      </w:r>
    </w:p>
  </w:footnote>
  <w:footnote w:type="continuationSeparator" w:id="0">
    <w:p w14:paraId="230C3F02" w14:textId="77777777" w:rsidR="00114C2B" w:rsidRDefault="00114C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238EBA" w14:textId="77777777" w:rsidR="00114C2B" w:rsidRDefault="00114C2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6928F6" w14:textId="77777777" w:rsidR="00114C2B" w:rsidRDefault="00114C2B">
    <w:pPr>
      <w:pStyle w:val="a4"/>
      <w:jc w:val="center"/>
    </w:pP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B50ECA">
      <w:rPr>
        <w:rStyle w:val="ae"/>
        <w:noProof/>
      </w:rPr>
      <w:t>51</w:t>
    </w:r>
    <w:r>
      <w:rPr>
        <w:rStyle w:val="ae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91389A" w14:textId="77777777" w:rsidR="00114C2B" w:rsidRDefault="00114C2B">
    <w:pPr>
      <w:spacing w:after="200"/>
      <w:ind w:firstLine="0"/>
      <w:jc w:val="center"/>
      <w:rPr>
        <w:rFonts w:ascii="Courier New" w:hAnsi="Courier New"/>
      </w:rPr>
    </w:pPr>
    <w:r>
      <w:rPr>
        <w:b/>
        <w:noProof/>
        <w:sz w:val="34"/>
        <w:szCs w:val="34"/>
      </w:rPr>
      <w:drawing>
        <wp:inline distT="0" distB="0" distL="0" distR="0" wp14:anchorId="2CEE638A" wp14:editId="506D7A2D">
          <wp:extent cx="504825" cy="737235"/>
          <wp:effectExtent l="19050" t="0" r="9525" b="0"/>
          <wp:docPr id="1" name="Рисунок 1" descr="Герб Балахны2копирование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Герб Балахны2копирование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7372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7354603" w14:textId="77777777" w:rsidR="00114C2B" w:rsidRPr="00660768" w:rsidRDefault="00114C2B">
    <w:pPr>
      <w:pStyle w:val="af"/>
      <w:rPr>
        <w:noProof w:val="0"/>
        <w:sz w:val="6"/>
        <w:szCs w:val="6"/>
        <w:lang w:val="en-US"/>
      </w:rPr>
    </w:pPr>
  </w:p>
  <w:p w14:paraId="21CBA14E" w14:textId="77777777" w:rsidR="00114C2B" w:rsidRDefault="00114C2B">
    <w:pPr>
      <w:pStyle w:val="af"/>
      <w:rPr>
        <w:noProof w:val="0"/>
      </w:rPr>
    </w:pPr>
    <w:r>
      <w:rPr>
        <w:noProof w:val="0"/>
      </w:rPr>
      <w:t>Совет депутатов</w:t>
    </w:r>
    <w:r w:rsidRPr="00B1543B">
      <w:rPr>
        <w:noProof w:val="0"/>
      </w:rPr>
      <w:t xml:space="preserve"> </w:t>
    </w:r>
    <w:r>
      <w:rPr>
        <w:noProof w:val="0"/>
      </w:rPr>
      <w:t>Балахнинского</w:t>
    </w:r>
    <w:r w:rsidRPr="00C073C1">
      <w:rPr>
        <w:noProof w:val="0"/>
      </w:rPr>
      <w:t xml:space="preserve"> </w:t>
    </w:r>
    <w:r>
      <w:rPr>
        <w:noProof w:val="0"/>
      </w:rPr>
      <w:t xml:space="preserve">муниципального округа </w:t>
    </w:r>
  </w:p>
  <w:p w14:paraId="1BF7FA5D" w14:textId="77777777" w:rsidR="00114C2B" w:rsidRDefault="00114C2B">
    <w:pPr>
      <w:pStyle w:val="af"/>
      <w:rPr>
        <w:noProof w:val="0"/>
      </w:rPr>
    </w:pPr>
    <w:r>
      <w:rPr>
        <w:noProof w:val="0"/>
      </w:rPr>
      <w:t>Нижегородской области</w:t>
    </w:r>
  </w:p>
  <w:p w14:paraId="134C9123" w14:textId="77777777" w:rsidR="00114C2B" w:rsidRPr="00C0135E" w:rsidRDefault="00114C2B" w:rsidP="00660768">
    <w:pPr>
      <w:jc w:val="center"/>
      <w:rPr>
        <w:b/>
        <w:sz w:val="24"/>
        <w:szCs w:val="24"/>
      </w:rPr>
    </w:pPr>
  </w:p>
  <w:p w14:paraId="7B68ACE6" w14:textId="77777777" w:rsidR="00114C2B" w:rsidRPr="00E71831" w:rsidRDefault="00114C2B" w:rsidP="00E71831">
    <w:pPr>
      <w:spacing w:line="276" w:lineRule="auto"/>
      <w:ind w:firstLine="0"/>
      <w:jc w:val="center"/>
      <w:rPr>
        <w:b/>
        <w:spacing w:val="10"/>
        <w:sz w:val="36"/>
        <w:szCs w:val="36"/>
      </w:rPr>
    </w:pPr>
    <w:r w:rsidRPr="00E71831">
      <w:rPr>
        <w:b/>
        <w:spacing w:val="10"/>
        <w:sz w:val="36"/>
        <w:szCs w:val="36"/>
      </w:rPr>
      <w:t>РЕШЕНИЕ</w:t>
    </w:r>
  </w:p>
  <w:p w14:paraId="79BDF4CE" w14:textId="77777777" w:rsidR="00114C2B" w:rsidRPr="00660768" w:rsidRDefault="00114C2B">
    <w:pPr>
      <w:pStyle w:val="af"/>
      <w:rPr>
        <w:szCs w:val="28"/>
        <w:lang w:val="en-US"/>
      </w:rPr>
    </w:pPr>
  </w:p>
  <w:p w14:paraId="0765696B" w14:textId="77777777" w:rsidR="00114C2B" w:rsidRDefault="00114C2B">
    <w:pPr>
      <w:pStyle w:val="af"/>
      <w:jc w:val="left"/>
      <w:rPr>
        <w:b w:val="0"/>
        <w:sz w:val="24"/>
        <w:lang w:val="en-US"/>
      </w:rPr>
    </w:pPr>
    <w:r>
      <w:rPr>
        <w:b w:val="0"/>
        <w:sz w:val="24"/>
        <w:lang w:val="en-US"/>
      </w:rPr>
      <w:t xml:space="preserve"> __________________</w:t>
    </w:r>
    <w:r>
      <w:rPr>
        <w:b w:val="0"/>
        <w:sz w:val="24"/>
      </w:rPr>
      <w:t>___</w:t>
    </w:r>
    <w:r>
      <w:rPr>
        <w:b w:val="0"/>
        <w:sz w:val="24"/>
        <w:lang w:val="en-US"/>
      </w:rPr>
      <w:t>___</w:t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  <w:t xml:space="preserve">    </w:t>
    </w:r>
    <w:r>
      <w:rPr>
        <w:b w:val="0"/>
        <w:noProof w:val="0"/>
        <w:sz w:val="24"/>
        <w:lang w:val="en-US"/>
      </w:rPr>
      <w:t xml:space="preserve">    </w:t>
    </w:r>
    <w:r>
      <w:rPr>
        <w:b w:val="0"/>
        <w:sz w:val="24"/>
      </w:rPr>
      <w:t>№</w:t>
    </w:r>
    <w:r>
      <w:rPr>
        <w:b w:val="0"/>
        <w:noProof w:val="0"/>
        <w:sz w:val="24"/>
      </w:rPr>
      <w:t>__</w:t>
    </w:r>
    <w:r>
      <w:rPr>
        <w:b w:val="0"/>
        <w:sz w:val="24"/>
      </w:rPr>
      <w:t>____</w:t>
    </w:r>
    <w:r>
      <w:rPr>
        <w:b w:val="0"/>
        <w:sz w:val="24"/>
        <w:lang w:val="en-US"/>
      </w:rPr>
      <w:t>__</w:t>
    </w:r>
    <w:r>
      <w:rPr>
        <w:b w:val="0"/>
        <w:sz w:val="24"/>
      </w:rPr>
      <w:t>___</w:t>
    </w:r>
  </w:p>
  <w:p w14:paraId="5889D49C" w14:textId="77777777" w:rsidR="00114C2B" w:rsidRPr="00660768" w:rsidRDefault="00114C2B" w:rsidP="00660768">
    <w:pPr>
      <w:pStyle w:val="af"/>
      <w:jc w:val="left"/>
      <w:rPr>
        <w:b w:val="0"/>
        <w:sz w:val="24"/>
        <w:lang w:val="en-US"/>
      </w:rPr>
    </w:pPr>
  </w:p>
  <w:p w14:paraId="3AAE3AFD" w14:textId="77777777" w:rsidR="00114C2B" w:rsidRPr="00660768" w:rsidRDefault="00114C2B" w:rsidP="00660768">
    <w:pPr>
      <w:rPr>
        <w:sz w:val="24"/>
        <w:szCs w:val="24"/>
      </w:rPr>
    </w:pPr>
  </w:p>
  <w:p w14:paraId="4919DF57" w14:textId="77777777" w:rsidR="00114C2B" w:rsidRPr="00660768" w:rsidRDefault="00114C2B">
    <w:pPr>
      <w:rPr>
        <w:sz w:val="24"/>
        <w:szCs w:val="24"/>
      </w:rPr>
    </w:pPr>
  </w:p>
  <w:p w14:paraId="0099E7DF" w14:textId="77777777" w:rsidR="00114C2B" w:rsidRPr="00660768" w:rsidRDefault="00114C2B">
    <w:pPr>
      <w:rPr>
        <w:sz w:val="24"/>
        <w:szCs w:val="24"/>
      </w:rPr>
    </w:pPr>
  </w:p>
  <w:p w14:paraId="2B6112A1" w14:textId="77777777" w:rsidR="00114C2B" w:rsidRPr="00660768" w:rsidRDefault="00114C2B">
    <w:pPr>
      <w:rPr>
        <w:sz w:val="24"/>
        <w:szCs w:val="24"/>
      </w:rPr>
    </w:pPr>
  </w:p>
  <w:p w14:paraId="4614824E" w14:textId="77777777" w:rsidR="00114C2B" w:rsidRPr="00660768" w:rsidRDefault="00114C2B">
    <w:pPr>
      <w:pStyle w:val="a4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9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17"/>
  </w:num>
  <w:num w:numId="5">
    <w:abstractNumId w:val="8"/>
  </w:num>
  <w:num w:numId="6">
    <w:abstractNumId w:val="32"/>
  </w:num>
  <w:num w:numId="7">
    <w:abstractNumId w:val="21"/>
  </w:num>
  <w:num w:numId="8">
    <w:abstractNumId w:val="26"/>
  </w:num>
  <w:num w:numId="9">
    <w:abstractNumId w:val="4"/>
  </w:num>
  <w:num w:numId="10">
    <w:abstractNumId w:val="18"/>
  </w:num>
  <w:num w:numId="11">
    <w:abstractNumId w:val="3"/>
  </w:num>
  <w:num w:numId="12">
    <w:abstractNumId w:val="12"/>
  </w:num>
  <w:num w:numId="13">
    <w:abstractNumId w:val="14"/>
  </w:num>
  <w:num w:numId="14">
    <w:abstractNumId w:val="1"/>
  </w:num>
  <w:num w:numId="15">
    <w:abstractNumId w:val="22"/>
  </w:num>
  <w:num w:numId="16">
    <w:abstractNumId w:val="33"/>
  </w:num>
  <w:num w:numId="17">
    <w:abstractNumId w:val="2"/>
  </w:num>
  <w:num w:numId="18">
    <w:abstractNumId w:val="24"/>
  </w:num>
  <w:num w:numId="19">
    <w:abstractNumId w:val="16"/>
  </w:num>
  <w:num w:numId="20">
    <w:abstractNumId w:val="10"/>
  </w:num>
  <w:num w:numId="21">
    <w:abstractNumId w:val="13"/>
  </w:num>
  <w:num w:numId="22">
    <w:abstractNumId w:val="30"/>
  </w:num>
  <w:num w:numId="23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29"/>
  </w:num>
  <w:num w:numId="26">
    <w:abstractNumId w:val="27"/>
  </w:num>
  <w:num w:numId="27">
    <w:abstractNumId w:val="20"/>
  </w:num>
  <w:num w:numId="28">
    <w:abstractNumId w:val="25"/>
  </w:num>
  <w:num w:numId="29">
    <w:abstractNumId w:val="28"/>
  </w:num>
  <w:num w:numId="30">
    <w:abstractNumId w:val="31"/>
  </w:num>
  <w:num w:numId="31">
    <w:abstractNumId w:val="5"/>
  </w:num>
  <w:num w:numId="32">
    <w:abstractNumId w:val="19"/>
  </w:num>
  <w:num w:numId="33">
    <w:abstractNumId w:val="7"/>
  </w:num>
  <w:num w:numId="34">
    <w:abstractNumId w:val="15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embedSystemFonts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7p2zhpj2J8XJP67seEUmXlQdkCo=" w:salt="sTHfEHX+dRwTVo0P549zFw=="/>
  <w:defaultTabStop w:val="709"/>
  <w:hyphenationZone w:val="426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0C42"/>
    <w:rsid w:val="0000667A"/>
    <w:rsid w:val="00023DDA"/>
    <w:rsid w:val="0002641D"/>
    <w:rsid w:val="0003404E"/>
    <w:rsid w:val="00060FA1"/>
    <w:rsid w:val="00062C52"/>
    <w:rsid w:val="00064DB1"/>
    <w:rsid w:val="00067D21"/>
    <w:rsid w:val="000909FE"/>
    <w:rsid w:val="000A6606"/>
    <w:rsid w:val="000A7D83"/>
    <w:rsid w:val="000C4D91"/>
    <w:rsid w:val="000F2695"/>
    <w:rsid w:val="000F65AB"/>
    <w:rsid w:val="001073BD"/>
    <w:rsid w:val="00114C2B"/>
    <w:rsid w:val="00120603"/>
    <w:rsid w:val="00121F2A"/>
    <w:rsid w:val="001279B3"/>
    <w:rsid w:val="001305FD"/>
    <w:rsid w:val="00134FC3"/>
    <w:rsid w:val="001441E9"/>
    <w:rsid w:val="00154520"/>
    <w:rsid w:val="001616F0"/>
    <w:rsid w:val="00172CF6"/>
    <w:rsid w:val="0017512F"/>
    <w:rsid w:val="001778C5"/>
    <w:rsid w:val="00185971"/>
    <w:rsid w:val="00193642"/>
    <w:rsid w:val="001B1F4B"/>
    <w:rsid w:val="001B5AC4"/>
    <w:rsid w:val="001C7170"/>
    <w:rsid w:val="001D0969"/>
    <w:rsid w:val="001E7EF9"/>
    <w:rsid w:val="001F4521"/>
    <w:rsid w:val="002014DC"/>
    <w:rsid w:val="002103DA"/>
    <w:rsid w:val="0021467F"/>
    <w:rsid w:val="00237F94"/>
    <w:rsid w:val="00242067"/>
    <w:rsid w:val="0025093D"/>
    <w:rsid w:val="0026324C"/>
    <w:rsid w:val="002734EE"/>
    <w:rsid w:val="00285B3F"/>
    <w:rsid w:val="0028651F"/>
    <w:rsid w:val="002A65D0"/>
    <w:rsid w:val="002C5FBA"/>
    <w:rsid w:val="002D5801"/>
    <w:rsid w:val="00312FF6"/>
    <w:rsid w:val="00315BB3"/>
    <w:rsid w:val="00316AA1"/>
    <w:rsid w:val="00332005"/>
    <w:rsid w:val="00334DE5"/>
    <w:rsid w:val="00335237"/>
    <w:rsid w:val="003472EE"/>
    <w:rsid w:val="00352D3A"/>
    <w:rsid w:val="00355BD8"/>
    <w:rsid w:val="00360BB2"/>
    <w:rsid w:val="00377FDF"/>
    <w:rsid w:val="003912FC"/>
    <w:rsid w:val="00392D8B"/>
    <w:rsid w:val="003945D9"/>
    <w:rsid w:val="003B05A8"/>
    <w:rsid w:val="003C15C8"/>
    <w:rsid w:val="003C4859"/>
    <w:rsid w:val="003F13D5"/>
    <w:rsid w:val="003F6F55"/>
    <w:rsid w:val="00401347"/>
    <w:rsid w:val="0042421D"/>
    <w:rsid w:val="00440E11"/>
    <w:rsid w:val="00443EEF"/>
    <w:rsid w:val="00447781"/>
    <w:rsid w:val="00460331"/>
    <w:rsid w:val="00475283"/>
    <w:rsid w:val="00480AF5"/>
    <w:rsid w:val="004A3AC1"/>
    <w:rsid w:val="004A55AF"/>
    <w:rsid w:val="004A603B"/>
    <w:rsid w:val="004C5343"/>
    <w:rsid w:val="004C7CE8"/>
    <w:rsid w:val="004D2201"/>
    <w:rsid w:val="00530662"/>
    <w:rsid w:val="0054131A"/>
    <w:rsid w:val="00541A5C"/>
    <w:rsid w:val="00542BE2"/>
    <w:rsid w:val="005562F1"/>
    <w:rsid w:val="00557ABC"/>
    <w:rsid w:val="00566817"/>
    <w:rsid w:val="00570D8B"/>
    <w:rsid w:val="00574EAB"/>
    <w:rsid w:val="005754AE"/>
    <w:rsid w:val="005772E2"/>
    <w:rsid w:val="00582CC3"/>
    <w:rsid w:val="00590C18"/>
    <w:rsid w:val="005964B9"/>
    <w:rsid w:val="005971FC"/>
    <w:rsid w:val="005A5580"/>
    <w:rsid w:val="005B3863"/>
    <w:rsid w:val="005B79F5"/>
    <w:rsid w:val="005C7E7B"/>
    <w:rsid w:val="005E113A"/>
    <w:rsid w:val="005E4980"/>
    <w:rsid w:val="005F42A7"/>
    <w:rsid w:val="00601B74"/>
    <w:rsid w:val="00605C4B"/>
    <w:rsid w:val="00611DB3"/>
    <w:rsid w:val="00614432"/>
    <w:rsid w:val="0061743D"/>
    <w:rsid w:val="00620975"/>
    <w:rsid w:val="0062320A"/>
    <w:rsid w:val="00631628"/>
    <w:rsid w:val="00634093"/>
    <w:rsid w:val="006529FC"/>
    <w:rsid w:val="00660768"/>
    <w:rsid w:val="0066315E"/>
    <w:rsid w:val="00695920"/>
    <w:rsid w:val="006A23A7"/>
    <w:rsid w:val="006B4FDC"/>
    <w:rsid w:val="006B66DA"/>
    <w:rsid w:val="006F0C42"/>
    <w:rsid w:val="006F2754"/>
    <w:rsid w:val="00703D79"/>
    <w:rsid w:val="00710078"/>
    <w:rsid w:val="0071363A"/>
    <w:rsid w:val="007165CB"/>
    <w:rsid w:val="00725169"/>
    <w:rsid w:val="0073172C"/>
    <w:rsid w:val="007333CC"/>
    <w:rsid w:val="007420CD"/>
    <w:rsid w:val="007631BC"/>
    <w:rsid w:val="00771F51"/>
    <w:rsid w:val="00773AE6"/>
    <w:rsid w:val="0078266C"/>
    <w:rsid w:val="0078688A"/>
    <w:rsid w:val="00797FD3"/>
    <w:rsid w:val="007D18A8"/>
    <w:rsid w:val="007D5955"/>
    <w:rsid w:val="007E092F"/>
    <w:rsid w:val="007E3740"/>
    <w:rsid w:val="007F4D0E"/>
    <w:rsid w:val="00814DB8"/>
    <w:rsid w:val="00814F4D"/>
    <w:rsid w:val="00816370"/>
    <w:rsid w:val="0081745B"/>
    <w:rsid w:val="00824EEE"/>
    <w:rsid w:val="00827EC2"/>
    <w:rsid w:val="00833F4B"/>
    <w:rsid w:val="0083797B"/>
    <w:rsid w:val="008471FC"/>
    <w:rsid w:val="008519F6"/>
    <w:rsid w:val="008525FC"/>
    <w:rsid w:val="00855491"/>
    <w:rsid w:val="00855B59"/>
    <w:rsid w:val="00855C9A"/>
    <w:rsid w:val="008571EE"/>
    <w:rsid w:val="00857CAD"/>
    <w:rsid w:val="00875A5E"/>
    <w:rsid w:val="00875AFF"/>
    <w:rsid w:val="00887341"/>
    <w:rsid w:val="008960AF"/>
    <w:rsid w:val="00896209"/>
    <w:rsid w:val="008C5E96"/>
    <w:rsid w:val="008C7F25"/>
    <w:rsid w:val="008E0F04"/>
    <w:rsid w:val="008F01CB"/>
    <w:rsid w:val="008F7CDE"/>
    <w:rsid w:val="00903C87"/>
    <w:rsid w:val="00916820"/>
    <w:rsid w:val="00926E61"/>
    <w:rsid w:val="00927523"/>
    <w:rsid w:val="009275D6"/>
    <w:rsid w:val="00942226"/>
    <w:rsid w:val="00954F78"/>
    <w:rsid w:val="009613E1"/>
    <w:rsid w:val="00977DF8"/>
    <w:rsid w:val="00985FCB"/>
    <w:rsid w:val="0099154C"/>
    <w:rsid w:val="00992277"/>
    <w:rsid w:val="009B6088"/>
    <w:rsid w:val="009B65A8"/>
    <w:rsid w:val="009C02A4"/>
    <w:rsid w:val="009C4ADA"/>
    <w:rsid w:val="009C5506"/>
    <w:rsid w:val="009E2422"/>
    <w:rsid w:val="009E7A28"/>
    <w:rsid w:val="009F44B5"/>
    <w:rsid w:val="009F4F93"/>
    <w:rsid w:val="00A05587"/>
    <w:rsid w:val="00A11367"/>
    <w:rsid w:val="00A11C1D"/>
    <w:rsid w:val="00A11EB2"/>
    <w:rsid w:val="00A40D66"/>
    <w:rsid w:val="00A447FF"/>
    <w:rsid w:val="00A66ABD"/>
    <w:rsid w:val="00A9176D"/>
    <w:rsid w:val="00AA0D0D"/>
    <w:rsid w:val="00AA22BF"/>
    <w:rsid w:val="00AB2228"/>
    <w:rsid w:val="00AB75DB"/>
    <w:rsid w:val="00AD1141"/>
    <w:rsid w:val="00AD59E1"/>
    <w:rsid w:val="00B04C36"/>
    <w:rsid w:val="00B06BC0"/>
    <w:rsid w:val="00B070F4"/>
    <w:rsid w:val="00B11881"/>
    <w:rsid w:val="00B1543B"/>
    <w:rsid w:val="00B31F84"/>
    <w:rsid w:val="00B50ECA"/>
    <w:rsid w:val="00B54A61"/>
    <w:rsid w:val="00B63D43"/>
    <w:rsid w:val="00B64361"/>
    <w:rsid w:val="00B74986"/>
    <w:rsid w:val="00B9121F"/>
    <w:rsid w:val="00B94320"/>
    <w:rsid w:val="00BA218A"/>
    <w:rsid w:val="00BA233F"/>
    <w:rsid w:val="00BC7CE4"/>
    <w:rsid w:val="00BE37BA"/>
    <w:rsid w:val="00BF0261"/>
    <w:rsid w:val="00C0135E"/>
    <w:rsid w:val="00C042A4"/>
    <w:rsid w:val="00C073C1"/>
    <w:rsid w:val="00C27976"/>
    <w:rsid w:val="00C31FE8"/>
    <w:rsid w:val="00C367D6"/>
    <w:rsid w:val="00C44417"/>
    <w:rsid w:val="00C52A68"/>
    <w:rsid w:val="00C7257E"/>
    <w:rsid w:val="00C81211"/>
    <w:rsid w:val="00C87303"/>
    <w:rsid w:val="00CB3EC4"/>
    <w:rsid w:val="00CB5B17"/>
    <w:rsid w:val="00CB5EEB"/>
    <w:rsid w:val="00CB7846"/>
    <w:rsid w:val="00CC2178"/>
    <w:rsid w:val="00CD34CE"/>
    <w:rsid w:val="00CE7E55"/>
    <w:rsid w:val="00CF248A"/>
    <w:rsid w:val="00D04EA8"/>
    <w:rsid w:val="00D05336"/>
    <w:rsid w:val="00D06B4E"/>
    <w:rsid w:val="00D07296"/>
    <w:rsid w:val="00D12E73"/>
    <w:rsid w:val="00D16A08"/>
    <w:rsid w:val="00D20A7C"/>
    <w:rsid w:val="00D50407"/>
    <w:rsid w:val="00D67971"/>
    <w:rsid w:val="00D67DCA"/>
    <w:rsid w:val="00D824F1"/>
    <w:rsid w:val="00D96A2E"/>
    <w:rsid w:val="00D97D7E"/>
    <w:rsid w:val="00DA42F0"/>
    <w:rsid w:val="00DA4E67"/>
    <w:rsid w:val="00DB6E39"/>
    <w:rsid w:val="00DB735E"/>
    <w:rsid w:val="00DC0D5E"/>
    <w:rsid w:val="00DC2930"/>
    <w:rsid w:val="00DE3AD9"/>
    <w:rsid w:val="00E00280"/>
    <w:rsid w:val="00E04025"/>
    <w:rsid w:val="00E1215C"/>
    <w:rsid w:val="00E208CC"/>
    <w:rsid w:val="00E36C3C"/>
    <w:rsid w:val="00E41370"/>
    <w:rsid w:val="00E47B3E"/>
    <w:rsid w:val="00E52C5C"/>
    <w:rsid w:val="00E57AEB"/>
    <w:rsid w:val="00E71831"/>
    <w:rsid w:val="00E95CB3"/>
    <w:rsid w:val="00EA6885"/>
    <w:rsid w:val="00EB52B6"/>
    <w:rsid w:val="00EC64B9"/>
    <w:rsid w:val="00EC6513"/>
    <w:rsid w:val="00EE011E"/>
    <w:rsid w:val="00EE3BF0"/>
    <w:rsid w:val="00EF401F"/>
    <w:rsid w:val="00F021FC"/>
    <w:rsid w:val="00F133E3"/>
    <w:rsid w:val="00F165D6"/>
    <w:rsid w:val="00F21A40"/>
    <w:rsid w:val="00F26089"/>
    <w:rsid w:val="00F3575C"/>
    <w:rsid w:val="00F52F8B"/>
    <w:rsid w:val="00F54EFD"/>
    <w:rsid w:val="00F55430"/>
    <w:rsid w:val="00F6685B"/>
    <w:rsid w:val="00F66B4C"/>
    <w:rsid w:val="00F83763"/>
    <w:rsid w:val="00FA215D"/>
    <w:rsid w:val="00FB7634"/>
    <w:rsid w:val="00FC38A7"/>
    <w:rsid w:val="00FC5709"/>
    <w:rsid w:val="00FC62E2"/>
    <w:rsid w:val="00FD6D33"/>
    <w:rsid w:val="00FF09A3"/>
    <w:rsid w:val="00FF7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/>
    <o:shapelayout v:ext="edit">
      <o:idmap v:ext="edit" data="1"/>
    </o:shapelayout>
  </w:shapeDefaults>
  <w:decimalSymbol w:val=","/>
  <w:listSeparator w:val=";"/>
  <w14:docId w14:val="59B79A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iPriority="11" w:unhideWhenUsed="0" w:qFormat="1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F0C42"/>
    <w:pPr>
      <w:ind w:firstLine="567"/>
    </w:pPr>
    <w:rPr>
      <w:sz w:val="28"/>
    </w:rPr>
  </w:style>
  <w:style w:type="paragraph" w:styleId="1">
    <w:name w:val="heading 1"/>
    <w:basedOn w:val="a0"/>
    <w:next w:val="a0"/>
    <w:link w:val="10"/>
    <w:qFormat/>
    <w:rsid w:val="006F0C42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6F0C42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6F0C42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6F0C42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6F0C42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6F0C42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6F0C42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6F0C42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6F0C42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6F0C42"/>
    <w:pPr>
      <w:tabs>
        <w:tab w:val="center" w:pos="4819"/>
        <w:tab w:val="right" w:pos="9071"/>
      </w:tabs>
    </w:pPr>
  </w:style>
  <w:style w:type="paragraph" w:styleId="a6">
    <w:name w:val="footer"/>
    <w:basedOn w:val="a0"/>
    <w:link w:val="a7"/>
    <w:uiPriority w:val="99"/>
    <w:rsid w:val="006F0C42"/>
    <w:pPr>
      <w:tabs>
        <w:tab w:val="center" w:pos="4536"/>
        <w:tab w:val="right" w:pos="9072"/>
      </w:tabs>
    </w:pPr>
  </w:style>
  <w:style w:type="character" w:styleId="a8">
    <w:name w:val="annotation reference"/>
    <w:semiHidden/>
    <w:rsid w:val="006F0C42"/>
    <w:rPr>
      <w:sz w:val="16"/>
    </w:rPr>
  </w:style>
  <w:style w:type="paragraph" w:customStyle="1" w:styleId="a9">
    <w:name w:val="ПолеТема"/>
    <w:rsid w:val="006F0C42"/>
    <w:rPr>
      <w:sz w:val="28"/>
    </w:rPr>
  </w:style>
  <w:style w:type="paragraph" w:customStyle="1" w:styleId="aa">
    <w:name w:val="ПолеКому"/>
    <w:rsid w:val="006F0C42"/>
    <w:rPr>
      <w:noProof/>
      <w:sz w:val="24"/>
    </w:rPr>
  </w:style>
  <w:style w:type="paragraph" w:customStyle="1" w:styleId="ab">
    <w:name w:val="ТекстПисьма"/>
    <w:basedOn w:val="a0"/>
    <w:rsid w:val="006F0C42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6F0C42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6F0C42"/>
  </w:style>
  <w:style w:type="paragraph" w:customStyle="1" w:styleId="11">
    <w:name w:val="Подпись1"/>
    <w:basedOn w:val="a0"/>
    <w:rsid w:val="006F0C42"/>
    <w:pPr>
      <w:tabs>
        <w:tab w:val="right" w:pos="9072"/>
      </w:tabs>
    </w:pPr>
  </w:style>
  <w:style w:type="character" w:styleId="ae">
    <w:name w:val="page number"/>
    <w:rsid w:val="006F0C42"/>
    <w:rPr>
      <w:rFonts w:ascii="Times New Roman" w:hAnsi="Times New Roman"/>
      <w:sz w:val="18"/>
    </w:rPr>
  </w:style>
  <w:style w:type="paragraph" w:customStyle="1" w:styleId="af">
    <w:name w:val="ШапкаПисьма"/>
    <w:rsid w:val="006F0C42"/>
    <w:pPr>
      <w:jc w:val="center"/>
    </w:pPr>
    <w:rPr>
      <w:b/>
      <w:noProof/>
      <w:sz w:val="28"/>
    </w:rPr>
  </w:style>
  <w:style w:type="paragraph" w:styleId="af0">
    <w:name w:val="List Bullet"/>
    <w:basedOn w:val="a0"/>
    <w:rsid w:val="006F0C42"/>
    <w:pPr>
      <w:ind w:left="283" w:hanging="283"/>
    </w:pPr>
    <w:rPr>
      <w:sz w:val="20"/>
    </w:rPr>
  </w:style>
  <w:style w:type="paragraph" w:styleId="31">
    <w:name w:val="List Bullet 3"/>
    <w:basedOn w:val="a0"/>
    <w:rsid w:val="006F0C42"/>
    <w:pPr>
      <w:ind w:left="1080" w:hanging="360"/>
    </w:pPr>
    <w:rPr>
      <w:sz w:val="20"/>
    </w:rPr>
  </w:style>
  <w:style w:type="paragraph" w:styleId="af1">
    <w:name w:val="List Number"/>
    <w:basedOn w:val="a0"/>
    <w:rsid w:val="006F0C42"/>
    <w:pPr>
      <w:ind w:left="360" w:hanging="360"/>
    </w:pPr>
    <w:rPr>
      <w:sz w:val="20"/>
    </w:rPr>
  </w:style>
  <w:style w:type="paragraph" w:styleId="22">
    <w:name w:val="List Number 2"/>
    <w:basedOn w:val="a0"/>
    <w:rsid w:val="006F0C42"/>
    <w:pPr>
      <w:ind w:left="720" w:hanging="360"/>
    </w:pPr>
    <w:rPr>
      <w:sz w:val="20"/>
    </w:rPr>
  </w:style>
  <w:style w:type="paragraph" w:styleId="32">
    <w:name w:val="List Number 3"/>
    <w:basedOn w:val="a0"/>
    <w:rsid w:val="006F0C42"/>
    <w:pPr>
      <w:ind w:left="849" w:hanging="283"/>
    </w:pPr>
    <w:rPr>
      <w:sz w:val="20"/>
    </w:rPr>
  </w:style>
  <w:style w:type="paragraph" w:styleId="af2">
    <w:name w:val="List"/>
    <w:basedOn w:val="a0"/>
    <w:rsid w:val="006F0C42"/>
    <w:pPr>
      <w:tabs>
        <w:tab w:val="left" w:pos="1134"/>
      </w:tabs>
      <w:ind w:left="1134" w:hanging="1134"/>
    </w:pPr>
    <w:rPr>
      <w:sz w:val="20"/>
    </w:rPr>
  </w:style>
  <w:style w:type="paragraph" w:customStyle="1" w:styleId="af3">
    <w:name w:val="Сод_обычный"/>
    <w:basedOn w:val="a0"/>
    <w:rsid w:val="00285B3F"/>
    <w:pPr>
      <w:ind w:firstLine="680"/>
      <w:jc w:val="both"/>
    </w:pPr>
    <w:rPr>
      <w:sz w:val="24"/>
    </w:rPr>
  </w:style>
  <w:style w:type="paragraph" w:customStyle="1" w:styleId="af4">
    <w:name w:val="ПолеНомер"/>
    <w:basedOn w:val="a0"/>
    <w:rsid w:val="006F0C42"/>
    <w:pPr>
      <w:ind w:firstLine="0"/>
    </w:pPr>
  </w:style>
  <w:style w:type="paragraph" w:customStyle="1" w:styleId="af5">
    <w:name w:val="ПолеДата"/>
    <w:basedOn w:val="af4"/>
    <w:rsid w:val="006F0C42"/>
    <w:pPr>
      <w:jc w:val="right"/>
    </w:pPr>
  </w:style>
  <w:style w:type="paragraph" w:styleId="af6">
    <w:name w:val="Body Text Indent"/>
    <w:basedOn w:val="a0"/>
    <w:link w:val="af7"/>
    <w:rsid w:val="006F0C42"/>
    <w:pPr>
      <w:spacing w:after="120"/>
      <w:ind w:left="283"/>
    </w:pPr>
  </w:style>
  <w:style w:type="paragraph" w:styleId="23">
    <w:name w:val="Body Text 2"/>
    <w:basedOn w:val="a0"/>
    <w:link w:val="24"/>
    <w:rsid w:val="006F0C42"/>
    <w:pPr>
      <w:spacing w:after="120" w:line="480" w:lineRule="auto"/>
    </w:pPr>
  </w:style>
  <w:style w:type="paragraph" w:styleId="af8">
    <w:name w:val="Balloon Text"/>
    <w:basedOn w:val="a0"/>
    <w:link w:val="af9"/>
    <w:uiPriority w:val="99"/>
    <w:rsid w:val="00C0135E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uiPriority w:val="99"/>
    <w:rsid w:val="00C0135E"/>
    <w:rPr>
      <w:rFonts w:ascii="Tahoma" w:hAnsi="Tahoma" w:cs="Tahoma"/>
      <w:sz w:val="16"/>
      <w:szCs w:val="16"/>
    </w:rPr>
  </w:style>
  <w:style w:type="paragraph" w:styleId="25">
    <w:name w:val="Body Text Indent 2"/>
    <w:basedOn w:val="a0"/>
    <w:link w:val="26"/>
    <w:rsid w:val="00C0135E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C0135E"/>
    <w:rPr>
      <w:sz w:val="24"/>
    </w:rPr>
  </w:style>
  <w:style w:type="character" w:customStyle="1" w:styleId="10">
    <w:name w:val="Заголовок 1 Знак"/>
    <w:link w:val="1"/>
    <w:rsid w:val="00C0135E"/>
    <w:rPr>
      <w:b/>
      <w:caps/>
      <w:kern w:val="28"/>
      <w:sz w:val="28"/>
    </w:rPr>
  </w:style>
  <w:style w:type="character" w:customStyle="1" w:styleId="20">
    <w:name w:val="Заголовок 2 Знак"/>
    <w:link w:val="2"/>
    <w:rsid w:val="00C0135E"/>
    <w:rPr>
      <w:sz w:val="28"/>
    </w:rPr>
  </w:style>
  <w:style w:type="character" w:customStyle="1" w:styleId="30">
    <w:name w:val="Заголовок 3 Знак"/>
    <w:link w:val="3"/>
    <w:rsid w:val="00C0135E"/>
    <w:rPr>
      <w:sz w:val="28"/>
    </w:rPr>
  </w:style>
  <w:style w:type="character" w:customStyle="1" w:styleId="40">
    <w:name w:val="Заголовок 4 Знак"/>
    <w:link w:val="4"/>
    <w:rsid w:val="00C0135E"/>
    <w:rPr>
      <w:sz w:val="28"/>
    </w:rPr>
  </w:style>
  <w:style w:type="character" w:customStyle="1" w:styleId="50">
    <w:name w:val="Заголовок 5 Знак"/>
    <w:link w:val="5"/>
    <w:rsid w:val="00C0135E"/>
    <w:rPr>
      <w:rFonts w:ascii="Arial" w:hAnsi="Arial"/>
      <w:sz w:val="22"/>
    </w:rPr>
  </w:style>
  <w:style w:type="character" w:customStyle="1" w:styleId="60">
    <w:name w:val="Заголовок 6 Знак"/>
    <w:link w:val="6"/>
    <w:rsid w:val="00C0135E"/>
    <w:rPr>
      <w:i/>
      <w:sz w:val="22"/>
    </w:rPr>
  </w:style>
  <w:style w:type="character" w:customStyle="1" w:styleId="70">
    <w:name w:val="Заголовок 7 Знак"/>
    <w:link w:val="7"/>
    <w:rsid w:val="00C0135E"/>
    <w:rPr>
      <w:rFonts w:ascii="Arial" w:hAnsi="Arial"/>
    </w:rPr>
  </w:style>
  <w:style w:type="character" w:customStyle="1" w:styleId="80">
    <w:name w:val="Заголовок 8 Знак"/>
    <w:link w:val="8"/>
    <w:rsid w:val="00C0135E"/>
    <w:rPr>
      <w:rFonts w:ascii="Arial" w:hAnsi="Arial"/>
      <w:i/>
    </w:rPr>
  </w:style>
  <w:style w:type="character" w:customStyle="1" w:styleId="90">
    <w:name w:val="Заголовок 9 Знак"/>
    <w:link w:val="9"/>
    <w:rsid w:val="00C0135E"/>
    <w:rPr>
      <w:rFonts w:ascii="Arial" w:hAnsi="Arial"/>
      <w:b/>
      <w:i/>
      <w:sz w:val="18"/>
    </w:rPr>
  </w:style>
  <w:style w:type="paragraph" w:styleId="afa">
    <w:name w:val="List Paragraph"/>
    <w:basedOn w:val="a0"/>
    <w:uiPriority w:val="34"/>
    <w:qFormat/>
    <w:rsid w:val="00C0135E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C0135E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ConsPlusNormal0">
    <w:name w:val="ConsPlusNormal Знак"/>
    <w:link w:val="ConsPlusNormal"/>
    <w:locked/>
    <w:rsid w:val="00C0135E"/>
    <w:rPr>
      <w:sz w:val="28"/>
      <w:szCs w:val="28"/>
    </w:rPr>
  </w:style>
  <w:style w:type="paragraph" w:customStyle="1" w:styleId="ConsPlusTitle">
    <w:name w:val="ConsPlusTitle"/>
    <w:rsid w:val="00C0135E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fb">
    <w:name w:val="No Spacing"/>
    <w:basedOn w:val="a0"/>
    <w:qFormat/>
    <w:rsid w:val="00C0135E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C0135E"/>
    <w:pPr>
      <w:widowControl w:val="0"/>
      <w:autoSpaceDE w:val="0"/>
      <w:autoSpaceDN w:val="0"/>
    </w:pPr>
    <w:rPr>
      <w:rFonts w:ascii="Tahoma" w:hAnsi="Tahoma" w:cs="Tahoma"/>
    </w:rPr>
  </w:style>
  <w:style w:type="character" w:customStyle="1" w:styleId="a5">
    <w:name w:val="Верхний колонтитул Знак"/>
    <w:link w:val="a4"/>
    <w:uiPriority w:val="99"/>
    <w:rsid w:val="00C0135E"/>
    <w:rPr>
      <w:sz w:val="28"/>
    </w:rPr>
  </w:style>
  <w:style w:type="character" w:customStyle="1" w:styleId="blk">
    <w:name w:val="blk"/>
    <w:basedOn w:val="a1"/>
    <w:rsid w:val="00C0135E"/>
  </w:style>
  <w:style w:type="character" w:customStyle="1" w:styleId="a7">
    <w:name w:val="Нижний колонтитул Знак"/>
    <w:link w:val="a6"/>
    <w:uiPriority w:val="99"/>
    <w:rsid w:val="00C0135E"/>
    <w:rPr>
      <w:sz w:val="28"/>
    </w:rPr>
  </w:style>
  <w:style w:type="table" w:styleId="afc">
    <w:name w:val="Table Grid"/>
    <w:basedOn w:val="a2"/>
    <w:rsid w:val="00C0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Текст примечания Знак"/>
    <w:uiPriority w:val="99"/>
    <w:rsid w:val="00C0135E"/>
    <w:rPr>
      <w:sz w:val="28"/>
    </w:rPr>
  </w:style>
  <w:style w:type="character" w:customStyle="1" w:styleId="12">
    <w:name w:val="Текст примечания Знак1"/>
    <w:uiPriority w:val="99"/>
    <w:rsid w:val="00C0135E"/>
    <w:rPr>
      <w:sz w:val="20"/>
      <w:szCs w:val="20"/>
    </w:rPr>
  </w:style>
  <w:style w:type="character" w:customStyle="1" w:styleId="af7">
    <w:name w:val="Основной текст с отступом Знак"/>
    <w:link w:val="af6"/>
    <w:rsid w:val="00C0135E"/>
    <w:rPr>
      <w:sz w:val="28"/>
    </w:rPr>
  </w:style>
  <w:style w:type="character" w:customStyle="1" w:styleId="24">
    <w:name w:val="Основной текст 2 Знак"/>
    <w:link w:val="23"/>
    <w:rsid w:val="00C0135E"/>
    <w:rPr>
      <w:sz w:val="28"/>
    </w:rPr>
  </w:style>
  <w:style w:type="paragraph" w:customStyle="1" w:styleId="ConsNormal">
    <w:name w:val="ConsNormal"/>
    <w:rsid w:val="00C0135E"/>
    <w:pPr>
      <w:autoSpaceDE w:val="0"/>
      <w:autoSpaceDN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C0135E"/>
    <w:pPr>
      <w:autoSpaceDE w:val="0"/>
      <w:autoSpaceDN w:val="0"/>
    </w:pPr>
    <w:rPr>
      <w:rFonts w:ascii="Courier New" w:hAnsi="Courier New" w:cs="Courier New"/>
    </w:rPr>
  </w:style>
  <w:style w:type="character" w:customStyle="1" w:styleId="27">
    <w:name w:val="Цитата 2 Знак"/>
    <w:link w:val="28"/>
    <w:uiPriority w:val="29"/>
    <w:rsid w:val="00C0135E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C0135E"/>
    <w:pPr>
      <w:ind w:firstLine="0"/>
    </w:pPr>
    <w:rPr>
      <w:i/>
      <w:sz w:val="24"/>
      <w:szCs w:val="24"/>
    </w:rPr>
  </w:style>
  <w:style w:type="character" w:customStyle="1" w:styleId="210">
    <w:name w:val="Цитата 2 Знак1"/>
    <w:basedOn w:val="a1"/>
    <w:uiPriority w:val="29"/>
    <w:rsid w:val="00C0135E"/>
    <w:rPr>
      <w:i/>
      <w:iCs/>
      <w:color w:val="000000" w:themeColor="text1"/>
      <w:sz w:val="28"/>
    </w:rPr>
  </w:style>
  <w:style w:type="paragraph" w:customStyle="1" w:styleId="afe">
    <w:basedOn w:val="a0"/>
    <w:next w:val="a0"/>
    <w:uiPriority w:val="10"/>
    <w:qFormat/>
    <w:rsid w:val="00C0135E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29">
    <w:name w:val="Название Знак2"/>
    <w:link w:val="aff"/>
    <w:rsid w:val="00C0135E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C0135E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C0135E"/>
    <w:rPr>
      <w:rFonts w:ascii="Cambria" w:hAnsi="Cambria"/>
      <w:sz w:val="24"/>
      <w:szCs w:val="24"/>
    </w:rPr>
  </w:style>
  <w:style w:type="character" w:styleId="aff2">
    <w:name w:val="Strong"/>
    <w:uiPriority w:val="22"/>
    <w:qFormat/>
    <w:rsid w:val="00C0135E"/>
    <w:rPr>
      <w:b/>
      <w:bCs/>
    </w:rPr>
  </w:style>
  <w:style w:type="character" w:styleId="aff3">
    <w:name w:val="Emphasis"/>
    <w:uiPriority w:val="20"/>
    <w:qFormat/>
    <w:rsid w:val="00C0135E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C0135E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C0135E"/>
    <w:rPr>
      <w:rFonts w:ascii="Calibri" w:hAnsi="Calibri"/>
      <w:b/>
      <w:i/>
      <w:sz w:val="24"/>
      <w:szCs w:val="22"/>
    </w:rPr>
  </w:style>
  <w:style w:type="character" w:styleId="aff6">
    <w:name w:val="Subtle Emphasis"/>
    <w:uiPriority w:val="19"/>
    <w:qFormat/>
    <w:rsid w:val="00C0135E"/>
    <w:rPr>
      <w:i/>
      <w:color w:val="5A5A5A"/>
    </w:rPr>
  </w:style>
  <w:style w:type="character" w:styleId="aff7">
    <w:name w:val="Intense Emphasis"/>
    <w:uiPriority w:val="21"/>
    <w:qFormat/>
    <w:rsid w:val="00C0135E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C0135E"/>
    <w:rPr>
      <w:sz w:val="24"/>
      <w:szCs w:val="24"/>
      <w:u w:val="single"/>
    </w:rPr>
  </w:style>
  <w:style w:type="character" w:styleId="aff9">
    <w:name w:val="Intense Reference"/>
    <w:uiPriority w:val="32"/>
    <w:qFormat/>
    <w:rsid w:val="00C0135E"/>
    <w:rPr>
      <w:b/>
      <w:sz w:val="24"/>
      <w:u w:val="single"/>
    </w:rPr>
  </w:style>
  <w:style w:type="character" w:styleId="affa">
    <w:name w:val="Book Title"/>
    <w:uiPriority w:val="33"/>
    <w:qFormat/>
    <w:rsid w:val="00C0135E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C0135E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C0135E"/>
    <w:rPr>
      <w:color w:val="0000FF"/>
      <w:u w:val="single"/>
    </w:rPr>
  </w:style>
  <w:style w:type="paragraph" w:styleId="affd">
    <w:name w:val="Body Text"/>
    <w:basedOn w:val="a0"/>
    <w:link w:val="affe"/>
    <w:rsid w:val="00C0135E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C0135E"/>
    <w:rPr>
      <w:sz w:val="24"/>
    </w:rPr>
  </w:style>
  <w:style w:type="paragraph" w:customStyle="1" w:styleId="2a">
    <w:name w:val="Знак Знак2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C0135E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C0135E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C0135E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Times12">
    <w:name w:val="Times12"/>
    <w:basedOn w:val="a0"/>
    <w:rsid w:val="00C0135E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C0135E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C0135E"/>
    <w:rPr>
      <w:sz w:val="28"/>
      <w:szCs w:val="28"/>
    </w:rPr>
  </w:style>
  <w:style w:type="paragraph" w:styleId="35">
    <w:name w:val="Body Text 3"/>
    <w:basedOn w:val="a0"/>
    <w:link w:val="36"/>
    <w:rsid w:val="00C0135E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C0135E"/>
    <w:rPr>
      <w:b/>
      <w:bCs/>
      <w:sz w:val="28"/>
      <w:szCs w:val="28"/>
    </w:rPr>
  </w:style>
  <w:style w:type="paragraph" w:styleId="afff0">
    <w:name w:val="Plain Text"/>
    <w:basedOn w:val="a0"/>
    <w:link w:val="afff1"/>
    <w:rsid w:val="00C0135E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C0135E"/>
    <w:rPr>
      <w:rFonts w:ascii="Courier New" w:hAnsi="Courier New"/>
    </w:rPr>
  </w:style>
  <w:style w:type="paragraph" w:customStyle="1" w:styleId="Times14">
    <w:name w:val="Times14"/>
    <w:basedOn w:val="a0"/>
    <w:rsid w:val="00C0135E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C0135E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C0135E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C0135E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C0135E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b">
    <w:name w:val="Знак Знак Знак2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C0135E"/>
    <w:pPr>
      <w:numPr>
        <w:numId w:val="2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paragraph" w:customStyle="1" w:styleId="afff4">
    <w:name w:val="Заголовок текста"/>
    <w:rsid w:val="00C0135E"/>
    <w:pPr>
      <w:spacing w:after="240"/>
      <w:jc w:val="center"/>
    </w:pPr>
    <w:rPr>
      <w:b/>
      <w:noProof/>
      <w:sz w:val="28"/>
    </w:rPr>
  </w:style>
  <w:style w:type="paragraph" w:customStyle="1" w:styleId="afff5">
    <w:name w:val="Текст постановления"/>
    <w:rsid w:val="00C0135E"/>
    <w:pPr>
      <w:suppressAutoHyphens/>
      <w:spacing w:line="288" w:lineRule="auto"/>
      <w:ind w:firstLine="720"/>
      <w:jc w:val="both"/>
    </w:pPr>
    <w:rPr>
      <w:noProof/>
      <w:sz w:val="28"/>
      <w:lang w:val="en-US" w:eastAsia="en-US"/>
    </w:rPr>
  </w:style>
  <w:style w:type="paragraph" w:customStyle="1" w:styleId="2c">
    <w:name w:val="Знак Знак Знак Знак Знак Знак Знак Знак Знак2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C0135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7">
    <w:name w:val="footnote text"/>
    <w:basedOn w:val="a0"/>
    <w:link w:val="afff8"/>
    <w:uiPriority w:val="99"/>
    <w:rsid w:val="00C0135E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C0135E"/>
    <w:rPr>
      <w:szCs w:val="24"/>
    </w:rPr>
  </w:style>
  <w:style w:type="paragraph" w:styleId="afff9">
    <w:name w:val="Document Map"/>
    <w:basedOn w:val="a0"/>
    <w:link w:val="afffa"/>
    <w:rsid w:val="00C0135E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C0135E"/>
    <w:rPr>
      <w:rFonts w:ascii="Tahoma" w:hAnsi="Tahoma"/>
      <w:sz w:val="24"/>
      <w:szCs w:val="24"/>
      <w:shd w:val="clear" w:color="auto" w:fill="000080"/>
    </w:rPr>
  </w:style>
  <w:style w:type="paragraph" w:customStyle="1" w:styleId="Pro-Gramma">
    <w:name w:val="Pro-Gramma"/>
    <w:basedOn w:val="a0"/>
    <w:link w:val="Pro-Gramma0"/>
    <w:rsid w:val="00C0135E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C0135E"/>
    <w:rPr>
      <w:rFonts w:ascii="Georgia" w:hAnsi="Georgia"/>
      <w:sz w:val="24"/>
      <w:szCs w:val="24"/>
      <w:lang w:eastAsia="en-US"/>
    </w:rPr>
  </w:style>
  <w:style w:type="paragraph" w:customStyle="1" w:styleId="110">
    <w:name w:val="Знак1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C0135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d">
    <w:name w:val="Знак Знак2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C0135E"/>
    <w:rPr>
      <w:color w:val="800080"/>
      <w:u w:val="single"/>
    </w:rPr>
  </w:style>
  <w:style w:type="paragraph" w:customStyle="1" w:styleId="211">
    <w:name w:val="Знак Знак2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C0135E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21">
    <w:name w:val="Текст примечания Знак2"/>
    <w:basedOn w:val="a1"/>
    <w:link w:val="ad"/>
    <w:uiPriority w:val="99"/>
    <w:rsid w:val="00C0135E"/>
    <w:rPr>
      <w:sz w:val="28"/>
    </w:rPr>
  </w:style>
  <w:style w:type="character" w:customStyle="1" w:styleId="affff">
    <w:name w:val="Тема примечания Знак"/>
    <w:basedOn w:val="21"/>
    <w:link w:val="afffe"/>
    <w:rsid w:val="00C0135E"/>
    <w:rPr>
      <w:rFonts w:ascii="Calibri" w:eastAsia="Calibri" w:hAnsi="Calibri"/>
      <w:b/>
      <w:bCs/>
      <w:sz w:val="28"/>
      <w:lang w:val="en-US" w:eastAsia="en-US"/>
    </w:rPr>
  </w:style>
  <w:style w:type="paragraph" w:customStyle="1" w:styleId="1a">
    <w:name w:val="Знак1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C0135E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C0135E"/>
    <w:rPr>
      <w:vertAlign w:val="superscript"/>
    </w:rPr>
  </w:style>
  <w:style w:type="paragraph" w:customStyle="1" w:styleId="affff1">
    <w:name w:val="Нормальный"/>
    <w:rsid w:val="00C0135E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fff2">
    <w:name w:val="Гипертекстовая ссылка"/>
    <w:uiPriority w:val="99"/>
    <w:rsid w:val="00C0135E"/>
    <w:rPr>
      <w:b/>
      <w:bCs/>
      <w:color w:val="106BBE"/>
    </w:rPr>
  </w:style>
  <w:style w:type="character" w:customStyle="1" w:styleId="apple-converted-space">
    <w:name w:val="apple-converted-space"/>
    <w:rsid w:val="00C0135E"/>
  </w:style>
  <w:style w:type="paragraph" w:customStyle="1" w:styleId="formattext">
    <w:name w:val="formattext"/>
    <w:basedOn w:val="a0"/>
    <w:rsid w:val="00C0135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C0135E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ff">
    <w:name w:val="Title"/>
    <w:basedOn w:val="a0"/>
    <w:next w:val="a0"/>
    <w:link w:val="29"/>
    <w:qFormat/>
    <w:rsid w:val="00C0135E"/>
    <w:pPr>
      <w:pBdr>
        <w:bottom w:val="single" w:sz="8" w:space="4" w:color="4F81BD" w:themeColor="accent1"/>
      </w:pBdr>
      <w:spacing w:after="300"/>
      <w:contextualSpacing/>
    </w:pPr>
    <w:rPr>
      <w:rFonts w:ascii="Cambria" w:hAnsi="Cambria"/>
      <w:b/>
      <w:bCs/>
      <w:kern w:val="28"/>
      <w:sz w:val="32"/>
      <w:szCs w:val="32"/>
    </w:rPr>
  </w:style>
  <w:style w:type="character" w:customStyle="1" w:styleId="1b">
    <w:name w:val="Название Знак1"/>
    <w:basedOn w:val="a1"/>
    <w:rsid w:val="00C0135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46033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69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192.168.3.4\templdoc$\Templates\&#1056;&#1077;&#1096;&#1077;&#1085;&#1080;&#1077;%20&#1057;&#1086;&#1074;&#1077;&#1090;&#1072;%20&#1076;&#1077;&#1087;&#1091;&#1090;&#1072;&#1090;&#1086;&#1074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Совета депутатов</Template>
  <TotalTime>963</TotalTime>
  <Pages>51</Pages>
  <Words>9283</Words>
  <Characters>53798</Characters>
  <Application>Microsoft Office Word</Application>
  <DocSecurity>0</DocSecurity>
  <Lines>448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решения земского собрания</vt:lpstr>
    </vt:vector>
  </TitlesOfParts>
  <Manager>Зам. начальника отдела</Manager>
  <Company>Администрация Балахны, Отдел по информатизации</Company>
  <LinksUpToDate>false</LinksUpToDate>
  <CharactersWithSpaces>62956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решения земского собрания</dc:title>
  <dc:subject>Шаблоны документов</dc:subject>
  <dc:creator>Пономарева</dc:creator>
  <dc:description>Вер 0.00/26.05.98</dc:description>
  <cp:lastModifiedBy>Елетина Надежда Николаевна</cp:lastModifiedBy>
  <cp:revision>253</cp:revision>
  <cp:lastPrinted>2021-08-27T11:25:00Z</cp:lastPrinted>
  <dcterms:created xsi:type="dcterms:W3CDTF">2021-07-22T12:09:00Z</dcterms:created>
  <dcterms:modified xsi:type="dcterms:W3CDTF">2021-09-02T11:50:00Z</dcterms:modified>
</cp:coreProperties>
</file>